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2A4ACC" w14:textId="74D573C8" w:rsidR="00134CE6" w:rsidRDefault="00134CE6" w:rsidP="00134CE6">
      <w:pPr>
        <w:pStyle w:val="ZA"/>
        <w:framePr w:w="10563" w:h="782" w:hRule="exact" w:wrap="notBeside" w:hAnchor="page" w:x="661" w:y="646" w:anchorLock="1"/>
        <w:pBdr>
          <w:bottom w:val="none" w:sz="0" w:space="0" w:color="auto"/>
        </w:pBdr>
        <w:jc w:val="center"/>
        <w:rPr>
          <w:noProof w:val="0"/>
        </w:rPr>
      </w:pPr>
      <w:r w:rsidRPr="0059711B">
        <w:rPr>
          <w:noProof w:val="0"/>
          <w:sz w:val="64"/>
        </w:rPr>
        <w:t>ETSI ES</w:t>
      </w:r>
      <w:r>
        <w:rPr>
          <w:noProof w:val="0"/>
          <w:sz w:val="64"/>
        </w:rPr>
        <w:t xml:space="preserve"> </w:t>
      </w:r>
      <w:r w:rsidRPr="0059711B">
        <w:rPr>
          <w:noProof w:val="0"/>
          <w:sz w:val="64"/>
        </w:rPr>
        <w:t>201 873-8</w:t>
      </w:r>
      <w:r>
        <w:rPr>
          <w:noProof w:val="0"/>
          <w:sz w:val="64"/>
        </w:rPr>
        <w:t xml:space="preserve"> </w:t>
      </w:r>
      <w:r>
        <w:rPr>
          <w:noProof w:val="0"/>
        </w:rPr>
        <w:t>V</w:t>
      </w:r>
      <w:r w:rsidRPr="0059711B">
        <w:rPr>
          <w:noProof w:val="0"/>
        </w:rPr>
        <w:t>4.8.1</w:t>
      </w:r>
      <w:r>
        <w:rPr>
          <w:rStyle w:val="ZGSM"/>
          <w:noProof w:val="0"/>
        </w:rPr>
        <w:t xml:space="preserve"> </w:t>
      </w:r>
      <w:r>
        <w:rPr>
          <w:noProof w:val="0"/>
          <w:sz w:val="32"/>
        </w:rPr>
        <w:t>(</w:t>
      </w:r>
      <w:r w:rsidRPr="0059711B">
        <w:rPr>
          <w:noProof w:val="0"/>
          <w:sz w:val="32"/>
        </w:rPr>
        <w:t>2021-0</w:t>
      </w:r>
      <w:r w:rsidR="00FE3373">
        <w:rPr>
          <w:noProof w:val="0"/>
          <w:sz w:val="32"/>
        </w:rPr>
        <w:t>6</w:t>
      </w:r>
      <w:r>
        <w:rPr>
          <w:noProof w:val="0"/>
          <w:sz w:val="32"/>
          <w:szCs w:val="32"/>
        </w:rPr>
        <w:t>)</w:t>
      </w:r>
    </w:p>
    <w:p w14:paraId="3D845824" w14:textId="77777777" w:rsidR="00134CE6" w:rsidRPr="00134CE6" w:rsidRDefault="00134CE6" w:rsidP="00134CE6">
      <w:pPr>
        <w:pStyle w:val="ZT"/>
        <w:framePr w:w="10206" w:h="3701" w:hRule="exact" w:wrap="notBeside" w:hAnchor="page" w:x="880" w:y="7094"/>
      </w:pPr>
      <w:r w:rsidRPr="00134CE6">
        <w:t>Methods for Testing and Specification (MTS);</w:t>
      </w:r>
    </w:p>
    <w:p w14:paraId="1936235D" w14:textId="77777777" w:rsidR="00134CE6" w:rsidRPr="00134CE6" w:rsidRDefault="00134CE6" w:rsidP="00134CE6">
      <w:pPr>
        <w:pStyle w:val="ZT"/>
        <w:framePr w:w="10206" w:h="3701" w:hRule="exact" w:wrap="notBeside" w:hAnchor="page" w:x="880" w:y="7094"/>
        <w:rPr>
          <w:color w:val="000000"/>
        </w:rPr>
      </w:pPr>
      <w:r w:rsidRPr="00134CE6">
        <w:rPr>
          <w:color w:val="000000"/>
        </w:rPr>
        <w:t>The Testing and Test Control Notation version 3;</w:t>
      </w:r>
    </w:p>
    <w:p w14:paraId="4CF768CC" w14:textId="77777777" w:rsidR="00134CE6" w:rsidRDefault="00134CE6" w:rsidP="00134CE6">
      <w:pPr>
        <w:pStyle w:val="ZT"/>
        <w:framePr w:w="10206" w:h="3701" w:hRule="exact" w:wrap="notBeside" w:hAnchor="page" w:x="880" w:y="7094"/>
      </w:pPr>
      <w:r w:rsidRPr="00134CE6">
        <w:rPr>
          <w:color w:val="000000"/>
        </w:rPr>
        <w:t xml:space="preserve">Part 8: </w:t>
      </w:r>
      <w:r w:rsidRPr="00134CE6">
        <w:t xml:space="preserve">The </w:t>
      </w:r>
      <w:r w:rsidRPr="00134CE6">
        <w:rPr>
          <w:rFonts w:cs="Arial"/>
        </w:rPr>
        <w:t>IDL</w:t>
      </w:r>
      <w:r w:rsidRPr="00134CE6">
        <w:rPr>
          <w:rFonts w:cs="Arial"/>
          <w:color w:val="000000"/>
        </w:rPr>
        <w:t xml:space="preserve"> to </w:t>
      </w:r>
      <w:r w:rsidRPr="00134CE6">
        <w:rPr>
          <w:rFonts w:cs="Arial"/>
        </w:rPr>
        <w:t>TTCN</w:t>
      </w:r>
      <w:r w:rsidRPr="00134CE6">
        <w:rPr>
          <w:rFonts w:cs="Arial"/>
          <w:color w:val="000000"/>
        </w:rPr>
        <w:t>-3 Mapping</w:t>
      </w:r>
    </w:p>
    <w:p w14:paraId="4A7C34EC" w14:textId="77777777" w:rsidR="00134CE6" w:rsidRDefault="00134CE6" w:rsidP="00134CE6">
      <w:pPr>
        <w:pStyle w:val="ZG"/>
        <w:framePr w:w="10624" w:h="3271" w:hRule="exact" w:wrap="notBeside" w:hAnchor="page" w:x="674" w:y="12211"/>
        <w:rPr>
          <w:noProof w:val="0"/>
        </w:rPr>
      </w:pPr>
    </w:p>
    <w:p w14:paraId="1A072145" w14:textId="77777777" w:rsidR="00134CE6" w:rsidRDefault="00134CE6" w:rsidP="00134CE6">
      <w:pPr>
        <w:pStyle w:val="ZD"/>
        <w:framePr w:wrap="notBeside"/>
        <w:rPr>
          <w:noProof w:val="0"/>
        </w:rPr>
      </w:pPr>
    </w:p>
    <w:p w14:paraId="1E941E3F" w14:textId="77777777" w:rsidR="00134CE6" w:rsidRDefault="00134CE6" w:rsidP="00134CE6">
      <w:pPr>
        <w:pStyle w:val="ZB"/>
        <w:framePr w:wrap="notBeside" w:hAnchor="page" w:x="901" w:y="1421"/>
      </w:pPr>
    </w:p>
    <w:p w14:paraId="335929FC" w14:textId="77777777" w:rsidR="00134CE6" w:rsidRDefault="00134CE6" w:rsidP="00134CE6">
      <w:pPr>
        <w:rPr>
          <w:lang w:val="fr-FR"/>
        </w:rPr>
      </w:pPr>
    </w:p>
    <w:p w14:paraId="7EAC6CE1" w14:textId="77777777" w:rsidR="00134CE6" w:rsidRDefault="00134CE6" w:rsidP="00134CE6">
      <w:pPr>
        <w:rPr>
          <w:lang w:val="fr-FR"/>
        </w:rPr>
      </w:pPr>
    </w:p>
    <w:p w14:paraId="37D9E6C1" w14:textId="77777777" w:rsidR="00134CE6" w:rsidRDefault="00134CE6" w:rsidP="00134CE6">
      <w:pPr>
        <w:rPr>
          <w:lang w:val="fr-FR"/>
        </w:rPr>
      </w:pPr>
    </w:p>
    <w:p w14:paraId="3D764D0F" w14:textId="77777777" w:rsidR="00134CE6" w:rsidRDefault="00134CE6" w:rsidP="00134CE6">
      <w:pPr>
        <w:rPr>
          <w:lang w:val="fr-FR"/>
        </w:rPr>
      </w:pPr>
    </w:p>
    <w:p w14:paraId="7E771535" w14:textId="77777777" w:rsidR="00134CE6" w:rsidRDefault="00134CE6" w:rsidP="00134CE6">
      <w:pPr>
        <w:rPr>
          <w:lang w:val="fr-FR"/>
        </w:rPr>
      </w:pPr>
    </w:p>
    <w:p w14:paraId="39758D83" w14:textId="77777777" w:rsidR="00134CE6" w:rsidRDefault="00134CE6" w:rsidP="00134CE6">
      <w:pPr>
        <w:pStyle w:val="ZB"/>
        <w:framePr w:wrap="notBeside" w:hAnchor="page" w:x="901" w:y="1421"/>
      </w:pPr>
    </w:p>
    <w:p w14:paraId="6DC2ACC9" w14:textId="77777777" w:rsidR="00134CE6" w:rsidRDefault="00134CE6" w:rsidP="00134CE6">
      <w:pPr>
        <w:pStyle w:val="FP"/>
        <w:framePr w:h="1625" w:hRule="exact" w:wrap="notBeside" w:vAnchor="page" w:hAnchor="page" w:x="871" w:y="11581"/>
        <w:spacing w:after="240"/>
        <w:jc w:val="center"/>
        <w:rPr>
          <w:rFonts w:ascii="Arial" w:hAnsi="Arial" w:cs="Arial"/>
          <w:sz w:val="18"/>
          <w:szCs w:val="18"/>
        </w:rPr>
      </w:pPr>
    </w:p>
    <w:p w14:paraId="606B7ED3" w14:textId="77777777" w:rsidR="00134CE6" w:rsidRDefault="00134CE6" w:rsidP="00134CE6">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16ED3C65" w14:textId="77777777" w:rsidR="00134CE6" w:rsidRDefault="00134CE6" w:rsidP="00134CE6">
      <w:pPr>
        <w:rPr>
          <w:rFonts w:ascii="Arial" w:hAnsi="Arial" w:cs="Arial"/>
          <w:sz w:val="18"/>
          <w:szCs w:val="18"/>
        </w:rPr>
        <w:sectPr w:rsidR="00134CE6">
          <w:headerReference w:type="default" r:id="rId7"/>
          <w:footerReference w:type="default" r:id="rId8"/>
          <w:footnotePr>
            <w:numRestart w:val="eachSect"/>
          </w:footnotePr>
          <w:pgSz w:w="11907" w:h="16840" w:code="9"/>
          <w:pgMar w:top="2268" w:right="851" w:bottom="10773" w:left="851" w:header="0" w:footer="0" w:gutter="0"/>
          <w:cols w:space="720"/>
          <w:docGrid w:linePitch="272"/>
        </w:sectPr>
      </w:pPr>
    </w:p>
    <w:p w14:paraId="2632BD11" w14:textId="77777777" w:rsidR="00134CE6" w:rsidRPr="00055551" w:rsidRDefault="00134CE6" w:rsidP="00134CE6">
      <w:pPr>
        <w:pStyle w:val="FP"/>
        <w:framePr w:w="9758" w:wrap="notBeside" w:vAnchor="page" w:hAnchor="page" w:x="1169" w:y="1742"/>
        <w:pBdr>
          <w:bottom w:val="single" w:sz="6" w:space="1" w:color="auto"/>
        </w:pBdr>
        <w:ind w:left="2835" w:right="2835"/>
        <w:jc w:val="center"/>
      </w:pPr>
      <w:r w:rsidRPr="00055551">
        <w:lastRenderedPageBreak/>
        <w:t>Reference</w:t>
      </w:r>
    </w:p>
    <w:p w14:paraId="038C0EDE" w14:textId="2DE870F4" w:rsidR="00134CE6" w:rsidRPr="00055551" w:rsidRDefault="00134CE6" w:rsidP="00134CE6">
      <w:pPr>
        <w:pStyle w:val="FP"/>
        <w:framePr w:w="9758" w:wrap="notBeside" w:vAnchor="page" w:hAnchor="page" w:x="1169" w:y="1742"/>
        <w:ind w:left="2268" w:right="2268"/>
        <w:jc w:val="center"/>
        <w:rPr>
          <w:rFonts w:ascii="Arial" w:hAnsi="Arial"/>
          <w:sz w:val="18"/>
        </w:rPr>
      </w:pPr>
      <w:r>
        <w:rPr>
          <w:rFonts w:ascii="Arial" w:hAnsi="Arial"/>
          <w:sz w:val="18"/>
        </w:rPr>
        <w:t>RES/MTS-201873-8T3</w:t>
      </w:r>
      <w:r w:rsidR="00A72C52">
        <w:rPr>
          <w:rFonts w:ascii="Arial" w:hAnsi="Arial"/>
          <w:sz w:val="18"/>
        </w:rPr>
        <w:t>ed</w:t>
      </w:r>
      <w:r>
        <w:rPr>
          <w:rFonts w:ascii="Arial" w:hAnsi="Arial"/>
          <w:sz w:val="18"/>
        </w:rPr>
        <w:t>481</w:t>
      </w:r>
    </w:p>
    <w:p w14:paraId="2F231E63" w14:textId="77777777" w:rsidR="00134CE6" w:rsidRPr="00055551" w:rsidRDefault="00134CE6" w:rsidP="00134CE6">
      <w:pPr>
        <w:pStyle w:val="FP"/>
        <w:framePr w:w="9758" w:wrap="notBeside" w:vAnchor="page" w:hAnchor="page" w:x="1169" w:y="1742"/>
        <w:pBdr>
          <w:bottom w:val="single" w:sz="6" w:space="1" w:color="auto"/>
        </w:pBdr>
        <w:spacing w:before="240"/>
        <w:ind w:left="2835" w:right="2835"/>
        <w:jc w:val="center"/>
      </w:pPr>
      <w:r w:rsidRPr="00055551">
        <w:t>Keywords</w:t>
      </w:r>
    </w:p>
    <w:p w14:paraId="7151773B" w14:textId="77777777" w:rsidR="00134CE6" w:rsidRPr="00055551" w:rsidRDefault="00134CE6" w:rsidP="00134CE6">
      <w:pPr>
        <w:pStyle w:val="FP"/>
        <w:framePr w:w="9758" w:wrap="notBeside" w:vAnchor="page" w:hAnchor="page" w:x="1169" w:y="1742"/>
        <w:ind w:left="2835" w:right="2835"/>
        <w:jc w:val="center"/>
        <w:rPr>
          <w:rFonts w:ascii="Arial" w:hAnsi="Arial"/>
          <w:sz w:val="18"/>
        </w:rPr>
      </w:pPr>
      <w:r>
        <w:rPr>
          <w:rFonts w:ascii="Arial" w:hAnsi="Arial"/>
          <w:sz w:val="18"/>
        </w:rPr>
        <w:t>IDL, testing, TTCN</w:t>
      </w:r>
    </w:p>
    <w:p w14:paraId="5D580645" w14:textId="77777777" w:rsidR="00134CE6" w:rsidRDefault="00134CE6" w:rsidP="00134CE6">
      <w:pPr>
        <w:rPr>
          <w:lang w:val="fr-FR"/>
        </w:rPr>
      </w:pPr>
    </w:p>
    <w:p w14:paraId="14F57E61" w14:textId="77777777" w:rsidR="00134CE6" w:rsidRPr="00055551" w:rsidRDefault="00134CE6" w:rsidP="00134CE6">
      <w:pPr>
        <w:pStyle w:val="FP"/>
        <w:framePr w:w="9758" w:wrap="notBeside" w:vAnchor="page" w:hAnchor="page" w:x="1169" w:y="3698"/>
        <w:spacing w:after="120"/>
        <w:ind w:left="2835" w:right="2835"/>
        <w:jc w:val="center"/>
        <w:rPr>
          <w:rFonts w:ascii="Arial" w:hAnsi="Arial"/>
          <w:b/>
          <w:i/>
        </w:rPr>
      </w:pPr>
      <w:r w:rsidRPr="00055551">
        <w:rPr>
          <w:rFonts w:ascii="Arial" w:hAnsi="Arial"/>
          <w:b/>
          <w:i/>
        </w:rPr>
        <w:t>ETSI</w:t>
      </w:r>
    </w:p>
    <w:p w14:paraId="28FE05A3" w14:textId="77777777" w:rsidR="00134CE6" w:rsidRPr="00055551" w:rsidRDefault="00134CE6" w:rsidP="00134CE6">
      <w:pPr>
        <w:pStyle w:val="FP"/>
        <w:framePr w:w="9758" w:wrap="notBeside" w:vAnchor="page" w:hAnchor="page" w:x="1169" w:y="3698"/>
        <w:pBdr>
          <w:bottom w:val="single" w:sz="6" w:space="1" w:color="auto"/>
        </w:pBdr>
        <w:ind w:left="2835" w:right="2835"/>
        <w:jc w:val="center"/>
        <w:rPr>
          <w:rFonts w:ascii="Arial" w:hAnsi="Arial"/>
          <w:sz w:val="18"/>
        </w:rPr>
      </w:pPr>
      <w:r w:rsidRPr="00055551">
        <w:rPr>
          <w:rFonts w:ascii="Arial" w:hAnsi="Arial"/>
          <w:sz w:val="18"/>
        </w:rPr>
        <w:t>650 Route des Lucioles</w:t>
      </w:r>
    </w:p>
    <w:p w14:paraId="342B131C" w14:textId="77777777" w:rsidR="00134CE6" w:rsidRPr="00055551" w:rsidRDefault="00134CE6" w:rsidP="00134CE6">
      <w:pPr>
        <w:pStyle w:val="FP"/>
        <w:framePr w:w="9758" w:wrap="notBeside" w:vAnchor="page" w:hAnchor="page" w:x="1169" w:y="3698"/>
        <w:pBdr>
          <w:bottom w:val="single" w:sz="6" w:space="1" w:color="auto"/>
        </w:pBdr>
        <w:ind w:left="2835" w:right="2835"/>
        <w:jc w:val="center"/>
      </w:pPr>
      <w:r w:rsidRPr="00055551">
        <w:rPr>
          <w:rFonts w:ascii="Arial" w:hAnsi="Arial"/>
          <w:sz w:val="18"/>
        </w:rPr>
        <w:t>F-06921 Sophia Antipolis Cedex - FRANCE</w:t>
      </w:r>
    </w:p>
    <w:p w14:paraId="7388EB4A" w14:textId="77777777" w:rsidR="00134CE6" w:rsidRPr="00055551" w:rsidRDefault="00134CE6" w:rsidP="00134CE6">
      <w:pPr>
        <w:pStyle w:val="FP"/>
        <w:framePr w:w="9758" w:wrap="notBeside" w:vAnchor="page" w:hAnchor="page" w:x="1169" w:y="3698"/>
        <w:ind w:left="2835" w:right="2835"/>
        <w:jc w:val="center"/>
        <w:rPr>
          <w:rFonts w:ascii="Arial" w:hAnsi="Arial"/>
          <w:sz w:val="18"/>
        </w:rPr>
      </w:pPr>
    </w:p>
    <w:p w14:paraId="66B77915" w14:textId="77777777" w:rsidR="00134CE6" w:rsidRPr="00055551" w:rsidRDefault="00134CE6" w:rsidP="00134CE6">
      <w:pPr>
        <w:pStyle w:val="FP"/>
        <w:framePr w:w="9758" w:wrap="notBeside" w:vAnchor="page" w:hAnchor="page" w:x="1169" w:y="3698"/>
        <w:spacing w:after="20"/>
        <w:ind w:left="2835" w:right="2835"/>
        <w:jc w:val="center"/>
        <w:rPr>
          <w:rFonts w:ascii="Arial" w:hAnsi="Arial"/>
          <w:sz w:val="18"/>
        </w:rPr>
      </w:pPr>
      <w:r w:rsidRPr="00055551">
        <w:rPr>
          <w:rFonts w:ascii="Arial" w:hAnsi="Arial"/>
          <w:sz w:val="18"/>
        </w:rPr>
        <w:t>Tel.: +33 4 92 94 42 00   Fax: +33 4 93 65 47 16</w:t>
      </w:r>
    </w:p>
    <w:p w14:paraId="27ACF691" w14:textId="77777777" w:rsidR="00134CE6" w:rsidRPr="00055551" w:rsidRDefault="00134CE6" w:rsidP="00134CE6">
      <w:pPr>
        <w:pStyle w:val="FP"/>
        <w:framePr w:w="9758" w:wrap="notBeside" w:vAnchor="page" w:hAnchor="page" w:x="1169" w:y="3698"/>
        <w:ind w:left="2835" w:right="2835"/>
        <w:jc w:val="center"/>
        <w:rPr>
          <w:rFonts w:ascii="Arial" w:hAnsi="Arial"/>
          <w:sz w:val="15"/>
        </w:rPr>
      </w:pPr>
    </w:p>
    <w:p w14:paraId="317BEDA5" w14:textId="77777777" w:rsidR="00134CE6" w:rsidRPr="00055551" w:rsidRDefault="00134CE6" w:rsidP="00134CE6">
      <w:pPr>
        <w:pStyle w:val="FP"/>
        <w:framePr w:w="9758" w:wrap="notBeside" w:vAnchor="page" w:hAnchor="page" w:x="1169" w:y="3698"/>
        <w:ind w:left="2835" w:right="2835"/>
        <w:jc w:val="center"/>
        <w:rPr>
          <w:rFonts w:ascii="Arial" w:hAnsi="Arial"/>
          <w:sz w:val="15"/>
        </w:rPr>
      </w:pPr>
      <w:r w:rsidRPr="00055551">
        <w:rPr>
          <w:rFonts w:ascii="Arial" w:hAnsi="Arial"/>
          <w:sz w:val="15"/>
        </w:rPr>
        <w:t xml:space="preserve">Siret N° 348 623 562 00017 - </w:t>
      </w:r>
      <w:bookmarkStart w:id="0" w:name="_Hlk67652697"/>
      <w:r>
        <w:rPr>
          <w:rFonts w:ascii="Arial" w:hAnsi="Arial"/>
          <w:sz w:val="15"/>
          <w:lang w:val="fr-FR"/>
        </w:rPr>
        <w:t>APE 7112B</w:t>
      </w:r>
      <w:bookmarkEnd w:id="0"/>
    </w:p>
    <w:p w14:paraId="7A58AC07" w14:textId="77777777" w:rsidR="00134CE6" w:rsidRPr="00055551" w:rsidRDefault="00134CE6" w:rsidP="00134CE6">
      <w:pPr>
        <w:pStyle w:val="FP"/>
        <w:framePr w:w="9758" w:wrap="notBeside" w:vAnchor="page" w:hAnchor="page" w:x="1169" w:y="3698"/>
        <w:ind w:left="2835" w:right="2835"/>
        <w:jc w:val="center"/>
        <w:rPr>
          <w:rFonts w:ascii="Arial" w:hAnsi="Arial"/>
          <w:sz w:val="15"/>
        </w:rPr>
      </w:pPr>
      <w:r w:rsidRPr="00055551">
        <w:rPr>
          <w:rFonts w:ascii="Arial" w:hAnsi="Arial"/>
          <w:sz w:val="15"/>
        </w:rPr>
        <w:t>Association à but non lucratif enregistrée à la</w:t>
      </w:r>
    </w:p>
    <w:p w14:paraId="36CC879F" w14:textId="77777777" w:rsidR="00134CE6" w:rsidRDefault="00134CE6" w:rsidP="00134CE6">
      <w:pPr>
        <w:pStyle w:val="FP"/>
        <w:framePr w:w="9758" w:wrap="notBeside" w:vAnchor="page" w:hAnchor="page" w:x="1169" w:y="3698"/>
        <w:ind w:left="2835" w:right="2835"/>
        <w:jc w:val="center"/>
        <w:rPr>
          <w:rFonts w:ascii="Arial" w:hAnsi="Arial"/>
          <w:sz w:val="15"/>
          <w:lang w:val="fr-FR"/>
        </w:rPr>
      </w:pPr>
      <w:r w:rsidRPr="00055551">
        <w:rPr>
          <w:rFonts w:ascii="Arial" w:hAnsi="Arial"/>
          <w:sz w:val="15"/>
        </w:rPr>
        <w:t xml:space="preserve">Sous-Préfecture de Grasse (06) N° </w:t>
      </w:r>
      <w:bookmarkStart w:id="1" w:name="_Hlk67652713"/>
      <w:r>
        <w:rPr>
          <w:rFonts w:ascii="Arial" w:hAnsi="Arial"/>
          <w:sz w:val="15"/>
          <w:lang w:val="fr-FR"/>
        </w:rPr>
        <w:t>w061004871</w:t>
      </w:r>
      <w:bookmarkEnd w:id="1"/>
    </w:p>
    <w:p w14:paraId="5F7BBAFF" w14:textId="77777777" w:rsidR="00134CE6" w:rsidRPr="00055551" w:rsidRDefault="00134CE6" w:rsidP="00134CE6">
      <w:pPr>
        <w:pStyle w:val="FP"/>
        <w:framePr w:w="9758" w:wrap="notBeside" w:vAnchor="page" w:hAnchor="page" w:x="1169" w:y="3698"/>
        <w:ind w:left="2835" w:right="2835"/>
        <w:jc w:val="center"/>
        <w:rPr>
          <w:rFonts w:ascii="Arial" w:hAnsi="Arial"/>
          <w:sz w:val="18"/>
        </w:rPr>
      </w:pPr>
    </w:p>
    <w:p w14:paraId="28C1B97B" w14:textId="77777777" w:rsidR="00134CE6" w:rsidRPr="002F41AB" w:rsidRDefault="00134CE6" w:rsidP="00134CE6">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2AF56C4A" w14:textId="77777777" w:rsidR="00134CE6" w:rsidRPr="002F41AB" w:rsidRDefault="00134CE6" w:rsidP="00134CE6">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r w:rsidRPr="002F41AB">
        <w:rPr>
          <w:rFonts w:ascii="Arial" w:hAnsi="Arial" w:cs="Arial"/>
          <w:sz w:val="18"/>
        </w:rPr>
        <w:br/>
      </w:r>
      <w:hyperlink r:id="rId9" w:history="1">
        <w:r w:rsidRPr="00134CE6">
          <w:rPr>
            <w:rStyle w:val="Hyperlink"/>
            <w:rFonts w:ascii="Arial" w:hAnsi="Arial"/>
            <w:sz w:val="18"/>
          </w:rPr>
          <w:t>http://www.etsi.org/standards-search</w:t>
        </w:r>
      </w:hyperlink>
    </w:p>
    <w:p w14:paraId="24482D19" w14:textId="77777777" w:rsidR="00134CE6" w:rsidRPr="002F41AB" w:rsidRDefault="00134CE6" w:rsidP="00134CE6">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0" w:history="1">
        <w:r w:rsidRPr="00134CE6">
          <w:rPr>
            <w:rStyle w:val="Hyperlink"/>
            <w:rFonts w:ascii="Arial" w:hAnsi="Arial" w:cs="Arial"/>
            <w:sz w:val="18"/>
          </w:rPr>
          <w:t>www.etsi.org/deliver</w:t>
        </w:r>
      </w:hyperlink>
      <w:r>
        <w:rPr>
          <w:rFonts w:ascii="Arial" w:hAnsi="Arial" w:cs="Arial"/>
          <w:sz w:val="18"/>
        </w:rPr>
        <w:t>.</w:t>
      </w:r>
    </w:p>
    <w:p w14:paraId="7FF6E63B" w14:textId="77777777" w:rsidR="00134CE6" w:rsidRPr="002F41AB" w:rsidRDefault="00134CE6" w:rsidP="00134CE6">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1" w:history="1">
        <w:r w:rsidRPr="00134CE6">
          <w:rPr>
            <w:rStyle w:val="Hyperlink"/>
            <w:rFonts w:ascii="Arial" w:hAnsi="Arial" w:cs="Arial"/>
            <w:sz w:val="18"/>
          </w:rPr>
          <w:t>https://portal.etsi.org/TB/ETSIDeliverableStatus.aspx</w:t>
        </w:r>
      </w:hyperlink>
    </w:p>
    <w:p w14:paraId="3DEB5095" w14:textId="77777777" w:rsidR="00134CE6" w:rsidRDefault="00134CE6" w:rsidP="00134CE6">
      <w:pPr>
        <w:pStyle w:val="FP"/>
        <w:framePr w:w="9758" w:wrap="notBeside" w:vAnchor="page" w:hAnchor="page" w:x="1169" w:y="6130"/>
        <w:spacing w:after="24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r w:rsidRPr="002F41AB">
        <w:rPr>
          <w:rFonts w:ascii="Arial" w:hAnsi="Arial" w:cs="Arial"/>
          <w:sz w:val="18"/>
        </w:rPr>
        <w:br/>
      </w:r>
      <w:hyperlink r:id="rId12" w:history="1">
        <w:r w:rsidRPr="00134CE6">
          <w:rPr>
            <w:rStyle w:val="Hyperlink"/>
            <w:rFonts w:ascii="Arial" w:hAnsi="Arial" w:cs="Arial"/>
            <w:sz w:val="18"/>
          </w:rPr>
          <w:t>https://portal.etsi.org/People/CommiteeSupportStaff.aspx</w:t>
        </w:r>
      </w:hyperlink>
    </w:p>
    <w:p w14:paraId="077F3462" w14:textId="77777777" w:rsidR="00134CE6" w:rsidRDefault="00134CE6" w:rsidP="00134CE6">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36093552" w14:textId="77777777" w:rsidR="00134CE6" w:rsidRPr="00BF35D9" w:rsidRDefault="00134CE6" w:rsidP="00134CE6">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1A4F5A97" w14:textId="77777777" w:rsidR="00134CE6" w:rsidRPr="00BF35D9" w:rsidRDefault="00134CE6" w:rsidP="00134CE6">
      <w:pPr>
        <w:pStyle w:val="FP"/>
        <w:framePr w:w="9758" w:wrap="notBeside" w:vAnchor="page" w:hAnchor="page" w:x="1169" w:y="6130"/>
        <w:jc w:val="center"/>
        <w:rPr>
          <w:rFonts w:ascii="Arial" w:hAnsi="Arial" w:cs="Arial"/>
          <w:sz w:val="18"/>
        </w:rPr>
      </w:pPr>
      <w:r w:rsidRPr="00BF35D9">
        <w:rPr>
          <w:rFonts w:ascii="Arial" w:hAnsi="Arial" w:cs="Arial"/>
          <w:sz w:val="18"/>
        </w:rPr>
        <w:t xml:space="preserve">other professional standard and applicable regulations. </w:t>
      </w:r>
    </w:p>
    <w:p w14:paraId="7153177D" w14:textId="77777777" w:rsidR="00134CE6" w:rsidRPr="00BF35D9" w:rsidRDefault="00134CE6" w:rsidP="00134CE6">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1BB8FEF0" w14:textId="77777777" w:rsidR="00134CE6" w:rsidRPr="0059711B" w:rsidRDefault="00134CE6" w:rsidP="00134CE6">
      <w:pPr>
        <w:pStyle w:val="FP"/>
        <w:framePr w:w="9758" w:wrap="notBeside" w:vAnchor="page" w:hAnchor="page" w:x="1169" w:y="6130"/>
        <w:jc w:val="center"/>
        <w:rPr>
          <w:rFonts w:ascii="Arial" w:hAnsi="Arial" w:cs="Arial"/>
          <w:sz w:val="18"/>
        </w:rPr>
      </w:pPr>
      <w:bookmarkStart w:id="2" w:name="EN_Delete_Disclaimer"/>
      <w:r w:rsidRPr="0059711B">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2"/>
    <w:p w14:paraId="2318FFA7" w14:textId="77777777" w:rsidR="00134CE6" w:rsidRPr="00BF35D9" w:rsidRDefault="00134CE6" w:rsidP="00134CE6">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11146191" w14:textId="77777777" w:rsidR="00134CE6" w:rsidRPr="00BF35D9" w:rsidRDefault="00134CE6" w:rsidP="00134CE6">
      <w:pPr>
        <w:pStyle w:val="FP"/>
        <w:framePr w:w="9758" w:wrap="notBeside" w:vAnchor="page" w:hAnchor="page" w:x="1169" w:y="6130"/>
        <w:jc w:val="center"/>
        <w:rPr>
          <w:rFonts w:ascii="Arial" w:hAnsi="Arial" w:cs="Arial"/>
          <w:sz w:val="18"/>
        </w:rPr>
      </w:pPr>
    </w:p>
    <w:p w14:paraId="55EFBE7B" w14:textId="77777777" w:rsidR="00134CE6" w:rsidRDefault="00134CE6" w:rsidP="00134CE6">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696B6779" w14:textId="77777777" w:rsidR="00134CE6" w:rsidRDefault="00134CE6" w:rsidP="00134CE6">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586D7149" w14:textId="77777777" w:rsidR="00134CE6" w:rsidRDefault="00134CE6" w:rsidP="00134CE6">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799FDFAC" w14:textId="77777777" w:rsidR="00134CE6" w:rsidRDefault="00134CE6" w:rsidP="00134CE6">
      <w:pPr>
        <w:pStyle w:val="FP"/>
        <w:framePr w:w="9758" w:wrap="notBeside" w:vAnchor="page" w:hAnchor="page" w:x="1169" w:y="6130"/>
        <w:jc w:val="center"/>
        <w:rPr>
          <w:rFonts w:ascii="Arial" w:hAnsi="Arial" w:cs="Arial"/>
          <w:sz w:val="18"/>
        </w:rPr>
      </w:pPr>
    </w:p>
    <w:p w14:paraId="0554C7BE" w14:textId="77777777" w:rsidR="00134CE6" w:rsidRDefault="00134CE6" w:rsidP="00134CE6">
      <w:pPr>
        <w:pStyle w:val="FP"/>
        <w:framePr w:w="9758" w:wrap="notBeside" w:vAnchor="page" w:hAnchor="page" w:x="1169" w:y="6130"/>
        <w:jc w:val="center"/>
        <w:rPr>
          <w:rFonts w:ascii="Arial" w:hAnsi="Arial" w:cs="Arial"/>
          <w:sz w:val="18"/>
        </w:rPr>
      </w:pPr>
      <w:r>
        <w:rPr>
          <w:rFonts w:ascii="Arial" w:hAnsi="Arial" w:cs="Arial"/>
          <w:sz w:val="18"/>
        </w:rPr>
        <w:t>© ETSI 2021.</w:t>
      </w:r>
    </w:p>
    <w:p w14:paraId="207F7A0D" w14:textId="77777777" w:rsidR="00134CE6" w:rsidRDefault="00134CE6" w:rsidP="00134CE6">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5579F6C6" w14:textId="77777777" w:rsidR="00134CE6" w:rsidRDefault="00134CE6" w:rsidP="00134CE6">
      <w:pPr>
        <w:overflowPunct/>
        <w:autoSpaceDE/>
        <w:autoSpaceDN/>
        <w:adjustRightInd/>
        <w:spacing w:after="0"/>
        <w:jc w:val="center"/>
        <w:textAlignment w:val="auto"/>
        <w:rPr>
          <w:lang w:val="fr-FR"/>
        </w:rPr>
      </w:pPr>
      <w:r>
        <w:rPr>
          <w:lang w:val="fr-FR"/>
        </w:rPr>
        <w:br w:type="page"/>
      </w:r>
    </w:p>
    <w:p w14:paraId="5E843DF0" w14:textId="5BD99176" w:rsidR="005D6C51" w:rsidRPr="00773BEC" w:rsidRDefault="00A72C52" w:rsidP="007E399A">
      <w:pPr>
        <w:pStyle w:val="TT"/>
      </w:pPr>
      <w:r>
        <w:lastRenderedPageBreak/>
        <w:t>C</w:t>
      </w:r>
      <w:r w:rsidR="005D6C51" w:rsidRPr="00773BEC">
        <w:t>ontents</w:t>
      </w:r>
    </w:p>
    <w:p w14:paraId="242FA678" w14:textId="401D4034" w:rsidR="00134CE6" w:rsidRDefault="00920E1B">
      <w:pPr>
        <w:pStyle w:val="TOC1"/>
        <w:rPr>
          <w:rFonts w:asciiTheme="minorHAnsi" w:eastAsiaTheme="minorEastAsia" w:hAnsiTheme="minorHAnsi" w:cstheme="minorBidi"/>
          <w:szCs w:val="22"/>
          <w:lang w:eastAsia="en-GB"/>
        </w:rPr>
      </w:pPr>
      <w:r w:rsidRPr="00773BEC">
        <w:rPr>
          <w:noProof w:val="0"/>
        </w:rPr>
        <w:fldChar w:fldCharType="begin"/>
      </w:r>
      <w:r w:rsidRPr="00773BEC">
        <w:rPr>
          <w:noProof w:val="0"/>
        </w:rPr>
        <w:instrText xml:space="preserve"> TOC \o \w "1-9"</w:instrText>
      </w:r>
      <w:r w:rsidRPr="00773BEC">
        <w:rPr>
          <w:noProof w:val="0"/>
        </w:rPr>
        <w:fldChar w:fldCharType="separate"/>
      </w:r>
      <w:r w:rsidR="00134CE6">
        <w:t>Intellectual Property Rights</w:t>
      </w:r>
      <w:r w:rsidR="00134CE6">
        <w:tab/>
      </w:r>
      <w:r w:rsidR="00134CE6">
        <w:fldChar w:fldCharType="begin"/>
      </w:r>
      <w:r w:rsidR="00134CE6">
        <w:instrText xml:space="preserve"> PAGEREF _Toc73104432 \h </w:instrText>
      </w:r>
      <w:r w:rsidR="00134CE6">
        <w:fldChar w:fldCharType="separate"/>
      </w:r>
      <w:r w:rsidR="00A72C52">
        <w:t>5</w:t>
      </w:r>
      <w:r w:rsidR="00134CE6">
        <w:fldChar w:fldCharType="end"/>
      </w:r>
    </w:p>
    <w:p w14:paraId="531203BD" w14:textId="2E4C643C" w:rsidR="00134CE6" w:rsidRDefault="00134CE6">
      <w:pPr>
        <w:pStyle w:val="TOC1"/>
        <w:rPr>
          <w:rFonts w:asciiTheme="minorHAnsi" w:eastAsiaTheme="minorEastAsia" w:hAnsiTheme="minorHAnsi" w:cstheme="minorBidi"/>
          <w:szCs w:val="22"/>
          <w:lang w:eastAsia="en-GB"/>
        </w:rPr>
      </w:pPr>
      <w:r>
        <w:t>Foreword</w:t>
      </w:r>
      <w:r>
        <w:tab/>
      </w:r>
      <w:r>
        <w:fldChar w:fldCharType="begin"/>
      </w:r>
      <w:r>
        <w:instrText xml:space="preserve"> PAGEREF _Toc73104433 \h </w:instrText>
      </w:r>
      <w:r>
        <w:fldChar w:fldCharType="separate"/>
      </w:r>
      <w:r w:rsidR="00A72C52">
        <w:t>5</w:t>
      </w:r>
      <w:r>
        <w:fldChar w:fldCharType="end"/>
      </w:r>
    </w:p>
    <w:p w14:paraId="752641B3" w14:textId="09F852F8" w:rsidR="00134CE6" w:rsidRDefault="00134CE6">
      <w:pPr>
        <w:pStyle w:val="TOC1"/>
        <w:rPr>
          <w:rFonts w:asciiTheme="minorHAnsi" w:eastAsiaTheme="minorEastAsia" w:hAnsiTheme="minorHAnsi" w:cstheme="minorBidi"/>
          <w:szCs w:val="22"/>
          <w:lang w:eastAsia="en-GB"/>
        </w:rPr>
      </w:pPr>
      <w:r>
        <w:t>Modal verbs terminology</w:t>
      </w:r>
      <w:r>
        <w:tab/>
      </w:r>
      <w:r>
        <w:fldChar w:fldCharType="begin"/>
      </w:r>
      <w:r>
        <w:instrText xml:space="preserve"> PAGEREF _Toc73104434 \h </w:instrText>
      </w:r>
      <w:r>
        <w:fldChar w:fldCharType="separate"/>
      </w:r>
      <w:r w:rsidR="00A72C52">
        <w:t>5</w:t>
      </w:r>
      <w:r>
        <w:fldChar w:fldCharType="end"/>
      </w:r>
    </w:p>
    <w:p w14:paraId="57B35A46" w14:textId="3C6D5CBC" w:rsidR="00134CE6" w:rsidRDefault="00134CE6">
      <w:pPr>
        <w:pStyle w:val="TOC1"/>
        <w:rPr>
          <w:rFonts w:asciiTheme="minorHAnsi" w:eastAsiaTheme="minorEastAsia" w:hAnsiTheme="minorHAnsi" w:cstheme="minorBidi"/>
          <w:szCs w:val="22"/>
          <w:lang w:eastAsia="en-GB"/>
        </w:rPr>
      </w:pPr>
      <w:r>
        <w:t>1</w:t>
      </w:r>
      <w:r>
        <w:tab/>
        <w:t>Scope</w:t>
      </w:r>
      <w:r>
        <w:tab/>
      </w:r>
      <w:r>
        <w:fldChar w:fldCharType="begin"/>
      </w:r>
      <w:r>
        <w:instrText xml:space="preserve"> PAGEREF _Toc73104435 \h </w:instrText>
      </w:r>
      <w:r>
        <w:fldChar w:fldCharType="separate"/>
      </w:r>
      <w:r w:rsidR="00A72C52">
        <w:t>6</w:t>
      </w:r>
      <w:r>
        <w:fldChar w:fldCharType="end"/>
      </w:r>
    </w:p>
    <w:p w14:paraId="169B1F27" w14:textId="60537528" w:rsidR="00134CE6" w:rsidRDefault="00134CE6">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_Toc73104436 \h </w:instrText>
      </w:r>
      <w:r>
        <w:fldChar w:fldCharType="separate"/>
      </w:r>
      <w:r w:rsidR="00A72C52">
        <w:t>6</w:t>
      </w:r>
      <w:r>
        <w:fldChar w:fldCharType="end"/>
      </w:r>
    </w:p>
    <w:p w14:paraId="5806C7F9" w14:textId="4835F450" w:rsidR="00134CE6" w:rsidRDefault="00134CE6">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_Toc73104437 \h </w:instrText>
      </w:r>
      <w:r>
        <w:fldChar w:fldCharType="separate"/>
      </w:r>
      <w:r w:rsidR="00A72C52">
        <w:t>6</w:t>
      </w:r>
      <w:r>
        <w:fldChar w:fldCharType="end"/>
      </w:r>
    </w:p>
    <w:p w14:paraId="17328D20" w14:textId="346319A5" w:rsidR="00134CE6" w:rsidRDefault="00134CE6">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_Toc73104438 \h </w:instrText>
      </w:r>
      <w:r>
        <w:fldChar w:fldCharType="separate"/>
      </w:r>
      <w:r w:rsidR="00A72C52">
        <w:t>6</w:t>
      </w:r>
      <w:r>
        <w:fldChar w:fldCharType="end"/>
      </w:r>
    </w:p>
    <w:p w14:paraId="095CCD29" w14:textId="7DB8D465" w:rsidR="00134CE6" w:rsidRDefault="00134CE6">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_Toc73104439 \h </w:instrText>
      </w:r>
      <w:r>
        <w:fldChar w:fldCharType="separate"/>
      </w:r>
      <w:r w:rsidR="00A72C52">
        <w:t>7</w:t>
      </w:r>
      <w:r>
        <w:fldChar w:fldCharType="end"/>
      </w:r>
    </w:p>
    <w:p w14:paraId="48374AC7" w14:textId="7666C456" w:rsidR="00134CE6" w:rsidRDefault="00134CE6">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_Toc73104440 \h </w:instrText>
      </w:r>
      <w:r>
        <w:fldChar w:fldCharType="separate"/>
      </w:r>
      <w:r w:rsidR="00A72C52">
        <w:t>7</w:t>
      </w:r>
      <w:r>
        <w:fldChar w:fldCharType="end"/>
      </w:r>
    </w:p>
    <w:p w14:paraId="0C3C8691" w14:textId="587C518C" w:rsidR="00134CE6" w:rsidRDefault="00134CE6">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_Toc73104441 \h </w:instrText>
      </w:r>
      <w:r>
        <w:fldChar w:fldCharType="separate"/>
      </w:r>
      <w:r w:rsidR="00A72C52">
        <w:t>7</w:t>
      </w:r>
      <w:r>
        <w:fldChar w:fldCharType="end"/>
      </w:r>
    </w:p>
    <w:p w14:paraId="09032D17" w14:textId="2EB0C66A" w:rsidR="00134CE6" w:rsidRDefault="00134CE6">
      <w:pPr>
        <w:pStyle w:val="TOC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_Toc73104442 \h </w:instrText>
      </w:r>
      <w:r>
        <w:fldChar w:fldCharType="separate"/>
      </w:r>
      <w:r w:rsidR="00A72C52">
        <w:t>7</w:t>
      </w:r>
      <w:r>
        <w:fldChar w:fldCharType="end"/>
      </w:r>
    </w:p>
    <w:p w14:paraId="59E5789C" w14:textId="198676E2" w:rsidR="00134CE6" w:rsidRDefault="00134CE6">
      <w:pPr>
        <w:pStyle w:val="TOC1"/>
        <w:rPr>
          <w:rFonts w:asciiTheme="minorHAnsi" w:eastAsiaTheme="minorEastAsia" w:hAnsiTheme="minorHAnsi" w:cstheme="minorBidi"/>
          <w:szCs w:val="22"/>
          <w:lang w:eastAsia="en-GB"/>
        </w:rPr>
      </w:pPr>
      <w:r>
        <w:t>4</w:t>
      </w:r>
      <w:r>
        <w:tab/>
        <w:t>General considerations</w:t>
      </w:r>
      <w:r>
        <w:tab/>
      </w:r>
      <w:r>
        <w:fldChar w:fldCharType="begin"/>
      </w:r>
      <w:r>
        <w:instrText xml:space="preserve"> PAGEREF _Toc73104443 \h </w:instrText>
      </w:r>
      <w:r>
        <w:fldChar w:fldCharType="separate"/>
      </w:r>
      <w:r w:rsidR="00A72C52">
        <w:t>8</w:t>
      </w:r>
      <w:r>
        <w:fldChar w:fldCharType="end"/>
      </w:r>
    </w:p>
    <w:p w14:paraId="5350EDC9" w14:textId="3FC860FB" w:rsidR="00134CE6" w:rsidRDefault="00134CE6">
      <w:pPr>
        <w:pStyle w:val="TOC2"/>
        <w:rPr>
          <w:rFonts w:asciiTheme="minorHAnsi" w:eastAsiaTheme="minorEastAsia" w:hAnsiTheme="minorHAnsi" w:cstheme="minorBidi"/>
          <w:sz w:val="22"/>
          <w:szCs w:val="22"/>
          <w:lang w:eastAsia="en-GB"/>
        </w:rPr>
      </w:pPr>
      <w:r>
        <w:t>4.1</w:t>
      </w:r>
      <w:r>
        <w:tab/>
        <w:t>Introduction</w:t>
      </w:r>
      <w:r>
        <w:tab/>
      </w:r>
      <w:r>
        <w:fldChar w:fldCharType="begin"/>
      </w:r>
      <w:r>
        <w:instrText xml:space="preserve"> PAGEREF _Toc73104444 \h </w:instrText>
      </w:r>
      <w:r>
        <w:fldChar w:fldCharType="separate"/>
      </w:r>
      <w:r w:rsidR="00A72C52">
        <w:t>8</w:t>
      </w:r>
      <w:r>
        <w:fldChar w:fldCharType="end"/>
      </w:r>
    </w:p>
    <w:p w14:paraId="62BF0E2F" w14:textId="1A4C54DE" w:rsidR="00134CE6" w:rsidRDefault="00134CE6">
      <w:pPr>
        <w:pStyle w:val="TOC2"/>
        <w:rPr>
          <w:rFonts w:asciiTheme="minorHAnsi" w:eastAsiaTheme="minorEastAsia" w:hAnsiTheme="minorHAnsi" w:cstheme="minorBidi"/>
          <w:sz w:val="22"/>
          <w:szCs w:val="22"/>
          <w:lang w:eastAsia="en-GB"/>
        </w:rPr>
      </w:pPr>
      <w:r>
        <w:t>4.2</w:t>
      </w:r>
      <w:r>
        <w:tab/>
        <w:t>Approach</w:t>
      </w:r>
      <w:r>
        <w:tab/>
      </w:r>
      <w:r>
        <w:fldChar w:fldCharType="begin"/>
      </w:r>
      <w:r>
        <w:instrText xml:space="preserve"> PAGEREF _Toc73104445 \h </w:instrText>
      </w:r>
      <w:r>
        <w:fldChar w:fldCharType="separate"/>
      </w:r>
      <w:r w:rsidR="00A72C52">
        <w:t>9</w:t>
      </w:r>
      <w:r>
        <w:fldChar w:fldCharType="end"/>
      </w:r>
    </w:p>
    <w:p w14:paraId="56901CEE" w14:textId="7AE83963" w:rsidR="00134CE6" w:rsidRDefault="00134CE6">
      <w:pPr>
        <w:pStyle w:val="TOC2"/>
        <w:rPr>
          <w:rFonts w:asciiTheme="minorHAnsi" w:eastAsiaTheme="minorEastAsia" w:hAnsiTheme="minorHAnsi" w:cstheme="minorBidi"/>
          <w:sz w:val="22"/>
          <w:szCs w:val="22"/>
          <w:lang w:eastAsia="en-GB"/>
        </w:rPr>
      </w:pPr>
      <w:r>
        <w:t>4.3</w:t>
      </w:r>
      <w:r>
        <w:tab/>
        <w:t>Conformance and compatibility</w:t>
      </w:r>
      <w:r>
        <w:tab/>
      </w:r>
      <w:r>
        <w:fldChar w:fldCharType="begin"/>
      </w:r>
      <w:r>
        <w:instrText xml:space="preserve"> PAGEREF _Toc73104446 \h </w:instrText>
      </w:r>
      <w:r>
        <w:fldChar w:fldCharType="separate"/>
      </w:r>
      <w:r w:rsidR="00A72C52">
        <w:t>9</w:t>
      </w:r>
      <w:r>
        <w:fldChar w:fldCharType="end"/>
      </w:r>
    </w:p>
    <w:p w14:paraId="71B2B9F7" w14:textId="0E16111D" w:rsidR="00134CE6" w:rsidRDefault="00134CE6">
      <w:pPr>
        <w:pStyle w:val="TOC1"/>
        <w:rPr>
          <w:rFonts w:asciiTheme="minorHAnsi" w:eastAsiaTheme="minorEastAsia" w:hAnsiTheme="minorHAnsi" w:cstheme="minorBidi"/>
          <w:szCs w:val="22"/>
          <w:lang w:eastAsia="en-GB"/>
        </w:rPr>
      </w:pPr>
      <w:r>
        <w:t>5</w:t>
      </w:r>
      <w:r>
        <w:tab/>
        <w:t>Lexical Conventions</w:t>
      </w:r>
      <w:r>
        <w:tab/>
      </w:r>
      <w:r>
        <w:fldChar w:fldCharType="begin"/>
      </w:r>
      <w:r>
        <w:instrText xml:space="preserve"> PAGEREF _Toc73104447 \h </w:instrText>
      </w:r>
      <w:r>
        <w:fldChar w:fldCharType="separate"/>
      </w:r>
      <w:r w:rsidR="00A72C52">
        <w:t>9</w:t>
      </w:r>
      <w:r>
        <w:fldChar w:fldCharType="end"/>
      </w:r>
    </w:p>
    <w:p w14:paraId="70951AF5" w14:textId="034B3E38" w:rsidR="00134CE6" w:rsidRDefault="00134CE6">
      <w:pPr>
        <w:pStyle w:val="TOC2"/>
        <w:rPr>
          <w:rFonts w:asciiTheme="minorHAnsi" w:eastAsiaTheme="minorEastAsia" w:hAnsiTheme="minorHAnsi" w:cstheme="minorBidi"/>
          <w:sz w:val="22"/>
          <w:szCs w:val="22"/>
          <w:lang w:eastAsia="en-GB"/>
        </w:rPr>
      </w:pPr>
      <w:r>
        <w:t>5.0</w:t>
      </w:r>
      <w:r>
        <w:tab/>
        <w:t>General</w:t>
      </w:r>
      <w:r>
        <w:tab/>
      </w:r>
      <w:r>
        <w:fldChar w:fldCharType="begin"/>
      </w:r>
      <w:r>
        <w:instrText xml:space="preserve"> PAGEREF _Toc73104448 \h </w:instrText>
      </w:r>
      <w:r>
        <w:fldChar w:fldCharType="separate"/>
      </w:r>
      <w:r w:rsidR="00A72C52">
        <w:t>9</w:t>
      </w:r>
      <w:r>
        <w:fldChar w:fldCharType="end"/>
      </w:r>
    </w:p>
    <w:p w14:paraId="23382E4E" w14:textId="78BA4BB8" w:rsidR="00134CE6" w:rsidRDefault="00134CE6">
      <w:pPr>
        <w:pStyle w:val="TOC2"/>
        <w:rPr>
          <w:rFonts w:asciiTheme="minorHAnsi" w:eastAsiaTheme="minorEastAsia" w:hAnsiTheme="minorHAnsi" w:cstheme="minorBidi"/>
          <w:sz w:val="22"/>
          <w:szCs w:val="22"/>
          <w:lang w:eastAsia="en-GB"/>
        </w:rPr>
      </w:pPr>
      <w:r>
        <w:t>5.1</w:t>
      </w:r>
      <w:r>
        <w:tab/>
        <w:t>Comments</w:t>
      </w:r>
      <w:r>
        <w:tab/>
      </w:r>
      <w:r>
        <w:fldChar w:fldCharType="begin"/>
      </w:r>
      <w:r>
        <w:instrText xml:space="preserve"> PAGEREF _Toc73104449 \h </w:instrText>
      </w:r>
      <w:r>
        <w:fldChar w:fldCharType="separate"/>
      </w:r>
      <w:r w:rsidR="00A72C52">
        <w:t>9</w:t>
      </w:r>
      <w:r>
        <w:fldChar w:fldCharType="end"/>
      </w:r>
    </w:p>
    <w:p w14:paraId="3D551F35" w14:textId="44CF444D" w:rsidR="00134CE6" w:rsidRDefault="00134CE6">
      <w:pPr>
        <w:pStyle w:val="TOC2"/>
        <w:rPr>
          <w:rFonts w:asciiTheme="minorHAnsi" w:eastAsiaTheme="minorEastAsia" w:hAnsiTheme="minorHAnsi" w:cstheme="minorBidi"/>
          <w:sz w:val="22"/>
          <w:szCs w:val="22"/>
          <w:lang w:eastAsia="en-GB"/>
        </w:rPr>
      </w:pPr>
      <w:r>
        <w:t>5.2</w:t>
      </w:r>
      <w:r>
        <w:tab/>
        <w:t>Identifiers</w:t>
      </w:r>
      <w:r>
        <w:tab/>
      </w:r>
      <w:r>
        <w:fldChar w:fldCharType="begin"/>
      </w:r>
      <w:r>
        <w:instrText xml:space="preserve"> PAGEREF _Toc73104450 \h </w:instrText>
      </w:r>
      <w:r>
        <w:fldChar w:fldCharType="separate"/>
      </w:r>
      <w:r w:rsidR="00A72C52">
        <w:t>9</w:t>
      </w:r>
      <w:r>
        <w:fldChar w:fldCharType="end"/>
      </w:r>
    </w:p>
    <w:p w14:paraId="059B08ED" w14:textId="574BD385" w:rsidR="00134CE6" w:rsidRDefault="00134CE6">
      <w:pPr>
        <w:pStyle w:val="TOC2"/>
        <w:rPr>
          <w:rFonts w:asciiTheme="minorHAnsi" w:eastAsiaTheme="minorEastAsia" w:hAnsiTheme="minorHAnsi" w:cstheme="minorBidi"/>
          <w:sz w:val="22"/>
          <w:szCs w:val="22"/>
          <w:lang w:eastAsia="en-GB"/>
        </w:rPr>
      </w:pPr>
      <w:r>
        <w:t>5.3</w:t>
      </w:r>
      <w:r>
        <w:tab/>
        <w:t>Keywords</w:t>
      </w:r>
      <w:r>
        <w:tab/>
      </w:r>
      <w:r>
        <w:fldChar w:fldCharType="begin"/>
      </w:r>
      <w:r>
        <w:instrText xml:space="preserve"> PAGEREF _Toc73104451 \h </w:instrText>
      </w:r>
      <w:r>
        <w:fldChar w:fldCharType="separate"/>
      </w:r>
      <w:r w:rsidR="00A72C52">
        <w:t>9</w:t>
      </w:r>
      <w:r>
        <w:fldChar w:fldCharType="end"/>
      </w:r>
    </w:p>
    <w:p w14:paraId="27B22951" w14:textId="49BE17E1" w:rsidR="00134CE6" w:rsidRDefault="00134CE6">
      <w:pPr>
        <w:pStyle w:val="TOC2"/>
        <w:rPr>
          <w:rFonts w:asciiTheme="minorHAnsi" w:eastAsiaTheme="minorEastAsia" w:hAnsiTheme="minorHAnsi" w:cstheme="minorBidi"/>
          <w:sz w:val="22"/>
          <w:szCs w:val="22"/>
          <w:lang w:eastAsia="en-GB"/>
        </w:rPr>
      </w:pPr>
      <w:r>
        <w:t>5.4</w:t>
      </w:r>
      <w:r>
        <w:tab/>
        <w:t>Literals</w:t>
      </w:r>
      <w:r>
        <w:tab/>
      </w:r>
      <w:r>
        <w:fldChar w:fldCharType="begin"/>
      </w:r>
      <w:r>
        <w:instrText xml:space="preserve"> PAGEREF _Toc73104452 \h </w:instrText>
      </w:r>
      <w:r>
        <w:fldChar w:fldCharType="separate"/>
      </w:r>
      <w:r w:rsidR="00A72C52">
        <w:t>9</w:t>
      </w:r>
      <w:r>
        <w:fldChar w:fldCharType="end"/>
      </w:r>
    </w:p>
    <w:p w14:paraId="78E7CB42" w14:textId="4AD19B4F" w:rsidR="00134CE6" w:rsidRDefault="00134CE6">
      <w:pPr>
        <w:pStyle w:val="TOC1"/>
        <w:rPr>
          <w:rFonts w:asciiTheme="minorHAnsi" w:eastAsiaTheme="minorEastAsia" w:hAnsiTheme="minorHAnsi" w:cstheme="minorBidi"/>
          <w:szCs w:val="22"/>
          <w:lang w:eastAsia="en-GB"/>
        </w:rPr>
      </w:pPr>
      <w:r>
        <w:t>6</w:t>
      </w:r>
      <w:r>
        <w:tab/>
        <w:t>Pre-processing</w:t>
      </w:r>
      <w:r>
        <w:tab/>
      </w:r>
      <w:r>
        <w:fldChar w:fldCharType="begin"/>
      </w:r>
      <w:r>
        <w:instrText xml:space="preserve"> PAGEREF _Toc73104453 \h </w:instrText>
      </w:r>
      <w:r>
        <w:fldChar w:fldCharType="separate"/>
      </w:r>
      <w:r w:rsidR="00A72C52">
        <w:t>10</w:t>
      </w:r>
      <w:r>
        <w:fldChar w:fldCharType="end"/>
      </w:r>
    </w:p>
    <w:p w14:paraId="6F6DA413" w14:textId="3F8BCAB2" w:rsidR="00134CE6" w:rsidRDefault="00134CE6">
      <w:pPr>
        <w:pStyle w:val="TOC1"/>
        <w:rPr>
          <w:rFonts w:asciiTheme="minorHAnsi" w:eastAsiaTheme="minorEastAsia" w:hAnsiTheme="minorHAnsi" w:cstheme="minorBidi"/>
          <w:szCs w:val="22"/>
          <w:lang w:eastAsia="en-GB"/>
        </w:rPr>
      </w:pPr>
      <w:r>
        <w:t>7</w:t>
      </w:r>
      <w:r>
        <w:tab/>
        <w:t>Importing from IDL specifications</w:t>
      </w:r>
      <w:r>
        <w:tab/>
      </w:r>
      <w:r>
        <w:fldChar w:fldCharType="begin"/>
      </w:r>
      <w:r>
        <w:instrText xml:space="preserve"> PAGEREF _Toc73104454 \h </w:instrText>
      </w:r>
      <w:r>
        <w:fldChar w:fldCharType="separate"/>
      </w:r>
      <w:r w:rsidR="00A72C52">
        <w:t>10</w:t>
      </w:r>
      <w:r>
        <w:fldChar w:fldCharType="end"/>
      </w:r>
    </w:p>
    <w:p w14:paraId="5C3C6BE8" w14:textId="229FECEE" w:rsidR="00134CE6" w:rsidRDefault="00134CE6">
      <w:pPr>
        <w:pStyle w:val="TOC2"/>
        <w:rPr>
          <w:rFonts w:asciiTheme="minorHAnsi" w:eastAsiaTheme="minorEastAsia" w:hAnsiTheme="minorHAnsi" w:cstheme="minorBidi"/>
          <w:sz w:val="22"/>
          <w:szCs w:val="22"/>
          <w:lang w:eastAsia="en-GB"/>
        </w:rPr>
      </w:pPr>
      <w:r>
        <w:t>7.0</w:t>
      </w:r>
      <w:r>
        <w:tab/>
        <w:t>General</w:t>
      </w:r>
      <w:r>
        <w:tab/>
      </w:r>
      <w:r>
        <w:fldChar w:fldCharType="begin"/>
      </w:r>
      <w:r>
        <w:instrText xml:space="preserve"> PAGEREF _Toc73104455 \h </w:instrText>
      </w:r>
      <w:r>
        <w:fldChar w:fldCharType="separate"/>
      </w:r>
      <w:r w:rsidR="00A72C52">
        <w:t>10</w:t>
      </w:r>
      <w:r>
        <w:fldChar w:fldCharType="end"/>
      </w:r>
    </w:p>
    <w:p w14:paraId="150478A1" w14:textId="7FB5CE56" w:rsidR="00134CE6" w:rsidRDefault="00134CE6">
      <w:pPr>
        <w:pStyle w:val="TOC2"/>
        <w:rPr>
          <w:rFonts w:asciiTheme="minorHAnsi" w:eastAsiaTheme="minorEastAsia" w:hAnsiTheme="minorHAnsi" w:cstheme="minorBidi"/>
          <w:sz w:val="22"/>
          <w:szCs w:val="22"/>
          <w:lang w:eastAsia="en-GB"/>
        </w:rPr>
      </w:pPr>
      <w:r>
        <w:t>7.1</w:t>
      </w:r>
      <w:r>
        <w:tab/>
        <w:t>Importing module declaration</w:t>
      </w:r>
      <w:r>
        <w:tab/>
      </w:r>
      <w:r>
        <w:fldChar w:fldCharType="begin"/>
      </w:r>
      <w:r>
        <w:instrText xml:space="preserve"> PAGEREF _Toc73104456 \h </w:instrText>
      </w:r>
      <w:r>
        <w:fldChar w:fldCharType="separate"/>
      </w:r>
      <w:r w:rsidR="00A72C52">
        <w:t>10</w:t>
      </w:r>
      <w:r>
        <w:fldChar w:fldCharType="end"/>
      </w:r>
    </w:p>
    <w:p w14:paraId="679467B1" w14:textId="7CA1956F" w:rsidR="00134CE6" w:rsidRDefault="00134CE6">
      <w:pPr>
        <w:pStyle w:val="TOC2"/>
        <w:rPr>
          <w:rFonts w:asciiTheme="minorHAnsi" w:eastAsiaTheme="minorEastAsia" w:hAnsiTheme="minorHAnsi" w:cstheme="minorBidi"/>
          <w:sz w:val="22"/>
          <w:szCs w:val="22"/>
          <w:lang w:eastAsia="en-GB"/>
        </w:rPr>
      </w:pPr>
      <w:r>
        <w:t>7.2</w:t>
      </w:r>
      <w:r>
        <w:tab/>
        <w:t>Importing interface declaration</w:t>
      </w:r>
      <w:r>
        <w:tab/>
      </w:r>
      <w:r>
        <w:fldChar w:fldCharType="begin"/>
      </w:r>
      <w:r>
        <w:instrText xml:space="preserve"> PAGEREF _Toc73104457 \h </w:instrText>
      </w:r>
      <w:r>
        <w:fldChar w:fldCharType="separate"/>
      </w:r>
      <w:r w:rsidR="00A72C52">
        <w:t>11</w:t>
      </w:r>
      <w:r>
        <w:fldChar w:fldCharType="end"/>
      </w:r>
    </w:p>
    <w:p w14:paraId="435ADBC6" w14:textId="296E7F35" w:rsidR="00134CE6" w:rsidRDefault="00134CE6">
      <w:pPr>
        <w:pStyle w:val="TOC2"/>
        <w:rPr>
          <w:rFonts w:asciiTheme="minorHAnsi" w:eastAsiaTheme="minorEastAsia" w:hAnsiTheme="minorHAnsi" w:cstheme="minorBidi"/>
          <w:sz w:val="22"/>
          <w:szCs w:val="22"/>
          <w:lang w:eastAsia="en-GB"/>
        </w:rPr>
      </w:pPr>
      <w:r>
        <w:t>7.3</w:t>
      </w:r>
      <w:r>
        <w:tab/>
        <w:t>Importing value declaration</w:t>
      </w:r>
      <w:r>
        <w:tab/>
      </w:r>
      <w:r>
        <w:fldChar w:fldCharType="begin"/>
      </w:r>
      <w:r>
        <w:instrText xml:space="preserve"> PAGEREF _Toc73104458 \h </w:instrText>
      </w:r>
      <w:r>
        <w:fldChar w:fldCharType="separate"/>
      </w:r>
      <w:r w:rsidR="00A72C52">
        <w:t>12</w:t>
      </w:r>
      <w:r>
        <w:fldChar w:fldCharType="end"/>
      </w:r>
    </w:p>
    <w:p w14:paraId="0FAE190B" w14:textId="63F18424" w:rsidR="00134CE6" w:rsidRDefault="00134CE6">
      <w:pPr>
        <w:pStyle w:val="TOC2"/>
        <w:rPr>
          <w:rFonts w:asciiTheme="minorHAnsi" w:eastAsiaTheme="minorEastAsia" w:hAnsiTheme="minorHAnsi" w:cstheme="minorBidi"/>
          <w:sz w:val="22"/>
          <w:szCs w:val="22"/>
          <w:lang w:eastAsia="en-GB"/>
        </w:rPr>
      </w:pPr>
      <w:r>
        <w:t>7.4</w:t>
      </w:r>
      <w:r>
        <w:tab/>
        <w:t>Importing constant declaration</w:t>
      </w:r>
      <w:r>
        <w:tab/>
      </w:r>
      <w:r>
        <w:fldChar w:fldCharType="begin"/>
      </w:r>
      <w:r>
        <w:instrText xml:space="preserve"> PAGEREF _Toc73104459 \h </w:instrText>
      </w:r>
      <w:r>
        <w:fldChar w:fldCharType="separate"/>
      </w:r>
      <w:r w:rsidR="00A72C52">
        <w:t>12</w:t>
      </w:r>
      <w:r>
        <w:fldChar w:fldCharType="end"/>
      </w:r>
    </w:p>
    <w:p w14:paraId="250373DE" w14:textId="69B18C30" w:rsidR="00134CE6" w:rsidRDefault="00134CE6">
      <w:pPr>
        <w:pStyle w:val="TOC1"/>
        <w:rPr>
          <w:rFonts w:asciiTheme="minorHAnsi" w:eastAsiaTheme="minorEastAsia" w:hAnsiTheme="minorHAnsi" w:cstheme="minorBidi"/>
          <w:szCs w:val="22"/>
          <w:lang w:eastAsia="en-GB"/>
        </w:rPr>
      </w:pPr>
      <w:r>
        <w:t>8</w:t>
      </w:r>
      <w:r>
        <w:tab/>
        <w:t>Importing type declaration</w:t>
      </w:r>
      <w:r>
        <w:tab/>
      </w:r>
      <w:r>
        <w:fldChar w:fldCharType="begin"/>
      </w:r>
      <w:r>
        <w:instrText xml:space="preserve"> PAGEREF _Toc73104460 \h </w:instrText>
      </w:r>
      <w:r>
        <w:fldChar w:fldCharType="separate"/>
      </w:r>
      <w:r w:rsidR="00A72C52">
        <w:t>13</w:t>
      </w:r>
      <w:r>
        <w:fldChar w:fldCharType="end"/>
      </w:r>
    </w:p>
    <w:p w14:paraId="1080E052" w14:textId="71766CEF" w:rsidR="00134CE6" w:rsidRDefault="00134CE6">
      <w:pPr>
        <w:pStyle w:val="TOC2"/>
        <w:rPr>
          <w:rFonts w:asciiTheme="minorHAnsi" w:eastAsiaTheme="minorEastAsia" w:hAnsiTheme="minorHAnsi" w:cstheme="minorBidi"/>
          <w:sz w:val="22"/>
          <w:szCs w:val="22"/>
          <w:lang w:eastAsia="en-GB"/>
        </w:rPr>
      </w:pPr>
      <w:r>
        <w:t>8.0</w:t>
      </w:r>
      <w:r>
        <w:tab/>
        <w:t>General</w:t>
      </w:r>
      <w:r>
        <w:tab/>
      </w:r>
      <w:r>
        <w:fldChar w:fldCharType="begin"/>
      </w:r>
      <w:r>
        <w:instrText xml:space="preserve"> PAGEREF _Toc73104461 \h </w:instrText>
      </w:r>
      <w:r>
        <w:fldChar w:fldCharType="separate"/>
      </w:r>
      <w:r w:rsidR="00A72C52">
        <w:t>13</w:t>
      </w:r>
      <w:r>
        <w:fldChar w:fldCharType="end"/>
      </w:r>
    </w:p>
    <w:p w14:paraId="3B2A6702" w14:textId="5130869B" w:rsidR="00134CE6" w:rsidRDefault="00134CE6">
      <w:pPr>
        <w:pStyle w:val="TOC2"/>
        <w:rPr>
          <w:rFonts w:asciiTheme="minorHAnsi" w:eastAsiaTheme="minorEastAsia" w:hAnsiTheme="minorHAnsi" w:cstheme="minorBidi"/>
          <w:sz w:val="22"/>
          <w:szCs w:val="22"/>
          <w:lang w:eastAsia="en-GB"/>
        </w:rPr>
      </w:pPr>
      <w:r>
        <w:t>8.1</w:t>
      </w:r>
      <w:r>
        <w:tab/>
        <w:t>IDL basic types</w:t>
      </w:r>
      <w:r>
        <w:tab/>
      </w:r>
      <w:r>
        <w:fldChar w:fldCharType="begin"/>
      </w:r>
      <w:r>
        <w:instrText xml:space="preserve"> PAGEREF _Toc73104462 \h </w:instrText>
      </w:r>
      <w:r>
        <w:fldChar w:fldCharType="separate"/>
      </w:r>
      <w:r w:rsidR="00A72C52">
        <w:t>13</w:t>
      </w:r>
      <w:r>
        <w:fldChar w:fldCharType="end"/>
      </w:r>
    </w:p>
    <w:p w14:paraId="64BE7A90" w14:textId="5CDCAC9B" w:rsidR="00134CE6" w:rsidRDefault="00134CE6">
      <w:pPr>
        <w:pStyle w:val="TOC3"/>
        <w:rPr>
          <w:rFonts w:asciiTheme="minorHAnsi" w:eastAsiaTheme="minorEastAsia" w:hAnsiTheme="minorHAnsi" w:cstheme="minorBidi"/>
          <w:sz w:val="22"/>
          <w:szCs w:val="22"/>
          <w:lang w:eastAsia="en-GB"/>
        </w:rPr>
      </w:pPr>
      <w:r>
        <w:t>8.1.0</w:t>
      </w:r>
      <w:r>
        <w:tab/>
        <w:t>General approach</w:t>
      </w:r>
      <w:r>
        <w:tab/>
      </w:r>
      <w:r>
        <w:fldChar w:fldCharType="begin"/>
      </w:r>
      <w:r>
        <w:instrText xml:space="preserve"> PAGEREF _Toc73104463 \h </w:instrText>
      </w:r>
      <w:r>
        <w:fldChar w:fldCharType="separate"/>
      </w:r>
      <w:r w:rsidR="00A72C52">
        <w:t>13</w:t>
      </w:r>
      <w:r>
        <w:fldChar w:fldCharType="end"/>
      </w:r>
    </w:p>
    <w:p w14:paraId="7A70C10C" w14:textId="7D980E9D" w:rsidR="00134CE6" w:rsidRDefault="00134CE6">
      <w:pPr>
        <w:pStyle w:val="TOC3"/>
        <w:rPr>
          <w:rFonts w:asciiTheme="minorHAnsi" w:eastAsiaTheme="minorEastAsia" w:hAnsiTheme="minorHAnsi" w:cstheme="minorBidi"/>
          <w:sz w:val="22"/>
          <w:szCs w:val="22"/>
          <w:lang w:eastAsia="en-GB"/>
        </w:rPr>
      </w:pPr>
      <w:r>
        <w:t>8.1.1</w:t>
      </w:r>
      <w:r>
        <w:tab/>
        <w:t>Integer and floating-point types</w:t>
      </w:r>
      <w:r>
        <w:tab/>
      </w:r>
      <w:r>
        <w:fldChar w:fldCharType="begin"/>
      </w:r>
      <w:r>
        <w:instrText xml:space="preserve"> PAGEREF _Toc73104464 \h </w:instrText>
      </w:r>
      <w:r>
        <w:fldChar w:fldCharType="separate"/>
      </w:r>
      <w:r w:rsidR="00A72C52">
        <w:t>13</w:t>
      </w:r>
      <w:r>
        <w:fldChar w:fldCharType="end"/>
      </w:r>
    </w:p>
    <w:p w14:paraId="52AAE849" w14:textId="36430648" w:rsidR="00134CE6" w:rsidRDefault="00134CE6">
      <w:pPr>
        <w:pStyle w:val="TOC3"/>
        <w:rPr>
          <w:rFonts w:asciiTheme="minorHAnsi" w:eastAsiaTheme="minorEastAsia" w:hAnsiTheme="minorHAnsi" w:cstheme="minorBidi"/>
          <w:sz w:val="22"/>
          <w:szCs w:val="22"/>
          <w:lang w:eastAsia="en-GB"/>
        </w:rPr>
      </w:pPr>
      <w:r>
        <w:t>8.1.2</w:t>
      </w:r>
      <w:r>
        <w:tab/>
        <w:t>Char and wide char type</w:t>
      </w:r>
      <w:r>
        <w:tab/>
      </w:r>
      <w:r>
        <w:fldChar w:fldCharType="begin"/>
      </w:r>
      <w:r>
        <w:instrText xml:space="preserve"> PAGEREF _Toc73104465 \h </w:instrText>
      </w:r>
      <w:r>
        <w:fldChar w:fldCharType="separate"/>
      </w:r>
      <w:r w:rsidR="00A72C52">
        <w:t>13</w:t>
      </w:r>
      <w:r>
        <w:fldChar w:fldCharType="end"/>
      </w:r>
    </w:p>
    <w:p w14:paraId="019E2D56" w14:textId="0414A04E" w:rsidR="00134CE6" w:rsidRDefault="00134CE6">
      <w:pPr>
        <w:pStyle w:val="TOC3"/>
        <w:rPr>
          <w:rFonts w:asciiTheme="minorHAnsi" w:eastAsiaTheme="minorEastAsia" w:hAnsiTheme="minorHAnsi" w:cstheme="minorBidi"/>
          <w:sz w:val="22"/>
          <w:szCs w:val="22"/>
          <w:lang w:eastAsia="en-GB"/>
        </w:rPr>
      </w:pPr>
      <w:r>
        <w:t>8.1.3</w:t>
      </w:r>
      <w:r>
        <w:tab/>
        <w:t>Boolean type</w:t>
      </w:r>
      <w:r>
        <w:tab/>
      </w:r>
      <w:r>
        <w:fldChar w:fldCharType="begin"/>
      </w:r>
      <w:r>
        <w:instrText xml:space="preserve"> PAGEREF _Toc73104466 \h </w:instrText>
      </w:r>
      <w:r>
        <w:fldChar w:fldCharType="separate"/>
      </w:r>
      <w:r w:rsidR="00A72C52">
        <w:t>14</w:t>
      </w:r>
      <w:r>
        <w:fldChar w:fldCharType="end"/>
      </w:r>
    </w:p>
    <w:p w14:paraId="2C3DF68A" w14:textId="60BAEC58" w:rsidR="00134CE6" w:rsidRDefault="00134CE6">
      <w:pPr>
        <w:pStyle w:val="TOC3"/>
        <w:rPr>
          <w:rFonts w:asciiTheme="minorHAnsi" w:eastAsiaTheme="minorEastAsia" w:hAnsiTheme="minorHAnsi" w:cstheme="minorBidi"/>
          <w:sz w:val="22"/>
          <w:szCs w:val="22"/>
          <w:lang w:eastAsia="en-GB"/>
        </w:rPr>
      </w:pPr>
      <w:r>
        <w:t>8.1.4</w:t>
      </w:r>
      <w:r>
        <w:tab/>
        <w:t>Octet type</w:t>
      </w:r>
      <w:r>
        <w:tab/>
      </w:r>
      <w:r>
        <w:fldChar w:fldCharType="begin"/>
      </w:r>
      <w:r>
        <w:instrText xml:space="preserve"> PAGEREF _Toc73104467 \h </w:instrText>
      </w:r>
      <w:r>
        <w:fldChar w:fldCharType="separate"/>
      </w:r>
      <w:r w:rsidR="00A72C52">
        <w:t>14</w:t>
      </w:r>
      <w:r>
        <w:fldChar w:fldCharType="end"/>
      </w:r>
    </w:p>
    <w:p w14:paraId="6027CBBF" w14:textId="5A776B08" w:rsidR="00134CE6" w:rsidRDefault="00134CE6">
      <w:pPr>
        <w:pStyle w:val="TOC3"/>
        <w:rPr>
          <w:rFonts w:asciiTheme="minorHAnsi" w:eastAsiaTheme="minorEastAsia" w:hAnsiTheme="minorHAnsi" w:cstheme="minorBidi"/>
          <w:sz w:val="22"/>
          <w:szCs w:val="22"/>
          <w:lang w:eastAsia="en-GB"/>
        </w:rPr>
      </w:pPr>
      <w:r>
        <w:t>8.1.5</w:t>
      </w:r>
      <w:r>
        <w:tab/>
        <w:t>Any type</w:t>
      </w:r>
      <w:r>
        <w:tab/>
      </w:r>
      <w:r>
        <w:fldChar w:fldCharType="begin"/>
      </w:r>
      <w:r>
        <w:instrText xml:space="preserve"> PAGEREF _Toc73104468 \h </w:instrText>
      </w:r>
      <w:r>
        <w:fldChar w:fldCharType="separate"/>
      </w:r>
      <w:r w:rsidR="00A72C52">
        <w:t>14</w:t>
      </w:r>
      <w:r>
        <w:fldChar w:fldCharType="end"/>
      </w:r>
    </w:p>
    <w:p w14:paraId="71C04BE4" w14:textId="0C018DBC" w:rsidR="00134CE6" w:rsidRDefault="00134CE6">
      <w:pPr>
        <w:pStyle w:val="TOC2"/>
        <w:rPr>
          <w:rFonts w:asciiTheme="minorHAnsi" w:eastAsiaTheme="minorEastAsia" w:hAnsiTheme="minorHAnsi" w:cstheme="minorBidi"/>
          <w:sz w:val="22"/>
          <w:szCs w:val="22"/>
          <w:lang w:eastAsia="en-GB"/>
        </w:rPr>
      </w:pPr>
      <w:r>
        <w:t>8.2</w:t>
      </w:r>
      <w:r>
        <w:tab/>
        <w:t>Constructed types</w:t>
      </w:r>
      <w:r>
        <w:tab/>
      </w:r>
      <w:r>
        <w:fldChar w:fldCharType="begin"/>
      </w:r>
      <w:r>
        <w:instrText xml:space="preserve"> PAGEREF _Toc73104469 \h </w:instrText>
      </w:r>
      <w:r>
        <w:fldChar w:fldCharType="separate"/>
      </w:r>
      <w:r w:rsidR="00A72C52">
        <w:t>14</w:t>
      </w:r>
      <w:r>
        <w:fldChar w:fldCharType="end"/>
      </w:r>
    </w:p>
    <w:p w14:paraId="792C68C1" w14:textId="4FBEB1FB" w:rsidR="00134CE6" w:rsidRDefault="00134CE6">
      <w:pPr>
        <w:pStyle w:val="TOC3"/>
        <w:rPr>
          <w:rFonts w:asciiTheme="minorHAnsi" w:eastAsiaTheme="minorEastAsia" w:hAnsiTheme="minorHAnsi" w:cstheme="minorBidi"/>
          <w:sz w:val="22"/>
          <w:szCs w:val="22"/>
          <w:lang w:eastAsia="en-GB"/>
        </w:rPr>
      </w:pPr>
      <w:r>
        <w:t>8.2.0</w:t>
      </w:r>
      <w:r>
        <w:tab/>
        <w:t>General approach</w:t>
      </w:r>
      <w:r>
        <w:tab/>
      </w:r>
      <w:r>
        <w:fldChar w:fldCharType="begin"/>
      </w:r>
      <w:r>
        <w:instrText xml:space="preserve"> PAGEREF _Toc73104470 \h </w:instrText>
      </w:r>
      <w:r>
        <w:fldChar w:fldCharType="separate"/>
      </w:r>
      <w:r w:rsidR="00A72C52">
        <w:t>14</w:t>
      </w:r>
      <w:r>
        <w:fldChar w:fldCharType="end"/>
      </w:r>
    </w:p>
    <w:p w14:paraId="37BBA8ED" w14:textId="6E562D24" w:rsidR="00134CE6" w:rsidRDefault="00134CE6">
      <w:pPr>
        <w:pStyle w:val="TOC3"/>
        <w:rPr>
          <w:rFonts w:asciiTheme="minorHAnsi" w:eastAsiaTheme="minorEastAsia" w:hAnsiTheme="minorHAnsi" w:cstheme="minorBidi"/>
          <w:sz w:val="22"/>
          <w:szCs w:val="22"/>
          <w:lang w:eastAsia="en-GB"/>
        </w:rPr>
      </w:pPr>
      <w:r>
        <w:t>8.2.1</w:t>
      </w:r>
      <w:r>
        <w:tab/>
        <w:t>Struct</w:t>
      </w:r>
      <w:r>
        <w:tab/>
      </w:r>
      <w:r>
        <w:fldChar w:fldCharType="begin"/>
      </w:r>
      <w:r>
        <w:instrText xml:space="preserve"> PAGEREF _Toc73104471 \h </w:instrText>
      </w:r>
      <w:r>
        <w:fldChar w:fldCharType="separate"/>
      </w:r>
      <w:r w:rsidR="00A72C52">
        <w:t>14</w:t>
      </w:r>
      <w:r>
        <w:fldChar w:fldCharType="end"/>
      </w:r>
    </w:p>
    <w:p w14:paraId="354C6CD5" w14:textId="00029DC5" w:rsidR="00134CE6" w:rsidRDefault="00134CE6">
      <w:pPr>
        <w:pStyle w:val="TOC3"/>
        <w:rPr>
          <w:rFonts w:asciiTheme="minorHAnsi" w:eastAsiaTheme="minorEastAsia" w:hAnsiTheme="minorHAnsi" w:cstheme="minorBidi"/>
          <w:sz w:val="22"/>
          <w:szCs w:val="22"/>
          <w:lang w:eastAsia="en-GB"/>
        </w:rPr>
      </w:pPr>
      <w:r>
        <w:t>8.2.2</w:t>
      </w:r>
      <w:r>
        <w:tab/>
        <w:t>Discriminated unions</w:t>
      </w:r>
      <w:r>
        <w:tab/>
      </w:r>
      <w:r>
        <w:fldChar w:fldCharType="begin"/>
      </w:r>
      <w:r>
        <w:instrText xml:space="preserve"> PAGEREF _Toc73104472 \h </w:instrText>
      </w:r>
      <w:r>
        <w:fldChar w:fldCharType="separate"/>
      </w:r>
      <w:r w:rsidR="00A72C52">
        <w:t>15</w:t>
      </w:r>
      <w:r>
        <w:fldChar w:fldCharType="end"/>
      </w:r>
    </w:p>
    <w:p w14:paraId="4FF7EDF6" w14:textId="4F4A8342" w:rsidR="00134CE6" w:rsidRDefault="00134CE6">
      <w:pPr>
        <w:pStyle w:val="TOC3"/>
        <w:rPr>
          <w:rFonts w:asciiTheme="minorHAnsi" w:eastAsiaTheme="minorEastAsia" w:hAnsiTheme="minorHAnsi" w:cstheme="minorBidi"/>
          <w:sz w:val="22"/>
          <w:szCs w:val="22"/>
          <w:lang w:eastAsia="en-GB"/>
        </w:rPr>
      </w:pPr>
      <w:r>
        <w:t>8.2.3</w:t>
      </w:r>
      <w:r>
        <w:tab/>
        <w:t>Enumerations</w:t>
      </w:r>
      <w:r>
        <w:tab/>
      </w:r>
      <w:r>
        <w:fldChar w:fldCharType="begin"/>
      </w:r>
      <w:r>
        <w:instrText xml:space="preserve"> PAGEREF _Toc73104473 \h </w:instrText>
      </w:r>
      <w:r>
        <w:fldChar w:fldCharType="separate"/>
      </w:r>
      <w:r w:rsidR="00A72C52">
        <w:t>16</w:t>
      </w:r>
      <w:r>
        <w:fldChar w:fldCharType="end"/>
      </w:r>
    </w:p>
    <w:p w14:paraId="7570D440" w14:textId="537B2A2F" w:rsidR="00134CE6" w:rsidRDefault="00134CE6">
      <w:pPr>
        <w:pStyle w:val="TOC2"/>
        <w:rPr>
          <w:rFonts w:asciiTheme="minorHAnsi" w:eastAsiaTheme="minorEastAsia" w:hAnsiTheme="minorHAnsi" w:cstheme="minorBidi"/>
          <w:sz w:val="22"/>
          <w:szCs w:val="22"/>
          <w:lang w:eastAsia="en-GB"/>
        </w:rPr>
      </w:pPr>
      <w:r>
        <w:t>8.3</w:t>
      </w:r>
      <w:r>
        <w:tab/>
        <w:t>Template types</w:t>
      </w:r>
      <w:r>
        <w:tab/>
      </w:r>
      <w:r>
        <w:fldChar w:fldCharType="begin"/>
      </w:r>
      <w:r>
        <w:instrText xml:space="preserve"> PAGEREF _Toc73104474 \h </w:instrText>
      </w:r>
      <w:r>
        <w:fldChar w:fldCharType="separate"/>
      </w:r>
      <w:r w:rsidR="00A72C52">
        <w:t>16</w:t>
      </w:r>
      <w:r>
        <w:fldChar w:fldCharType="end"/>
      </w:r>
    </w:p>
    <w:p w14:paraId="048B8BF2" w14:textId="35C6A75E" w:rsidR="00134CE6" w:rsidRDefault="00134CE6">
      <w:pPr>
        <w:pStyle w:val="TOC3"/>
        <w:rPr>
          <w:rFonts w:asciiTheme="minorHAnsi" w:eastAsiaTheme="minorEastAsia" w:hAnsiTheme="minorHAnsi" w:cstheme="minorBidi"/>
          <w:sz w:val="22"/>
          <w:szCs w:val="22"/>
          <w:lang w:eastAsia="en-GB"/>
        </w:rPr>
      </w:pPr>
      <w:r>
        <w:t>8.3.0</w:t>
      </w:r>
      <w:r>
        <w:tab/>
        <w:t>General approach</w:t>
      </w:r>
      <w:r>
        <w:tab/>
      </w:r>
      <w:r>
        <w:fldChar w:fldCharType="begin"/>
      </w:r>
      <w:r>
        <w:instrText xml:space="preserve"> PAGEREF _Toc73104475 \h </w:instrText>
      </w:r>
      <w:r>
        <w:fldChar w:fldCharType="separate"/>
      </w:r>
      <w:r w:rsidR="00A72C52">
        <w:t>16</w:t>
      </w:r>
      <w:r>
        <w:fldChar w:fldCharType="end"/>
      </w:r>
    </w:p>
    <w:p w14:paraId="78847D94" w14:textId="702F5CC4" w:rsidR="00134CE6" w:rsidRDefault="00134CE6">
      <w:pPr>
        <w:pStyle w:val="TOC3"/>
        <w:rPr>
          <w:rFonts w:asciiTheme="minorHAnsi" w:eastAsiaTheme="minorEastAsia" w:hAnsiTheme="minorHAnsi" w:cstheme="minorBidi"/>
          <w:sz w:val="22"/>
          <w:szCs w:val="22"/>
          <w:lang w:eastAsia="en-GB"/>
        </w:rPr>
      </w:pPr>
      <w:r>
        <w:t>8.3.1</w:t>
      </w:r>
      <w:r>
        <w:tab/>
        <w:t>Sequence</w:t>
      </w:r>
      <w:r>
        <w:tab/>
      </w:r>
      <w:r>
        <w:fldChar w:fldCharType="begin"/>
      </w:r>
      <w:r>
        <w:instrText xml:space="preserve"> PAGEREF _Toc73104476 \h </w:instrText>
      </w:r>
      <w:r>
        <w:fldChar w:fldCharType="separate"/>
      </w:r>
      <w:r w:rsidR="00A72C52">
        <w:t>16</w:t>
      </w:r>
      <w:r>
        <w:fldChar w:fldCharType="end"/>
      </w:r>
    </w:p>
    <w:p w14:paraId="0DD29F97" w14:textId="73D8A4F9" w:rsidR="00134CE6" w:rsidRDefault="00134CE6">
      <w:pPr>
        <w:pStyle w:val="TOC3"/>
        <w:rPr>
          <w:rFonts w:asciiTheme="minorHAnsi" w:eastAsiaTheme="minorEastAsia" w:hAnsiTheme="minorHAnsi" w:cstheme="minorBidi"/>
          <w:sz w:val="22"/>
          <w:szCs w:val="22"/>
          <w:lang w:eastAsia="en-GB"/>
        </w:rPr>
      </w:pPr>
      <w:r>
        <w:t>8.3.2</w:t>
      </w:r>
      <w:r>
        <w:tab/>
        <w:t>String and wstring</w:t>
      </w:r>
      <w:r>
        <w:tab/>
      </w:r>
      <w:r>
        <w:fldChar w:fldCharType="begin"/>
      </w:r>
      <w:r>
        <w:instrText xml:space="preserve"> PAGEREF _Toc73104477 \h </w:instrText>
      </w:r>
      <w:r>
        <w:fldChar w:fldCharType="separate"/>
      </w:r>
      <w:r w:rsidR="00A72C52">
        <w:t>16</w:t>
      </w:r>
      <w:r>
        <w:fldChar w:fldCharType="end"/>
      </w:r>
    </w:p>
    <w:p w14:paraId="64410B0B" w14:textId="35CAA11B" w:rsidR="00134CE6" w:rsidRDefault="00134CE6">
      <w:pPr>
        <w:pStyle w:val="TOC3"/>
        <w:rPr>
          <w:rFonts w:asciiTheme="minorHAnsi" w:eastAsiaTheme="minorEastAsia" w:hAnsiTheme="minorHAnsi" w:cstheme="minorBidi"/>
          <w:sz w:val="22"/>
          <w:szCs w:val="22"/>
          <w:lang w:eastAsia="en-GB"/>
        </w:rPr>
      </w:pPr>
      <w:r>
        <w:t>8.3.3</w:t>
      </w:r>
      <w:r>
        <w:tab/>
        <w:t>Fixed types</w:t>
      </w:r>
      <w:r>
        <w:tab/>
      </w:r>
      <w:r>
        <w:fldChar w:fldCharType="begin"/>
      </w:r>
      <w:r>
        <w:instrText xml:space="preserve"> PAGEREF _Toc73104478 \h </w:instrText>
      </w:r>
      <w:r>
        <w:fldChar w:fldCharType="separate"/>
      </w:r>
      <w:r w:rsidR="00A72C52">
        <w:t>17</w:t>
      </w:r>
      <w:r>
        <w:fldChar w:fldCharType="end"/>
      </w:r>
    </w:p>
    <w:p w14:paraId="2E517EC3" w14:textId="65AF7250" w:rsidR="00134CE6" w:rsidRDefault="00134CE6">
      <w:pPr>
        <w:pStyle w:val="TOC2"/>
        <w:rPr>
          <w:rFonts w:asciiTheme="minorHAnsi" w:eastAsiaTheme="minorEastAsia" w:hAnsiTheme="minorHAnsi" w:cstheme="minorBidi"/>
          <w:sz w:val="22"/>
          <w:szCs w:val="22"/>
          <w:lang w:eastAsia="en-GB"/>
        </w:rPr>
      </w:pPr>
      <w:r>
        <w:t>8.4</w:t>
      </w:r>
      <w:r>
        <w:tab/>
        <w:t>Complex declarator</w:t>
      </w:r>
      <w:r>
        <w:tab/>
      </w:r>
      <w:r>
        <w:fldChar w:fldCharType="begin"/>
      </w:r>
      <w:r>
        <w:instrText xml:space="preserve"> PAGEREF _Toc73104479 \h </w:instrText>
      </w:r>
      <w:r>
        <w:fldChar w:fldCharType="separate"/>
      </w:r>
      <w:r w:rsidR="00A72C52">
        <w:t>17</w:t>
      </w:r>
      <w:r>
        <w:fldChar w:fldCharType="end"/>
      </w:r>
    </w:p>
    <w:p w14:paraId="0778C98C" w14:textId="10567EE9" w:rsidR="00134CE6" w:rsidRDefault="00134CE6">
      <w:pPr>
        <w:pStyle w:val="TOC3"/>
        <w:rPr>
          <w:rFonts w:asciiTheme="minorHAnsi" w:eastAsiaTheme="minorEastAsia" w:hAnsiTheme="minorHAnsi" w:cstheme="minorBidi"/>
          <w:sz w:val="22"/>
          <w:szCs w:val="22"/>
          <w:lang w:eastAsia="en-GB"/>
        </w:rPr>
      </w:pPr>
      <w:r>
        <w:t>8.4.0</w:t>
      </w:r>
      <w:r>
        <w:tab/>
        <w:t>General approach</w:t>
      </w:r>
      <w:r>
        <w:tab/>
      </w:r>
      <w:r>
        <w:fldChar w:fldCharType="begin"/>
      </w:r>
      <w:r>
        <w:instrText xml:space="preserve"> PAGEREF _Toc73104480 \h </w:instrText>
      </w:r>
      <w:r>
        <w:fldChar w:fldCharType="separate"/>
      </w:r>
      <w:r w:rsidR="00A72C52">
        <w:t>17</w:t>
      </w:r>
      <w:r>
        <w:fldChar w:fldCharType="end"/>
      </w:r>
    </w:p>
    <w:p w14:paraId="3FD8B702" w14:textId="3E816245" w:rsidR="00134CE6" w:rsidRDefault="00134CE6">
      <w:pPr>
        <w:pStyle w:val="TOC3"/>
        <w:rPr>
          <w:rFonts w:asciiTheme="minorHAnsi" w:eastAsiaTheme="minorEastAsia" w:hAnsiTheme="minorHAnsi" w:cstheme="minorBidi"/>
          <w:sz w:val="22"/>
          <w:szCs w:val="22"/>
          <w:lang w:eastAsia="en-GB"/>
        </w:rPr>
      </w:pPr>
      <w:r>
        <w:t>8.4.1</w:t>
      </w:r>
      <w:r>
        <w:tab/>
        <w:t>Arrays</w:t>
      </w:r>
      <w:r>
        <w:tab/>
      </w:r>
      <w:r>
        <w:fldChar w:fldCharType="begin"/>
      </w:r>
      <w:r>
        <w:instrText xml:space="preserve"> PAGEREF _Toc73104481 \h </w:instrText>
      </w:r>
      <w:r>
        <w:fldChar w:fldCharType="separate"/>
      </w:r>
      <w:r w:rsidR="00A72C52">
        <w:t>17</w:t>
      </w:r>
      <w:r>
        <w:fldChar w:fldCharType="end"/>
      </w:r>
    </w:p>
    <w:p w14:paraId="77F19593" w14:textId="197865CB" w:rsidR="00134CE6" w:rsidRDefault="00134CE6">
      <w:pPr>
        <w:pStyle w:val="TOC3"/>
        <w:rPr>
          <w:rFonts w:asciiTheme="minorHAnsi" w:eastAsiaTheme="minorEastAsia" w:hAnsiTheme="minorHAnsi" w:cstheme="minorBidi"/>
          <w:sz w:val="22"/>
          <w:szCs w:val="22"/>
          <w:lang w:eastAsia="en-GB"/>
        </w:rPr>
      </w:pPr>
      <w:r>
        <w:t>8.4.2</w:t>
      </w:r>
      <w:r>
        <w:tab/>
        <w:t>Native types</w:t>
      </w:r>
      <w:r>
        <w:tab/>
      </w:r>
      <w:r>
        <w:fldChar w:fldCharType="begin"/>
      </w:r>
      <w:r>
        <w:instrText xml:space="preserve"> PAGEREF _Toc73104482 \h </w:instrText>
      </w:r>
      <w:r>
        <w:fldChar w:fldCharType="separate"/>
      </w:r>
      <w:r w:rsidR="00A72C52">
        <w:t>17</w:t>
      </w:r>
      <w:r>
        <w:fldChar w:fldCharType="end"/>
      </w:r>
    </w:p>
    <w:p w14:paraId="0A041E0B" w14:textId="2037EC70" w:rsidR="00134CE6" w:rsidRDefault="00134CE6">
      <w:pPr>
        <w:pStyle w:val="TOC1"/>
        <w:rPr>
          <w:rFonts w:asciiTheme="minorHAnsi" w:eastAsiaTheme="minorEastAsia" w:hAnsiTheme="minorHAnsi" w:cstheme="minorBidi"/>
          <w:szCs w:val="22"/>
          <w:lang w:eastAsia="en-GB"/>
        </w:rPr>
      </w:pPr>
      <w:r>
        <w:lastRenderedPageBreak/>
        <w:t>9</w:t>
      </w:r>
      <w:r>
        <w:tab/>
        <w:t>Importing exception declaration</w:t>
      </w:r>
      <w:r>
        <w:tab/>
      </w:r>
      <w:r>
        <w:fldChar w:fldCharType="begin"/>
      </w:r>
      <w:r>
        <w:instrText xml:space="preserve"> PAGEREF _Toc73104483 \h </w:instrText>
      </w:r>
      <w:r>
        <w:fldChar w:fldCharType="separate"/>
      </w:r>
      <w:r w:rsidR="00A72C52">
        <w:t>17</w:t>
      </w:r>
      <w:r>
        <w:fldChar w:fldCharType="end"/>
      </w:r>
    </w:p>
    <w:p w14:paraId="5B01465D" w14:textId="00F336CD" w:rsidR="00134CE6" w:rsidRDefault="00134CE6">
      <w:pPr>
        <w:pStyle w:val="TOC1"/>
        <w:rPr>
          <w:rFonts w:asciiTheme="minorHAnsi" w:eastAsiaTheme="minorEastAsia" w:hAnsiTheme="minorHAnsi" w:cstheme="minorBidi"/>
          <w:szCs w:val="22"/>
          <w:lang w:eastAsia="en-GB"/>
        </w:rPr>
      </w:pPr>
      <w:r>
        <w:t>10</w:t>
      </w:r>
      <w:r>
        <w:tab/>
        <w:t>Importing operation declaration</w:t>
      </w:r>
      <w:r>
        <w:tab/>
      </w:r>
      <w:r>
        <w:fldChar w:fldCharType="begin"/>
      </w:r>
      <w:r>
        <w:instrText xml:space="preserve"> PAGEREF _Toc73104484 \h </w:instrText>
      </w:r>
      <w:r>
        <w:fldChar w:fldCharType="separate"/>
      </w:r>
      <w:r w:rsidR="00A72C52">
        <w:t>19</w:t>
      </w:r>
      <w:r>
        <w:fldChar w:fldCharType="end"/>
      </w:r>
    </w:p>
    <w:p w14:paraId="5AF54ABB" w14:textId="037023AC" w:rsidR="00134CE6" w:rsidRDefault="00134CE6">
      <w:pPr>
        <w:pStyle w:val="TOC1"/>
        <w:rPr>
          <w:rFonts w:asciiTheme="minorHAnsi" w:eastAsiaTheme="minorEastAsia" w:hAnsiTheme="minorHAnsi" w:cstheme="minorBidi"/>
          <w:szCs w:val="22"/>
          <w:lang w:eastAsia="en-GB"/>
        </w:rPr>
      </w:pPr>
      <w:r>
        <w:t>11</w:t>
      </w:r>
      <w:r>
        <w:tab/>
        <w:t>Importing attribute declaration</w:t>
      </w:r>
      <w:r>
        <w:tab/>
      </w:r>
      <w:r>
        <w:fldChar w:fldCharType="begin"/>
      </w:r>
      <w:r>
        <w:instrText xml:space="preserve"> PAGEREF _Toc73104485 \h </w:instrText>
      </w:r>
      <w:r>
        <w:fldChar w:fldCharType="separate"/>
      </w:r>
      <w:r w:rsidR="00A72C52">
        <w:t>20</w:t>
      </w:r>
      <w:r>
        <w:fldChar w:fldCharType="end"/>
      </w:r>
    </w:p>
    <w:p w14:paraId="0F40C5D2" w14:textId="4564ED3D" w:rsidR="00134CE6" w:rsidRDefault="00134CE6">
      <w:pPr>
        <w:pStyle w:val="TOC1"/>
        <w:rPr>
          <w:rFonts w:asciiTheme="minorHAnsi" w:eastAsiaTheme="minorEastAsia" w:hAnsiTheme="minorHAnsi" w:cstheme="minorBidi"/>
          <w:szCs w:val="22"/>
          <w:lang w:eastAsia="en-GB"/>
        </w:rPr>
      </w:pPr>
      <w:r>
        <w:t>12</w:t>
      </w:r>
      <w:r>
        <w:tab/>
        <w:t>Names and scoping</w:t>
      </w:r>
      <w:r>
        <w:tab/>
      </w:r>
      <w:r>
        <w:fldChar w:fldCharType="begin"/>
      </w:r>
      <w:r>
        <w:instrText xml:space="preserve"> PAGEREF _Toc73104486 \h </w:instrText>
      </w:r>
      <w:r>
        <w:fldChar w:fldCharType="separate"/>
      </w:r>
      <w:r w:rsidR="00A72C52">
        <w:t>20</w:t>
      </w:r>
      <w:r>
        <w:fldChar w:fldCharType="end"/>
      </w:r>
    </w:p>
    <w:p w14:paraId="42F1D39E" w14:textId="057E46BD" w:rsidR="00134CE6" w:rsidRDefault="00134CE6">
      <w:pPr>
        <w:pStyle w:val="TOC8"/>
        <w:rPr>
          <w:rFonts w:asciiTheme="minorHAnsi" w:eastAsiaTheme="minorEastAsia" w:hAnsiTheme="minorHAnsi" w:cstheme="minorBidi"/>
          <w:b w:val="0"/>
          <w:szCs w:val="22"/>
          <w:lang w:eastAsia="en-GB"/>
        </w:rPr>
      </w:pPr>
      <w:r>
        <w:t xml:space="preserve">Annex A (informative): </w:t>
      </w:r>
      <w:r w:rsidR="00A72C52">
        <w:tab/>
      </w:r>
      <w:r>
        <w:t>Examples</w:t>
      </w:r>
      <w:r>
        <w:tab/>
      </w:r>
      <w:r>
        <w:fldChar w:fldCharType="begin"/>
      </w:r>
      <w:r>
        <w:instrText xml:space="preserve"> PAGEREF _Toc73104487 \h </w:instrText>
      </w:r>
      <w:r>
        <w:fldChar w:fldCharType="separate"/>
      </w:r>
      <w:r w:rsidR="00A72C52">
        <w:t>22</w:t>
      </w:r>
      <w:r>
        <w:fldChar w:fldCharType="end"/>
      </w:r>
    </w:p>
    <w:p w14:paraId="5250356E" w14:textId="520F6723" w:rsidR="00134CE6" w:rsidRDefault="00134CE6">
      <w:pPr>
        <w:pStyle w:val="TOC1"/>
        <w:rPr>
          <w:rFonts w:asciiTheme="minorHAnsi" w:eastAsiaTheme="minorEastAsia" w:hAnsiTheme="minorHAnsi" w:cstheme="minorBidi"/>
          <w:szCs w:val="22"/>
          <w:lang w:eastAsia="en-GB"/>
        </w:rPr>
      </w:pPr>
      <w:r>
        <w:t>A.1</w:t>
      </w:r>
      <w:r>
        <w:tab/>
        <w:t>The example</w:t>
      </w:r>
      <w:r>
        <w:tab/>
      </w:r>
      <w:r>
        <w:fldChar w:fldCharType="begin"/>
      </w:r>
      <w:r>
        <w:instrText xml:space="preserve"> PAGEREF _Toc73104488 \h </w:instrText>
      </w:r>
      <w:r>
        <w:fldChar w:fldCharType="separate"/>
      </w:r>
      <w:r w:rsidR="00A72C52">
        <w:t>22</w:t>
      </w:r>
      <w:r>
        <w:fldChar w:fldCharType="end"/>
      </w:r>
    </w:p>
    <w:p w14:paraId="6A1E9F6A" w14:textId="49A66AE2" w:rsidR="00134CE6" w:rsidRDefault="00134CE6">
      <w:pPr>
        <w:pStyle w:val="TOC1"/>
        <w:rPr>
          <w:rFonts w:asciiTheme="minorHAnsi" w:eastAsiaTheme="minorEastAsia" w:hAnsiTheme="minorHAnsi" w:cstheme="minorBidi"/>
          <w:szCs w:val="22"/>
          <w:lang w:eastAsia="en-GB"/>
        </w:rPr>
      </w:pPr>
      <w:r>
        <w:t>A.2</w:t>
      </w:r>
      <w:r>
        <w:tab/>
        <w:t>IDL specification</w:t>
      </w:r>
      <w:r>
        <w:tab/>
      </w:r>
      <w:r>
        <w:fldChar w:fldCharType="begin"/>
      </w:r>
      <w:r>
        <w:instrText xml:space="preserve"> PAGEREF _Toc73104489 \h </w:instrText>
      </w:r>
      <w:r>
        <w:fldChar w:fldCharType="separate"/>
      </w:r>
      <w:r w:rsidR="00A72C52">
        <w:t>22</w:t>
      </w:r>
      <w:r>
        <w:fldChar w:fldCharType="end"/>
      </w:r>
    </w:p>
    <w:p w14:paraId="33D69946" w14:textId="2FEB47F9" w:rsidR="00134CE6" w:rsidRDefault="00134CE6">
      <w:pPr>
        <w:pStyle w:val="TOC1"/>
        <w:rPr>
          <w:rFonts w:asciiTheme="minorHAnsi" w:eastAsiaTheme="minorEastAsia" w:hAnsiTheme="minorHAnsi" w:cstheme="minorBidi"/>
          <w:szCs w:val="22"/>
          <w:lang w:eastAsia="en-GB"/>
        </w:rPr>
      </w:pPr>
      <w:r>
        <w:t>A.3</w:t>
      </w:r>
      <w:r>
        <w:tab/>
        <w:t>Derived TTCN-3 specification</w:t>
      </w:r>
      <w:r>
        <w:tab/>
      </w:r>
      <w:r>
        <w:fldChar w:fldCharType="begin"/>
      </w:r>
      <w:r>
        <w:instrText xml:space="preserve"> PAGEREF _Toc73104490 \h </w:instrText>
      </w:r>
      <w:r>
        <w:fldChar w:fldCharType="separate"/>
      </w:r>
      <w:r w:rsidR="00A72C52">
        <w:t>23</w:t>
      </w:r>
      <w:r>
        <w:fldChar w:fldCharType="end"/>
      </w:r>
    </w:p>
    <w:p w14:paraId="4AC2DE42" w14:textId="3B4B8F6D" w:rsidR="00134CE6" w:rsidRDefault="00134CE6">
      <w:pPr>
        <w:pStyle w:val="TOC8"/>
        <w:rPr>
          <w:rFonts w:asciiTheme="minorHAnsi" w:eastAsiaTheme="minorEastAsia" w:hAnsiTheme="minorHAnsi" w:cstheme="minorBidi"/>
          <w:b w:val="0"/>
          <w:szCs w:val="22"/>
          <w:lang w:eastAsia="en-GB"/>
        </w:rPr>
      </w:pPr>
      <w:r>
        <w:t xml:space="preserve">Annex B (informative): </w:t>
      </w:r>
      <w:r w:rsidR="00A72C52">
        <w:tab/>
      </w:r>
      <w:r>
        <w:t>Mapping lists</w:t>
      </w:r>
      <w:r>
        <w:tab/>
      </w:r>
      <w:r>
        <w:fldChar w:fldCharType="begin"/>
      </w:r>
      <w:r>
        <w:instrText xml:space="preserve"> PAGEREF _Toc73104491 \h </w:instrText>
      </w:r>
      <w:r>
        <w:fldChar w:fldCharType="separate"/>
      </w:r>
      <w:r w:rsidR="00A72C52">
        <w:t>28</w:t>
      </w:r>
      <w:r>
        <w:fldChar w:fldCharType="end"/>
      </w:r>
    </w:p>
    <w:p w14:paraId="30D55CEC" w14:textId="534CE0B3" w:rsidR="00134CE6" w:rsidRDefault="00134CE6">
      <w:pPr>
        <w:pStyle w:val="TOC1"/>
        <w:rPr>
          <w:rFonts w:asciiTheme="minorHAnsi" w:eastAsiaTheme="minorEastAsia" w:hAnsiTheme="minorHAnsi" w:cstheme="minorBidi"/>
          <w:szCs w:val="22"/>
          <w:lang w:eastAsia="en-GB"/>
        </w:rPr>
      </w:pPr>
      <w:r>
        <w:t>B.1</w:t>
      </w:r>
      <w:r>
        <w:tab/>
        <w:t>IDL keyword and concept mapping list</w:t>
      </w:r>
      <w:r>
        <w:tab/>
      </w:r>
      <w:r>
        <w:fldChar w:fldCharType="begin"/>
      </w:r>
      <w:r>
        <w:instrText xml:space="preserve"> PAGEREF _Toc73104492 \h </w:instrText>
      </w:r>
      <w:r>
        <w:fldChar w:fldCharType="separate"/>
      </w:r>
      <w:r w:rsidR="00A72C52">
        <w:t>28</w:t>
      </w:r>
      <w:r>
        <w:fldChar w:fldCharType="end"/>
      </w:r>
    </w:p>
    <w:p w14:paraId="045AA680" w14:textId="28A7069C" w:rsidR="00134CE6" w:rsidRDefault="00134CE6">
      <w:pPr>
        <w:pStyle w:val="TOC1"/>
        <w:rPr>
          <w:rFonts w:asciiTheme="minorHAnsi" w:eastAsiaTheme="minorEastAsia" w:hAnsiTheme="minorHAnsi" w:cstheme="minorBidi"/>
          <w:szCs w:val="22"/>
          <w:lang w:eastAsia="en-GB"/>
        </w:rPr>
      </w:pPr>
      <w:r>
        <w:t>B.2</w:t>
      </w:r>
      <w:r>
        <w:tab/>
        <w:t>Comparison of IDL, ASN.1, TTCN-2 and TTCN-3 data types</w:t>
      </w:r>
      <w:r>
        <w:tab/>
      </w:r>
      <w:r>
        <w:fldChar w:fldCharType="begin"/>
      </w:r>
      <w:r>
        <w:instrText xml:space="preserve"> PAGEREF _Toc73104493 \h </w:instrText>
      </w:r>
      <w:r>
        <w:fldChar w:fldCharType="separate"/>
      </w:r>
      <w:r w:rsidR="00A72C52">
        <w:t>29</w:t>
      </w:r>
      <w:r>
        <w:fldChar w:fldCharType="end"/>
      </w:r>
    </w:p>
    <w:p w14:paraId="24B22B08" w14:textId="0A9FD07A" w:rsidR="00134CE6" w:rsidRDefault="00134CE6">
      <w:pPr>
        <w:pStyle w:val="TOC8"/>
        <w:rPr>
          <w:rFonts w:asciiTheme="minorHAnsi" w:eastAsiaTheme="minorEastAsia" w:hAnsiTheme="minorHAnsi" w:cstheme="minorBidi"/>
          <w:b w:val="0"/>
          <w:szCs w:val="22"/>
          <w:lang w:eastAsia="en-GB"/>
        </w:rPr>
      </w:pPr>
      <w:r>
        <w:t xml:space="preserve">Annex C (informative): </w:t>
      </w:r>
      <w:r w:rsidR="00A72C52">
        <w:tab/>
      </w:r>
      <w:r>
        <w:t>Bibliography</w:t>
      </w:r>
      <w:r>
        <w:tab/>
      </w:r>
      <w:r>
        <w:fldChar w:fldCharType="begin"/>
      </w:r>
      <w:r>
        <w:instrText xml:space="preserve"> PAGEREF _Toc73104494 \h </w:instrText>
      </w:r>
      <w:r>
        <w:fldChar w:fldCharType="separate"/>
      </w:r>
      <w:r w:rsidR="00A72C52">
        <w:t>30</w:t>
      </w:r>
      <w:r>
        <w:fldChar w:fldCharType="end"/>
      </w:r>
    </w:p>
    <w:p w14:paraId="6229A407" w14:textId="10743CE9" w:rsidR="00134CE6" w:rsidRDefault="00134CE6">
      <w:pPr>
        <w:pStyle w:val="TOC1"/>
        <w:rPr>
          <w:rFonts w:asciiTheme="minorHAnsi" w:eastAsiaTheme="minorEastAsia" w:hAnsiTheme="minorHAnsi" w:cstheme="minorBidi"/>
          <w:szCs w:val="22"/>
          <w:lang w:eastAsia="en-GB"/>
        </w:rPr>
      </w:pPr>
      <w:r>
        <w:t>History</w:t>
      </w:r>
      <w:r>
        <w:tab/>
      </w:r>
      <w:r>
        <w:fldChar w:fldCharType="begin"/>
      </w:r>
      <w:r>
        <w:instrText xml:space="preserve"> PAGEREF _Toc73104495 \h </w:instrText>
      </w:r>
      <w:r>
        <w:fldChar w:fldCharType="separate"/>
      </w:r>
      <w:r w:rsidR="00A72C52">
        <w:t>31</w:t>
      </w:r>
      <w:r>
        <w:fldChar w:fldCharType="end"/>
      </w:r>
    </w:p>
    <w:p w14:paraId="62F166B7" w14:textId="72867D60" w:rsidR="004C0BEA" w:rsidRPr="00773BEC" w:rsidRDefault="00920E1B" w:rsidP="005D6C51">
      <w:r w:rsidRPr="00773BEC">
        <w:fldChar w:fldCharType="end"/>
      </w:r>
    </w:p>
    <w:p w14:paraId="61FE6314" w14:textId="77777777" w:rsidR="004C0BEA" w:rsidRPr="00773BEC" w:rsidRDefault="004C0BEA" w:rsidP="009103BE">
      <w:pPr>
        <w:pStyle w:val="Heading1"/>
      </w:pPr>
      <w:r w:rsidRPr="00773BEC">
        <w:br w:type="page"/>
      </w:r>
      <w:bookmarkStart w:id="3" w:name="_Toc65592047"/>
      <w:bookmarkStart w:id="4" w:name="_Toc65593209"/>
      <w:bookmarkStart w:id="5" w:name="_Toc65757479"/>
      <w:bookmarkStart w:id="6" w:name="_Toc73104432"/>
      <w:r w:rsidRPr="00773BEC">
        <w:lastRenderedPageBreak/>
        <w:t>Intellectual Property Rights</w:t>
      </w:r>
      <w:bookmarkEnd w:id="3"/>
      <w:bookmarkEnd w:id="4"/>
      <w:bookmarkEnd w:id="5"/>
      <w:bookmarkEnd w:id="6"/>
    </w:p>
    <w:p w14:paraId="692EC9BD" w14:textId="77777777" w:rsidR="00134CE6" w:rsidRDefault="00134CE6" w:rsidP="00134CE6">
      <w:pPr>
        <w:pStyle w:val="H6"/>
      </w:pPr>
      <w:bookmarkStart w:id="7" w:name="_Toc65592048"/>
      <w:bookmarkStart w:id="8" w:name="_Toc65593210"/>
      <w:bookmarkStart w:id="9" w:name="_Toc65757480"/>
      <w:r>
        <w:t xml:space="preserve">Essential patents </w:t>
      </w:r>
    </w:p>
    <w:p w14:paraId="42FE426F" w14:textId="77777777" w:rsidR="00134CE6" w:rsidRDefault="00134CE6" w:rsidP="00134CE6">
      <w:bookmarkStart w:id="10" w:name="IPR_3GPP"/>
      <w:r>
        <w:t xml:space="preserve">IPRs essential or potentially essential to normative deliverables may have been declared to ETSI. The </w:t>
      </w:r>
      <w:bookmarkStart w:id="11" w:name="_Hlk67652472"/>
      <w:bookmarkStart w:id="12" w:name="_Hlk67652820"/>
      <w:r>
        <w:t>declarations</w:t>
      </w:r>
      <w:bookmarkEnd w:id="11"/>
      <w:r>
        <w:t xml:space="preserve"> </w:t>
      </w:r>
      <w:bookmarkEnd w:id="12"/>
      <w:r>
        <w:t xml:space="preserve">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3" w:history="1">
        <w:r w:rsidRPr="00134CE6">
          <w:rPr>
            <w:rStyle w:val="Hyperlink"/>
          </w:rPr>
          <w:t>https://ipr.etsi.org/</w:t>
        </w:r>
      </w:hyperlink>
      <w:r>
        <w:t>).</w:t>
      </w:r>
    </w:p>
    <w:p w14:paraId="2F477B69" w14:textId="77777777" w:rsidR="00134CE6" w:rsidRDefault="00134CE6" w:rsidP="00134CE6">
      <w:r>
        <w:t xml:space="preserve">Pursuant to the ETSI </w:t>
      </w:r>
      <w:bookmarkStart w:id="13" w:name="_Hlk67652492"/>
      <w:r>
        <w:t xml:space="preserve">Directives including the ETSI </w:t>
      </w:r>
      <w:bookmarkEnd w:id="13"/>
      <w:r>
        <w:t xml:space="preserve">IPR Policy, no investigation </w:t>
      </w:r>
      <w:bookmarkStart w:id="14" w:name="_Hlk67652856"/>
      <w:r>
        <w:t>regarding the essentiality of IPRs</w:t>
      </w:r>
      <w:bookmarkEnd w:id="14"/>
      <w:r>
        <w:t>, including IPR searches, has been carried out by ETSI. No guarantee can be given as to the existence of other IPRs not referenced in ETSI SR 000 314 (or the updates on the ETSI Web server) which are, or may be, or may become, essential to the present document.</w:t>
      </w:r>
    </w:p>
    <w:bookmarkEnd w:id="10"/>
    <w:p w14:paraId="645631E0" w14:textId="77777777" w:rsidR="00134CE6" w:rsidRDefault="00134CE6" w:rsidP="00134CE6">
      <w:pPr>
        <w:pStyle w:val="H6"/>
      </w:pPr>
      <w:r>
        <w:t>Trademarks</w:t>
      </w:r>
    </w:p>
    <w:p w14:paraId="59C44A32" w14:textId="77777777" w:rsidR="00134CE6" w:rsidRDefault="00134CE6" w:rsidP="00134CE6">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5A5F489D" w14:textId="77777777" w:rsidR="00134CE6" w:rsidRDefault="00134CE6" w:rsidP="00134CE6">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46566329" w14:textId="77777777" w:rsidR="004C0BEA" w:rsidRPr="00773BEC" w:rsidRDefault="004C0BEA" w:rsidP="009103BE">
      <w:pPr>
        <w:pStyle w:val="Heading1"/>
      </w:pPr>
      <w:bookmarkStart w:id="15" w:name="_Toc73104433"/>
      <w:r w:rsidRPr="00773BEC">
        <w:t>Foreword</w:t>
      </w:r>
      <w:bookmarkEnd w:id="7"/>
      <w:bookmarkEnd w:id="8"/>
      <w:bookmarkEnd w:id="9"/>
      <w:bookmarkEnd w:id="15"/>
    </w:p>
    <w:p w14:paraId="1298AAD4" w14:textId="77777777" w:rsidR="00134CE6" w:rsidRDefault="00134CE6" w:rsidP="00134CE6">
      <w:r>
        <w:t>This ETSI Standard (ES) has been produced by ETSI Technical Committee Methods for Testing and Specification (MTS).</w:t>
      </w:r>
    </w:p>
    <w:p w14:paraId="2334C1DF" w14:textId="28E79AA3" w:rsidR="004C0BEA" w:rsidRPr="00773BEC" w:rsidRDefault="004C0BEA">
      <w:r w:rsidRPr="00773BEC">
        <w:t>The present document is part 8 of a multi-part deliverable. Full details of the entire series can be found in part 1</w:t>
      </w:r>
      <w:r w:rsidR="00D97475" w:rsidRPr="00773BEC">
        <w:t xml:space="preserve"> [</w:t>
      </w:r>
      <w:r w:rsidR="00D97475" w:rsidRPr="00773BEC">
        <w:fldChar w:fldCharType="begin"/>
      </w:r>
      <w:r w:rsidR="00D97475" w:rsidRPr="00773BEC">
        <w:instrText xml:space="preserve">REF REF_ES201873_1 \h </w:instrText>
      </w:r>
      <w:r w:rsidR="00D97475" w:rsidRPr="00773BEC">
        <w:fldChar w:fldCharType="separate"/>
      </w:r>
      <w:r w:rsidR="003A3DF7" w:rsidRPr="00773BEC">
        <w:t>1</w:t>
      </w:r>
      <w:r w:rsidR="00D97475" w:rsidRPr="00773BEC">
        <w:fldChar w:fldCharType="end"/>
      </w:r>
      <w:r w:rsidR="00D97475" w:rsidRPr="00773BEC">
        <w:t>]</w:t>
      </w:r>
      <w:r w:rsidRPr="00773BEC">
        <w:t>.</w:t>
      </w:r>
    </w:p>
    <w:p w14:paraId="6F5D7199" w14:textId="77777777" w:rsidR="00134CE6" w:rsidRDefault="00134CE6" w:rsidP="00134CE6">
      <w:pPr>
        <w:pStyle w:val="Heading1"/>
      </w:pPr>
      <w:bookmarkStart w:id="16" w:name="_Toc481503921"/>
      <w:bookmarkStart w:id="17" w:name="_Toc487612123"/>
      <w:bookmarkStart w:id="18" w:name="_Toc525223404"/>
      <w:bookmarkStart w:id="19" w:name="_Toc525223854"/>
      <w:bookmarkStart w:id="20" w:name="_Toc527974963"/>
      <w:bookmarkStart w:id="21" w:name="_Toc527980450"/>
      <w:bookmarkStart w:id="22" w:name="_Toc534708585"/>
      <w:bookmarkStart w:id="23" w:name="_Toc534708660"/>
      <w:bookmarkStart w:id="24" w:name="_Toc73104434"/>
      <w:bookmarkStart w:id="25" w:name="_Toc65592050"/>
      <w:bookmarkStart w:id="26" w:name="_Toc65593212"/>
      <w:bookmarkStart w:id="27" w:name="_Toc65757482"/>
      <w:r>
        <w:t>Modal verbs terminology</w:t>
      </w:r>
      <w:bookmarkEnd w:id="16"/>
      <w:bookmarkEnd w:id="17"/>
      <w:bookmarkEnd w:id="18"/>
      <w:bookmarkEnd w:id="19"/>
      <w:bookmarkEnd w:id="20"/>
      <w:bookmarkEnd w:id="21"/>
      <w:bookmarkEnd w:id="22"/>
      <w:bookmarkEnd w:id="23"/>
      <w:bookmarkEnd w:id="24"/>
    </w:p>
    <w:p w14:paraId="6EDBEA26" w14:textId="77777777" w:rsidR="00134CE6" w:rsidRDefault="00134CE6" w:rsidP="00134CE6">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14" w:history="1">
        <w:r w:rsidRPr="00134CE6">
          <w:rPr>
            <w:rStyle w:val="Hyperlink"/>
          </w:rPr>
          <w:t>ETSI Drafting Rules</w:t>
        </w:r>
      </w:hyperlink>
      <w:r>
        <w:t xml:space="preserve"> (Verbal forms for the expression of provisions).</w:t>
      </w:r>
    </w:p>
    <w:p w14:paraId="05B29F7B" w14:textId="77777777" w:rsidR="00134CE6" w:rsidRDefault="00134CE6" w:rsidP="00134CE6">
      <w:r>
        <w:t>"</w:t>
      </w:r>
      <w:r>
        <w:rPr>
          <w:b/>
          <w:bCs/>
        </w:rPr>
        <w:t>must</w:t>
      </w:r>
      <w:r>
        <w:t>" and "</w:t>
      </w:r>
      <w:r>
        <w:rPr>
          <w:b/>
          <w:bCs/>
        </w:rPr>
        <w:t>must not</w:t>
      </w:r>
      <w:r>
        <w:t xml:space="preserve">" are </w:t>
      </w:r>
      <w:r>
        <w:rPr>
          <w:b/>
          <w:bCs/>
        </w:rPr>
        <w:t>NOT</w:t>
      </w:r>
      <w:r>
        <w:t xml:space="preserve"> allowed in ETSI deliverables except when used in direct citation.</w:t>
      </w:r>
    </w:p>
    <w:p w14:paraId="64F77114" w14:textId="77777777" w:rsidR="00A72C52" w:rsidRDefault="00A72C52">
      <w:pPr>
        <w:overflowPunct/>
        <w:autoSpaceDE/>
        <w:autoSpaceDN/>
        <w:adjustRightInd/>
        <w:spacing w:after="0"/>
        <w:textAlignment w:val="auto"/>
        <w:rPr>
          <w:rFonts w:ascii="Arial" w:hAnsi="Arial"/>
          <w:sz w:val="36"/>
        </w:rPr>
      </w:pPr>
      <w:bookmarkStart w:id="28" w:name="_Toc73104435"/>
      <w:r>
        <w:br w:type="page"/>
      </w:r>
    </w:p>
    <w:p w14:paraId="08D6619A" w14:textId="118636F8" w:rsidR="004C0BEA" w:rsidRPr="00773BEC" w:rsidRDefault="004C0BEA" w:rsidP="009103BE">
      <w:pPr>
        <w:pStyle w:val="Heading1"/>
      </w:pPr>
      <w:r w:rsidRPr="00773BEC">
        <w:lastRenderedPageBreak/>
        <w:t>1</w:t>
      </w:r>
      <w:r w:rsidRPr="00773BEC">
        <w:tab/>
        <w:t>Scope</w:t>
      </w:r>
      <w:bookmarkEnd w:id="25"/>
      <w:bookmarkEnd w:id="26"/>
      <w:bookmarkEnd w:id="27"/>
      <w:bookmarkEnd w:id="28"/>
    </w:p>
    <w:p w14:paraId="236B0253" w14:textId="79EB761B" w:rsidR="004C0BEA" w:rsidRPr="00773BEC" w:rsidRDefault="004C0BEA">
      <w:r w:rsidRPr="00773BEC">
        <w:t xml:space="preserve">The present document defines the mapping rules for CORBA IDL (as defined in </w:t>
      </w:r>
      <w:r w:rsidR="00244E93" w:rsidRPr="00773BEC">
        <w:t>clause</w:t>
      </w:r>
      <w:r w:rsidRPr="00773BEC">
        <w:t xml:space="preserve"> 3 in</w:t>
      </w:r>
      <w:r w:rsidR="00D97475" w:rsidRPr="00773BEC">
        <w:t xml:space="preserve"> [</w:t>
      </w:r>
      <w:r w:rsidR="00D97475" w:rsidRPr="00773BEC">
        <w:fldChar w:fldCharType="begin"/>
      </w:r>
      <w:r w:rsidR="00D97475" w:rsidRPr="00773BEC">
        <w:instrText xml:space="preserve">REF REF_CORBA30 \h </w:instrText>
      </w:r>
      <w:r w:rsidR="00D97475" w:rsidRPr="00773BEC">
        <w:fldChar w:fldCharType="separate"/>
      </w:r>
      <w:r w:rsidR="003A3DF7" w:rsidRPr="00773BEC">
        <w:t>4</w:t>
      </w:r>
      <w:r w:rsidR="00D97475" w:rsidRPr="00773BEC">
        <w:fldChar w:fldCharType="end"/>
      </w:r>
      <w:r w:rsidR="00D97475" w:rsidRPr="00773BEC">
        <w:t>]</w:t>
      </w:r>
      <w:r w:rsidRPr="00773BEC">
        <w:t xml:space="preserve">) to TTCN-3 (as defined in </w:t>
      </w:r>
      <w:r w:rsidR="004367CC" w:rsidRPr="00773BEC">
        <w:t>ETSI ES 201 873-1</w:t>
      </w:r>
      <w:r w:rsidRPr="00773BEC">
        <w:t xml:space="preserve"> [</w:t>
      </w:r>
      <w:r w:rsidR="008846CB" w:rsidRPr="00773BEC">
        <w:fldChar w:fldCharType="begin"/>
      </w:r>
      <w:r w:rsidR="008846CB" w:rsidRPr="00773BEC">
        <w:instrText xml:space="preserve">REF REF_ES201873_1 \* MERGEFORMAT  \h </w:instrText>
      </w:r>
      <w:r w:rsidR="008846CB" w:rsidRPr="00773BEC">
        <w:fldChar w:fldCharType="separate"/>
      </w:r>
      <w:r w:rsidR="003A3DF7" w:rsidRPr="00773BEC">
        <w:t>1</w:t>
      </w:r>
      <w:r w:rsidR="008846CB" w:rsidRPr="00773BEC">
        <w:fldChar w:fldCharType="end"/>
      </w:r>
      <w:r w:rsidRPr="00773BEC">
        <w:t>]</w:t>
      </w:r>
      <w:r w:rsidRPr="00773BEC">
        <w:rPr>
          <w:color w:val="000000"/>
        </w:rPr>
        <w:t xml:space="preserve">) to enable testing of </w:t>
      </w:r>
      <w:r w:rsidRPr="00773BEC">
        <w:t>CORBA</w:t>
      </w:r>
      <w:r w:rsidRPr="00773BEC">
        <w:rPr>
          <w:color w:val="000000"/>
        </w:rPr>
        <w:t xml:space="preserve">-based systems. The principles of mapping </w:t>
      </w:r>
      <w:r w:rsidRPr="00773BEC">
        <w:t>CORBA</w:t>
      </w:r>
      <w:r w:rsidRPr="00773BEC">
        <w:rPr>
          <w:color w:val="000000"/>
        </w:rPr>
        <w:t xml:space="preserve"> </w:t>
      </w:r>
      <w:r w:rsidRPr="00773BEC">
        <w:t>IDL</w:t>
      </w:r>
      <w:r w:rsidRPr="00773BEC">
        <w:rPr>
          <w:color w:val="000000"/>
        </w:rPr>
        <w:t xml:space="preserve"> to </w:t>
      </w:r>
      <w:r w:rsidRPr="00773BEC">
        <w:t>TTCN</w:t>
      </w:r>
      <w:r w:rsidRPr="00773BEC">
        <w:rPr>
          <w:color w:val="000000"/>
        </w:rPr>
        <w:t>-3 can be also used for the mapping of interface specification languages of other object</w:t>
      </w:r>
      <w:r w:rsidR="009C4436" w:rsidRPr="00773BEC">
        <w:rPr>
          <w:color w:val="000000"/>
        </w:rPr>
        <w:t>-/component-based technologies.</w:t>
      </w:r>
    </w:p>
    <w:p w14:paraId="5B44F887" w14:textId="77777777" w:rsidR="004C0BEA" w:rsidRPr="00773BEC" w:rsidRDefault="004C0BEA">
      <w:r w:rsidRPr="00773BEC">
        <w:t>The specification of other mappings is outside the scope of the present document.</w:t>
      </w:r>
    </w:p>
    <w:p w14:paraId="7FFF2CBB" w14:textId="77777777" w:rsidR="004C0BEA" w:rsidRPr="00773BEC" w:rsidRDefault="004C0BEA" w:rsidP="009103BE">
      <w:pPr>
        <w:pStyle w:val="Heading1"/>
      </w:pPr>
      <w:bookmarkStart w:id="29" w:name="_Toc65592051"/>
      <w:bookmarkStart w:id="30" w:name="_Toc65593213"/>
      <w:bookmarkStart w:id="31" w:name="_Toc65757483"/>
      <w:bookmarkStart w:id="32" w:name="_Toc73104436"/>
      <w:r w:rsidRPr="00773BEC">
        <w:t>2</w:t>
      </w:r>
      <w:r w:rsidRPr="00773BEC">
        <w:tab/>
        <w:t>References</w:t>
      </w:r>
      <w:bookmarkEnd w:id="29"/>
      <w:bookmarkEnd w:id="30"/>
      <w:bookmarkEnd w:id="31"/>
      <w:bookmarkEnd w:id="32"/>
    </w:p>
    <w:p w14:paraId="7B63EC07" w14:textId="77777777" w:rsidR="00BC7B85" w:rsidRPr="00773BEC" w:rsidRDefault="00BC7B85" w:rsidP="009103BE">
      <w:pPr>
        <w:pStyle w:val="Heading2"/>
      </w:pPr>
      <w:bookmarkStart w:id="33" w:name="_Toc65592052"/>
      <w:bookmarkStart w:id="34" w:name="_Toc65593214"/>
      <w:bookmarkStart w:id="35" w:name="_Toc65757484"/>
      <w:bookmarkStart w:id="36" w:name="_Toc73104437"/>
      <w:r w:rsidRPr="00773BEC">
        <w:t>2.1</w:t>
      </w:r>
      <w:r w:rsidRPr="00773BEC">
        <w:tab/>
        <w:t>Normative references</w:t>
      </w:r>
      <w:bookmarkEnd w:id="33"/>
      <w:bookmarkEnd w:id="34"/>
      <w:bookmarkEnd w:id="35"/>
      <w:bookmarkEnd w:id="36"/>
    </w:p>
    <w:p w14:paraId="4362D08A" w14:textId="77777777" w:rsidR="00C220F2" w:rsidRPr="00773BEC" w:rsidRDefault="00C220F2" w:rsidP="00C220F2">
      <w:r w:rsidRPr="00773BEC">
        <w:t>References are either specific (identified by date of publication and/or edition number or version number) or non</w:t>
      </w:r>
      <w:r w:rsidRPr="00773BEC">
        <w:noBreakHyphen/>
        <w:t>specific. For specific references, only the cited version applies. For non-specific references, the latest version of the reference</w:t>
      </w:r>
      <w:r w:rsidR="00244E93" w:rsidRPr="00773BEC">
        <w:t>d</w:t>
      </w:r>
      <w:r w:rsidRPr="00773BEC">
        <w:t xml:space="preserve"> document (including any amendments) applies.</w:t>
      </w:r>
    </w:p>
    <w:p w14:paraId="40E70BAF" w14:textId="4A7629EF" w:rsidR="00C220F2" w:rsidRPr="00773BEC" w:rsidRDefault="00C220F2" w:rsidP="00C220F2">
      <w:r w:rsidRPr="00773BEC">
        <w:t xml:space="preserve">Referenced documents which are not found to be publicly available in the expected location might be found at </w:t>
      </w:r>
      <w:hyperlink r:id="rId15" w:history="1">
        <w:r w:rsidR="008C0972" w:rsidRPr="00134CE6">
          <w:rPr>
            <w:rStyle w:val="Hyperlink"/>
          </w:rPr>
          <w:t>https://docbox.etsi.org/Reference</w:t>
        </w:r>
      </w:hyperlink>
      <w:r w:rsidR="008C0972" w:rsidRPr="00773BEC">
        <w:t>.</w:t>
      </w:r>
    </w:p>
    <w:p w14:paraId="7AB81256" w14:textId="77777777" w:rsidR="00C220F2" w:rsidRPr="00773BEC" w:rsidRDefault="00C220F2" w:rsidP="00C220F2">
      <w:pPr>
        <w:pStyle w:val="NO"/>
      </w:pPr>
      <w:r w:rsidRPr="00773BEC">
        <w:t>NOTE:</w:t>
      </w:r>
      <w:r w:rsidRPr="00773BEC">
        <w:tab/>
        <w:t>While any hyperlinks included in this clause were valid at the time of publication, ETSI cannot guarantee their long term validity.</w:t>
      </w:r>
    </w:p>
    <w:p w14:paraId="02A45E50" w14:textId="77777777" w:rsidR="00C220F2" w:rsidRPr="00773BEC" w:rsidRDefault="00C220F2" w:rsidP="00C220F2">
      <w:pPr>
        <w:rPr>
          <w:lang w:eastAsia="en-GB"/>
        </w:rPr>
      </w:pPr>
      <w:r w:rsidRPr="00773BEC">
        <w:rPr>
          <w:lang w:eastAsia="en-GB"/>
        </w:rPr>
        <w:t>The following referenced documents are necessary for the application of the present document.</w:t>
      </w:r>
    </w:p>
    <w:p w14:paraId="76C2DA48" w14:textId="43173243" w:rsidR="004C0BEA" w:rsidRPr="00773BEC" w:rsidRDefault="00D97475" w:rsidP="00D97475">
      <w:pPr>
        <w:pStyle w:val="EX"/>
      </w:pPr>
      <w:r w:rsidRPr="00773BEC">
        <w:t>[</w:t>
      </w:r>
      <w:bookmarkStart w:id="37" w:name="REF_ES201873_1"/>
      <w:r w:rsidRPr="00773BEC">
        <w:fldChar w:fldCharType="begin"/>
      </w:r>
      <w:r w:rsidRPr="00773BEC">
        <w:instrText>SEQ REF</w:instrText>
      </w:r>
      <w:r w:rsidRPr="00773BEC">
        <w:fldChar w:fldCharType="separate"/>
      </w:r>
      <w:r w:rsidR="003A3DF7" w:rsidRPr="00773BEC">
        <w:t>1</w:t>
      </w:r>
      <w:r w:rsidRPr="00773BEC">
        <w:fldChar w:fldCharType="end"/>
      </w:r>
      <w:bookmarkEnd w:id="37"/>
      <w:r w:rsidRPr="00773BEC">
        <w:t>]</w:t>
      </w:r>
      <w:r w:rsidRPr="00773BEC">
        <w:tab/>
        <w:t>ETSI ES 201 873-1: "Methods for Testing and Specification (MTS); The Testing and Test Control Notation version 3; Part 1: TTCN-3 Core Language".</w:t>
      </w:r>
    </w:p>
    <w:p w14:paraId="2C3CF758" w14:textId="10596A15" w:rsidR="004C0BEA" w:rsidRPr="00773BEC" w:rsidRDefault="00D97475" w:rsidP="00D97475">
      <w:pPr>
        <w:pStyle w:val="EX"/>
      </w:pPr>
      <w:r w:rsidRPr="00773BEC">
        <w:t>[</w:t>
      </w:r>
      <w:bookmarkStart w:id="38" w:name="REF_ITU_TT50"/>
      <w:r w:rsidRPr="00773BEC">
        <w:fldChar w:fldCharType="begin"/>
      </w:r>
      <w:r w:rsidRPr="00773BEC">
        <w:instrText>SEQ REF</w:instrText>
      </w:r>
      <w:r w:rsidRPr="00773BEC">
        <w:fldChar w:fldCharType="separate"/>
      </w:r>
      <w:r w:rsidR="003A3DF7" w:rsidRPr="00773BEC">
        <w:t>2</w:t>
      </w:r>
      <w:r w:rsidRPr="00773BEC">
        <w:fldChar w:fldCharType="end"/>
      </w:r>
      <w:bookmarkEnd w:id="38"/>
      <w:r w:rsidRPr="00773BEC">
        <w:t>]</w:t>
      </w:r>
      <w:r w:rsidRPr="00773BEC">
        <w:tab/>
        <w:t>Recommendation ITU-T T.50: "International Reference Alphabet (IRA) (Formerly International Alphabet No. 5 or IA5) - Information technology - 7-bit coded character set for information interchange".</w:t>
      </w:r>
    </w:p>
    <w:p w14:paraId="39E9A6D6" w14:textId="3AB83E62" w:rsidR="004C0BEA" w:rsidRPr="00773BEC" w:rsidRDefault="00D97475" w:rsidP="00D97475">
      <w:pPr>
        <w:pStyle w:val="EX"/>
      </w:pPr>
      <w:r w:rsidRPr="00773BEC">
        <w:t>[</w:t>
      </w:r>
      <w:bookmarkStart w:id="39" w:name="REF_ISOIEC10646"/>
      <w:r w:rsidRPr="00773BEC">
        <w:fldChar w:fldCharType="begin"/>
      </w:r>
      <w:r w:rsidRPr="00773BEC">
        <w:instrText>SEQ REF</w:instrText>
      </w:r>
      <w:r w:rsidRPr="00773BEC">
        <w:fldChar w:fldCharType="separate"/>
      </w:r>
      <w:r w:rsidR="003A3DF7" w:rsidRPr="00773BEC">
        <w:t>3</w:t>
      </w:r>
      <w:r w:rsidRPr="00773BEC">
        <w:fldChar w:fldCharType="end"/>
      </w:r>
      <w:bookmarkEnd w:id="39"/>
      <w:r w:rsidRPr="00773BEC">
        <w:t>]</w:t>
      </w:r>
      <w:r w:rsidRPr="00773BEC">
        <w:tab/>
        <w:t>ISO/IEC 10646:201</w:t>
      </w:r>
      <w:r w:rsidR="00033EFD" w:rsidRPr="00773BEC">
        <w:t>7</w:t>
      </w:r>
      <w:r w:rsidRPr="00773BEC">
        <w:t>: "Information technology -- Universal Coded Character Set (UCS)".</w:t>
      </w:r>
    </w:p>
    <w:p w14:paraId="53B23E9A" w14:textId="33F78596" w:rsidR="004C0BEA" w:rsidRPr="00773BEC" w:rsidRDefault="00D97475" w:rsidP="00D97475">
      <w:pPr>
        <w:pStyle w:val="EX"/>
      </w:pPr>
      <w:r w:rsidRPr="00773BEC">
        <w:t>[</w:t>
      </w:r>
      <w:bookmarkStart w:id="40" w:name="REF_CORBA30"/>
      <w:r w:rsidRPr="00773BEC">
        <w:fldChar w:fldCharType="begin"/>
      </w:r>
      <w:r w:rsidRPr="00773BEC">
        <w:instrText>SEQ REF</w:instrText>
      </w:r>
      <w:r w:rsidRPr="00773BEC">
        <w:fldChar w:fldCharType="separate"/>
      </w:r>
      <w:r w:rsidR="003A3DF7" w:rsidRPr="00773BEC">
        <w:t>4</w:t>
      </w:r>
      <w:r w:rsidRPr="00773BEC">
        <w:fldChar w:fldCharType="end"/>
      </w:r>
      <w:bookmarkEnd w:id="40"/>
      <w:r w:rsidRPr="00773BEC">
        <w:t>]</w:t>
      </w:r>
      <w:r w:rsidRPr="00773BEC">
        <w:tab/>
        <w:t>CORBA</w:t>
      </w:r>
      <w:r w:rsidRPr="00773BEC">
        <w:rPr>
          <w:vertAlign w:val="superscript"/>
        </w:rPr>
        <w:t>®</w:t>
      </w:r>
      <w:r w:rsidRPr="00773BEC">
        <w:t xml:space="preserve"> 3.0: "The Common Object Request Broker: Architecture and Specification".</w:t>
      </w:r>
    </w:p>
    <w:p w14:paraId="78187222" w14:textId="77777777" w:rsidR="00927EAF" w:rsidRPr="00773BEC" w:rsidRDefault="00927EAF" w:rsidP="00927EAF">
      <w:pPr>
        <w:pStyle w:val="NO"/>
      </w:pPr>
      <w:r w:rsidRPr="00773BEC">
        <w:t>NOTE:</w:t>
      </w:r>
      <w:r w:rsidRPr="00773BEC">
        <w:tab/>
        <w:t xml:space="preserve">Available at </w:t>
      </w:r>
      <w:hyperlink r:id="rId16" w:history="1">
        <w:r w:rsidRPr="00134CE6">
          <w:rPr>
            <w:rStyle w:val="Hyperlink"/>
          </w:rPr>
          <w:t>http://www.omg.org/spec/CORBA/</w:t>
        </w:r>
      </w:hyperlink>
      <w:r w:rsidRPr="00773BEC">
        <w:t>.</w:t>
      </w:r>
    </w:p>
    <w:p w14:paraId="5CDF7A89" w14:textId="77777777" w:rsidR="00F83C6A" w:rsidRPr="00773BEC" w:rsidRDefault="00F83C6A" w:rsidP="009103BE">
      <w:pPr>
        <w:pStyle w:val="Heading2"/>
      </w:pPr>
      <w:bookmarkStart w:id="41" w:name="_Toc65592053"/>
      <w:bookmarkStart w:id="42" w:name="_Toc65593215"/>
      <w:bookmarkStart w:id="43" w:name="_Toc65757485"/>
      <w:bookmarkStart w:id="44" w:name="_Toc73104438"/>
      <w:r w:rsidRPr="00773BEC">
        <w:t>2.2</w:t>
      </w:r>
      <w:r w:rsidRPr="00773BEC">
        <w:tab/>
        <w:t>Informative references</w:t>
      </w:r>
      <w:bookmarkEnd w:id="41"/>
      <w:bookmarkEnd w:id="42"/>
      <w:bookmarkEnd w:id="43"/>
      <w:bookmarkEnd w:id="44"/>
    </w:p>
    <w:p w14:paraId="046CC119" w14:textId="77777777" w:rsidR="00C220F2" w:rsidRPr="00773BEC" w:rsidRDefault="00C220F2" w:rsidP="00C220F2">
      <w:r w:rsidRPr="00773BEC">
        <w:t>References are either specific (identified by date of publication and/or edition number or version number) or non</w:t>
      </w:r>
      <w:r w:rsidRPr="00773BEC">
        <w:noBreakHyphen/>
        <w:t>specific. For specific references, only the cited version applies. For non-specific references, the latest version of the reference</w:t>
      </w:r>
      <w:r w:rsidR="00244E93" w:rsidRPr="00773BEC">
        <w:t>d</w:t>
      </w:r>
      <w:r w:rsidRPr="00773BEC">
        <w:t xml:space="preserve"> document (including any amendments) applies.</w:t>
      </w:r>
    </w:p>
    <w:p w14:paraId="5B38A210" w14:textId="77777777" w:rsidR="00C220F2" w:rsidRPr="00773BEC" w:rsidRDefault="00C220F2" w:rsidP="00C220F2">
      <w:pPr>
        <w:pStyle w:val="NO"/>
      </w:pPr>
      <w:r w:rsidRPr="00773BEC">
        <w:t>NOTE:</w:t>
      </w:r>
      <w:r w:rsidRPr="00773BEC">
        <w:tab/>
        <w:t>While any hyperlinks included in this clause were valid at the time of publication, ETSI cannot guarantee their long term validity.</w:t>
      </w:r>
    </w:p>
    <w:p w14:paraId="26AE32AE" w14:textId="77777777" w:rsidR="00C220F2" w:rsidRPr="00773BEC" w:rsidRDefault="00C220F2" w:rsidP="00C220F2">
      <w:r w:rsidRPr="00773BEC">
        <w:rPr>
          <w:lang w:eastAsia="en-GB"/>
        </w:rPr>
        <w:t xml:space="preserve">The following referenced documents are </w:t>
      </w:r>
      <w:r w:rsidRPr="00773BEC">
        <w:t>not necessary for the application of the present document but they assist the user with regard to a particular subject area</w:t>
      </w:r>
      <w:r w:rsidRPr="00773BEC">
        <w:rPr>
          <w:lang w:eastAsia="en-GB"/>
        </w:rPr>
        <w:t>.</w:t>
      </w:r>
    </w:p>
    <w:p w14:paraId="03DB0226" w14:textId="00011A43" w:rsidR="00D53A9C" w:rsidRPr="00773BEC" w:rsidRDefault="00D97475" w:rsidP="00D97475">
      <w:pPr>
        <w:pStyle w:val="EX"/>
      </w:pPr>
      <w:r w:rsidRPr="00773BEC">
        <w:t>[</w:t>
      </w:r>
      <w:bookmarkStart w:id="45" w:name="REF_ES201873_7"/>
      <w:r w:rsidRPr="00773BEC">
        <w:t>i.</w:t>
      </w:r>
      <w:r w:rsidRPr="00773BEC">
        <w:fldChar w:fldCharType="begin"/>
      </w:r>
      <w:r w:rsidRPr="00773BEC">
        <w:instrText>SEQ REFI</w:instrText>
      </w:r>
      <w:r w:rsidRPr="00773BEC">
        <w:fldChar w:fldCharType="separate"/>
      </w:r>
      <w:r w:rsidR="003A3DF7" w:rsidRPr="00773BEC">
        <w:t>1</w:t>
      </w:r>
      <w:r w:rsidRPr="00773BEC">
        <w:fldChar w:fldCharType="end"/>
      </w:r>
      <w:bookmarkEnd w:id="45"/>
      <w:r w:rsidRPr="00773BEC">
        <w:t>]</w:t>
      </w:r>
      <w:r w:rsidRPr="00773BEC">
        <w:tab/>
        <w:t>ETSI ES 201 873-7: "Methods for Testing and Specification (MTS); The Testing and Test Control Notation version 3; Part 7: Using ASN.1 with TTCN-3".</w:t>
      </w:r>
    </w:p>
    <w:p w14:paraId="03EE237B" w14:textId="3B9461B0" w:rsidR="003404AD" w:rsidRPr="00773BEC" w:rsidRDefault="00D97475" w:rsidP="00D97475">
      <w:pPr>
        <w:pStyle w:val="EX"/>
      </w:pPr>
      <w:r w:rsidRPr="00773BEC">
        <w:t>[</w:t>
      </w:r>
      <w:bookmarkStart w:id="46" w:name="REF_VOID"/>
      <w:r w:rsidRPr="00773BEC">
        <w:t>i.</w:t>
      </w:r>
      <w:r w:rsidRPr="00773BEC">
        <w:fldChar w:fldCharType="begin"/>
      </w:r>
      <w:r w:rsidRPr="00773BEC">
        <w:instrText>SEQ REFI</w:instrText>
      </w:r>
      <w:r w:rsidRPr="00773BEC">
        <w:fldChar w:fldCharType="separate"/>
      </w:r>
      <w:r w:rsidR="003A3DF7" w:rsidRPr="00773BEC">
        <w:t>2</w:t>
      </w:r>
      <w:r w:rsidRPr="00773BEC">
        <w:fldChar w:fldCharType="end"/>
      </w:r>
      <w:bookmarkEnd w:id="46"/>
      <w:r w:rsidRPr="00773BEC">
        <w:t>]</w:t>
      </w:r>
      <w:r w:rsidRPr="00773BEC">
        <w:tab/>
        <w:t>Void.</w:t>
      </w:r>
    </w:p>
    <w:p w14:paraId="61D3D796" w14:textId="355FBF1D" w:rsidR="00482562" w:rsidRPr="00773BEC" w:rsidRDefault="00D97475" w:rsidP="00D97475">
      <w:pPr>
        <w:pStyle w:val="EX"/>
      </w:pPr>
      <w:r w:rsidRPr="00773BEC">
        <w:t>[</w:t>
      </w:r>
      <w:bookmarkStart w:id="47" w:name="REF_VOID_7"/>
      <w:r w:rsidRPr="00773BEC">
        <w:t>i.</w:t>
      </w:r>
      <w:r w:rsidRPr="00773BEC">
        <w:fldChar w:fldCharType="begin"/>
      </w:r>
      <w:r w:rsidRPr="00773BEC">
        <w:instrText>SEQ REFI</w:instrText>
      </w:r>
      <w:r w:rsidRPr="00773BEC">
        <w:fldChar w:fldCharType="separate"/>
      </w:r>
      <w:r w:rsidR="003A3DF7" w:rsidRPr="00773BEC">
        <w:t>3</w:t>
      </w:r>
      <w:r w:rsidRPr="00773BEC">
        <w:fldChar w:fldCharType="end"/>
      </w:r>
      <w:bookmarkEnd w:id="47"/>
      <w:r w:rsidRPr="00773BEC">
        <w:t>]</w:t>
      </w:r>
      <w:r w:rsidRPr="00773BEC">
        <w:tab/>
        <w:t>Void.</w:t>
      </w:r>
    </w:p>
    <w:p w14:paraId="17026E49" w14:textId="4D0AE49B" w:rsidR="00482562" w:rsidRPr="00773BEC" w:rsidRDefault="00D97475" w:rsidP="00D97475">
      <w:pPr>
        <w:pStyle w:val="EX"/>
      </w:pPr>
      <w:r w:rsidRPr="00773BEC">
        <w:t>[</w:t>
      </w:r>
      <w:bookmarkStart w:id="48" w:name="REF_VOID_8"/>
      <w:r w:rsidRPr="00773BEC">
        <w:t>i.</w:t>
      </w:r>
      <w:r w:rsidRPr="00773BEC">
        <w:fldChar w:fldCharType="begin"/>
      </w:r>
      <w:r w:rsidRPr="00773BEC">
        <w:instrText>SEQ REFI</w:instrText>
      </w:r>
      <w:r w:rsidRPr="00773BEC">
        <w:fldChar w:fldCharType="separate"/>
      </w:r>
      <w:r w:rsidR="003A3DF7" w:rsidRPr="00773BEC">
        <w:t>4</w:t>
      </w:r>
      <w:r w:rsidRPr="00773BEC">
        <w:fldChar w:fldCharType="end"/>
      </w:r>
      <w:bookmarkEnd w:id="48"/>
      <w:r w:rsidRPr="00773BEC">
        <w:t>]</w:t>
      </w:r>
      <w:r w:rsidRPr="00773BEC">
        <w:tab/>
        <w:t>Void.</w:t>
      </w:r>
    </w:p>
    <w:p w14:paraId="534DA35C" w14:textId="76473C1C" w:rsidR="004323F4" w:rsidRPr="00773BEC" w:rsidRDefault="00D97475" w:rsidP="00D97475">
      <w:pPr>
        <w:pStyle w:val="EX"/>
        <w:rPr>
          <w:bCs/>
        </w:rPr>
      </w:pPr>
      <w:r w:rsidRPr="00773BEC">
        <w:lastRenderedPageBreak/>
        <w:t>[</w:t>
      </w:r>
      <w:bookmarkStart w:id="49" w:name="REF_ES202781"/>
      <w:r w:rsidRPr="00773BEC">
        <w:t>i.</w:t>
      </w:r>
      <w:r w:rsidRPr="00773BEC">
        <w:fldChar w:fldCharType="begin"/>
      </w:r>
      <w:r w:rsidRPr="00773BEC">
        <w:instrText>SEQ REFI</w:instrText>
      </w:r>
      <w:r w:rsidRPr="00773BEC">
        <w:fldChar w:fldCharType="separate"/>
      </w:r>
      <w:r w:rsidR="003A3DF7" w:rsidRPr="00773BEC">
        <w:t>5</w:t>
      </w:r>
      <w:r w:rsidRPr="00773BEC">
        <w:fldChar w:fldCharType="end"/>
      </w:r>
      <w:bookmarkEnd w:id="49"/>
      <w:r w:rsidRPr="00773BEC">
        <w:t>]</w:t>
      </w:r>
      <w:r w:rsidRPr="00773BEC">
        <w:tab/>
        <w:t>ETSI ES 202 781: "Methods for Testing and Specification (MTS); The Testing and Test Control Notation version 3; TTCN-3 Language Extensions: Configuration and Deployment Support".</w:t>
      </w:r>
    </w:p>
    <w:p w14:paraId="6480ED24" w14:textId="42D38519" w:rsidR="004323F4" w:rsidRPr="00773BEC" w:rsidRDefault="00D97475" w:rsidP="00D97475">
      <w:pPr>
        <w:pStyle w:val="EX"/>
        <w:rPr>
          <w:bCs/>
        </w:rPr>
      </w:pPr>
      <w:r w:rsidRPr="00773BEC">
        <w:t>[</w:t>
      </w:r>
      <w:bookmarkStart w:id="50" w:name="REF_ES202782"/>
      <w:r w:rsidRPr="00773BEC">
        <w:t>i.</w:t>
      </w:r>
      <w:r w:rsidRPr="00773BEC">
        <w:fldChar w:fldCharType="begin"/>
      </w:r>
      <w:r w:rsidRPr="00773BEC">
        <w:instrText>SEQ REFI</w:instrText>
      </w:r>
      <w:r w:rsidRPr="00773BEC">
        <w:fldChar w:fldCharType="separate"/>
      </w:r>
      <w:r w:rsidR="003A3DF7" w:rsidRPr="00773BEC">
        <w:t>6</w:t>
      </w:r>
      <w:r w:rsidRPr="00773BEC">
        <w:fldChar w:fldCharType="end"/>
      </w:r>
      <w:bookmarkEnd w:id="50"/>
      <w:r w:rsidRPr="00773BEC">
        <w:t>]</w:t>
      </w:r>
      <w:r w:rsidRPr="00773BEC">
        <w:tab/>
        <w:t>ETSI ES 202 782: "Methods for Testing and Specification (MTS); The Testing and Test Control Notation version 3; TTCN-3 Language Extensions: TTCN-3 Performance and Real Time Testing".</w:t>
      </w:r>
    </w:p>
    <w:p w14:paraId="41166D6C" w14:textId="1F3FF6E7" w:rsidR="004323F4" w:rsidRPr="00773BEC" w:rsidRDefault="00D97475" w:rsidP="00D97475">
      <w:pPr>
        <w:pStyle w:val="EX"/>
      </w:pPr>
      <w:r w:rsidRPr="00773BEC">
        <w:t>[</w:t>
      </w:r>
      <w:bookmarkStart w:id="51" w:name="REF_ES202784"/>
      <w:r w:rsidRPr="00773BEC">
        <w:t>i.</w:t>
      </w:r>
      <w:r w:rsidRPr="00773BEC">
        <w:fldChar w:fldCharType="begin"/>
      </w:r>
      <w:r w:rsidRPr="00773BEC">
        <w:instrText>SEQ REFI</w:instrText>
      </w:r>
      <w:r w:rsidRPr="00773BEC">
        <w:fldChar w:fldCharType="separate"/>
      </w:r>
      <w:r w:rsidR="003A3DF7" w:rsidRPr="00773BEC">
        <w:t>7</w:t>
      </w:r>
      <w:r w:rsidRPr="00773BEC">
        <w:fldChar w:fldCharType="end"/>
      </w:r>
      <w:bookmarkEnd w:id="51"/>
      <w:r w:rsidRPr="00773BEC">
        <w:t>]</w:t>
      </w:r>
      <w:r w:rsidRPr="00773BEC">
        <w:tab/>
        <w:t>ETSI ES 202 784: "Methods for Testing and Specification (MTS); The Testing and Test Control Notation version 3; TTCN-3 Language Extensions: Advanced Parameterization".</w:t>
      </w:r>
    </w:p>
    <w:p w14:paraId="14709EEE" w14:textId="2D021E1C" w:rsidR="004323F4" w:rsidRPr="00773BEC" w:rsidRDefault="00D97475" w:rsidP="00D97475">
      <w:pPr>
        <w:pStyle w:val="EX"/>
      </w:pPr>
      <w:r w:rsidRPr="00773BEC">
        <w:t>[</w:t>
      </w:r>
      <w:bookmarkStart w:id="52" w:name="REF_ES202785"/>
      <w:r w:rsidRPr="00773BEC">
        <w:t>i.</w:t>
      </w:r>
      <w:r w:rsidRPr="00773BEC">
        <w:fldChar w:fldCharType="begin"/>
      </w:r>
      <w:r w:rsidRPr="00773BEC">
        <w:instrText>SEQ REFI</w:instrText>
      </w:r>
      <w:r w:rsidRPr="00773BEC">
        <w:fldChar w:fldCharType="separate"/>
      </w:r>
      <w:r w:rsidR="003A3DF7" w:rsidRPr="00773BEC">
        <w:t>8</w:t>
      </w:r>
      <w:r w:rsidRPr="00773BEC">
        <w:fldChar w:fldCharType="end"/>
      </w:r>
      <w:bookmarkEnd w:id="52"/>
      <w:r w:rsidRPr="00773BEC">
        <w:t>]</w:t>
      </w:r>
      <w:r w:rsidRPr="00773BEC">
        <w:tab/>
        <w:t>ETSI ES 202 785: "Methods for Testing and Specification (MTS); The Testing and Test Control Notation version 3; TTCN-3 Language Extensions: Behaviour Types".</w:t>
      </w:r>
    </w:p>
    <w:p w14:paraId="3F8DCA02" w14:textId="3B62F0F6" w:rsidR="00181BB8" w:rsidRPr="00773BEC" w:rsidRDefault="00D97475" w:rsidP="00D97475">
      <w:pPr>
        <w:pStyle w:val="EX"/>
      </w:pPr>
      <w:r w:rsidRPr="00773BEC">
        <w:t>[</w:t>
      </w:r>
      <w:bookmarkStart w:id="53" w:name="REF_ES202786"/>
      <w:r w:rsidRPr="00773BEC">
        <w:t>i.</w:t>
      </w:r>
      <w:r w:rsidRPr="00773BEC">
        <w:fldChar w:fldCharType="begin"/>
      </w:r>
      <w:r w:rsidRPr="00773BEC">
        <w:instrText>SEQ REFI</w:instrText>
      </w:r>
      <w:r w:rsidRPr="00773BEC">
        <w:fldChar w:fldCharType="separate"/>
      </w:r>
      <w:r w:rsidR="003A3DF7" w:rsidRPr="00773BEC">
        <w:t>9</w:t>
      </w:r>
      <w:r w:rsidRPr="00773BEC">
        <w:fldChar w:fldCharType="end"/>
      </w:r>
      <w:bookmarkEnd w:id="53"/>
      <w:r w:rsidRPr="00773BEC">
        <w:t>]</w:t>
      </w:r>
      <w:r w:rsidRPr="00773BEC">
        <w:tab/>
        <w:t>ETSI ES 202 786: "Methods for Testing and Specification (MTS); The Testing and Test Control Notation version 3; TTCN-3 Language Extensions: Support of interfaces with continuous signals".</w:t>
      </w:r>
    </w:p>
    <w:p w14:paraId="51301F49" w14:textId="6D25DDA2" w:rsidR="0058600F" w:rsidRPr="00773BEC" w:rsidRDefault="0058600F" w:rsidP="0058600F">
      <w:pPr>
        <w:pStyle w:val="Heading1"/>
      </w:pPr>
      <w:bookmarkStart w:id="54" w:name="_Toc481503930"/>
      <w:bookmarkStart w:id="55" w:name="_Toc487612132"/>
      <w:bookmarkStart w:id="56" w:name="_Toc525223413"/>
      <w:bookmarkStart w:id="57" w:name="_Toc525223863"/>
      <w:bookmarkStart w:id="58" w:name="_Toc527974972"/>
      <w:bookmarkStart w:id="59" w:name="_Toc527980459"/>
      <w:bookmarkStart w:id="60" w:name="_Toc534708594"/>
      <w:bookmarkStart w:id="61" w:name="_Toc534708669"/>
      <w:bookmarkStart w:id="62" w:name="_Toc65593216"/>
      <w:bookmarkStart w:id="63" w:name="_Toc65757486"/>
      <w:bookmarkStart w:id="64" w:name="_Toc73104439"/>
      <w:bookmarkStart w:id="65" w:name="_Toc65592054"/>
      <w:r w:rsidRPr="00773BEC">
        <w:t>3</w:t>
      </w:r>
      <w:r w:rsidRPr="00773BEC">
        <w:tab/>
        <w:t>Definition of terms, symbols and abbreviations</w:t>
      </w:r>
      <w:bookmarkEnd w:id="54"/>
      <w:bookmarkEnd w:id="55"/>
      <w:bookmarkEnd w:id="56"/>
      <w:bookmarkEnd w:id="57"/>
      <w:bookmarkEnd w:id="58"/>
      <w:bookmarkEnd w:id="59"/>
      <w:bookmarkEnd w:id="60"/>
      <w:bookmarkEnd w:id="61"/>
      <w:bookmarkEnd w:id="62"/>
      <w:bookmarkEnd w:id="63"/>
      <w:bookmarkEnd w:id="64"/>
    </w:p>
    <w:p w14:paraId="60B47C45" w14:textId="5AE10BF1" w:rsidR="0058600F" w:rsidRPr="00773BEC" w:rsidRDefault="0058600F" w:rsidP="0058600F">
      <w:pPr>
        <w:pStyle w:val="Heading2"/>
      </w:pPr>
      <w:bookmarkStart w:id="66" w:name="_Toc65593217"/>
      <w:bookmarkStart w:id="67" w:name="_Toc65757487"/>
      <w:bookmarkStart w:id="68" w:name="_Toc73104440"/>
      <w:r w:rsidRPr="00773BEC">
        <w:t>3.1</w:t>
      </w:r>
      <w:r w:rsidRPr="00773BEC">
        <w:tab/>
        <w:t>Terms</w:t>
      </w:r>
      <w:bookmarkEnd w:id="66"/>
      <w:bookmarkEnd w:id="67"/>
      <w:bookmarkEnd w:id="68"/>
    </w:p>
    <w:p w14:paraId="194BD8CC" w14:textId="3508A118" w:rsidR="0058600F" w:rsidRPr="00773BEC" w:rsidRDefault="0058600F" w:rsidP="0058600F">
      <w:r w:rsidRPr="00773BEC">
        <w:t>Void.</w:t>
      </w:r>
    </w:p>
    <w:p w14:paraId="28DC479D" w14:textId="57BBDCA9" w:rsidR="0058600F" w:rsidRPr="00773BEC" w:rsidRDefault="0058600F" w:rsidP="0058600F">
      <w:pPr>
        <w:pStyle w:val="Heading2"/>
      </w:pPr>
      <w:bookmarkStart w:id="69" w:name="_Toc65593218"/>
      <w:bookmarkStart w:id="70" w:name="_Toc65757488"/>
      <w:bookmarkStart w:id="71" w:name="_Toc73104441"/>
      <w:r w:rsidRPr="00773BEC">
        <w:t>3.2</w:t>
      </w:r>
      <w:r w:rsidRPr="00773BEC">
        <w:tab/>
        <w:t>Symbols</w:t>
      </w:r>
      <w:bookmarkEnd w:id="69"/>
      <w:bookmarkEnd w:id="70"/>
      <w:bookmarkEnd w:id="71"/>
    </w:p>
    <w:p w14:paraId="48FE6F36" w14:textId="147E6D7B" w:rsidR="0058600F" w:rsidRPr="00773BEC" w:rsidRDefault="0058600F" w:rsidP="0058600F">
      <w:r w:rsidRPr="00773BEC">
        <w:t>Void.</w:t>
      </w:r>
    </w:p>
    <w:p w14:paraId="1EFAEFB7" w14:textId="1722FC77" w:rsidR="004C0BEA" w:rsidRPr="00773BEC" w:rsidRDefault="004C0BEA" w:rsidP="0058600F">
      <w:pPr>
        <w:pStyle w:val="Heading2"/>
      </w:pPr>
      <w:bookmarkStart w:id="72" w:name="_Toc65593219"/>
      <w:bookmarkStart w:id="73" w:name="_Toc65757489"/>
      <w:bookmarkStart w:id="74" w:name="_Toc73104442"/>
      <w:r w:rsidRPr="00773BEC">
        <w:t>3</w:t>
      </w:r>
      <w:r w:rsidR="0058600F" w:rsidRPr="00773BEC">
        <w:t>.3</w:t>
      </w:r>
      <w:r w:rsidRPr="00773BEC">
        <w:tab/>
        <w:t>Abbreviations</w:t>
      </w:r>
      <w:bookmarkEnd w:id="65"/>
      <w:bookmarkEnd w:id="72"/>
      <w:bookmarkEnd w:id="73"/>
      <w:bookmarkEnd w:id="74"/>
    </w:p>
    <w:p w14:paraId="1BCAFA87" w14:textId="77777777" w:rsidR="004C0BEA" w:rsidRPr="00773BEC" w:rsidRDefault="004C0BEA" w:rsidP="00346F94">
      <w:r w:rsidRPr="00773BEC">
        <w:t>For the purpose</w:t>
      </w:r>
      <w:r w:rsidR="007F4522" w:rsidRPr="00773BEC">
        <w:t>s</w:t>
      </w:r>
      <w:r w:rsidRPr="00773BEC">
        <w:t xml:space="preserve"> of the present document, the following abbreviations apply:</w:t>
      </w:r>
    </w:p>
    <w:p w14:paraId="0DDF2465" w14:textId="77777777" w:rsidR="00B31A6D" w:rsidRPr="00773BEC" w:rsidRDefault="00B31A6D" w:rsidP="00BC7B85">
      <w:pPr>
        <w:pStyle w:val="EW"/>
        <w:keepNext/>
      </w:pPr>
      <w:r w:rsidRPr="00773BEC">
        <w:t>ASN.1</w:t>
      </w:r>
      <w:r w:rsidRPr="00773BEC">
        <w:tab/>
        <w:t>Abstract Syntax Notation One</w:t>
      </w:r>
    </w:p>
    <w:p w14:paraId="7848EE2A" w14:textId="77777777" w:rsidR="00B31A6D" w:rsidRPr="00773BEC" w:rsidRDefault="00B31A6D" w:rsidP="00B31A6D">
      <w:pPr>
        <w:pStyle w:val="EX"/>
      </w:pPr>
      <w:r w:rsidRPr="00773BEC">
        <w:t>CCM</w:t>
      </w:r>
      <w:r w:rsidRPr="00773BEC">
        <w:tab/>
        <w:t>CORBA Component Model</w:t>
      </w:r>
    </w:p>
    <w:p w14:paraId="4483E479" w14:textId="5BEC45DE" w:rsidR="00B31A6D" w:rsidRPr="00773BEC" w:rsidRDefault="00B31A6D" w:rsidP="00B31A6D">
      <w:pPr>
        <w:pStyle w:val="NO"/>
      </w:pPr>
      <w:r w:rsidRPr="00773BEC">
        <w:rPr>
          <w:color w:val="000000"/>
        </w:rPr>
        <w:t>NOTE</w:t>
      </w:r>
      <w:r w:rsidRPr="00773BEC">
        <w:t>:</w:t>
      </w:r>
      <w:r w:rsidRPr="00773BEC">
        <w:tab/>
        <w:t>By OMG</w:t>
      </w:r>
      <w:r w:rsidRPr="00773BEC">
        <w:rPr>
          <w:vertAlign w:val="superscript"/>
        </w:rPr>
        <w:t>®</w:t>
      </w:r>
      <w:r w:rsidRPr="00773BEC">
        <w:t>.</w:t>
      </w:r>
    </w:p>
    <w:p w14:paraId="087276A2" w14:textId="77777777" w:rsidR="00B31A6D" w:rsidRPr="00773BEC" w:rsidRDefault="00B31A6D" w:rsidP="00B31A6D">
      <w:pPr>
        <w:pStyle w:val="EX"/>
      </w:pPr>
      <w:r w:rsidRPr="00773BEC">
        <w:t>CORBA</w:t>
      </w:r>
      <w:r w:rsidRPr="00773BEC">
        <w:tab/>
        <w:t>Common Object Request Broker Architecture</w:t>
      </w:r>
    </w:p>
    <w:p w14:paraId="12E0CF20" w14:textId="6E090F11" w:rsidR="00B31A6D" w:rsidRPr="00773BEC" w:rsidRDefault="00B31A6D" w:rsidP="00B31A6D">
      <w:pPr>
        <w:pStyle w:val="NO"/>
      </w:pPr>
      <w:r w:rsidRPr="00773BEC">
        <w:rPr>
          <w:color w:val="000000"/>
        </w:rPr>
        <w:t>NOTE</w:t>
      </w:r>
      <w:r w:rsidRPr="00773BEC">
        <w:t>:</w:t>
      </w:r>
      <w:r w:rsidRPr="00773BEC">
        <w:tab/>
        <w:t>By OMG</w:t>
      </w:r>
      <w:r w:rsidRPr="00773BEC">
        <w:rPr>
          <w:vertAlign w:val="superscript"/>
        </w:rPr>
        <w:t>®</w:t>
      </w:r>
      <w:r w:rsidRPr="00773BEC">
        <w:t>.</w:t>
      </w:r>
    </w:p>
    <w:p w14:paraId="7EB7C59A" w14:textId="77777777" w:rsidR="00B31A6D" w:rsidRPr="00773BEC" w:rsidRDefault="00B31A6D" w:rsidP="00B31A6D">
      <w:pPr>
        <w:pStyle w:val="EX"/>
      </w:pPr>
      <w:r w:rsidRPr="00773BEC">
        <w:t>DCE</w:t>
      </w:r>
      <w:r w:rsidRPr="00773BEC">
        <w:tab/>
        <w:t>Distributed Computing Environment</w:t>
      </w:r>
    </w:p>
    <w:p w14:paraId="5576B7F2" w14:textId="008E8DE5" w:rsidR="00B31A6D" w:rsidRPr="00773BEC" w:rsidRDefault="00B31A6D" w:rsidP="00B31A6D">
      <w:pPr>
        <w:pStyle w:val="NO"/>
      </w:pPr>
      <w:r w:rsidRPr="00773BEC">
        <w:rPr>
          <w:color w:val="000000"/>
        </w:rPr>
        <w:t>NOTE</w:t>
      </w:r>
      <w:r w:rsidRPr="00773BEC">
        <w:t>:</w:t>
      </w:r>
      <w:r w:rsidRPr="00773BEC">
        <w:tab/>
        <w:t>By OSF.</w:t>
      </w:r>
    </w:p>
    <w:p w14:paraId="37D47663" w14:textId="77777777" w:rsidR="00B31A6D" w:rsidRPr="00773BEC" w:rsidRDefault="00B31A6D" w:rsidP="00B31A6D">
      <w:pPr>
        <w:pStyle w:val="EX"/>
      </w:pPr>
      <w:r w:rsidRPr="00773BEC">
        <w:t>EJB</w:t>
      </w:r>
      <w:r w:rsidRPr="00773BEC">
        <w:tab/>
        <w:t>Enterprise JavaBeans</w:t>
      </w:r>
      <w:r w:rsidRPr="00773BEC">
        <w:rPr>
          <w:vertAlign w:val="superscript"/>
        </w:rPr>
        <w:t>TM</w:t>
      </w:r>
    </w:p>
    <w:p w14:paraId="0E5DD8C3" w14:textId="55F2A524" w:rsidR="00B31A6D" w:rsidRPr="00773BEC" w:rsidRDefault="00B31A6D" w:rsidP="00B31A6D">
      <w:pPr>
        <w:pStyle w:val="NO"/>
      </w:pPr>
      <w:r w:rsidRPr="00773BEC">
        <w:rPr>
          <w:color w:val="000000"/>
        </w:rPr>
        <w:t>NOTE</w:t>
      </w:r>
      <w:r w:rsidRPr="00773BEC">
        <w:t>:</w:t>
      </w:r>
      <w:r w:rsidRPr="00773BEC">
        <w:tab/>
        <w:t>By Sun</w:t>
      </w:r>
      <w:r w:rsidRPr="00773BEC">
        <w:rPr>
          <w:vertAlign w:val="superscript"/>
        </w:rPr>
        <w:t>®</w:t>
      </w:r>
      <w:r w:rsidRPr="00773BEC">
        <w:t>.</w:t>
      </w:r>
    </w:p>
    <w:p w14:paraId="415175ED" w14:textId="77777777" w:rsidR="00B31A6D" w:rsidRPr="00773BEC" w:rsidRDefault="00B31A6D" w:rsidP="00B046A4">
      <w:pPr>
        <w:pStyle w:val="EW"/>
      </w:pPr>
      <w:r w:rsidRPr="00773BEC">
        <w:t>IDL</w:t>
      </w:r>
      <w:r w:rsidRPr="00773BEC">
        <w:tab/>
        <w:t>Interface Definition Language</w:t>
      </w:r>
    </w:p>
    <w:p w14:paraId="26FF72C5" w14:textId="77777777" w:rsidR="00B31A6D" w:rsidRPr="00773BEC" w:rsidRDefault="00B31A6D" w:rsidP="00B31A6D">
      <w:pPr>
        <w:pStyle w:val="EX"/>
      </w:pPr>
      <w:r w:rsidRPr="00773BEC">
        <w:t>NET</w:t>
      </w:r>
      <w:r w:rsidRPr="00773BEC">
        <w:tab/>
        <w:t>XML-based component technology</w:t>
      </w:r>
    </w:p>
    <w:p w14:paraId="6D25CAB4" w14:textId="5FACA3CD" w:rsidR="00B31A6D" w:rsidRPr="00773BEC" w:rsidRDefault="00B31A6D" w:rsidP="00B31A6D">
      <w:pPr>
        <w:pStyle w:val="NO"/>
      </w:pPr>
      <w:r w:rsidRPr="00773BEC">
        <w:rPr>
          <w:color w:val="000000"/>
        </w:rPr>
        <w:t>NOTE</w:t>
      </w:r>
      <w:r w:rsidRPr="00773BEC">
        <w:t>:</w:t>
      </w:r>
      <w:r w:rsidRPr="00773BEC">
        <w:tab/>
        <w:t>By Microsoft</w:t>
      </w:r>
      <w:r w:rsidRPr="00773BEC">
        <w:rPr>
          <w:vertAlign w:val="superscript"/>
        </w:rPr>
        <w:t>®</w:t>
      </w:r>
      <w:r w:rsidRPr="00773BEC">
        <w:t>.</w:t>
      </w:r>
    </w:p>
    <w:p w14:paraId="5DDE51C7" w14:textId="77777777" w:rsidR="00B31A6D" w:rsidRPr="00773BEC" w:rsidRDefault="00B31A6D">
      <w:pPr>
        <w:pStyle w:val="EW"/>
      </w:pPr>
      <w:r w:rsidRPr="00773BEC">
        <w:t>OMG</w:t>
      </w:r>
      <w:r w:rsidRPr="00773BEC">
        <w:tab/>
        <w:t>Object Management Group</w:t>
      </w:r>
    </w:p>
    <w:p w14:paraId="34F418D5" w14:textId="77777777" w:rsidR="00B31A6D" w:rsidRPr="00773BEC" w:rsidRDefault="00B31A6D">
      <w:pPr>
        <w:pStyle w:val="EW"/>
      </w:pPr>
      <w:r w:rsidRPr="00773BEC">
        <w:t>OSF</w:t>
      </w:r>
      <w:r w:rsidRPr="00773BEC">
        <w:tab/>
        <w:t>Open Software Foundation</w:t>
      </w:r>
    </w:p>
    <w:p w14:paraId="13697F8B" w14:textId="77777777" w:rsidR="00B31A6D" w:rsidRPr="00773BEC" w:rsidRDefault="00B31A6D">
      <w:pPr>
        <w:pStyle w:val="EW"/>
      </w:pPr>
      <w:r w:rsidRPr="00773BEC">
        <w:t>SUT</w:t>
      </w:r>
      <w:r w:rsidRPr="00773BEC">
        <w:tab/>
        <w:t>System Under Test</w:t>
      </w:r>
    </w:p>
    <w:p w14:paraId="514EBB01" w14:textId="77777777" w:rsidR="00B31A6D" w:rsidRPr="00773BEC" w:rsidRDefault="00B31A6D">
      <w:pPr>
        <w:pStyle w:val="EW"/>
      </w:pPr>
      <w:r w:rsidRPr="00773BEC">
        <w:t>TTCN</w:t>
      </w:r>
      <w:r w:rsidRPr="00773BEC">
        <w:tab/>
        <w:t>Testing and Test Control Notation</w:t>
      </w:r>
    </w:p>
    <w:p w14:paraId="54690874" w14:textId="77777777" w:rsidR="00B31A6D" w:rsidRPr="00773BEC" w:rsidRDefault="00B31A6D" w:rsidP="00B31A6D">
      <w:pPr>
        <w:pStyle w:val="EX"/>
      </w:pPr>
      <w:r w:rsidRPr="00773BEC">
        <w:t>XML</w:t>
      </w:r>
      <w:r w:rsidRPr="00773BEC">
        <w:tab/>
        <w:t>eXtended Markup Language</w:t>
      </w:r>
    </w:p>
    <w:p w14:paraId="05380443" w14:textId="77777777" w:rsidR="004C0BEA" w:rsidRPr="00773BEC" w:rsidRDefault="004C0BEA">
      <w:pPr>
        <w:pStyle w:val="Heading1"/>
      </w:pPr>
      <w:bookmarkStart w:id="75" w:name="_Toc65592055"/>
      <w:bookmarkStart w:id="76" w:name="_Toc65593220"/>
      <w:bookmarkStart w:id="77" w:name="_Toc65757490"/>
      <w:bookmarkStart w:id="78" w:name="_Toc73104443"/>
      <w:r w:rsidRPr="00773BEC">
        <w:lastRenderedPageBreak/>
        <w:t>4</w:t>
      </w:r>
      <w:r w:rsidRPr="00773BEC">
        <w:tab/>
      </w:r>
      <w:r w:rsidR="00A42415" w:rsidRPr="00773BEC">
        <w:t>General considerations</w:t>
      </w:r>
      <w:bookmarkEnd w:id="75"/>
      <w:bookmarkEnd w:id="76"/>
      <w:bookmarkEnd w:id="77"/>
      <w:bookmarkEnd w:id="78"/>
    </w:p>
    <w:p w14:paraId="51082959" w14:textId="77777777" w:rsidR="00A42415" w:rsidRPr="00773BEC" w:rsidRDefault="00A42415" w:rsidP="00533983">
      <w:pPr>
        <w:pStyle w:val="Heading2"/>
      </w:pPr>
      <w:bookmarkStart w:id="79" w:name="_Toc65592056"/>
      <w:bookmarkStart w:id="80" w:name="_Toc65593221"/>
      <w:bookmarkStart w:id="81" w:name="_Toc65757491"/>
      <w:bookmarkStart w:id="82" w:name="_Toc73104444"/>
      <w:r w:rsidRPr="00773BEC">
        <w:t>4.1</w:t>
      </w:r>
      <w:r w:rsidRPr="00773BEC">
        <w:tab/>
        <w:t>Introduction</w:t>
      </w:r>
      <w:bookmarkEnd w:id="79"/>
      <w:bookmarkEnd w:id="80"/>
      <w:bookmarkEnd w:id="81"/>
      <w:bookmarkEnd w:id="82"/>
    </w:p>
    <w:p w14:paraId="41271F36" w14:textId="6FE7BD49" w:rsidR="0092729C" w:rsidRPr="00773BEC" w:rsidRDefault="0092729C" w:rsidP="00D97475">
      <w:r w:rsidRPr="00773BEC">
        <w:t xml:space="preserve">Object-based technologies (such as CORBA, </w:t>
      </w:r>
      <w:r w:rsidR="00D97475" w:rsidRPr="00773BEC">
        <w:t>DCOM</w:t>
      </w:r>
      <w:r w:rsidRPr="00773BEC">
        <w:t>, DCE) and component-based technologies (such as CCM, EJB</w:t>
      </w:r>
      <w:r w:rsidR="008B3120" w:rsidRPr="00773BEC">
        <w:t xml:space="preserve">, </w:t>
      </w:r>
      <w:r w:rsidRPr="00773BEC">
        <w:t>Microsoft</w:t>
      </w:r>
      <w:r w:rsidRPr="00773BEC">
        <w:rPr>
          <w:vertAlign w:val="superscript"/>
        </w:rPr>
        <w:t>®</w:t>
      </w:r>
      <w:r w:rsidR="00D97475" w:rsidRPr="00773BEC">
        <w:t xml:space="preserve">, </w:t>
      </w:r>
      <w:r w:rsidRPr="00773BEC">
        <w:t>NET) use interface specifications to describe the structure of an object-/component-based system and its operations and capabilities to interact with the environment. These interface specifications support interoperability and reu</w:t>
      </w:r>
      <w:r w:rsidR="00A42415" w:rsidRPr="00773BEC">
        <w:t>sability of objects/components.</w:t>
      </w:r>
    </w:p>
    <w:p w14:paraId="14E53954" w14:textId="77777777" w:rsidR="0092729C" w:rsidRPr="00773BEC" w:rsidRDefault="0092729C" w:rsidP="0092729C">
      <w:r w:rsidRPr="00773BEC">
        <w:t>The techniques used for interface specifications are often called Interface Definition Language (IDL), for example CORBA IDL, Microsoft</w:t>
      </w:r>
      <w:r w:rsidRPr="00773BEC">
        <w:rPr>
          <w:vertAlign w:val="superscript"/>
        </w:rPr>
        <w:t>®</w:t>
      </w:r>
      <w:r w:rsidRPr="00773BEC">
        <w:t xml:space="preserve"> IDL or DCE IDL. These languages are comparable in their abilities to define system interfaces, operations at system interfaces and system structures to various extends. They differ in details of the object/component mo</w:t>
      </w:r>
      <w:r w:rsidR="008B3120" w:rsidRPr="00773BEC">
        <w:t>del.</w:t>
      </w:r>
    </w:p>
    <w:p w14:paraId="38D515C5" w14:textId="77777777" w:rsidR="0092729C" w:rsidRPr="00773BEC" w:rsidRDefault="0092729C" w:rsidP="0092729C">
      <w:r w:rsidRPr="00773BEC">
        <w:t xml:space="preserve">When considering the testing of object-/component-based systems with TTCN-3, one is faced with the problem of accessing the systems to be tested via the system interfaces as described in an IDL specification. In particular, for TTCN-3 based test systems a direct import of IDL specifications into the test specifications for the use of e.g. system's interface, operation and exception definitions is prevalent to any manual transformation into TTCN-3. </w:t>
      </w:r>
    </w:p>
    <w:p w14:paraId="61B100A1" w14:textId="77777777" w:rsidR="0092729C" w:rsidRPr="00773BEC" w:rsidRDefault="0092729C" w:rsidP="0092729C">
      <w:r w:rsidRPr="00773BEC">
        <w:t>The present document discusses the mapping of CORBA IDL specifications into TTCN-3. This mapping rules out the principles not only for CORBA IDL, but also for other interface specification languages. The mapping can be adapted to the details of other interface specification languages.</w:t>
      </w:r>
    </w:p>
    <w:p w14:paraId="5E720710" w14:textId="3F9F3FEC" w:rsidR="0092729C" w:rsidRPr="00773BEC" w:rsidRDefault="0092729C" w:rsidP="0092729C">
      <w:pPr>
        <w:rPr>
          <w:rFonts w:ascii="Courier New" w:hAnsi="Courier New" w:cs="Courier New"/>
          <w:sz w:val="16"/>
          <w:szCs w:val="16"/>
        </w:rPr>
      </w:pPr>
      <w:r w:rsidRPr="00773BEC">
        <w:t>The Interface Definition Language (IDL) (</w:t>
      </w:r>
      <w:r w:rsidR="00244E93" w:rsidRPr="00773BEC">
        <w:t>clause</w:t>
      </w:r>
      <w:r w:rsidRPr="00773BEC">
        <w:t xml:space="preserve"> 3 in</w:t>
      </w:r>
      <w:r w:rsidR="00D97475" w:rsidRPr="00773BEC">
        <w:t xml:space="preserve"> [</w:t>
      </w:r>
      <w:r w:rsidR="00D97475" w:rsidRPr="00773BEC">
        <w:fldChar w:fldCharType="begin"/>
      </w:r>
      <w:r w:rsidR="00D97475" w:rsidRPr="00773BEC">
        <w:instrText xml:space="preserve">REF REF_CORBA30 \h </w:instrText>
      </w:r>
      <w:r w:rsidR="00D97475" w:rsidRPr="00773BEC">
        <w:fldChar w:fldCharType="separate"/>
      </w:r>
      <w:r w:rsidR="003A3DF7" w:rsidRPr="00773BEC">
        <w:t>4</w:t>
      </w:r>
      <w:r w:rsidR="00D97475" w:rsidRPr="00773BEC">
        <w:fldChar w:fldCharType="end"/>
      </w:r>
      <w:r w:rsidR="00D97475" w:rsidRPr="00773BEC">
        <w:t>]</w:t>
      </w:r>
      <w:r w:rsidRPr="00773BEC">
        <w:t xml:space="preserve">) is a base of the whole Common Object Request Broker Architecture (CORBA) </w:t>
      </w:r>
      <w:r w:rsidR="00D97475" w:rsidRPr="00773BEC">
        <w:t>[</w:t>
      </w:r>
      <w:r w:rsidR="00D97475" w:rsidRPr="00773BEC">
        <w:fldChar w:fldCharType="begin"/>
      </w:r>
      <w:r w:rsidR="00D97475" w:rsidRPr="00773BEC">
        <w:instrText xml:space="preserve">REF REF_CORBA30 \h </w:instrText>
      </w:r>
      <w:r w:rsidR="00D97475" w:rsidRPr="00773BEC">
        <w:fldChar w:fldCharType="separate"/>
      </w:r>
      <w:r w:rsidR="003A3DF7" w:rsidRPr="00773BEC">
        <w:t>4</w:t>
      </w:r>
      <w:r w:rsidR="00D97475" w:rsidRPr="00773BEC">
        <w:fldChar w:fldCharType="end"/>
      </w:r>
      <w:r w:rsidR="00D97475" w:rsidRPr="00773BEC">
        <w:t xml:space="preserve">] </w:t>
      </w:r>
      <w:r w:rsidRPr="00773BEC">
        <w:t xml:space="preserve">and an important point in developing distributed systems with CORBA. It allows the reuse and interoperability of objects in a system. A mapping between IDL and a programming language is defined in the CORBA standard. IDL is very similar to C++ containing pre-processor directives (include, comments, etc.), grammar as well as constant, type and operation declarations. There are no programming language features like, e.g. </w:t>
      </w:r>
      <w:r w:rsidRPr="00773BEC">
        <w:rPr>
          <w:rFonts w:ascii="Courier New" w:hAnsi="Courier New" w:cs="Courier New"/>
          <w:b/>
          <w:sz w:val="16"/>
          <w:szCs w:val="16"/>
        </w:rPr>
        <w:t>if</w:t>
      </w:r>
      <w:r w:rsidRPr="00773BEC">
        <w:rPr>
          <w:rFonts w:ascii="Courier New" w:hAnsi="Courier New" w:cs="Courier New"/>
          <w:sz w:val="16"/>
          <w:szCs w:val="16"/>
        </w:rPr>
        <w:t>-statements.</w:t>
      </w:r>
    </w:p>
    <w:p w14:paraId="5785E433" w14:textId="05FBF80E" w:rsidR="0092729C" w:rsidRPr="00773BEC" w:rsidRDefault="0092729C" w:rsidP="0092729C">
      <w:r w:rsidRPr="00773BEC">
        <w:t>The core language of TTCN-3 is defined in ETSI ES 201 873-1 [</w:t>
      </w:r>
      <w:r w:rsidR="008846CB" w:rsidRPr="00773BEC">
        <w:fldChar w:fldCharType="begin"/>
      </w:r>
      <w:r w:rsidR="008846CB" w:rsidRPr="00773BEC">
        <w:instrText xml:space="preserve">REF REF_ES201873_1 \* MERGEFORMAT  \h </w:instrText>
      </w:r>
      <w:r w:rsidR="008846CB" w:rsidRPr="00773BEC">
        <w:fldChar w:fldCharType="separate"/>
      </w:r>
      <w:r w:rsidR="003A3DF7" w:rsidRPr="00773BEC">
        <w:t>1</w:t>
      </w:r>
      <w:r w:rsidR="008846CB" w:rsidRPr="00773BEC">
        <w:fldChar w:fldCharType="end"/>
      </w:r>
      <w:r w:rsidRPr="00773BEC">
        <w:t>] and provides a full text-based syntax, static semantics and operational semantics. The IDL mapping provides a definition for the use of the core language with IDL (figure 1).</w:t>
      </w:r>
    </w:p>
    <w:p w14:paraId="46906E3D" w14:textId="7BE31F86" w:rsidR="00181BB8" w:rsidRPr="00773BEC" w:rsidRDefault="00033EFD" w:rsidP="00181BB8">
      <w:pPr>
        <w:pStyle w:val="FL"/>
      </w:pPr>
      <w:r w:rsidRPr="00773BEC">
        <w:rPr>
          <w:noProof/>
          <w:sz w:val="16"/>
          <w:szCs w:val="16"/>
        </w:rPr>
        <mc:AlternateContent>
          <mc:Choice Requires="wpc">
            <w:drawing>
              <wp:inline distT="0" distB="0" distL="0" distR="0" wp14:anchorId="57B37897" wp14:editId="53D70B8E">
                <wp:extent cx="6120130" cy="2903220"/>
                <wp:effectExtent l="0" t="0" r="0" b="0"/>
                <wp:docPr id="34" name="Canvas 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Line 60"/>
                        <wps:cNvCnPr>
                          <a:cxnSpLocks noChangeShapeType="1"/>
                        </wps:cNvCnPr>
                        <wps:spPr bwMode="auto">
                          <a:xfrm flipH="1">
                            <a:off x="3048015" y="427906"/>
                            <a:ext cx="414002" cy="25066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 name="Line 61"/>
                        <wps:cNvCnPr>
                          <a:cxnSpLocks noChangeShapeType="1"/>
                        </wps:cNvCnPr>
                        <wps:spPr bwMode="auto">
                          <a:xfrm>
                            <a:off x="461802" y="420704"/>
                            <a:ext cx="2127710" cy="321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Line 62"/>
                        <wps:cNvCnPr>
                          <a:cxnSpLocks noChangeShapeType="1"/>
                        </wps:cNvCnPr>
                        <wps:spPr bwMode="auto">
                          <a:xfrm>
                            <a:off x="1959210" y="420604"/>
                            <a:ext cx="888704" cy="2529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Line 63"/>
                        <wps:cNvCnPr>
                          <a:cxnSpLocks noChangeShapeType="1"/>
                        </wps:cNvCnPr>
                        <wps:spPr bwMode="auto">
                          <a:xfrm flipH="1">
                            <a:off x="3321116" y="420604"/>
                            <a:ext cx="2341511" cy="32938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Line 64"/>
                        <wps:cNvCnPr>
                          <a:cxnSpLocks noChangeShapeType="1"/>
                        </wps:cNvCnPr>
                        <wps:spPr bwMode="auto">
                          <a:xfrm>
                            <a:off x="1263006" y="428006"/>
                            <a:ext cx="1334107" cy="25066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Text Box 65"/>
                        <wps:cNvSpPr txBox="1">
                          <a:spLocks noChangeArrowheads="1"/>
                        </wps:cNvSpPr>
                        <wps:spPr bwMode="auto">
                          <a:xfrm>
                            <a:off x="1670608" y="35509"/>
                            <a:ext cx="577303" cy="385096"/>
                          </a:xfrm>
                          <a:prstGeom prst="rect">
                            <a:avLst/>
                          </a:prstGeom>
                          <a:solidFill>
                            <a:schemeClr val="bg1">
                              <a:lumMod val="85000"/>
                              <a:lumOff val="0"/>
                            </a:schemeClr>
                          </a:solidFill>
                          <a:ln w="9525">
                            <a:solidFill>
                              <a:srgbClr val="000000"/>
                            </a:solidFill>
                            <a:miter lim="800000"/>
                            <a:headEnd/>
                            <a:tailEnd/>
                          </a:ln>
                        </wps:spPr>
                        <wps:txbx>
                          <w:txbxContent>
                            <w:p w14:paraId="249AB1C0" w14:textId="77777777" w:rsidR="00181BB8" w:rsidRPr="00F9662D" w:rsidRDefault="00181BB8" w:rsidP="00181BB8">
                              <w:pPr>
                                <w:pStyle w:val="FP"/>
                                <w:rPr>
                                  <w:b/>
                                  <w:sz w:val="14"/>
                                  <w:szCs w:val="14"/>
                                  <w:lang w:val="en-US"/>
                                </w:rPr>
                              </w:pPr>
                              <w:r w:rsidRPr="00F9662D">
                                <w:rPr>
                                  <w:rFonts w:ascii="Arial" w:hAnsi="Arial"/>
                                  <w:b/>
                                  <w:sz w:val="14"/>
                                  <w:szCs w:val="14"/>
                                  <w:lang w:val="en-US"/>
                                </w:rPr>
                                <w:t>Behavior Types</w:t>
                              </w:r>
                            </w:p>
                          </w:txbxContent>
                        </wps:txbx>
                        <wps:bodyPr rot="0" vert="horz" wrap="square" lIns="91440" tIns="45720" rIns="91440" bIns="45720" anchor="t" anchorCtr="0" upright="1">
                          <a:noAutofit/>
                        </wps:bodyPr>
                      </wps:wsp>
                      <wps:wsp>
                        <wps:cNvPr id="7" name="Text Box 66"/>
                        <wps:cNvSpPr txBox="1">
                          <a:spLocks noChangeArrowheads="1"/>
                        </wps:cNvSpPr>
                        <wps:spPr bwMode="auto">
                          <a:xfrm>
                            <a:off x="3094915" y="35509"/>
                            <a:ext cx="734104" cy="392397"/>
                          </a:xfrm>
                          <a:prstGeom prst="rect">
                            <a:avLst/>
                          </a:prstGeom>
                          <a:solidFill>
                            <a:schemeClr val="bg1">
                              <a:lumMod val="85000"/>
                              <a:lumOff val="0"/>
                            </a:schemeClr>
                          </a:solidFill>
                          <a:ln w="9525">
                            <a:solidFill>
                              <a:srgbClr val="000000"/>
                            </a:solidFill>
                            <a:miter lim="800000"/>
                            <a:headEnd/>
                            <a:tailEnd/>
                          </a:ln>
                        </wps:spPr>
                        <wps:txbx>
                          <w:txbxContent>
                            <w:p w14:paraId="26EA3AF2" w14:textId="77777777" w:rsidR="00181BB8" w:rsidRPr="00F9662D" w:rsidRDefault="00181BB8" w:rsidP="00181BB8">
                              <w:pPr>
                                <w:pStyle w:val="FP"/>
                                <w:rPr>
                                  <w:b/>
                                  <w:sz w:val="14"/>
                                  <w:szCs w:val="14"/>
                                  <w:lang w:val="en-US"/>
                                </w:rPr>
                              </w:pPr>
                              <w:r>
                                <w:rPr>
                                  <w:rFonts w:ascii="Arial" w:hAnsi="Arial"/>
                                  <w:b/>
                                  <w:sz w:val="14"/>
                                  <w:szCs w:val="14"/>
                                  <w:lang w:val="en-US"/>
                                </w:rPr>
                                <w:t>Continuous signals</w:t>
                              </w:r>
                            </w:p>
                          </w:txbxContent>
                        </wps:txbx>
                        <wps:bodyPr rot="0" vert="horz" wrap="square" lIns="91440" tIns="45720" rIns="91440" bIns="45720" anchor="t" anchorCtr="0" upright="1">
                          <a:noAutofit/>
                        </wps:bodyPr>
                      </wps:wsp>
                      <wps:wsp>
                        <wps:cNvPr id="8" name="Text Box 67"/>
                        <wps:cNvSpPr txBox="1">
                          <a:spLocks noChangeArrowheads="1"/>
                        </wps:cNvSpPr>
                        <wps:spPr bwMode="auto">
                          <a:xfrm>
                            <a:off x="4586622" y="26006"/>
                            <a:ext cx="584803" cy="401800"/>
                          </a:xfrm>
                          <a:prstGeom prst="rect">
                            <a:avLst/>
                          </a:prstGeom>
                          <a:solidFill>
                            <a:schemeClr val="bg1">
                              <a:lumMod val="85000"/>
                              <a:lumOff val="0"/>
                            </a:schemeClr>
                          </a:solidFill>
                          <a:ln w="9525">
                            <a:solidFill>
                              <a:srgbClr val="000000"/>
                            </a:solidFill>
                            <a:miter lim="800000"/>
                            <a:headEnd/>
                            <a:tailEnd/>
                          </a:ln>
                        </wps:spPr>
                        <wps:txbx>
                          <w:txbxContent>
                            <w:p w14:paraId="0303BF16" w14:textId="77777777" w:rsidR="00181BB8" w:rsidRPr="00F9662D" w:rsidRDefault="00181BB8" w:rsidP="00181BB8">
                              <w:pPr>
                                <w:pStyle w:val="FP"/>
                                <w:rPr>
                                  <w:rFonts w:ascii="Arial" w:hAnsi="Arial"/>
                                  <w:b/>
                                  <w:sz w:val="14"/>
                                  <w:szCs w:val="14"/>
                                  <w:lang w:val="en-US"/>
                                </w:rPr>
                              </w:pPr>
                              <w:r w:rsidRPr="00F9662D">
                                <w:rPr>
                                  <w:rFonts w:ascii="Arial" w:hAnsi="Arial"/>
                                  <w:b/>
                                  <w:sz w:val="14"/>
                                  <w:szCs w:val="14"/>
                                  <w:lang w:val="en-US"/>
                                </w:rPr>
                                <w:t>OO</w:t>
                              </w:r>
                            </w:p>
                            <w:p w14:paraId="41C6738E" w14:textId="77777777" w:rsidR="00181BB8" w:rsidRPr="00F9662D" w:rsidRDefault="00181BB8" w:rsidP="00181BB8">
                              <w:pPr>
                                <w:pStyle w:val="FP"/>
                                <w:rPr>
                                  <w:b/>
                                  <w:sz w:val="14"/>
                                  <w:szCs w:val="14"/>
                                  <w:lang w:val="en-US"/>
                                </w:rPr>
                              </w:pPr>
                              <w:r w:rsidRPr="00F9662D">
                                <w:rPr>
                                  <w:rFonts w:ascii="Arial" w:hAnsi="Arial"/>
                                  <w:b/>
                                  <w:sz w:val="14"/>
                                  <w:szCs w:val="14"/>
                                  <w:lang w:val="en-US"/>
                                </w:rPr>
                                <w:t>Features</w:t>
                              </w:r>
                            </w:p>
                          </w:txbxContent>
                        </wps:txbx>
                        <wps:bodyPr rot="0" vert="horz" wrap="square" lIns="91440" tIns="45720" rIns="91440" bIns="45720" anchor="t" anchorCtr="0" upright="1">
                          <a:noAutofit/>
                        </wps:bodyPr>
                      </wps:wsp>
                      <wps:wsp>
                        <wps:cNvPr id="9" name="Text Box 68"/>
                        <wps:cNvSpPr txBox="1">
                          <a:spLocks noChangeArrowheads="1"/>
                        </wps:cNvSpPr>
                        <wps:spPr bwMode="auto">
                          <a:xfrm>
                            <a:off x="889604" y="35509"/>
                            <a:ext cx="746704" cy="392497"/>
                          </a:xfrm>
                          <a:prstGeom prst="rect">
                            <a:avLst/>
                          </a:prstGeom>
                          <a:solidFill>
                            <a:schemeClr val="bg1">
                              <a:lumMod val="85000"/>
                              <a:lumOff val="0"/>
                            </a:schemeClr>
                          </a:solidFill>
                          <a:ln w="9525">
                            <a:solidFill>
                              <a:srgbClr val="000000"/>
                            </a:solidFill>
                            <a:miter lim="800000"/>
                            <a:headEnd/>
                            <a:tailEnd/>
                          </a:ln>
                        </wps:spPr>
                        <wps:txbx>
                          <w:txbxContent>
                            <w:p w14:paraId="7AFB0E74" w14:textId="77777777" w:rsidR="00181BB8" w:rsidRDefault="00181BB8" w:rsidP="00181BB8">
                              <w:pPr>
                                <w:pStyle w:val="FP"/>
                                <w:rPr>
                                  <w:rFonts w:ascii="Arial" w:hAnsi="Arial"/>
                                  <w:b/>
                                  <w:sz w:val="14"/>
                                  <w:lang w:val="en-US"/>
                                </w:rPr>
                              </w:pPr>
                              <w:r w:rsidRPr="0033799C">
                                <w:rPr>
                                  <w:rFonts w:ascii="Arial" w:hAnsi="Arial"/>
                                  <w:b/>
                                  <w:sz w:val="14"/>
                                  <w:lang w:val="en-US"/>
                                </w:rPr>
                                <w:t>Advanced Parameteri</w:t>
                              </w:r>
                              <w:r>
                                <w:rPr>
                                  <w:rFonts w:ascii="Arial" w:hAnsi="Arial"/>
                                  <w:b/>
                                  <w:sz w:val="14"/>
                                  <w:lang w:val="en-US"/>
                                </w:rPr>
                                <w:t>-</w:t>
                              </w:r>
                            </w:p>
                            <w:p w14:paraId="0C66622B" w14:textId="77777777" w:rsidR="00181BB8" w:rsidRPr="0033799C" w:rsidRDefault="00181BB8" w:rsidP="00181BB8">
                              <w:pPr>
                                <w:pStyle w:val="FP"/>
                                <w:rPr>
                                  <w:b/>
                                  <w:sz w:val="18"/>
                                  <w:lang w:val="en-US"/>
                                </w:rPr>
                              </w:pPr>
                              <w:r w:rsidRPr="0033799C">
                                <w:rPr>
                                  <w:rFonts w:ascii="Arial" w:hAnsi="Arial"/>
                                  <w:b/>
                                  <w:sz w:val="14"/>
                                  <w:lang w:val="en-US"/>
                                </w:rPr>
                                <w:t>zation</w:t>
                              </w:r>
                            </w:p>
                          </w:txbxContent>
                        </wps:txbx>
                        <wps:bodyPr rot="0" vert="horz" wrap="square" lIns="91440" tIns="45720" rIns="91440" bIns="45720" anchor="t" anchorCtr="0" upright="1">
                          <a:noAutofit/>
                        </wps:bodyPr>
                      </wps:wsp>
                      <wps:wsp>
                        <wps:cNvPr id="10" name="Text Box 69"/>
                        <wps:cNvSpPr txBox="1">
                          <a:spLocks noChangeArrowheads="1"/>
                        </wps:cNvSpPr>
                        <wps:spPr bwMode="auto">
                          <a:xfrm>
                            <a:off x="3886819" y="26006"/>
                            <a:ext cx="642003" cy="401900"/>
                          </a:xfrm>
                          <a:prstGeom prst="rect">
                            <a:avLst/>
                          </a:prstGeom>
                          <a:solidFill>
                            <a:schemeClr val="bg1">
                              <a:lumMod val="85000"/>
                              <a:lumOff val="0"/>
                            </a:schemeClr>
                          </a:solidFill>
                          <a:ln w="9525">
                            <a:solidFill>
                              <a:srgbClr val="000000"/>
                            </a:solidFill>
                            <a:miter lim="800000"/>
                            <a:headEnd/>
                            <a:tailEnd/>
                          </a:ln>
                        </wps:spPr>
                        <wps:txbx>
                          <w:txbxContent>
                            <w:p w14:paraId="39627234" w14:textId="77777777" w:rsidR="00181BB8" w:rsidRPr="00F9662D" w:rsidRDefault="00181BB8" w:rsidP="00181BB8">
                              <w:pPr>
                                <w:pStyle w:val="FP"/>
                                <w:rPr>
                                  <w:b/>
                                  <w:sz w:val="14"/>
                                  <w:szCs w:val="14"/>
                                  <w:lang w:val="en-US"/>
                                </w:rPr>
                              </w:pPr>
                              <w:r>
                                <w:rPr>
                                  <w:rFonts w:ascii="Arial" w:hAnsi="Arial"/>
                                  <w:b/>
                                  <w:sz w:val="14"/>
                                  <w:szCs w:val="14"/>
                                  <w:lang w:val="en-US"/>
                                </w:rPr>
                                <w:t>Advanced Matching</w:t>
                              </w:r>
                            </w:p>
                          </w:txbxContent>
                        </wps:txbx>
                        <wps:bodyPr rot="0" vert="horz" wrap="square" lIns="91440" tIns="45720" rIns="91440" bIns="45720" anchor="t" anchorCtr="0" upright="1">
                          <a:noAutofit/>
                        </wps:bodyPr>
                      </wps:wsp>
                      <wps:wsp>
                        <wps:cNvPr id="11" name="Text Box 70"/>
                        <wps:cNvSpPr txBox="1">
                          <a:spLocks noChangeArrowheads="1"/>
                        </wps:cNvSpPr>
                        <wps:spPr bwMode="auto">
                          <a:xfrm>
                            <a:off x="5151125" y="35509"/>
                            <a:ext cx="228601" cy="342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B4185" w14:textId="77777777" w:rsidR="00181BB8" w:rsidRPr="0033799C" w:rsidRDefault="00181BB8" w:rsidP="00181BB8">
                              <w:pPr>
                                <w:rPr>
                                  <w:lang w:val="de-DE"/>
                                </w:rPr>
                              </w:pPr>
                              <w:r>
                                <w:rPr>
                                  <w:lang w:val="de-DE"/>
                                </w:rPr>
                                <w:t xml:space="preserve">… </w:t>
                              </w:r>
                            </w:p>
                          </w:txbxContent>
                        </wps:txbx>
                        <wps:bodyPr rot="0" vert="horz" wrap="square" lIns="91440" tIns="45720" rIns="91440" bIns="45720" anchor="t" anchorCtr="0" upright="1">
                          <a:noAutofit/>
                        </wps:bodyPr>
                      </wps:wsp>
                      <wps:wsp>
                        <wps:cNvPr id="12" name="Text Box 71"/>
                        <wps:cNvSpPr txBox="1">
                          <a:spLocks noChangeArrowheads="1"/>
                        </wps:cNvSpPr>
                        <wps:spPr bwMode="auto">
                          <a:xfrm>
                            <a:off x="5334026" y="35509"/>
                            <a:ext cx="657203" cy="385096"/>
                          </a:xfrm>
                          <a:prstGeom prst="rect">
                            <a:avLst/>
                          </a:prstGeom>
                          <a:solidFill>
                            <a:schemeClr val="bg1">
                              <a:lumMod val="85000"/>
                              <a:lumOff val="0"/>
                            </a:schemeClr>
                          </a:solidFill>
                          <a:ln w="9525">
                            <a:solidFill>
                              <a:srgbClr val="000000"/>
                            </a:solidFill>
                            <a:miter lim="800000"/>
                            <a:headEnd/>
                            <a:tailEnd/>
                          </a:ln>
                        </wps:spPr>
                        <wps:txbx>
                          <w:txbxContent>
                            <w:p w14:paraId="41BC5E07" w14:textId="77777777" w:rsidR="00181BB8" w:rsidRPr="00F9662D" w:rsidRDefault="00181BB8" w:rsidP="00181BB8">
                              <w:pPr>
                                <w:pStyle w:val="FP"/>
                                <w:rPr>
                                  <w:rFonts w:ascii="Arial" w:hAnsi="Arial"/>
                                  <w:sz w:val="14"/>
                                  <w:szCs w:val="14"/>
                                  <w:lang w:val="en-US"/>
                                </w:rPr>
                              </w:pPr>
                              <w:r w:rsidRPr="00F9662D">
                                <w:rPr>
                                  <w:rFonts w:ascii="Arial" w:hAnsi="Arial"/>
                                  <w:sz w:val="14"/>
                                  <w:szCs w:val="14"/>
                                  <w:lang w:val="en-US"/>
                                </w:rPr>
                                <w:t>TTCN-3 Packages</w:t>
                              </w:r>
                            </w:p>
                          </w:txbxContent>
                        </wps:txbx>
                        <wps:bodyPr rot="0" vert="horz" wrap="square" lIns="91440" tIns="45720" rIns="91440" bIns="45720" anchor="t" anchorCtr="0" upright="1">
                          <a:noAutofit/>
                        </wps:bodyPr>
                      </wps:wsp>
                      <wps:wsp>
                        <wps:cNvPr id="14" name="Text Box 72"/>
                        <wps:cNvSpPr txBox="1">
                          <a:spLocks noChangeArrowheads="1"/>
                        </wps:cNvSpPr>
                        <wps:spPr bwMode="auto">
                          <a:xfrm>
                            <a:off x="2595813" y="688471"/>
                            <a:ext cx="731604" cy="2064912"/>
                          </a:xfrm>
                          <a:prstGeom prst="rect">
                            <a:avLst/>
                          </a:prstGeom>
                          <a:solidFill>
                            <a:schemeClr val="bg1">
                              <a:lumMod val="85000"/>
                              <a:lumOff val="0"/>
                            </a:schemeClr>
                          </a:solidFill>
                          <a:ln w="9525">
                            <a:solidFill>
                              <a:srgbClr val="000000"/>
                            </a:solidFill>
                            <a:miter lim="800000"/>
                            <a:headEnd/>
                            <a:tailEnd/>
                          </a:ln>
                        </wps:spPr>
                        <wps:txbx>
                          <w:txbxContent>
                            <w:p w14:paraId="4E44AC89" w14:textId="77777777" w:rsidR="00181BB8" w:rsidRDefault="00181BB8" w:rsidP="00181BB8">
                              <w:pPr>
                                <w:pStyle w:val="FP"/>
                                <w:rPr>
                                  <w:rFonts w:ascii="Arial" w:hAnsi="Arial"/>
                                  <w:b/>
                                  <w:sz w:val="16"/>
                                  <w:lang w:val="en-US"/>
                                </w:rPr>
                              </w:pPr>
                            </w:p>
                            <w:p w14:paraId="3B9BD0B9" w14:textId="77777777" w:rsidR="00181BB8" w:rsidRDefault="00181BB8" w:rsidP="00181BB8">
                              <w:pPr>
                                <w:pStyle w:val="FP"/>
                                <w:rPr>
                                  <w:rFonts w:ascii="Arial" w:hAnsi="Arial"/>
                                  <w:b/>
                                  <w:sz w:val="16"/>
                                  <w:lang w:val="en-US"/>
                                </w:rPr>
                              </w:pPr>
                            </w:p>
                            <w:p w14:paraId="63A31196" w14:textId="77777777" w:rsidR="00181BB8" w:rsidRDefault="00181BB8" w:rsidP="00181BB8">
                              <w:pPr>
                                <w:pStyle w:val="FP"/>
                                <w:rPr>
                                  <w:rFonts w:ascii="Arial" w:hAnsi="Arial"/>
                                  <w:b/>
                                  <w:sz w:val="16"/>
                                  <w:lang w:val="en-US"/>
                                </w:rPr>
                              </w:pPr>
                            </w:p>
                            <w:p w14:paraId="01E6932B" w14:textId="77777777" w:rsidR="00181BB8" w:rsidRDefault="00181BB8" w:rsidP="00181BB8">
                              <w:pPr>
                                <w:pStyle w:val="FP"/>
                                <w:rPr>
                                  <w:rFonts w:ascii="Arial" w:hAnsi="Arial"/>
                                  <w:b/>
                                  <w:sz w:val="16"/>
                                  <w:lang w:val="en-US"/>
                                </w:rPr>
                              </w:pPr>
                            </w:p>
                            <w:p w14:paraId="05A88CC6" w14:textId="77777777" w:rsidR="00181BB8" w:rsidRDefault="00181BB8" w:rsidP="00181BB8">
                              <w:pPr>
                                <w:pStyle w:val="FP"/>
                                <w:rPr>
                                  <w:rFonts w:ascii="Arial" w:hAnsi="Arial"/>
                                  <w:b/>
                                  <w:sz w:val="16"/>
                                  <w:lang w:val="en-US"/>
                                </w:rPr>
                              </w:pPr>
                            </w:p>
                            <w:p w14:paraId="2E2D4B98" w14:textId="77777777" w:rsidR="00181BB8" w:rsidRDefault="00181BB8" w:rsidP="00181BB8">
                              <w:pPr>
                                <w:pStyle w:val="FP"/>
                                <w:rPr>
                                  <w:rFonts w:ascii="Arial" w:hAnsi="Arial"/>
                                  <w:b/>
                                  <w:sz w:val="16"/>
                                  <w:lang w:val="en-US"/>
                                </w:rPr>
                              </w:pPr>
                            </w:p>
                            <w:p w14:paraId="1AB9D184" w14:textId="77777777" w:rsidR="00181BB8" w:rsidRDefault="00181BB8" w:rsidP="00181BB8">
                              <w:pPr>
                                <w:pStyle w:val="FP"/>
                                <w:rPr>
                                  <w:rFonts w:ascii="Arial" w:hAnsi="Arial"/>
                                  <w:b/>
                                  <w:sz w:val="16"/>
                                  <w:lang w:val="en-US"/>
                                </w:rPr>
                              </w:pPr>
                              <w:r>
                                <w:rPr>
                                  <w:rFonts w:ascii="Arial" w:hAnsi="Arial"/>
                                  <w:b/>
                                  <w:sz w:val="16"/>
                                  <w:lang w:val="en-US"/>
                                </w:rPr>
                                <w:t>TTCN-3 Core</w:t>
                              </w:r>
                            </w:p>
                            <w:p w14:paraId="65A76E3C" w14:textId="77777777" w:rsidR="00181BB8" w:rsidRDefault="00181BB8" w:rsidP="00181BB8">
                              <w:pPr>
                                <w:pStyle w:val="FP"/>
                                <w:rPr>
                                  <w:lang w:val="en-US"/>
                                </w:rPr>
                              </w:pPr>
                              <w:r>
                                <w:rPr>
                                  <w:rFonts w:ascii="Arial" w:hAnsi="Arial"/>
                                  <w:b/>
                                  <w:sz w:val="16"/>
                                  <w:lang w:val="en-US"/>
                                </w:rPr>
                                <w:t>Language</w:t>
                              </w:r>
                            </w:p>
                          </w:txbxContent>
                        </wps:txbx>
                        <wps:bodyPr rot="0" vert="horz" wrap="square" lIns="91440" tIns="45720" rIns="91440" bIns="45720" anchor="t" anchorCtr="0" upright="1">
                          <a:noAutofit/>
                        </wps:bodyPr>
                      </wps:wsp>
                      <wps:wsp>
                        <wps:cNvPr id="15" name="Text Box 73"/>
                        <wps:cNvSpPr txBox="1">
                          <a:spLocks noChangeArrowheads="1"/>
                        </wps:cNvSpPr>
                        <wps:spPr bwMode="auto">
                          <a:xfrm>
                            <a:off x="4272221" y="1530079"/>
                            <a:ext cx="1100505" cy="2743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C1CFBB" w14:textId="77777777" w:rsidR="00181BB8" w:rsidRDefault="00181BB8" w:rsidP="00181BB8">
                              <w:pPr>
                                <w:pStyle w:val="FP"/>
                                <w:rPr>
                                  <w:rFonts w:ascii="Arial" w:hAnsi="Arial"/>
                                  <w:lang w:val="en-US"/>
                                </w:rPr>
                              </w:pPr>
                              <w:r>
                                <w:rPr>
                                  <w:rFonts w:ascii="Arial" w:hAnsi="Arial"/>
                                  <w:lang w:val="en-US"/>
                                </w:rPr>
                                <w:t>TTCN-3 User</w:t>
                              </w:r>
                            </w:p>
                          </w:txbxContent>
                        </wps:txbx>
                        <wps:bodyPr rot="0" vert="horz" wrap="square" lIns="91440" tIns="45720" rIns="91440" bIns="45720" anchor="t" anchorCtr="0" upright="1">
                          <a:noAutofit/>
                        </wps:bodyPr>
                      </wps:wsp>
                      <wps:wsp>
                        <wps:cNvPr id="16" name="Line 74"/>
                        <wps:cNvCnPr>
                          <a:cxnSpLocks noChangeShapeType="1"/>
                        </wps:cNvCnPr>
                        <wps:spPr bwMode="auto">
                          <a:xfrm>
                            <a:off x="3327416" y="1669114"/>
                            <a:ext cx="1025505" cy="7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 name="Line 75"/>
                        <wps:cNvCnPr>
                          <a:cxnSpLocks noChangeShapeType="1"/>
                        </wps:cNvCnPr>
                        <wps:spPr bwMode="auto">
                          <a:xfrm flipH="1">
                            <a:off x="3310116" y="427706"/>
                            <a:ext cx="1568908" cy="2606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76"/>
                        <wps:cNvCnPr>
                          <a:cxnSpLocks noChangeShapeType="1"/>
                        </wps:cNvCnPr>
                        <wps:spPr bwMode="auto">
                          <a:xfrm flipH="1">
                            <a:off x="3211316" y="427906"/>
                            <a:ext cx="996505" cy="25056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77"/>
                        <wps:cNvCnPr>
                          <a:cxnSpLocks noChangeShapeType="1"/>
                        </wps:cNvCnPr>
                        <wps:spPr bwMode="auto">
                          <a:xfrm>
                            <a:off x="2671413" y="420604"/>
                            <a:ext cx="300401" cy="26766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Text Box 78"/>
                        <wps:cNvSpPr txBox="1">
                          <a:spLocks noChangeArrowheads="1"/>
                        </wps:cNvSpPr>
                        <wps:spPr bwMode="auto">
                          <a:xfrm>
                            <a:off x="33600" y="2423701"/>
                            <a:ext cx="823004" cy="334783"/>
                          </a:xfrm>
                          <a:prstGeom prst="rect">
                            <a:avLst/>
                          </a:prstGeom>
                          <a:solidFill>
                            <a:schemeClr val="bg1">
                              <a:lumMod val="85000"/>
                              <a:lumOff val="0"/>
                            </a:schemeClr>
                          </a:solidFill>
                          <a:ln w="9525">
                            <a:solidFill>
                              <a:srgbClr val="000000"/>
                            </a:solidFill>
                            <a:miter lim="800000"/>
                            <a:headEnd/>
                            <a:tailEnd/>
                          </a:ln>
                        </wps:spPr>
                        <wps:txbx>
                          <w:txbxContent>
                            <w:p w14:paraId="5852D0A7" w14:textId="77777777" w:rsidR="00181BB8" w:rsidRDefault="00181BB8" w:rsidP="00181BB8">
                              <w:pPr>
                                <w:pStyle w:val="FP"/>
                                <w:rPr>
                                  <w:lang w:val="en-US"/>
                                </w:rPr>
                              </w:pPr>
                              <w:r>
                                <w:rPr>
                                  <w:rFonts w:ascii="Arial" w:hAnsi="Arial"/>
                                  <w:sz w:val="16"/>
                                  <w:lang w:val="en-US"/>
                                </w:rPr>
                                <w:t>Other types &amp; values</w:t>
                              </w:r>
                            </w:p>
                          </w:txbxContent>
                        </wps:txbx>
                        <wps:bodyPr rot="0" vert="horz" wrap="square" lIns="91440" tIns="45720" rIns="91440" bIns="45720" anchor="t" anchorCtr="0" upright="1">
                          <a:spAutoFit/>
                        </wps:bodyPr>
                      </wps:wsp>
                      <wps:wsp>
                        <wps:cNvPr id="21" name="Line 79"/>
                        <wps:cNvCnPr>
                          <a:cxnSpLocks noChangeShapeType="1"/>
                        </wps:cNvCnPr>
                        <wps:spPr bwMode="auto">
                          <a:xfrm flipV="1">
                            <a:off x="856604" y="2590142"/>
                            <a:ext cx="1720208" cy="18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80"/>
                        <wps:cNvCnPr>
                          <a:cxnSpLocks noChangeShapeType="1"/>
                        </wps:cNvCnPr>
                        <wps:spPr bwMode="auto">
                          <a:xfrm>
                            <a:off x="399402" y="2221751"/>
                            <a:ext cx="600" cy="18294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 name="Line 81"/>
                        <wps:cNvCnPr>
                          <a:cxnSpLocks noChangeShapeType="1"/>
                        </wps:cNvCnPr>
                        <wps:spPr bwMode="auto">
                          <a:xfrm flipV="1">
                            <a:off x="855304" y="2019801"/>
                            <a:ext cx="1740509" cy="114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Text Box 82"/>
                        <wps:cNvSpPr txBox="1">
                          <a:spLocks noChangeArrowheads="1"/>
                        </wps:cNvSpPr>
                        <wps:spPr bwMode="auto">
                          <a:xfrm>
                            <a:off x="32300" y="1857761"/>
                            <a:ext cx="823004" cy="323980"/>
                          </a:xfrm>
                          <a:prstGeom prst="rect">
                            <a:avLst/>
                          </a:prstGeom>
                          <a:solidFill>
                            <a:schemeClr val="bg1">
                              <a:lumMod val="85000"/>
                              <a:lumOff val="0"/>
                            </a:schemeClr>
                          </a:solidFill>
                          <a:ln w="9525">
                            <a:solidFill>
                              <a:srgbClr val="000000"/>
                            </a:solidFill>
                            <a:miter lim="800000"/>
                            <a:headEnd/>
                            <a:tailEnd/>
                          </a:ln>
                        </wps:spPr>
                        <wps:txbx>
                          <w:txbxContent>
                            <w:p w14:paraId="46A35B46" w14:textId="77777777" w:rsidR="00181BB8" w:rsidRPr="009459DF" w:rsidRDefault="00181BB8" w:rsidP="00181BB8">
                              <w:pPr>
                                <w:pStyle w:val="FP"/>
                                <w:rPr>
                                  <w:b/>
                                  <w:lang w:val="en-US"/>
                                </w:rPr>
                              </w:pPr>
                              <w:r>
                                <w:rPr>
                                  <w:rFonts w:ascii="Arial" w:hAnsi="Arial"/>
                                  <w:b/>
                                  <w:sz w:val="16"/>
                                  <w:lang w:val="en-US"/>
                                </w:rPr>
                                <w:t>JSON</w:t>
                              </w:r>
                              <w:r w:rsidRPr="009459DF">
                                <w:rPr>
                                  <w:rFonts w:ascii="Arial" w:hAnsi="Arial"/>
                                  <w:b/>
                                  <w:sz w:val="16"/>
                                  <w:lang w:val="en-US"/>
                                </w:rPr>
                                <w:t xml:space="preserve"> </w:t>
                              </w:r>
                              <w:r>
                                <w:rPr>
                                  <w:rFonts w:ascii="Arial" w:hAnsi="Arial"/>
                                  <w:b/>
                                  <w:sz w:val="16"/>
                                  <w:lang w:val="en-US"/>
                                </w:rPr>
                                <w:t>t</w:t>
                              </w:r>
                              <w:r w:rsidRPr="009459DF">
                                <w:rPr>
                                  <w:rFonts w:ascii="Arial" w:hAnsi="Arial"/>
                                  <w:b/>
                                  <w:sz w:val="16"/>
                                  <w:lang w:val="en-US"/>
                                </w:rPr>
                                <w:t>ypes</w:t>
                              </w:r>
                              <w:r>
                                <w:rPr>
                                  <w:rFonts w:ascii="Arial" w:hAnsi="Arial"/>
                                  <w:b/>
                                  <w:sz w:val="16"/>
                                  <w:lang w:val="en-US"/>
                                </w:rPr>
                                <w:t xml:space="preserve"> &amp; values</w:t>
                              </w:r>
                            </w:p>
                          </w:txbxContent>
                        </wps:txbx>
                        <wps:bodyPr rot="0" vert="horz" wrap="square" lIns="91440" tIns="45720" rIns="91440" bIns="45720" anchor="t" anchorCtr="0" upright="1">
                          <a:noAutofit/>
                        </wps:bodyPr>
                      </wps:wsp>
                      <wps:wsp>
                        <wps:cNvPr id="25" name="Text Box 83"/>
                        <wps:cNvSpPr txBox="1">
                          <a:spLocks noChangeArrowheads="1"/>
                        </wps:cNvSpPr>
                        <wps:spPr bwMode="auto">
                          <a:xfrm>
                            <a:off x="3717918" y="2242856"/>
                            <a:ext cx="1554508" cy="45651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493299" w14:textId="05D5C84F" w:rsidR="00181BB8" w:rsidRDefault="00181BB8" w:rsidP="00181BB8">
                              <w:pPr>
                                <w:pStyle w:val="FP"/>
                                <w:rPr>
                                  <w:rFonts w:ascii="Arial" w:hAnsi="Arial"/>
                                  <w:i/>
                                  <w:sz w:val="16"/>
                                </w:rPr>
                              </w:pPr>
                              <w:r w:rsidRPr="00013BE6">
                                <w:rPr>
                                  <w:rFonts w:ascii="Arial" w:hAnsi="Arial"/>
                                  <w:i/>
                                  <w:sz w:val="16"/>
                                </w:rPr>
                                <w:t>The shaded boxes are not defined in</w:t>
                              </w:r>
                              <w:r w:rsidR="00033EFD">
                                <w:rPr>
                                  <w:rFonts w:ascii="Arial" w:hAnsi="Arial"/>
                                  <w:i/>
                                  <w:sz w:val="16"/>
                                </w:rPr>
                                <w:t xml:space="preserve"> the present document</w:t>
                              </w:r>
                            </w:p>
                          </w:txbxContent>
                        </wps:txbx>
                        <wps:bodyPr rot="0" vert="horz" wrap="square" lIns="91440" tIns="45720" rIns="91440" bIns="45720" anchor="t" anchorCtr="0" upright="1">
                          <a:noAutofit/>
                        </wps:bodyPr>
                      </wps:wsp>
                      <wps:wsp>
                        <wps:cNvPr id="26" name="Text Box 84"/>
                        <wps:cNvSpPr txBox="1">
                          <a:spLocks noChangeArrowheads="1"/>
                        </wps:cNvSpPr>
                        <wps:spPr bwMode="auto">
                          <a:xfrm>
                            <a:off x="2294811" y="35509"/>
                            <a:ext cx="753204" cy="385096"/>
                          </a:xfrm>
                          <a:prstGeom prst="rect">
                            <a:avLst/>
                          </a:prstGeom>
                          <a:solidFill>
                            <a:schemeClr val="bg1">
                              <a:lumMod val="85000"/>
                              <a:lumOff val="0"/>
                            </a:schemeClr>
                          </a:solidFill>
                          <a:ln w="9525">
                            <a:solidFill>
                              <a:srgbClr val="000000"/>
                            </a:solidFill>
                            <a:miter lim="800000"/>
                            <a:headEnd/>
                            <a:tailEnd/>
                          </a:ln>
                        </wps:spPr>
                        <wps:txbx>
                          <w:txbxContent>
                            <w:p w14:paraId="7233296F" w14:textId="77777777" w:rsidR="00181BB8" w:rsidRDefault="00181BB8" w:rsidP="00181BB8">
                              <w:pPr>
                                <w:pStyle w:val="FP"/>
                                <w:rPr>
                                  <w:rFonts w:ascii="Arial" w:hAnsi="Arial"/>
                                  <w:b/>
                                  <w:sz w:val="14"/>
                                  <w:szCs w:val="14"/>
                                  <w:lang w:val="en-US"/>
                                </w:rPr>
                              </w:pPr>
                              <w:r w:rsidRPr="00F9662D">
                                <w:rPr>
                                  <w:rFonts w:ascii="Arial" w:hAnsi="Arial"/>
                                  <w:b/>
                                  <w:sz w:val="14"/>
                                  <w:szCs w:val="14"/>
                                  <w:lang w:val="en-US"/>
                                </w:rPr>
                                <w:t xml:space="preserve">Performance </w:t>
                              </w:r>
                            </w:p>
                            <w:p w14:paraId="2FC97BD7" w14:textId="77777777" w:rsidR="00181BB8" w:rsidRPr="00F9662D" w:rsidRDefault="00181BB8" w:rsidP="00181BB8">
                              <w:pPr>
                                <w:pStyle w:val="FP"/>
                                <w:rPr>
                                  <w:b/>
                                  <w:sz w:val="14"/>
                                  <w:szCs w:val="14"/>
                                  <w:lang w:val="en-US"/>
                                </w:rPr>
                              </w:pPr>
                              <w:r w:rsidRPr="00F9662D">
                                <w:rPr>
                                  <w:rFonts w:ascii="Arial" w:hAnsi="Arial"/>
                                  <w:b/>
                                  <w:sz w:val="14"/>
                                  <w:szCs w:val="14"/>
                                  <w:lang w:val="en-US"/>
                                </w:rPr>
                                <w:t>and Real Time T</w:t>
                              </w:r>
                              <w:r>
                                <w:rPr>
                                  <w:rFonts w:ascii="Arial" w:hAnsi="Arial"/>
                                  <w:b/>
                                  <w:sz w:val="14"/>
                                  <w:szCs w:val="14"/>
                                  <w:lang w:val="en-US"/>
                                </w:rPr>
                                <w:t>e</w:t>
                              </w:r>
                              <w:r w:rsidRPr="00F9662D">
                                <w:rPr>
                                  <w:rFonts w:ascii="Arial" w:hAnsi="Arial"/>
                                  <w:b/>
                                  <w:sz w:val="14"/>
                                  <w:szCs w:val="14"/>
                                  <w:lang w:val="en-US"/>
                                </w:rPr>
                                <w:t>sting</w:t>
                              </w:r>
                            </w:p>
                          </w:txbxContent>
                        </wps:txbx>
                        <wps:bodyPr rot="0" vert="horz" wrap="square" lIns="91440" tIns="45720" rIns="91440" bIns="45720" anchor="t" anchorCtr="0" upright="1">
                          <a:noAutofit/>
                        </wps:bodyPr>
                      </wps:wsp>
                      <wps:wsp>
                        <wps:cNvPr id="27" name="Text Box 68"/>
                        <wps:cNvSpPr txBox="1">
                          <a:spLocks noChangeArrowheads="1"/>
                        </wps:cNvSpPr>
                        <wps:spPr bwMode="auto">
                          <a:xfrm>
                            <a:off x="73100" y="36209"/>
                            <a:ext cx="777404" cy="384495"/>
                          </a:xfrm>
                          <a:prstGeom prst="rect">
                            <a:avLst/>
                          </a:prstGeom>
                          <a:solidFill>
                            <a:schemeClr val="bg1">
                              <a:lumMod val="85000"/>
                              <a:lumOff val="0"/>
                            </a:schemeClr>
                          </a:solidFill>
                          <a:ln w="9525">
                            <a:solidFill>
                              <a:srgbClr val="000000"/>
                            </a:solidFill>
                            <a:miter lim="800000"/>
                            <a:headEnd/>
                            <a:tailEnd/>
                          </a:ln>
                        </wps:spPr>
                        <wps:txbx>
                          <w:txbxContent>
                            <w:p w14:paraId="31F1F9CC" w14:textId="77777777" w:rsidR="00181BB8" w:rsidRPr="00693506" w:rsidRDefault="00181BB8" w:rsidP="00181BB8">
                              <w:pPr>
                                <w:spacing w:after="0" w:line="216" w:lineRule="auto"/>
                                <w:rPr>
                                  <w:rFonts w:ascii="Arial" w:hAnsi="Arial" w:cs="Arial"/>
                                  <w:b/>
                                  <w:bCs/>
                                  <w:sz w:val="14"/>
                                  <w:szCs w:val="14"/>
                                  <w:lang w:val="en-US"/>
                                </w:rPr>
                              </w:pPr>
                              <w:r w:rsidRPr="00693506">
                                <w:rPr>
                                  <w:rFonts w:ascii="Arial" w:hAnsi="Arial" w:cs="Arial"/>
                                  <w:b/>
                                  <w:bCs/>
                                  <w:sz w:val="14"/>
                                  <w:szCs w:val="14"/>
                                  <w:lang w:val="en-US"/>
                                </w:rPr>
                                <w:t>Configuratio</w:t>
                              </w:r>
                              <w:r>
                                <w:rPr>
                                  <w:rFonts w:ascii="Arial" w:hAnsi="Arial" w:cs="Arial"/>
                                  <w:b/>
                                  <w:bCs/>
                                  <w:sz w:val="14"/>
                                  <w:szCs w:val="14"/>
                                  <w:lang w:val="en-US"/>
                                </w:rPr>
                                <w:t>n</w:t>
                              </w:r>
                              <w:r w:rsidRPr="00693506">
                                <w:rPr>
                                  <w:rFonts w:ascii="Arial" w:hAnsi="Arial" w:cs="Arial"/>
                                  <w:b/>
                                  <w:bCs/>
                                  <w:sz w:val="14"/>
                                  <w:szCs w:val="14"/>
                                  <w:lang w:val="en-US"/>
                                </w:rPr>
                                <w:t xml:space="preserve"> and deploy-ment support</w:t>
                              </w:r>
                            </w:p>
                          </w:txbxContent>
                        </wps:txbx>
                        <wps:bodyPr rot="0" vert="horz" wrap="square" lIns="91440" tIns="45720" rIns="91440" bIns="45720" anchor="t" anchorCtr="0" upright="1">
                          <a:noAutofit/>
                        </wps:bodyPr>
                      </wps:wsp>
                      <wps:wsp>
                        <wps:cNvPr id="28" name="Line 81"/>
                        <wps:cNvCnPr>
                          <a:cxnSpLocks noChangeShapeType="1"/>
                        </wps:cNvCnPr>
                        <wps:spPr bwMode="auto">
                          <a:xfrm flipV="1">
                            <a:off x="856604" y="1637106"/>
                            <a:ext cx="1740509" cy="108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Text Box 82"/>
                        <wps:cNvSpPr txBox="1">
                          <a:spLocks noChangeArrowheads="1"/>
                        </wps:cNvSpPr>
                        <wps:spPr bwMode="auto">
                          <a:xfrm>
                            <a:off x="33600" y="1475066"/>
                            <a:ext cx="823004" cy="323380"/>
                          </a:xfrm>
                          <a:prstGeom prst="rect">
                            <a:avLst/>
                          </a:prstGeom>
                          <a:solidFill>
                            <a:schemeClr val="bg1">
                              <a:lumMod val="85000"/>
                              <a:lumOff val="0"/>
                            </a:schemeClr>
                          </a:solidFill>
                          <a:ln w="9525">
                            <a:solidFill>
                              <a:srgbClr val="000000"/>
                            </a:solidFill>
                            <a:miter lim="800000"/>
                            <a:headEnd/>
                            <a:tailEnd/>
                          </a:ln>
                        </wps:spPr>
                        <wps:txbx>
                          <w:txbxContent>
                            <w:p w14:paraId="0F0C578E" w14:textId="77777777" w:rsidR="00181BB8" w:rsidRPr="00693506" w:rsidRDefault="00181BB8" w:rsidP="00181BB8">
                              <w:pPr>
                                <w:rPr>
                                  <w:sz w:val="24"/>
                                  <w:szCs w:val="24"/>
                                  <w:lang w:val="en-US"/>
                                </w:rPr>
                              </w:pPr>
                              <w:r>
                                <w:rPr>
                                  <w:rFonts w:ascii="Arial" w:hAnsi="Arial"/>
                                  <w:b/>
                                  <w:bCs/>
                                  <w:sz w:val="16"/>
                                  <w:szCs w:val="16"/>
                                  <w:lang w:val="en-US"/>
                                </w:rPr>
                                <w:t>XML types</w:t>
                              </w:r>
                            </w:p>
                          </w:txbxContent>
                        </wps:txbx>
                        <wps:bodyPr rot="0" vert="horz" wrap="square" lIns="91440" tIns="45720" rIns="91440" bIns="45720" anchor="t" anchorCtr="0" upright="1">
                          <a:noAutofit/>
                        </wps:bodyPr>
                      </wps:wsp>
                      <wps:wsp>
                        <wps:cNvPr id="30" name="Line 81"/>
                        <wps:cNvCnPr>
                          <a:cxnSpLocks noChangeShapeType="1"/>
                        </wps:cNvCnPr>
                        <wps:spPr bwMode="auto">
                          <a:xfrm flipV="1">
                            <a:off x="860304" y="1260213"/>
                            <a:ext cx="1740509" cy="102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Text Box 82"/>
                        <wps:cNvSpPr txBox="1">
                          <a:spLocks noChangeArrowheads="1"/>
                        </wps:cNvSpPr>
                        <wps:spPr bwMode="auto">
                          <a:xfrm>
                            <a:off x="37300" y="1098272"/>
                            <a:ext cx="823004" cy="3226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831F3D" w14:textId="77777777" w:rsidR="00181BB8" w:rsidRPr="00693506" w:rsidRDefault="00181BB8" w:rsidP="00181BB8">
                              <w:pPr>
                                <w:rPr>
                                  <w:sz w:val="24"/>
                                  <w:szCs w:val="24"/>
                                  <w:lang w:val="en-US"/>
                                </w:rPr>
                              </w:pPr>
                              <w:r>
                                <w:rPr>
                                  <w:rFonts w:ascii="Arial" w:hAnsi="Arial"/>
                                  <w:b/>
                                  <w:bCs/>
                                  <w:sz w:val="16"/>
                                  <w:szCs w:val="16"/>
                                  <w:lang w:val="en-US"/>
                                </w:rPr>
                                <w:t>IDL types</w:t>
                              </w:r>
                            </w:p>
                          </w:txbxContent>
                        </wps:txbx>
                        <wps:bodyPr rot="0" vert="horz" wrap="square" lIns="91440" tIns="45720" rIns="91440" bIns="45720" anchor="t" anchorCtr="0" upright="1">
                          <a:noAutofit/>
                        </wps:bodyPr>
                      </wps:wsp>
                      <wps:wsp>
                        <wps:cNvPr id="32" name="Line 81"/>
                        <wps:cNvCnPr>
                          <a:cxnSpLocks noChangeShapeType="1"/>
                        </wps:cNvCnPr>
                        <wps:spPr bwMode="auto">
                          <a:xfrm flipV="1">
                            <a:off x="856604" y="879718"/>
                            <a:ext cx="1740509" cy="96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Text Box 82"/>
                        <wps:cNvSpPr txBox="1">
                          <a:spLocks noChangeArrowheads="1"/>
                        </wps:cNvSpPr>
                        <wps:spPr bwMode="auto">
                          <a:xfrm>
                            <a:off x="33600" y="717778"/>
                            <a:ext cx="823004" cy="322080"/>
                          </a:xfrm>
                          <a:prstGeom prst="rect">
                            <a:avLst/>
                          </a:prstGeom>
                          <a:solidFill>
                            <a:schemeClr val="bg1">
                              <a:lumMod val="85000"/>
                              <a:lumOff val="0"/>
                            </a:schemeClr>
                          </a:solidFill>
                          <a:ln w="9525">
                            <a:solidFill>
                              <a:srgbClr val="000000"/>
                            </a:solidFill>
                            <a:miter lim="800000"/>
                            <a:headEnd/>
                            <a:tailEnd/>
                          </a:ln>
                        </wps:spPr>
                        <wps:txbx>
                          <w:txbxContent>
                            <w:p w14:paraId="6F858CC9" w14:textId="77777777" w:rsidR="00181BB8" w:rsidRPr="00693506" w:rsidRDefault="00181BB8" w:rsidP="00181BB8">
                              <w:pPr>
                                <w:rPr>
                                  <w:sz w:val="24"/>
                                  <w:szCs w:val="24"/>
                                  <w:lang w:val="en-US"/>
                                </w:rPr>
                              </w:pPr>
                              <w:r>
                                <w:rPr>
                                  <w:rFonts w:ascii="Arial" w:hAnsi="Arial"/>
                                  <w:b/>
                                  <w:bCs/>
                                  <w:sz w:val="16"/>
                                  <w:szCs w:val="16"/>
                                  <w:lang w:val="en-US"/>
                                </w:rPr>
                                <w:t>ASN.1 types and values</w:t>
                              </w:r>
                            </w:p>
                          </w:txbxContent>
                        </wps:txbx>
                        <wps:bodyPr rot="0" vert="horz" wrap="square" lIns="91440" tIns="45720" rIns="91440" bIns="45720" anchor="t" anchorCtr="0" upright="1">
                          <a:noAutofit/>
                        </wps:bodyPr>
                      </wps:wsp>
                    </wpc:wpc>
                  </a:graphicData>
                </a:graphic>
              </wp:inline>
            </w:drawing>
          </mc:Choice>
          <mc:Fallback>
            <w:pict>
              <v:group w14:anchorId="57B37897" id="Canvas 61" o:spid="_x0000_s1026" editas="canvas" style="width:481.9pt;height:228.6pt;mso-position-horizontal-relative:char;mso-position-vertical-relative:line" coordsize="61201,29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201;height:29032;visibility:visible;mso-wrap-style:square">
                  <v:fill o:detectmouseclick="t"/>
                  <v:path o:connecttype="none"/>
                </v:shape>
                <v:line id="Line 60" o:spid="_x0000_s1028" style="position:absolute;flip:x;visibility:visible;mso-wrap-style:square" from="30480,4279" to="34620,6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">
                  <v:stroke endarrow="block"/>
                </v:line>
                <v:line id="Line 61" o:spid="_x0000_s1029" style="position:absolute;visibility:visible;mso-wrap-style:square" from="4618,4207" to="25895,7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">
                  <v:stroke endarrow="block"/>
                </v:line>
                <v:line id="Line 62" o:spid="_x0000_s1030" style="position:absolute;visibility:visible;mso-wrap-style:square" from="19592,4206" to="28479,6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">
                  <v:stroke endarrow="block"/>
                </v:line>
                <v:line id="Line 63" o:spid="_x0000_s1031" style="position:absolute;flip:x;visibility:visible;mso-wrap-style:square" from="33211,4206" to="56626,74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">
                  <v:stroke endarrow="block"/>
                </v:line>
                <v:line id="Line 64" o:spid="_x0000_s1032" style="position:absolute;visibility:visible;mso-wrap-style:square" from="12630,4280" to="25971,6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">
                  <v:stroke endarrow="block"/>
                </v:line>
                <v:shapetype id="_x0000_t202" coordsize="21600,21600" o:spt="202" path="m,l,21600r21600,l21600,xe">
                  <v:stroke joinstyle="miter"/>
                  <v:path gradientshapeok="t" o:connecttype="rect"/>
                </v:shapetype>
                <v:shape id="Text Box 65" o:spid="_x0000_s1033" type="#_x0000_t202" style="position:absolute;left:16706;top:355;width:5773;height:3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" fillcolor="#d8d8d8 [2732]">
                  <v:textbox>
                    <w:txbxContent>
                      <w:p w14:paraId="249AB1C0" w14:textId="77777777" w:rsidR="00181BB8" w:rsidRPr="00F9662D" w:rsidRDefault="00181BB8" w:rsidP="00181BB8">
                        <w:pPr>
                          <w:pStyle w:val="FP"/>
                          <w:rPr>
                            <w:b/>
                            <w:sz w:val="14"/>
                            <w:szCs w:val="14"/>
                            <w:lang w:val="en-US"/>
                          </w:rPr>
                        </w:pPr>
                        <w:r w:rsidRPr="00F9662D">
                          <w:rPr>
                            <w:rFonts w:ascii="Arial" w:hAnsi="Arial"/>
                            <w:b/>
                            <w:sz w:val="14"/>
                            <w:szCs w:val="14"/>
                            <w:lang w:val="en-US"/>
                          </w:rPr>
                          <w:t>Behavior Types</w:t>
                        </w:r>
                      </w:p>
                    </w:txbxContent>
                  </v:textbox>
                </v:shape>
                <v:shape id="Text Box 66" o:spid="_x0000_s1034" type="#_x0000_t202" style="position:absolute;left:30949;top:355;width:7341;height:3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" fillcolor="#d8d8d8 [2732]">
                  <v:textbox>
                    <w:txbxContent>
                      <w:p w14:paraId="26EA3AF2" w14:textId="77777777" w:rsidR="00181BB8" w:rsidRPr="00F9662D" w:rsidRDefault="00181BB8" w:rsidP="00181BB8">
                        <w:pPr>
                          <w:pStyle w:val="FP"/>
                          <w:rPr>
                            <w:b/>
                            <w:sz w:val="14"/>
                            <w:szCs w:val="14"/>
                            <w:lang w:val="en-US"/>
                          </w:rPr>
                        </w:pPr>
                        <w:r>
                          <w:rPr>
                            <w:rFonts w:ascii="Arial" w:hAnsi="Arial"/>
                            <w:b/>
                            <w:sz w:val="14"/>
                            <w:szCs w:val="14"/>
                            <w:lang w:val="en-US"/>
                          </w:rPr>
                          <w:t>Continuous signals</w:t>
                        </w:r>
                      </w:p>
                    </w:txbxContent>
                  </v:textbox>
                </v:shape>
                <v:shape id="Text Box 67" o:spid="_x0000_s1035" type="#_x0000_t202" style="position:absolute;left:45866;top:260;width:5848;height:4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" fillcolor="#d8d8d8 [2732]">
                  <v:textbox>
                    <w:txbxContent>
                      <w:p w14:paraId="0303BF16" w14:textId="77777777" w:rsidR="00181BB8" w:rsidRPr="00F9662D" w:rsidRDefault="00181BB8" w:rsidP="00181BB8">
                        <w:pPr>
                          <w:pStyle w:val="FP"/>
                          <w:rPr>
                            <w:rFonts w:ascii="Arial" w:hAnsi="Arial"/>
                            <w:b/>
                            <w:sz w:val="14"/>
                            <w:szCs w:val="14"/>
                            <w:lang w:val="en-US"/>
                          </w:rPr>
                        </w:pPr>
                        <w:r w:rsidRPr="00F9662D">
                          <w:rPr>
                            <w:rFonts w:ascii="Arial" w:hAnsi="Arial"/>
                            <w:b/>
                            <w:sz w:val="14"/>
                            <w:szCs w:val="14"/>
                            <w:lang w:val="en-US"/>
                          </w:rPr>
                          <w:t>OO</w:t>
                        </w:r>
                      </w:p>
                      <w:p w14:paraId="41C6738E" w14:textId="77777777" w:rsidR="00181BB8" w:rsidRPr="00F9662D" w:rsidRDefault="00181BB8" w:rsidP="00181BB8">
                        <w:pPr>
                          <w:pStyle w:val="FP"/>
                          <w:rPr>
                            <w:b/>
                            <w:sz w:val="14"/>
                            <w:szCs w:val="14"/>
                            <w:lang w:val="en-US"/>
                          </w:rPr>
                        </w:pPr>
                        <w:r w:rsidRPr="00F9662D">
                          <w:rPr>
                            <w:rFonts w:ascii="Arial" w:hAnsi="Arial"/>
                            <w:b/>
                            <w:sz w:val="14"/>
                            <w:szCs w:val="14"/>
                            <w:lang w:val="en-US"/>
                          </w:rPr>
                          <w:t>Features</w:t>
                        </w:r>
                      </w:p>
                    </w:txbxContent>
                  </v:textbox>
                </v:shape>
                <v:shape id="Text Box 68" o:spid="_x0000_s1036" type="#_x0000_t202" style="position:absolute;left:8896;top:355;width:7467;height:3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" fillcolor="#d8d8d8 [2732]">
                  <v:textbox>
                    <w:txbxContent>
                      <w:p w14:paraId="7AFB0E74" w14:textId="77777777" w:rsidR="00181BB8" w:rsidRDefault="00181BB8" w:rsidP="00181BB8">
                        <w:pPr>
                          <w:pStyle w:val="FP"/>
                          <w:rPr>
                            <w:rFonts w:ascii="Arial" w:hAnsi="Arial"/>
                            <w:b/>
                            <w:sz w:val="14"/>
                            <w:lang w:val="en-US"/>
                          </w:rPr>
                        </w:pPr>
                        <w:r w:rsidRPr="0033799C">
                          <w:rPr>
                            <w:rFonts w:ascii="Arial" w:hAnsi="Arial"/>
                            <w:b/>
                            <w:sz w:val="14"/>
                            <w:lang w:val="en-US"/>
                          </w:rPr>
                          <w:t>Advanced Parameteri</w:t>
                        </w:r>
                        <w:r>
                          <w:rPr>
                            <w:rFonts w:ascii="Arial" w:hAnsi="Arial"/>
                            <w:b/>
                            <w:sz w:val="14"/>
                            <w:lang w:val="en-US"/>
                          </w:rPr>
                          <w:t>-</w:t>
                        </w:r>
                      </w:p>
                      <w:p w14:paraId="0C66622B" w14:textId="77777777" w:rsidR="00181BB8" w:rsidRPr="0033799C" w:rsidRDefault="00181BB8" w:rsidP="00181BB8">
                        <w:pPr>
                          <w:pStyle w:val="FP"/>
                          <w:rPr>
                            <w:b/>
                            <w:sz w:val="18"/>
                            <w:lang w:val="en-US"/>
                          </w:rPr>
                        </w:pPr>
                        <w:r w:rsidRPr="0033799C">
                          <w:rPr>
                            <w:rFonts w:ascii="Arial" w:hAnsi="Arial"/>
                            <w:b/>
                            <w:sz w:val="14"/>
                            <w:lang w:val="en-US"/>
                          </w:rPr>
                          <w:t>zation</w:t>
                        </w:r>
                      </w:p>
                    </w:txbxContent>
                  </v:textbox>
                </v:shape>
                <v:shape id="Text Box 69" o:spid="_x0000_s1037" type="#_x0000_t202" style="position:absolute;left:38868;top:260;width:6420;height:4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" fillcolor="#d8d8d8 [2732]">
                  <v:textbox>
                    <w:txbxContent>
                      <w:p w14:paraId="39627234" w14:textId="77777777" w:rsidR="00181BB8" w:rsidRPr="00F9662D" w:rsidRDefault="00181BB8" w:rsidP="00181BB8">
                        <w:pPr>
                          <w:pStyle w:val="FP"/>
                          <w:rPr>
                            <w:b/>
                            <w:sz w:val="14"/>
                            <w:szCs w:val="14"/>
                            <w:lang w:val="en-US"/>
                          </w:rPr>
                        </w:pPr>
                        <w:r>
                          <w:rPr>
                            <w:rFonts w:ascii="Arial" w:hAnsi="Arial"/>
                            <w:b/>
                            <w:sz w:val="14"/>
                            <w:szCs w:val="14"/>
                            <w:lang w:val="en-US"/>
                          </w:rPr>
                          <w:t>Advanced Matching</w:t>
                        </w:r>
                      </w:p>
                    </w:txbxContent>
                  </v:textbox>
                </v:shape>
                <v:shape id="Text Box 70" o:spid="_x0000_s1038" type="#_x0000_t202" style="position:absolute;left:51511;top:355;width:228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4ABB4185" w14:textId="77777777" w:rsidR="00181BB8" w:rsidRPr="0033799C" w:rsidRDefault="00181BB8" w:rsidP="00181BB8">
                        <w:pPr>
                          <w:rPr>
                            <w:lang w:val="de-DE"/>
                          </w:rPr>
                        </w:pPr>
                        <w:r>
                          <w:rPr>
                            <w:lang w:val="de-DE"/>
                          </w:rPr>
                          <w:t xml:space="preserve">… </w:t>
                        </w:r>
                      </w:p>
                    </w:txbxContent>
                  </v:textbox>
                </v:shape>
                <v:shape id="Text Box 71" o:spid="_x0000_s1039" type="#_x0000_t202" style="position:absolute;left:53340;top:355;width:6572;height:3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" fillcolor="#d8d8d8 [2732]">
                  <v:textbox>
                    <w:txbxContent>
                      <w:p w14:paraId="41BC5E07" w14:textId="77777777" w:rsidR="00181BB8" w:rsidRPr="00F9662D" w:rsidRDefault="00181BB8" w:rsidP="00181BB8">
                        <w:pPr>
                          <w:pStyle w:val="FP"/>
                          <w:rPr>
                            <w:rFonts w:ascii="Arial" w:hAnsi="Arial"/>
                            <w:sz w:val="14"/>
                            <w:szCs w:val="14"/>
                            <w:lang w:val="en-US"/>
                          </w:rPr>
                        </w:pPr>
                        <w:r w:rsidRPr="00F9662D">
                          <w:rPr>
                            <w:rFonts w:ascii="Arial" w:hAnsi="Arial"/>
                            <w:sz w:val="14"/>
                            <w:szCs w:val="14"/>
                            <w:lang w:val="en-US"/>
                          </w:rPr>
                          <w:t>TTCN-3 Packages</w:t>
                        </w:r>
                      </w:p>
                    </w:txbxContent>
                  </v:textbox>
                </v:shape>
                <v:shape id="Text Box 72" o:spid="_x0000_s1040" type="#_x0000_t202" style="position:absolute;left:25958;top:6884;width:7316;height:20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" fillcolor="#d8d8d8 [2732]">
                  <v:textbox>
                    <w:txbxContent>
                      <w:p w14:paraId="4E44AC89" w14:textId="77777777" w:rsidR="00181BB8" w:rsidRDefault="00181BB8" w:rsidP="00181BB8">
                        <w:pPr>
                          <w:pStyle w:val="FP"/>
                          <w:rPr>
                            <w:rFonts w:ascii="Arial" w:hAnsi="Arial"/>
                            <w:b/>
                            <w:sz w:val="16"/>
                            <w:lang w:val="en-US"/>
                          </w:rPr>
                        </w:pPr>
                      </w:p>
                      <w:p w14:paraId="3B9BD0B9" w14:textId="77777777" w:rsidR="00181BB8" w:rsidRDefault="00181BB8" w:rsidP="00181BB8">
                        <w:pPr>
                          <w:pStyle w:val="FP"/>
                          <w:rPr>
                            <w:rFonts w:ascii="Arial" w:hAnsi="Arial"/>
                            <w:b/>
                            <w:sz w:val="16"/>
                            <w:lang w:val="en-US"/>
                          </w:rPr>
                        </w:pPr>
                      </w:p>
                      <w:p w14:paraId="63A31196" w14:textId="77777777" w:rsidR="00181BB8" w:rsidRDefault="00181BB8" w:rsidP="00181BB8">
                        <w:pPr>
                          <w:pStyle w:val="FP"/>
                          <w:rPr>
                            <w:rFonts w:ascii="Arial" w:hAnsi="Arial"/>
                            <w:b/>
                            <w:sz w:val="16"/>
                            <w:lang w:val="en-US"/>
                          </w:rPr>
                        </w:pPr>
                      </w:p>
                      <w:p w14:paraId="01E6932B" w14:textId="77777777" w:rsidR="00181BB8" w:rsidRDefault="00181BB8" w:rsidP="00181BB8">
                        <w:pPr>
                          <w:pStyle w:val="FP"/>
                          <w:rPr>
                            <w:rFonts w:ascii="Arial" w:hAnsi="Arial"/>
                            <w:b/>
                            <w:sz w:val="16"/>
                            <w:lang w:val="en-US"/>
                          </w:rPr>
                        </w:pPr>
                      </w:p>
                      <w:p w14:paraId="05A88CC6" w14:textId="77777777" w:rsidR="00181BB8" w:rsidRDefault="00181BB8" w:rsidP="00181BB8">
                        <w:pPr>
                          <w:pStyle w:val="FP"/>
                          <w:rPr>
                            <w:rFonts w:ascii="Arial" w:hAnsi="Arial"/>
                            <w:b/>
                            <w:sz w:val="16"/>
                            <w:lang w:val="en-US"/>
                          </w:rPr>
                        </w:pPr>
                      </w:p>
                      <w:p w14:paraId="2E2D4B98" w14:textId="77777777" w:rsidR="00181BB8" w:rsidRDefault="00181BB8" w:rsidP="00181BB8">
                        <w:pPr>
                          <w:pStyle w:val="FP"/>
                          <w:rPr>
                            <w:rFonts w:ascii="Arial" w:hAnsi="Arial"/>
                            <w:b/>
                            <w:sz w:val="16"/>
                            <w:lang w:val="en-US"/>
                          </w:rPr>
                        </w:pPr>
                      </w:p>
                      <w:p w14:paraId="1AB9D184" w14:textId="77777777" w:rsidR="00181BB8" w:rsidRDefault="00181BB8" w:rsidP="00181BB8">
                        <w:pPr>
                          <w:pStyle w:val="FP"/>
                          <w:rPr>
                            <w:rFonts w:ascii="Arial" w:hAnsi="Arial"/>
                            <w:b/>
                            <w:sz w:val="16"/>
                            <w:lang w:val="en-US"/>
                          </w:rPr>
                        </w:pPr>
                        <w:r>
                          <w:rPr>
                            <w:rFonts w:ascii="Arial" w:hAnsi="Arial"/>
                            <w:b/>
                            <w:sz w:val="16"/>
                            <w:lang w:val="en-US"/>
                          </w:rPr>
                          <w:t>TTCN-3 Core</w:t>
                        </w:r>
                      </w:p>
                      <w:p w14:paraId="65A76E3C" w14:textId="77777777" w:rsidR="00181BB8" w:rsidRDefault="00181BB8" w:rsidP="00181BB8">
                        <w:pPr>
                          <w:pStyle w:val="FP"/>
                          <w:rPr>
                            <w:lang w:val="en-US"/>
                          </w:rPr>
                        </w:pPr>
                        <w:r>
                          <w:rPr>
                            <w:rFonts w:ascii="Arial" w:hAnsi="Arial"/>
                            <w:b/>
                            <w:sz w:val="16"/>
                            <w:lang w:val="en-US"/>
                          </w:rPr>
                          <w:t>Language</w:t>
                        </w:r>
                      </w:p>
                    </w:txbxContent>
                  </v:textbox>
                </v:shape>
                <v:shape id="Text Box 73" o:spid="_x0000_s1041" type="#_x0000_t202" style="position:absolute;left:42722;top:15300;width:11005;height:2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14:paraId="30C1CFBB" w14:textId="77777777" w:rsidR="00181BB8" w:rsidRDefault="00181BB8" w:rsidP="00181BB8">
                        <w:pPr>
                          <w:pStyle w:val="FP"/>
                          <w:rPr>
                            <w:rFonts w:ascii="Arial" w:hAnsi="Arial"/>
                            <w:lang w:val="en-US"/>
                          </w:rPr>
                        </w:pPr>
                        <w:r>
                          <w:rPr>
                            <w:rFonts w:ascii="Arial" w:hAnsi="Arial"/>
                            <w:lang w:val="en-US"/>
                          </w:rPr>
                          <w:t>TTCN-3 User</w:t>
                        </w:r>
                      </w:p>
                    </w:txbxContent>
                  </v:textbox>
                </v:shape>
                <v:line id="Line 74" o:spid="_x0000_s1042" style="position:absolute;visibility:visible;mso-wrap-style:square" from="33274,16691" to="43529,166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">
                  <v:stroke startarrow="block" endarrow="block"/>
                </v:line>
                <v:line id="Line 75" o:spid="_x0000_s1043" style="position:absolute;flip:x;visibility:visible;mso-wrap-style:square" from="33101,4277" to="48790,6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">
                  <v:stroke endarrow="block"/>
                </v:line>
                <v:line id="Line 76" o:spid="_x0000_s1044" style="position:absolute;flip:x;visibility:visible;mso-wrap-style:square" from="32113,4279" to="42078,6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">
                  <v:stroke endarrow="block"/>
                </v:line>
                <v:line id="Line 77" o:spid="_x0000_s1045" style="position:absolute;visibility:visible;mso-wrap-style:square" from="26714,4206" to="29718,6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">
                  <v:stroke endarrow="block"/>
                </v:line>
                <v:shape id="Text Box 78" o:spid="_x0000_s1046" type="#_x0000_t202" style="position:absolute;left:336;top:24237;width:8230;height:3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" fillcolor="#d8d8d8 [2732]">
                  <v:textbox style="mso-fit-shape-to-text:t">
                    <w:txbxContent>
                      <w:p w14:paraId="5852D0A7" w14:textId="77777777" w:rsidR="00181BB8" w:rsidRDefault="00181BB8" w:rsidP="00181BB8">
                        <w:pPr>
                          <w:pStyle w:val="FP"/>
                          <w:rPr>
                            <w:lang w:val="en-US"/>
                          </w:rPr>
                        </w:pPr>
                        <w:r>
                          <w:rPr>
                            <w:rFonts w:ascii="Arial" w:hAnsi="Arial"/>
                            <w:sz w:val="16"/>
                            <w:lang w:val="en-US"/>
                          </w:rPr>
                          <w:t>Other types &amp; values</w:t>
                        </w:r>
                      </w:p>
                    </w:txbxContent>
                  </v:textbox>
                </v:shape>
                <v:line id="Line 79" o:spid="_x0000_s1047" style="position:absolute;flip:y;visibility:visible;mso-wrap-style:square" from="8566,25901" to="25768,26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">
                  <v:stroke endarrow="block"/>
                </v:line>
                <v:line id="Line 80" o:spid="_x0000_s1048" style="position:absolute;visibility:visible;mso-wrap-style:square" from="3994,22217" to="4000,24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">
                  <v:stroke dashstyle="1 1" endcap="round"/>
                </v:line>
                <v:line id="Line 81" o:spid="_x0000_s1049" style="position:absolute;flip:y;visibility:visible;mso-wrap-style:square" from="8553,20198" to="25958,20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">
                  <v:stroke endarrow="block"/>
                </v:line>
                <v:shape id="Text Box 82" o:spid="_x0000_s1050" type="#_x0000_t202" style="position:absolute;left:323;top:18577;width:8230;height:3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" fillcolor="#d8d8d8 [2732]">
                  <v:textbox>
                    <w:txbxContent>
                      <w:p w14:paraId="46A35B46" w14:textId="77777777" w:rsidR="00181BB8" w:rsidRPr="009459DF" w:rsidRDefault="00181BB8" w:rsidP="00181BB8">
                        <w:pPr>
                          <w:pStyle w:val="FP"/>
                          <w:rPr>
                            <w:b/>
                            <w:lang w:val="en-US"/>
                          </w:rPr>
                        </w:pPr>
                        <w:r>
                          <w:rPr>
                            <w:rFonts w:ascii="Arial" w:hAnsi="Arial"/>
                            <w:b/>
                            <w:sz w:val="16"/>
                            <w:lang w:val="en-US"/>
                          </w:rPr>
                          <w:t>JSON</w:t>
                        </w:r>
                        <w:r w:rsidRPr="009459DF">
                          <w:rPr>
                            <w:rFonts w:ascii="Arial" w:hAnsi="Arial"/>
                            <w:b/>
                            <w:sz w:val="16"/>
                            <w:lang w:val="en-US"/>
                          </w:rPr>
                          <w:t xml:space="preserve"> </w:t>
                        </w:r>
                        <w:r>
                          <w:rPr>
                            <w:rFonts w:ascii="Arial" w:hAnsi="Arial"/>
                            <w:b/>
                            <w:sz w:val="16"/>
                            <w:lang w:val="en-US"/>
                          </w:rPr>
                          <w:t>t</w:t>
                        </w:r>
                        <w:r w:rsidRPr="009459DF">
                          <w:rPr>
                            <w:rFonts w:ascii="Arial" w:hAnsi="Arial"/>
                            <w:b/>
                            <w:sz w:val="16"/>
                            <w:lang w:val="en-US"/>
                          </w:rPr>
                          <w:t>ypes</w:t>
                        </w:r>
                        <w:r>
                          <w:rPr>
                            <w:rFonts w:ascii="Arial" w:hAnsi="Arial"/>
                            <w:b/>
                            <w:sz w:val="16"/>
                            <w:lang w:val="en-US"/>
                          </w:rPr>
                          <w:t xml:space="preserve"> &amp; values</w:t>
                        </w:r>
                      </w:p>
                    </w:txbxContent>
                  </v:textbox>
                </v:shape>
                <v:shape id="Text Box 83" o:spid="_x0000_s1051" type="#_x0000_t202" style="position:absolute;left:37179;top:22428;width:15545;height:4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14:paraId="5F493299" w14:textId="05D5C84F" w:rsidR="00181BB8" w:rsidRDefault="00181BB8" w:rsidP="00181BB8">
                        <w:pPr>
                          <w:pStyle w:val="FP"/>
                          <w:rPr>
                            <w:rFonts w:ascii="Arial" w:hAnsi="Arial"/>
                            <w:i/>
                            <w:sz w:val="16"/>
                          </w:rPr>
                        </w:pPr>
                        <w:r w:rsidRPr="00013BE6">
                          <w:rPr>
                            <w:rFonts w:ascii="Arial" w:hAnsi="Arial"/>
                            <w:i/>
                            <w:sz w:val="16"/>
                          </w:rPr>
                          <w:t>The shaded boxes are not defined in</w:t>
                        </w:r>
                        <w:r w:rsidR="00033EFD">
                          <w:rPr>
                            <w:rFonts w:ascii="Arial" w:hAnsi="Arial"/>
                            <w:i/>
                            <w:sz w:val="16"/>
                          </w:rPr>
                          <w:t xml:space="preserve"> the present document</w:t>
                        </w:r>
                      </w:p>
                    </w:txbxContent>
                  </v:textbox>
                </v:shape>
                <v:shape id="Text Box 84" o:spid="_x0000_s1052" type="#_x0000_t202" style="position:absolute;left:22948;top:355;width:7532;height:3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" fillcolor="#d8d8d8 [2732]">
                  <v:textbox>
                    <w:txbxContent>
                      <w:p w14:paraId="7233296F" w14:textId="77777777" w:rsidR="00181BB8" w:rsidRDefault="00181BB8" w:rsidP="00181BB8">
                        <w:pPr>
                          <w:pStyle w:val="FP"/>
                          <w:rPr>
                            <w:rFonts w:ascii="Arial" w:hAnsi="Arial"/>
                            <w:b/>
                            <w:sz w:val="14"/>
                            <w:szCs w:val="14"/>
                            <w:lang w:val="en-US"/>
                          </w:rPr>
                        </w:pPr>
                        <w:r w:rsidRPr="00F9662D">
                          <w:rPr>
                            <w:rFonts w:ascii="Arial" w:hAnsi="Arial"/>
                            <w:b/>
                            <w:sz w:val="14"/>
                            <w:szCs w:val="14"/>
                            <w:lang w:val="en-US"/>
                          </w:rPr>
                          <w:t xml:space="preserve">Performance </w:t>
                        </w:r>
                      </w:p>
                      <w:p w14:paraId="2FC97BD7" w14:textId="77777777" w:rsidR="00181BB8" w:rsidRPr="00F9662D" w:rsidRDefault="00181BB8" w:rsidP="00181BB8">
                        <w:pPr>
                          <w:pStyle w:val="FP"/>
                          <w:rPr>
                            <w:b/>
                            <w:sz w:val="14"/>
                            <w:szCs w:val="14"/>
                            <w:lang w:val="en-US"/>
                          </w:rPr>
                        </w:pPr>
                        <w:r w:rsidRPr="00F9662D">
                          <w:rPr>
                            <w:rFonts w:ascii="Arial" w:hAnsi="Arial"/>
                            <w:b/>
                            <w:sz w:val="14"/>
                            <w:szCs w:val="14"/>
                            <w:lang w:val="en-US"/>
                          </w:rPr>
                          <w:t>and Real Time T</w:t>
                        </w:r>
                        <w:r>
                          <w:rPr>
                            <w:rFonts w:ascii="Arial" w:hAnsi="Arial"/>
                            <w:b/>
                            <w:sz w:val="14"/>
                            <w:szCs w:val="14"/>
                            <w:lang w:val="en-US"/>
                          </w:rPr>
                          <w:t>e</w:t>
                        </w:r>
                        <w:r w:rsidRPr="00F9662D">
                          <w:rPr>
                            <w:rFonts w:ascii="Arial" w:hAnsi="Arial"/>
                            <w:b/>
                            <w:sz w:val="14"/>
                            <w:szCs w:val="14"/>
                            <w:lang w:val="en-US"/>
                          </w:rPr>
                          <w:t>sting</w:t>
                        </w:r>
                      </w:p>
                    </w:txbxContent>
                  </v:textbox>
                </v:shape>
                <v:shape id="Text Box 68" o:spid="_x0000_s1053" type="#_x0000_t202" style="position:absolute;left:731;top:362;width:7774;height:3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" fillcolor="#d8d8d8 [2732]">
                  <v:textbox>
                    <w:txbxContent>
                      <w:p w14:paraId="31F1F9CC" w14:textId="77777777" w:rsidR="00181BB8" w:rsidRPr="00693506" w:rsidRDefault="00181BB8" w:rsidP="00181BB8">
                        <w:pPr>
                          <w:spacing w:after="0" w:line="216" w:lineRule="auto"/>
                          <w:rPr>
                            <w:rFonts w:ascii="Arial" w:hAnsi="Arial" w:cs="Arial"/>
                            <w:b/>
                            <w:bCs/>
                            <w:sz w:val="14"/>
                            <w:szCs w:val="14"/>
                            <w:lang w:val="en-US"/>
                          </w:rPr>
                        </w:pPr>
                        <w:r w:rsidRPr="00693506">
                          <w:rPr>
                            <w:rFonts w:ascii="Arial" w:hAnsi="Arial" w:cs="Arial"/>
                            <w:b/>
                            <w:bCs/>
                            <w:sz w:val="14"/>
                            <w:szCs w:val="14"/>
                            <w:lang w:val="en-US"/>
                          </w:rPr>
                          <w:t>Configuratio</w:t>
                        </w:r>
                        <w:r>
                          <w:rPr>
                            <w:rFonts w:ascii="Arial" w:hAnsi="Arial" w:cs="Arial"/>
                            <w:b/>
                            <w:bCs/>
                            <w:sz w:val="14"/>
                            <w:szCs w:val="14"/>
                            <w:lang w:val="en-US"/>
                          </w:rPr>
                          <w:t>n</w:t>
                        </w:r>
                        <w:r w:rsidRPr="00693506">
                          <w:rPr>
                            <w:rFonts w:ascii="Arial" w:hAnsi="Arial" w:cs="Arial"/>
                            <w:b/>
                            <w:bCs/>
                            <w:sz w:val="14"/>
                            <w:szCs w:val="14"/>
                            <w:lang w:val="en-US"/>
                          </w:rPr>
                          <w:t xml:space="preserve"> and deploy-ment support</w:t>
                        </w:r>
                      </w:p>
                    </w:txbxContent>
                  </v:textbox>
                </v:shape>
                <v:line id="Line 81" o:spid="_x0000_s1054" style="position:absolute;flip:y;visibility:visible;mso-wrap-style:square" from="8566,16371" to="25971,1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">
                  <v:stroke endarrow="block"/>
                </v:line>
                <v:shape id="Text Box 82" o:spid="_x0000_s1055" type="#_x0000_t202" style="position:absolute;left:336;top:14750;width:8230;height:3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" fillcolor="#d8d8d8 [2732]">
                  <v:textbox>
                    <w:txbxContent>
                      <w:p w14:paraId="0F0C578E" w14:textId="77777777" w:rsidR="00181BB8" w:rsidRPr="00693506" w:rsidRDefault="00181BB8" w:rsidP="00181BB8">
                        <w:pPr>
                          <w:rPr>
                            <w:sz w:val="24"/>
                            <w:szCs w:val="24"/>
                            <w:lang w:val="en-US"/>
                          </w:rPr>
                        </w:pPr>
                        <w:r>
                          <w:rPr>
                            <w:rFonts w:ascii="Arial" w:hAnsi="Arial"/>
                            <w:b/>
                            <w:bCs/>
                            <w:sz w:val="16"/>
                            <w:szCs w:val="16"/>
                            <w:lang w:val="en-US"/>
                          </w:rPr>
                          <w:t>XML types</w:t>
                        </w:r>
                      </w:p>
                    </w:txbxContent>
                  </v:textbox>
                </v:shape>
                <v:line id="Line 81" o:spid="_x0000_s1056" style="position:absolute;flip:y;visibility:visible;mso-wrap-style:square" from="8603,12602" to="26008,12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">
                  <v:stroke endarrow="block"/>
                </v:line>
                <v:shape id="Text Box 82" o:spid="_x0000_s1057" type="#_x0000_t202" style="position:absolute;left:373;top:10982;width:8230;height:3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" filled="f">
                  <v:textbox>
                    <w:txbxContent>
                      <w:p w14:paraId="59831F3D" w14:textId="77777777" w:rsidR="00181BB8" w:rsidRPr="00693506" w:rsidRDefault="00181BB8" w:rsidP="00181BB8">
                        <w:pPr>
                          <w:rPr>
                            <w:sz w:val="24"/>
                            <w:szCs w:val="24"/>
                            <w:lang w:val="en-US"/>
                          </w:rPr>
                        </w:pPr>
                        <w:r>
                          <w:rPr>
                            <w:rFonts w:ascii="Arial" w:hAnsi="Arial"/>
                            <w:b/>
                            <w:bCs/>
                            <w:sz w:val="16"/>
                            <w:szCs w:val="16"/>
                            <w:lang w:val="en-US"/>
                          </w:rPr>
                          <w:t>IDL types</w:t>
                        </w:r>
                      </w:p>
                    </w:txbxContent>
                  </v:textbox>
                </v:shape>
                <v:line id="Line 81" o:spid="_x0000_s1058" style="position:absolute;flip:y;visibility:visible;mso-wrap-style:square" from="8566,8797" to="25971,8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">
                  <v:stroke endarrow="block"/>
                </v:line>
                <v:shape id="Text Box 82" o:spid="_x0000_s1059" type="#_x0000_t202" style="position:absolute;left:336;top:7177;width:8230;height:3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" fillcolor="#d8d8d8 [2732]">
                  <v:textbox>
                    <w:txbxContent>
                      <w:p w14:paraId="6F858CC9" w14:textId="77777777" w:rsidR="00181BB8" w:rsidRPr="00693506" w:rsidRDefault="00181BB8" w:rsidP="00181BB8">
                        <w:pPr>
                          <w:rPr>
                            <w:sz w:val="24"/>
                            <w:szCs w:val="24"/>
                            <w:lang w:val="en-US"/>
                          </w:rPr>
                        </w:pPr>
                        <w:r>
                          <w:rPr>
                            <w:rFonts w:ascii="Arial" w:hAnsi="Arial"/>
                            <w:b/>
                            <w:bCs/>
                            <w:sz w:val="16"/>
                            <w:szCs w:val="16"/>
                            <w:lang w:val="en-US"/>
                          </w:rPr>
                          <w:t>ASN.1 types and values</w:t>
                        </w:r>
                      </w:p>
                    </w:txbxContent>
                  </v:textbox>
                </v:shape>
                <w10:anchorlock/>
              </v:group>
            </w:pict>
          </mc:Fallback>
        </mc:AlternateContent>
      </w:r>
    </w:p>
    <w:p w14:paraId="2DE201B6" w14:textId="173D702A" w:rsidR="0092729C" w:rsidRPr="00773BEC" w:rsidRDefault="0092729C" w:rsidP="0092729C">
      <w:pPr>
        <w:pStyle w:val="TF"/>
      </w:pPr>
      <w:r w:rsidRPr="00773BEC">
        <w:t>Figure </w:t>
      </w:r>
      <w:fldSimple w:instr=" SEQ fig \* MERGEFORMAT ">
        <w:r w:rsidR="003A3DF7" w:rsidRPr="00773BEC">
          <w:t>1</w:t>
        </w:r>
      </w:fldSimple>
      <w:r w:rsidRPr="00773BEC">
        <w:t xml:space="preserve">: User's view of the core language and </w:t>
      </w:r>
      <w:r w:rsidR="00181BB8" w:rsidRPr="00773BEC">
        <w:rPr>
          <w:color w:val="000000"/>
        </w:rPr>
        <w:t>its packages</w:t>
      </w:r>
    </w:p>
    <w:p w14:paraId="52687E01" w14:textId="77777777" w:rsidR="0092729C" w:rsidRPr="00773BEC" w:rsidRDefault="0092729C" w:rsidP="0092729C">
      <w:r w:rsidRPr="00773BEC">
        <w:t>It makes no difference for the mapping if requested or provided interfaces are required by the test system and SUT. Hence, TTCN can be used on client and server side without modifications to the mapping rules.</w:t>
      </w:r>
    </w:p>
    <w:p w14:paraId="0DB6D2DE" w14:textId="77777777" w:rsidR="0092729C" w:rsidRPr="00773BEC" w:rsidRDefault="0092729C" w:rsidP="0092729C">
      <w:r w:rsidRPr="00773BEC">
        <w:lastRenderedPageBreak/>
        <w:t>The present document is structured similar to the IDL specification document to provide easy access to the mapping of each IDL element.</w:t>
      </w:r>
    </w:p>
    <w:p w14:paraId="39C454B5" w14:textId="77777777" w:rsidR="0092729C" w:rsidRPr="00773BEC" w:rsidRDefault="0092729C" w:rsidP="00533983">
      <w:pPr>
        <w:pStyle w:val="Heading2"/>
      </w:pPr>
      <w:bookmarkStart w:id="83" w:name="_Toc65592057"/>
      <w:bookmarkStart w:id="84" w:name="_Toc65593222"/>
      <w:bookmarkStart w:id="85" w:name="_Toc65757492"/>
      <w:bookmarkStart w:id="86" w:name="_Toc73104445"/>
      <w:r w:rsidRPr="00773BEC">
        <w:t>4.2</w:t>
      </w:r>
      <w:r w:rsidRPr="00773BEC">
        <w:tab/>
        <w:t>Approach</w:t>
      </w:r>
      <w:bookmarkEnd w:id="83"/>
      <w:bookmarkEnd w:id="84"/>
      <w:bookmarkEnd w:id="85"/>
      <w:bookmarkEnd w:id="86"/>
    </w:p>
    <w:p w14:paraId="3BF27739" w14:textId="2A041D84" w:rsidR="004C0BEA" w:rsidRPr="00773BEC" w:rsidRDefault="004C0BEA">
      <w:r w:rsidRPr="00773BEC">
        <w:t xml:space="preserve">Two different approaches can be identified: </w:t>
      </w:r>
      <w:r w:rsidR="00CB2BCF" w:rsidRPr="00773BEC">
        <w:t>t</w:t>
      </w:r>
      <w:r w:rsidRPr="00773BEC">
        <w:t xml:space="preserve">he use of either implicit or explicit mapping. The implicit mapping makes use of the import mechanism of TTCN-3, denoted by the keywords language and import. It facilitates the immediate use of data specified in other languages. Therefore, the definition of a specific data interface for each of these languages is required. Currently, ASN.1 data can be used besides the native TTCN-3 types (see </w:t>
      </w:r>
      <w:r w:rsidR="004367CC" w:rsidRPr="00773BEC">
        <w:t>ETSI ES 201 873-7</w:t>
      </w:r>
      <w:r w:rsidR="002778C2" w:rsidRPr="00773BEC">
        <w:t xml:space="preserve"> [</w:t>
      </w:r>
      <w:r w:rsidR="00FC3737" w:rsidRPr="00773BEC">
        <w:fldChar w:fldCharType="begin"/>
      </w:r>
      <w:r w:rsidR="004367CC" w:rsidRPr="00773BEC">
        <w:instrText xml:space="preserve">REF REF_ES201873_7  \h </w:instrText>
      </w:r>
      <w:r w:rsidR="00FC3737" w:rsidRPr="00773BEC">
        <w:fldChar w:fldCharType="separate"/>
      </w:r>
      <w:r w:rsidR="003A3DF7" w:rsidRPr="00773BEC">
        <w:t>i.1</w:t>
      </w:r>
      <w:r w:rsidR="00FC3737" w:rsidRPr="00773BEC">
        <w:fldChar w:fldCharType="end"/>
      </w:r>
      <w:r w:rsidR="002778C2" w:rsidRPr="00773BEC">
        <w:t>]</w:t>
      </w:r>
      <w:r w:rsidR="008B3120" w:rsidRPr="00773BEC">
        <w:t>).</w:t>
      </w:r>
    </w:p>
    <w:p w14:paraId="5FD4ACE2" w14:textId="77777777" w:rsidR="004C0BEA" w:rsidRPr="00773BEC" w:rsidRDefault="004C0BEA">
      <w:r w:rsidRPr="00773BEC">
        <w:t>The present document follows the approach of explicit mapping, i.e. IDL data are translated into appropriate TTCN</w:t>
      </w:r>
      <w:r w:rsidR="008B3120" w:rsidRPr="00773BEC">
        <w:noBreakHyphen/>
      </w:r>
      <w:r w:rsidRPr="00773BEC">
        <w:t>3 data. And only those TTCN-3 data are further used in the test specification.</w:t>
      </w:r>
    </w:p>
    <w:p w14:paraId="7CF93882" w14:textId="77777777" w:rsidR="005759E3" w:rsidRPr="00773BEC" w:rsidRDefault="005759E3" w:rsidP="005759E3">
      <w:pPr>
        <w:pStyle w:val="Heading2"/>
      </w:pPr>
      <w:bookmarkStart w:id="87" w:name="clause_Intro_ConformanceAndCompatibility"/>
      <w:bookmarkStart w:id="88" w:name="_Toc65592058"/>
      <w:bookmarkStart w:id="89" w:name="_Toc65593223"/>
      <w:bookmarkStart w:id="90" w:name="_Toc65757493"/>
      <w:bookmarkStart w:id="91" w:name="_Toc73104446"/>
      <w:r w:rsidRPr="00773BEC">
        <w:t>4.</w:t>
      </w:r>
      <w:bookmarkEnd w:id="87"/>
      <w:r w:rsidRPr="00773BEC">
        <w:t>3</w:t>
      </w:r>
      <w:r w:rsidRPr="00773BEC">
        <w:tab/>
        <w:t>Conformance and compatibility</w:t>
      </w:r>
      <w:bookmarkEnd w:id="88"/>
      <w:bookmarkEnd w:id="89"/>
      <w:bookmarkEnd w:id="90"/>
      <w:bookmarkEnd w:id="91"/>
    </w:p>
    <w:p w14:paraId="7FF9CE55" w14:textId="27AA784F" w:rsidR="005759E3" w:rsidRPr="00773BEC" w:rsidRDefault="005759E3" w:rsidP="005759E3">
      <w:pPr>
        <w:rPr>
          <w:color w:val="000000"/>
        </w:rPr>
      </w:pPr>
      <w:r w:rsidRPr="00773BEC">
        <w:rPr>
          <w:color w:val="000000"/>
        </w:rPr>
        <w:t xml:space="preserve">For an implementation claiming to support the </w:t>
      </w:r>
      <w:r w:rsidRPr="00773BEC">
        <w:t>IDL</w:t>
      </w:r>
      <w:r w:rsidRPr="00773BEC">
        <w:rPr>
          <w:color w:val="000000"/>
        </w:rPr>
        <w:t xml:space="preserve"> to </w:t>
      </w:r>
      <w:r w:rsidRPr="00773BEC">
        <w:t>TTCN-3 mapping</w:t>
      </w:r>
      <w:r w:rsidRPr="00773BEC">
        <w:rPr>
          <w:color w:val="000000"/>
        </w:rPr>
        <w:t xml:space="preserve">, </w:t>
      </w:r>
      <w:r w:rsidRPr="00773BEC">
        <w:t>all</w:t>
      </w:r>
      <w:r w:rsidRPr="00773BEC">
        <w:rPr>
          <w:color w:val="000000"/>
        </w:rPr>
        <w:t xml:space="preserve"> features specified in the present document shall be implemented consistently with the requirements given in the present document and in </w:t>
      </w:r>
      <w:r w:rsidR="00D22694" w:rsidRPr="00773BEC">
        <w:t>ETSI ES 201 873</w:t>
      </w:r>
      <w:r w:rsidR="00D22694" w:rsidRPr="00773BEC">
        <w:noBreakHyphen/>
        <w:t>1</w:t>
      </w:r>
      <w:r w:rsidRPr="00773BEC">
        <w:t> [</w:t>
      </w:r>
      <w:r w:rsidR="008846CB" w:rsidRPr="00773BEC">
        <w:fldChar w:fldCharType="begin"/>
      </w:r>
      <w:r w:rsidR="008846CB" w:rsidRPr="00773BEC">
        <w:instrText xml:space="preserve">REF REF_ES201873_1 \* MERGEFORMAT  \h </w:instrText>
      </w:r>
      <w:r w:rsidR="008846CB" w:rsidRPr="00773BEC">
        <w:fldChar w:fldCharType="separate"/>
      </w:r>
      <w:r w:rsidR="003A3DF7" w:rsidRPr="00773BEC">
        <w:t>1</w:t>
      </w:r>
      <w:r w:rsidR="008846CB" w:rsidRPr="00773BEC">
        <w:fldChar w:fldCharType="end"/>
      </w:r>
      <w:r w:rsidRPr="00773BEC">
        <w:t>]</w:t>
      </w:r>
      <w:r w:rsidRPr="00773BEC">
        <w:rPr>
          <w:color w:val="000000"/>
        </w:rPr>
        <w:t>.</w:t>
      </w:r>
    </w:p>
    <w:p w14:paraId="2D6D7D81" w14:textId="77777777" w:rsidR="004C0BEA" w:rsidRPr="00773BEC" w:rsidRDefault="004C0BEA" w:rsidP="009103BE">
      <w:pPr>
        <w:pStyle w:val="Heading1"/>
      </w:pPr>
      <w:bookmarkStart w:id="92" w:name="_Toc65592059"/>
      <w:bookmarkStart w:id="93" w:name="_Toc65593224"/>
      <w:bookmarkStart w:id="94" w:name="_Toc65757494"/>
      <w:bookmarkStart w:id="95" w:name="_Toc73104447"/>
      <w:r w:rsidRPr="00773BEC">
        <w:t>5</w:t>
      </w:r>
      <w:r w:rsidRPr="00773BEC">
        <w:tab/>
        <w:t>Lexical Conventions</w:t>
      </w:r>
      <w:bookmarkEnd w:id="92"/>
      <w:bookmarkEnd w:id="93"/>
      <w:bookmarkEnd w:id="94"/>
      <w:bookmarkEnd w:id="95"/>
    </w:p>
    <w:p w14:paraId="5C74839F" w14:textId="77777777" w:rsidR="0092729C" w:rsidRPr="00773BEC" w:rsidRDefault="0092729C" w:rsidP="00533983">
      <w:pPr>
        <w:pStyle w:val="Heading2"/>
      </w:pPr>
      <w:bookmarkStart w:id="96" w:name="_Toc65592060"/>
      <w:bookmarkStart w:id="97" w:name="_Toc65593225"/>
      <w:bookmarkStart w:id="98" w:name="_Toc65757495"/>
      <w:bookmarkStart w:id="99" w:name="_Toc73104448"/>
      <w:r w:rsidRPr="00773BEC">
        <w:t>5.0</w:t>
      </w:r>
      <w:r w:rsidRPr="00773BEC">
        <w:tab/>
        <w:t>General</w:t>
      </w:r>
      <w:bookmarkEnd w:id="96"/>
      <w:bookmarkEnd w:id="97"/>
      <w:bookmarkEnd w:id="98"/>
      <w:bookmarkEnd w:id="99"/>
    </w:p>
    <w:p w14:paraId="7CEA48B8" w14:textId="77777777" w:rsidR="004C0BEA" w:rsidRPr="00773BEC" w:rsidRDefault="004C0BEA">
      <w:r w:rsidRPr="00773BEC">
        <w:t xml:space="preserve">The lexical conventions of IDL define the comments, identifiers, keywords and literals conventions which are described </w:t>
      </w:r>
      <w:r w:rsidR="0024081F" w:rsidRPr="00773BEC">
        <w:t>in the following clauses</w:t>
      </w:r>
      <w:r w:rsidRPr="00773BEC">
        <w:t>.</w:t>
      </w:r>
    </w:p>
    <w:p w14:paraId="42F4B281" w14:textId="77777777" w:rsidR="004C0BEA" w:rsidRPr="00773BEC" w:rsidRDefault="004C0BEA" w:rsidP="009103BE">
      <w:pPr>
        <w:pStyle w:val="Heading2"/>
      </w:pPr>
      <w:bookmarkStart w:id="100" w:name="_Toc65592061"/>
      <w:bookmarkStart w:id="101" w:name="_Toc65593226"/>
      <w:bookmarkStart w:id="102" w:name="_Toc65757496"/>
      <w:bookmarkStart w:id="103" w:name="_Toc73104449"/>
      <w:r w:rsidRPr="00773BEC">
        <w:t>5.1</w:t>
      </w:r>
      <w:r w:rsidRPr="00773BEC">
        <w:tab/>
        <w:t>Comments</w:t>
      </w:r>
      <w:bookmarkEnd w:id="100"/>
      <w:bookmarkEnd w:id="101"/>
      <w:bookmarkEnd w:id="102"/>
      <w:bookmarkEnd w:id="103"/>
    </w:p>
    <w:p w14:paraId="4070DBD9" w14:textId="77777777" w:rsidR="004C0BEA" w:rsidRPr="00773BEC" w:rsidRDefault="004C0BEA">
      <w:r w:rsidRPr="00773BEC">
        <w:t>Comment definitions in TTCN-3 and IDL are the same and therefore, no conversion of comments is necessary.</w:t>
      </w:r>
    </w:p>
    <w:p w14:paraId="44AEFDA1" w14:textId="77777777" w:rsidR="004C0BEA" w:rsidRPr="00773BEC" w:rsidRDefault="004C0BEA" w:rsidP="009103BE">
      <w:pPr>
        <w:pStyle w:val="Heading2"/>
      </w:pPr>
      <w:bookmarkStart w:id="104" w:name="_Toc65592062"/>
      <w:bookmarkStart w:id="105" w:name="_Toc65593227"/>
      <w:bookmarkStart w:id="106" w:name="_Toc65757497"/>
      <w:bookmarkStart w:id="107" w:name="_Toc73104450"/>
      <w:r w:rsidRPr="00773BEC">
        <w:t>5.2</w:t>
      </w:r>
      <w:r w:rsidRPr="00773BEC">
        <w:tab/>
        <w:t>Identifiers</w:t>
      </w:r>
      <w:bookmarkEnd w:id="104"/>
      <w:bookmarkEnd w:id="105"/>
      <w:bookmarkEnd w:id="106"/>
      <w:bookmarkEnd w:id="107"/>
    </w:p>
    <w:p w14:paraId="0844F59D" w14:textId="77777777" w:rsidR="004C0BEA" w:rsidRPr="00773BEC" w:rsidRDefault="004C0BEA">
      <w:r w:rsidRPr="00773BEC">
        <w:t>IDL identifier rules define a subset of the TTCN-3 rules in which no conversion is necessary.</w:t>
      </w:r>
    </w:p>
    <w:p w14:paraId="588F3FA1" w14:textId="77777777" w:rsidR="004C0BEA" w:rsidRPr="00773BEC" w:rsidRDefault="004C0BEA" w:rsidP="009103BE">
      <w:pPr>
        <w:pStyle w:val="Heading2"/>
      </w:pPr>
      <w:bookmarkStart w:id="108" w:name="_Toc65592063"/>
      <w:bookmarkStart w:id="109" w:name="_Toc65593228"/>
      <w:bookmarkStart w:id="110" w:name="_Toc65757498"/>
      <w:bookmarkStart w:id="111" w:name="_Toc73104451"/>
      <w:r w:rsidRPr="00773BEC">
        <w:t>5.3</w:t>
      </w:r>
      <w:r w:rsidRPr="00773BEC">
        <w:tab/>
        <w:t>Keywords</w:t>
      </w:r>
      <w:bookmarkEnd w:id="108"/>
      <w:bookmarkEnd w:id="109"/>
      <w:bookmarkEnd w:id="110"/>
      <w:bookmarkEnd w:id="111"/>
    </w:p>
    <w:p w14:paraId="0A88FB27" w14:textId="77777777" w:rsidR="004C0BEA" w:rsidRPr="00773BEC" w:rsidRDefault="004C0BEA">
      <w:r w:rsidRPr="00773BEC">
        <w:t>When IDL is used with TTCN-3 the keywords of TTCN-3 shall not be used as identifiers in an IDL</w:t>
      </w:r>
      <w:r w:rsidR="008B3120" w:rsidRPr="00773BEC">
        <w:t xml:space="preserve"> module.</w:t>
      </w:r>
    </w:p>
    <w:p w14:paraId="4417BDB7" w14:textId="77777777" w:rsidR="004C0BEA" w:rsidRPr="00773BEC" w:rsidRDefault="004C0BEA" w:rsidP="009103BE">
      <w:pPr>
        <w:pStyle w:val="Heading2"/>
      </w:pPr>
      <w:bookmarkStart w:id="112" w:name="_Toc65592064"/>
      <w:bookmarkStart w:id="113" w:name="_Toc65593229"/>
      <w:bookmarkStart w:id="114" w:name="_Toc65757499"/>
      <w:bookmarkStart w:id="115" w:name="_Toc73104452"/>
      <w:r w:rsidRPr="00773BEC">
        <w:t>5.4</w:t>
      </w:r>
      <w:r w:rsidRPr="00773BEC">
        <w:tab/>
        <w:t>Literals</w:t>
      </w:r>
      <w:bookmarkEnd w:id="112"/>
      <w:bookmarkEnd w:id="113"/>
      <w:bookmarkEnd w:id="114"/>
      <w:bookmarkEnd w:id="115"/>
    </w:p>
    <w:p w14:paraId="5DD5F84F" w14:textId="100CBE5B" w:rsidR="004C0BEA" w:rsidRPr="00773BEC" w:rsidRDefault="004C0BEA">
      <w:r w:rsidRPr="00773BEC">
        <w:t>The definition of literals differs slightly between IDL and TTCN-3 why some modifications have to be made. Table</w:t>
      </w:r>
      <w:r w:rsidR="008B3120" w:rsidRPr="00773BEC">
        <w:t> </w:t>
      </w:r>
      <w:r w:rsidR="008846CB" w:rsidRPr="00773BEC">
        <w:fldChar w:fldCharType="begin"/>
      </w:r>
      <w:r w:rsidR="008846CB" w:rsidRPr="00773BEC">
        <w:instrText xml:space="preserve"> REF  tab_Literal_Mapping \h  \* MERGEFORMAT </w:instrText>
      </w:r>
      <w:r w:rsidR="008846CB" w:rsidRPr="00773BEC">
        <w:fldChar w:fldCharType="separate"/>
      </w:r>
      <w:r w:rsidR="003A3DF7" w:rsidRPr="00773BEC">
        <w:rPr>
          <w:color w:val="000000"/>
        </w:rPr>
        <w:t>B</w:t>
      </w:r>
      <w:r w:rsidR="003A3DF7" w:rsidRPr="00773BEC">
        <w:t>.1</w:t>
      </w:r>
      <w:r w:rsidR="008846CB" w:rsidRPr="00773BEC">
        <w:fldChar w:fldCharType="end"/>
      </w:r>
      <w:r w:rsidRPr="00773BEC">
        <w:t xml:space="preserve"> gives the mapping for each literal type.</w:t>
      </w:r>
    </w:p>
    <w:p w14:paraId="74A3DEF0" w14:textId="1F1CF832" w:rsidR="004C0BEA" w:rsidRPr="00773BEC" w:rsidRDefault="004C0BEA">
      <w:pPr>
        <w:pStyle w:val="TH"/>
        <w:rPr>
          <w:color w:val="000000"/>
        </w:rPr>
      </w:pPr>
      <w:r w:rsidRPr="00773BEC">
        <w:rPr>
          <w:color w:val="000000"/>
        </w:rPr>
        <w:lastRenderedPageBreak/>
        <w:t xml:space="preserve">Table </w:t>
      </w:r>
      <w:fldSimple w:instr=" SEQ tab \* MERGEFORMAT ">
        <w:r w:rsidR="003A3DF7" w:rsidRPr="00773BEC">
          <w:rPr>
            <w:color w:val="000000"/>
          </w:rPr>
          <w:t>1</w:t>
        </w:r>
      </w:fldSimple>
      <w:r w:rsidRPr="00773BEC">
        <w:rPr>
          <w:color w:val="000000"/>
        </w:rPr>
        <w:t xml:space="preserve">: Literal </w:t>
      </w:r>
      <w:r w:rsidR="00CB2BCF" w:rsidRPr="00773BEC">
        <w:rPr>
          <w:color w:val="000000"/>
        </w:rPr>
        <w:t>m</w:t>
      </w:r>
      <w:r w:rsidRPr="00773BEC">
        <w:rPr>
          <w:color w:val="000000"/>
        </w:rPr>
        <w:t>apping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179"/>
        <w:gridCol w:w="2179"/>
        <w:gridCol w:w="2522"/>
      </w:tblGrid>
      <w:tr w:rsidR="004C0BEA" w:rsidRPr="00773BEC" w14:paraId="321C8295" w14:textId="77777777" w:rsidTr="008B3120">
        <w:trPr>
          <w:jc w:val="center"/>
        </w:trPr>
        <w:tc>
          <w:tcPr>
            <w:tcW w:w="2179" w:type="dxa"/>
          </w:tcPr>
          <w:p w14:paraId="4DACA123" w14:textId="77777777" w:rsidR="004C0BEA" w:rsidRPr="00773BEC" w:rsidRDefault="004C0BEA">
            <w:pPr>
              <w:pStyle w:val="TAH"/>
              <w:rPr>
                <w:color w:val="000000"/>
              </w:rPr>
            </w:pPr>
            <w:r w:rsidRPr="00773BEC">
              <w:rPr>
                <w:color w:val="000000"/>
              </w:rPr>
              <w:t>Literal</w:t>
            </w:r>
          </w:p>
        </w:tc>
        <w:tc>
          <w:tcPr>
            <w:tcW w:w="2179" w:type="dxa"/>
            <w:tcBorders>
              <w:bottom w:val="single" w:sz="4" w:space="0" w:color="auto"/>
            </w:tcBorders>
          </w:tcPr>
          <w:p w14:paraId="72AE909B" w14:textId="77777777" w:rsidR="004C0BEA" w:rsidRPr="00773BEC" w:rsidRDefault="004C0BEA">
            <w:pPr>
              <w:pStyle w:val="TAH"/>
              <w:rPr>
                <w:color w:val="000000"/>
              </w:rPr>
            </w:pPr>
            <w:r w:rsidRPr="00773BEC">
              <w:t>IDL</w:t>
            </w:r>
          </w:p>
        </w:tc>
        <w:tc>
          <w:tcPr>
            <w:tcW w:w="2522" w:type="dxa"/>
          </w:tcPr>
          <w:p w14:paraId="2DEE82CB" w14:textId="77777777" w:rsidR="004C0BEA" w:rsidRPr="00773BEC" w:rsidRDefault="004C0BEA">
            <w:pPr>
              <w:pStyle w:val="TAH"/>
              <w:rPr>
                <w:color w:val="000000"/>
              </w:rPr>
            </w:pPr>
            <w:r w:rsidRPr="00773BEC">
              <w:t>TTCN</w:t>
            </w:r>
          </w:p>
        </w:tc>
      </w:tr>
      <w:tr w:rsidR="004C0BEA" w:rsidRPr="00773BEC" w14:paraId="57CF78EB" w14:textId="77777777" w:rsidTr="008B3120">
        <w:trPr>
          <w:jc w:val="center"/>
        </w:trPr>
        <w:tc>
          <w:tcPr>
            <w:tcW w:w="2179" w:type="dxa"/>
            <w:tcBorders>
              <w:left w:val="single" w:sz="4" w:space="0" w:color="auto"/>
              <w:bottom w:val="single" w:sz="4" w:space="0" w:color="auto"/>
              <w:right w:val="single" w:sz="4" w:space="0" w:color="auto"/>
            </w:tcBorders>
          </w:tcPr>
          <w:p w14:paraId="0ACA69FF" w14:textId="77777777" w:rsidR="004C0BEA" w:rsidRPr="00773BEC" w:rsidRDefault="004C0BEA">
            <w:pPr>
              <w:pStyle w:val="TAL"/>
            </w:pPr>
            <w:r w:rsidRPr="00773BEC">
              <w:t>Integer</w:t>
            </w:r>
          </w:p>
        </w:tc>
        <w:tc>
          <w:tcPr>
            <w:tcW w:w="2179" w:type="dxa"/>
            <w:tcBorders>
              <w:top w:val="single" w:sz="4" w:space="0" w:color="auto"/>
              <w:left w:val="nil"/>
              <w:bottom w:val="single" w:sz="4" w:space="0" w:color="auto"/>
              <w:right w:val="single" w:sz="4" w:space="0" w:color="auto"/>
            </w:tcBorders>
          </w:tcPr>
          <w:p w14:paraId="12510347" w14:textId="77777777" w:rsidR="004C0BEA" w:rsidRPr="00773BEC" w:rsidRDefault="004C0BEA">
            <w:pPr>
              <w:pStyle w:val="TAC"/>
            </w:pPr>
            <w:r w:rsidRPr="00773BEC">
              <w:t>no "0" as first digit</w:t>
            </w:r>
          </w:p>
        </w:tc>
        <w:tc>
          <w:tcPr>
            <w:tcW w:w="2522" w:type="dxa"/>
            <w:tcBorders>
              <w:left w:val="nil"/>
              <w:bottom w:val="single" w:sz="4" w:space="0" w:color="auto"/>
            </w:tcBorders>
            <w:shd w:val="clear" w:color="000000" w:fill="FFFFFF"/>
          </w:tcPr>
          <w:p w14:paraId="48F771A4" w14:textId="77777777" w:rsidR="004C0BEA" w:rsidRPr="00773BEC" w:rsidRDefault="004C0BEA">
            <w:pPr>
              <w:pStyle w:val="TAC"/>
              <w:rPr>
                <w:color w:val="000000"/>
              </w:rPr>
            </w:pPr>
            <w:r w:rsidRPr="00773BEC">
              <w:t>no "0" as first digit</w:t>
            </w:r>
          </w:p>
        </w:tc>
      </w:tr>
      <w:tr w:rsidR="004C0BEA" w:rsidRPr="00773BEC" w14:paraId="514779AC"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4D5EAF21" w14:textId="77777777" w:rsidR="004C0BEA" w:rsidRPr="00773BEC" w:rsidRDefault="004C0BEA">
            <w:pPr>
              <w:pStyle w:val="TAL"/>
            </w:pPr>
            <w:r w:rsidRPr="00773BEC">
              <w:t>Octet</w:t>
            </w:r>
          </w:p>
        </w:tc>
        <w:tc>
          <w:tcPr>
            <w:tcW w:w="2179" w:type="dxa"/>
            <w:tcBorders>
              <w:top w:val="single" w:sz="4" w:space="0" w:color="auto"/>
              <w:left w:val="nil"/>
              <w:bottom w:val="single" w:sz="4" w:space="0" w:color="auto"/>
              <w:right w:val="single" w:sz="4" w:space="0" w:color="auto"/>
            </w:tcBorders>
          </w:tcPr>
          <w:p w14:paraId="44716413" w14:textId="77777777" w:rsidR="004C0BEA" w:rsidRPr="00773BEC" w:rsidRDefault="004C0BEA">
            <w:pPr>
              <w:pStyle w:val="TAC"/>
            </w:pPr>
            <w:r w:rsidRPr="00773BEC">
              <w:t>"0" as first digit</w:t>
            </w:r>
          </w:p>
        </w:tc>
        <w:tc>
          <w:tcPr>
            <w:tcW w:w="2522" w:type="dxa"/>
            <w:tcBorders>
              <w:left w:val="nil"/>
            </w:tcBorders>
            <w:shd w:val="clear" w:color="000000" w:fill="FFFFFF"/>
          </w:tcPr>
          <w:p w14:paraId="4D18F3A2" w14:textId="77777777" w:rsidR="004C0BEA" w:rsidRPr="00773BEC" w:rsidRDefault="004C0BEA">
            <w:pPr>
              <w:pStyle w:val="TAC"/>
            </w:pPr>
            <w:r w:rsidRPr="00773BEC">
              <w:t>'FF96'O</w:t>
            </w:r>
          </w:p>
        </w:tc>
      </w:tr>
      <w:tr w:rsidR="004C0BEA" w:rsidRPr="00773BEC" w14:paraId="53C215C3"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3E13A3EF" w14:textId="77777777" w:rsidR="004C0BEA" w:rsidRPr="00773BEC" w:rsidRDefault="004C0BEA">
            <w:pPr>
              <w:pStyle w:val="TAL"/>
            </w:pPr>
            <w:r w:rsidRPr="00773BEC">
              <w:t>Hex</w:t>
            </w:r>
          </w:p>
        </w:tc>
        <w:tc>
          <w:tcPr>
            <w:tcW w:w="2179" w:type="dxa"/>
            <w:tcBorders>
              <w:top w:val="single" w:sz="4" w:space="0" w:color="auto"/>
              <w:left w:val="nil"/>
              <w:bottom w:val="single" w:sz="4" w:space="0" w:color="auto"/>
              <w:right w:val="single" w:sz="4" w:space="0" w:color="auto"/>
            </w:tcBorders>
          </w:tcPr>
          <w:p w14:paraId="1284E99C" w14:textId="77777777" w:rsidR="004C0BEA" w:rsidRPr="00773BEC" w:rsidRDefault="004C0BEA">
            <w:pPr>
              <w:pStyle w:val="TAC"/>
            </w:pPr>
            <w:r w:rsidRPr="00773BEC">
              <w:t>"0X" or "0x" as first digits</w:t>
            </w:r>
          </w:p>
        </w:tc>
        <w:tc>
          <w:tcPr>
            <w:tcW w:w="2522" w:type="dxa"/>
            <w:tcBorders>
              <w:left w:val="nil"/>
            </w:tcBorders>
            <w:shd w:val="clear" w:color="000000" w:fill="FFFFFF"/>
          </w:tcPr>
          <w:p w14:paraId="1002BAB9" w14:textId="77777777" w:rsidR="004C0BEA" w:rsidRPr="00773BEC" w:rsidRDefault="004C0BEA">
            <w:pPr>
              <w:pStyle w:val="TAC"/>
            </w:pPr>
            <w:r w:rsidRPr="00773BEC">
              <w:t>'AB01D'H</w:t>
            </w:r>
          </w:p>
        </w:tc>
      </w:tr>
      <w:tr w:rsidR="004C0BEA" w:rsidRPr="00773BEC" w14:paraId="1E10C239"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57C9A96A" w14:textId="77777777" w:rsidR="004C0BEA" w:rsidRPr="00773BEC" w:rsidRDefault="004C0BEA">
            <w:pPr>
              <w:pStyle w:val="TAL"/>
            </w:pPr>
            <w:r w:rsidRPr="00773BEC">
              <w:t>Floating</w:t>
            </w:r>
          </w:p>
        </w:tc>
        <w:tc>
          <w:tcPr>
            <w:tcW w:w="2179" w:type="dxa"/>
            <w:tcBorders>
              <w:top w:val="single" w:sz="4" w:space="0" w:color="auto"/>
              <w:left w:val="nil"/>
              <w:bottom w:val="single" w:sz="4" w:space="0" w:color="auto"/>
              <w:right w:val="single" w:sz="4" w:space="0" w:color="auto"/>
            </w:tcBorders>
          </w:tcPr>
          <w:p w14:paraId="6E751D99" w14:textId="77777777" w:rsidR="004C0BEA" w:rsidRPr="00773BEC" w:rsidRDefault="004C0BEA">
            <w:pPr>
              <w:pStyle w:val="TAC"/>
            </w:pPr>
            <w:r w:rsidRPr="00773BEC">
              <w:t>1222.44E5 (Base 10)</w:t>
            </w:r>
          </w:p>
        </w:tc>
        <w:tc>
          <w:tcPr>
            <w:tcW w:w="2522" w:type="dxa"/>
            <w:tcBorders>
              <w:left w:val="nil"/>
            </w:tcBorders>
            <w:shd w:val="clear" w:color="000000" w:fill="FFFFFF"/>
          </w:tcPr>
          <w:p w14:paraId="1DFD6B79" w14:textId="77777777" w:rsidR="004C0BEA" w:rsidRPr="00773BEC" w:rsidRDefault="004C0BEA">
            <w:pPr>
              <w:pStyle w:val="TAC"/>
            </w:pPr>
            <w:r w:rsidRPr="00773BEC">
              <w:t>1222.44E5 (Base 10)</w:t>
            </w:r>
          </w:p>
        </w:tc>
      </w:tr>
      <w:tr w:rsidR="004C0BEA" w:rsidRPr="00773BEC" w14:paraId="558B1237"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03F7C034" w14:textId="77777777" w:rsidR="004C0BEA" w:rsidRPr="00773BEC" w:rsidRDefault="004C0BEA">
            <w:pPr>
              <w:pStyle w:val="TAL"/>
            </w:pPr>
            <w:r w:rsidRPr="00773BEC">
              <w:t>Char</w:t>
            </w:r>
          </w:p>
        </w:tc>
        <w:tc>
          <w:tcPr>
            <w:tcW w:w="2179" w:type="dxa"/>
            <w:tcBorders>
              <w:top w:val="single" w:sz="4" w:space="0" w:color="auto"/>
              <w:left w:val="nil"/>
              <w:bottom w:val="single" w:sz="4" w:space="0" w:color="auto"/>
              <w:right w:val="single" w:sz="4" w:space="0" w:color="auto"/>
            </w:tcBorders>
          </w:tcPr>
          <w:p w14:paraId="529546E8" w14:textId="77777777" w:rsidR="004C0BEA" w:rsidRPr="00773BEC" w:rsidRDefault="004C0BEA">
            <w:pPr>
              <w:pStyle w:val="TAC"/>
            </w:pPr>
            <w:r w:rsidRPr="00773BEC">
              <w:t>'A'</w:t>
            </w:r>
          </w:p>
        </w:tc>
        <w:tc>
          <w:tcPr>
            <w:tcW w:w="2522" w:type="dxa"/>
            <w:tcBorders>
              <w:left w:val="nil"/>
            </w:tcBorders>
            <w:shd w:val="clear" w:color="000000" w:fill="FFFFFF"/>
          </w:tcPr>
          <w:p w14:paraId="43CE1F14" w14:textId="77777777" w:rsidR="004C0BEA" w:rsidRPr="00773BEC" w:rsidRDefault="004C0BEA">
            <w:pPr>
              <w:pStyle w:val="TAC"/>
            </w:pPr>
            <w:r w:rsidRPr="00773BEC">
              <w:t>"A"</w:t>
            </w:r>
          </w:p>
        </w:tc>
      </w:tr>
      <w:tr w:rsidR="004C0BEA" w:rsidRPr="00773BEC" w14:paraId="1D261109"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53469A8D" w14:textId="77777777" w:rsidR="004C0BEA" w:rsidRPr="00773BEC" w:rsidRDefault="004C0BEA">
            <w:pPr>
              <w:pStyle w:val="TAL"/>
            </w:pPr>
            <w:r w:rsidRPr="00773BEC">
              <w:t>Wide char</w:t>
            </w:r>
          </w:p>
        </w:tc>
        <w:tc>
          <w:tcPr>
            <w:tcW w:w="2179" w:type="dxa"/>
            <w:tcBorders>
              <w:top w:val="single" w:sz="4" w:space="0" w:color="auto"/>
              <w:left w:val="nil"/>
              <w:bottom w:val="single" w:sz="4" w:space="0" w:color="auto"/>
              <w:right w:val="single" w:sz="4" w:space="0" w:color="auto"/>
            </w:tcBorders>
          </w:tcPr>
          <w:p w14:paraId="56A3F381" w14:textId="77777777" w:rsidR="004C0BEA" w:rsidRPr="00773BEC" w:rsidRDefault="004C0BEA">
            <w:pPr>
              <w:pStyle w:val="TAC"/>
            </w:pPr>
            <w:r w:rsidRPr="00773BEC">
              <w:t>L"A"</w:t>
            </w:r>
          </w:p>
        </w:tc>
        <w:tc>
          <w:tcPr>
            <w:tcW w:w="2522" w:type="dxa"/>
            <w:tcBorders>
              <w:left w:val="nil"/>
            </w:tcBorders>
            <w:shd w:val="clear" w:color="000000" w:fill="FFFFFF"/>
          </w:tcPr>
          <w:p w14:paraId="6AC1855C" w14:textId="77777777" w:rsidR="004C0BEA" w:rsidRPr="00773BEC" w:rsidRDefault="00764958">
            <w:pPr>
              <w:pStyle w:val="TAC"/>
            </w:pPr>
            <w:r w:rsidRPr="00773BEC">
              <w:t>"</w:t>
            </w:r>
            <w:r w:rsidR="004C0BEA" w:rsidRPr="00773BEC">
              <w:t>A</w:t>
            </w:r>
            <w:r w:rsidRPr="00773BEC">
              <w:t>"</w:t>
            </w:r>
          </w:p>
        </w:tc>
      </w:tr>
      <w:tr w:rsidR="004C0BEA" w:rsidRPr="00773BEC" w14:paraId="14BABC18"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58684E59" w14:textId="77777777" w:rsidR="004C0BEA" w:rsidRPr="00773BEC" w:rsidRDefault="004C0BEA">
            <w:pPr>
              <w:pStyle w:val="TAL"/>
            </w:pPr>
            <w:r w:rsidRPr="00773BEC">
              <w:t>Boolean</w:t>
            </w:r>
          </w:p>
        </w:tc>
        <w:tc>
          <w:tcPr>
            <w:tcW w:w="2179" w:type="dxa"/>
            <w:tcBorders>
              <w:top w:val="single" w:sz="4" w:space="0" w:color="auto"/>
              <w:left w:val="nil"/>
              <w:bottom w:val="single" w:sz="4" w:space="0" w:color="auto"/>
              <w:right w:val="single" w:sz="4" w:space="0" w:color="auto"/>
            </w:tcBorders>
          </w:tcPr>
          <w:p w14:paraId="3492A27F" w14:textId="77777777" w:rsidR="004C0BEA" w:rsidRPr="00773BEC" w:rsidRDefault="004C0BEA">
            <w:pPr>
              <w:pStyle w:val="TAC"/>
            </w:pPr>
            <w:r w:rsidRPr="00773BEC">
              <w:t>TRUE, FALSE</w:t>
            </w:r>
          </w:p>
        </w:tc>
        <w:tc>
          <w:tcPr>
            <w:tcW w:w="2522" w:type="dxa"/>
            <w:tcBorders>
              <w:left w:val="nil"/>
            </w:tcBorders>
            <w:shd w:val="clear" w:color="000000" w:fill="FFFFFF"/>
          </w:tcPr>
          <w:p w14:paraId="7870A6C5" w14:textId="77777777" w:rsidR="004C0BEA" w:rsidRPr="00773BEC" w:rsidRDefault="004C0BEA">
            <w:pPr>
              <w:pStyle w:val="TAC"/>
            </w:pPr>
            <w:r w:rsidRPr="00773BEC">
              <w:t>true, false</w:t>
            </w:r>
          </w:p>
        </w:tc>
      </w:tr>
      <w:tr w:rsidR="004C0BEA" w:rsidRPr="00773BEC" w14:paraId="5FF1ED21"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5ACEA72E" w14:textId="77777777" w:rsidR="004C0BEA" w:rsidRPr="00773BEC" w:rsidRDefault="004C0BEA">
            <w:pPr>
              <w:pStyle w:val="TAL"/>
            </w:pPr>
            <w:r w:rsidRPr="00773BEC">
              <w:t>String</w:t>
            </w:r>
          </w:p>
        </w:tc>
        <w:tc>
          <w:tcPr>
            <w:tcW w:w="2179" w:type="dxa"/>
            <w:tcBorders>
              <w:top w:val="single" w:sz="4" w:space="0" w:color="auto"/>
              <w:left w:val="nil"/>
              <w:bottom w:val="single" w:sz="4" w:space="0" w:color="auto"/>
              <w:right w:val="single" w:sz="4" w:space="0" w:color="auto"/>
            </w:tcBorders>
          </w:tcPr>
          <w:p w14:paraId="44F06DF9" w14:textId="77777777" w:rsidR="004C0BEA" w:rsidRPr="00773BEC" w:rsidRDefault="004C0BEA">
            <w:pPr>
              <w:pStyle w:val="TAC"/>
            </w:pPr>
            <w:r w:rsidRPr="00773BEC">
              <w:t>"text"</w:t>
            </w:r>
          </w:p>
        </w:tc>
        <w:tc>
          <w:tcPr>
            <w:tcW w:w="2522" w:type="dxa"/>
            <w:tcBorders>
              <w:left w:val="nil"/>
            </w:tcBorders>
            <w:shd w:val="clear" w:color="000000" w:fill="FFFFFF"/>
          </w:tcPr>
          <w:p w14:paraId="56B7B043" w14:textId="77777777" w:rsidR="004C0BEA" w:rsidRPr="00773BEC" w:rsidRDefault="004C0BEA">
            <w:pPr>
              <w:pStyle w:val="TAC"/>
            </w:pPr>
            <w:r w:rsidRPr="00773BEC">
              <w:t>"text"</w:t>
            </w:r>
          </w:p>
        </w:tc>
      </w:tr>
      <w:tr w:rsidR="004C0BEA" w:rsidRPr="00773BEC" w14:paraId="4D193021"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5F22EF51" w14:textId="77777777" w:rsidR="004C0BEA" w:rsidRPr="00773BEC" w:rsidRDefault="004C0BEA">
            <w:pPr>
              <w:pStyle w:val="TAL"/>
            </w:pPr>
            <w:r w:rsidRPr="00773BEC">
              <w:t>Wide string</w:t>
            </w:r>
          </w:p>
        </w:tc>
        <w:tc>
          <w:tcPr>
            <w:tcW w:w="2179" w:type="dxa"/>
            <w:tcBorders>
              <w:top w:val="single" w:sz="4" w:space="0" w:color="auto"/>
              <w:left w:val="nil"/>
              <w:bottom w:val="single" w:sz="4" w:space="0" w:color="auto"/>
              <w:right w:val="single" w:sz="4" w:space="0" w:color="auto"/>
            </w:tcBorders>
          </w:tcPr>
          <w:p w14:paraId="5A43D895" w14:textId="77777777" w:rsidR="004C0BEA" w:rsidRPr="00773BEC" w:rsidRDefault="004C0BEA">
            <w:pPr>
              <w:pStyle w:val="TAC"/>
            </w:pPr>
            <w:r w:rsidRPr="00773BEC">
              <w:t>L"text"</w:t>
            </w:r>
          </w:p>
        </w:tc>
        <w:tc>
          <w:tcPr>
            <w:tcW w:w="2522" w:type="dxa"/>
            <w:tcBorders>
              <w:left w:val="nil"/>
            </w:tcBorders>
            <w:shd w:val="clear" w:color="000000" w:fill="FFFFFF"/>
          </w:tcPr>
          <w:p w14:paraId="77D8A404" w14:textId="77777777" w:rsidR="004C0BEA" w:rsidRPr="00773BEC" w:rsidRDefault="004C0BEA">
            <w:pPr>
              <w:pStyle w:val="TAC"/>
            </w:pPr>
            <w:r w:rsidRPr="00773BEC">
              <w:t>"text"</w:t>
            </w:r>
          </w:p>
        </w:tc>
      </w:tr>
      <w:tr w:rsidR="004C0BEA" w:rsidRPr="00773BEC" w14:paraId="56FCF008"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5A58336F" w14:textId="77777777" w:rsidR="004C0BEA" w:rsidRPr="00773BEC" w:rsidRDefault="004C0BEA">
            <w:pPr>
              <w:pStyle w:val="TAL"/>
            </w:pPr>
            <w:r w:rsidRPr="00773BEC">
              <w:t>Fixed point</w:t>
            </w:r>
          </w:p>
        </w:tc>
        <w:tc>
          <w:tcPr>
            <w:tcW w:w="2179" w:type="dxa"/>
            <w:tcBorders>
              <w:top w:val="single" w:sz="4" w:space="0" w:color="auto"/>
              <w:left w:val="nil"/>
              <w:bottom w:val="single" w:sz="4" w:space="0" w:color="auto"/>
              <w:right w:val="single" w:sz="4" w:space="0" w:color="auto"/>
            </w:tcBorders>
          </w:tcPr>
          <w:p w14:paraId="04BA142D" w14:textId="77777777" w:rsidR="004C0BEA" w:rsidRPr="00773BEC" w:rsidRDefault="004C0BEA">
            <w:pPr>
              <w:pStyle w:val="TAC"/>
            </w:pPr>
            <w:r w:rsidRPr="00773BEC">
              <w:t>33.33D</w:t>
            </w:r>
          </w:p>
        </w:tc>
        <w:tc>
          <w:tcPr>
            <w:tcW w:w="2522" w:type="dxa"/>
            <w:tcBorders>
              <w:left w:val="nil"/>
            </w:tcBorders>
            <w:shd w:val="clear" w:color="000000" w:fill="FFFFFF"/>
          </w:tcPr>
          <w:p w14:paraId="71A4B692" w14:textId="77777777" w:rsidR="004C0BEA" w:rsidRPr="00773BEC" w:rsidRDefault="004C0BEA">
            <w:pPr>
              <w:pStyle w:val="TAC"/>
            </w:pPr>
            <w:r w:rsidRPr="00773BEC">
              <w:t>(see useful type IDLfixed)</w:t>
            </w:r>
          </w:p>
        </w:tc>
      </w:tr>
    </w:tbl>
    <w:p w14:paraId="40913973" w14:textId="77777777" w:rsidR="004C0BEA" w:rsidRPr="00773BEC" w:rsidRDefault="004C0BEA"/>
    <w:p w14:paraId="1E55C2C0" w14:textId="58DD70BE" w:rsidR="004C0BEA" w:rsidRPr="00773BEC" w:rsidRDefault="004C0BEA">
      <w:r w:rsidRPr="00773BEC">
        <w:t xml:space="preserve">IDL uses the ISO Latin-1 character set for </w:t>
      </w:r>
      <w:r w:rsidRPr="00773BEC">
        <w:rPr>
          <w:b/>
        </w:rPr>
        <w:t>string</w:t>
      </w:r>
      <w:r w:rsidRPr="00773BEC">
        <w:t xml:space="preserve"> and </w:t>
      </w:r>
      <w:r w:rsidRPr="00773BEC">
        <w:rPr>
          <w:b/>
        </w:rPr>
        <w:t>wide string</w:t>
      </w:r>
      <w:r w:rsidRPr="00773BEC">
        <w:t xml:space="preserve"> literals and TTCN-3 uses </w:t>
      </w:r>
      <w:r w:rsidR="007513A8" w:rsidRPr="00773BEC">
        <w:t>Recommendation</w:t>
      </w:r>
      <w:r w:rsidR="00B20B20" w:rsidRPr="00773BEC">
        <w:t xml:space="preserve"> </w:t>
      </w:r>
      <w:r w:rsidR="007513A8" w:rsidRPr="00773BEC">
        <w:t>ITU</w:t>
      </w:r>
      <w:r w:rsidR="008B3120" w:rsidRPr="00773BEC">
        <w:noBreakHyphen/>
      </w:r>
      <w:r w:rsidR="007513A8" w:rsidRPr="00773BEC">
        <w:t>T</w:t>
      </w:r>
      <w:r w:rsidR="0058600F" w:rsidRPr="00773BEC">
        <w:t> </w:t>
      </w:r>
      <w:r w:rsidR="007513A8" w:rsidRPr="00773BEC">
        <w:t>T.50</w:t>
      </w:r>
      <w:r w:rsidRPr="00773BEC">
        <w:t xml:space="preserve"> </w:t>
      </w:r>
      <w:r w:rsidR="00FB0AF5" w:rsidRPr="00773BEC">
        <w:t>[</w:t>
      </w:r>
      <w:r w:rsidR="00FC3737" w:rsidRPr="00773BEC">
        <w:fldChar w:fldCharType="begin"/>
      </w:r>
      <w:r w:rsidR="004367CC" w:rsidRPr="00773BEC">
        <w:instrText xml:space="preserve">REF REF_ITU_TT50  \h </w:instrText>
      </w:r>
      <w:r w:rsidR="00FC3737" w:rsidRPr="00773BEC">
        <w:fldChar w:fldCharType="separate"/>
      </w:r>
      <w:r w:rsidR="003A3DF7" w:rsidRPr="00773BEC">
        <w:t>2</w:t>
      </w:r>
      <w:r w:rsidR="00FC3737" w:rsidRPr="00773BEC">
        <w:fldChar w:fldCharType="end"/>
      </w:r>
      <w:r w:rsidR="00FB0AF5" w:rsidRPr="00773BEC">
        <w:t>]</w:t>
      </w:r>
      <w:r w:rsidRPr="00773BEC">
        <w:t xml:space="preserve"> for </w:t>
      </w:r>
      <w:r w:rsidRPr="00773BEC">
        <w:rPr>
          <w:b/>
        </w:rPr>
        <w:t>string</w:t>
      </w:r>
      <w:r w:rsidRPr="00773BEC">
        <w:t xml:space="preserve"> literals and ISO/IEC 10646 [</w:t>
      </w:r>
      <w:r w:rsidR="008846CB" w:rsidRPr="00773BEC">
        <w:fldChar w:fldCharType="begin"/>
      </w:r>
      <w:r w:rsidR="008846CB" w:rsidRPr="00773BEC">
        <w:instrText xml:space="preserve">REF REF_ISOIEC10646 \* MERGEFORMAT  \h </w:instrText>
      </w:r>
      <w:r w:rsidR="008846CB" w:rsidRPr="00773BEC">
        <w:fldChar w:fldCharType="separate"/>
      </w:r>
      <w:r w:rsidR="003A3DF7" w:rsidRPr="00773BEC">
        <w:t>3</w:t>
      </w:r>
      <w:r w:rsidR="008846CB" w:rsidRPr="00773BEC">
        <w:fldChar w:fldCharType="end"/>
      </w:r>
      <w:r w:rsidRPr="00773BEC">
        <w:t xml:space="preserve">] for </w:t>
      </w:r>
      <w:r w:rsidRPr="00773BEC">
        <w:rPr>
          <w:b/>
        </w:rPr>
        <w:t>wide string</w:t>
      </w:r>
      <w:r w:rsidRPr="00773BEC">
        <w:t xml:space="preserve"> literals.</w:t>
      </w:r>
    </w:p>
    <w:p w14:paraId="5B1D0EA6" w14:textId="77777777" w:rsidR="004C0BEA" w:rsidRPr="00773BEC" w:rsidRDefault="004C0BEA" w:rsidP="009103BE">
      <w:pPr>
        <w:pStyle w:val="Heading1"/>
      </w:pPr>
      <w:bookmarkStart w:id="116" w:name="_Toc65592065"/>
      <w:bookmarkStart w:id="117" w:name="_Toc65593230"/>
      <w:bookmarkStart w:id="118" w:name="_Toc65757500"/>
      <w:bookmarkStart w:id="119" w:name="_Toc73104453"/>
      <w:r w:rsidRPr="00773BEC">
        <w:t>6</w:t>
      </w:r>
      <w:r w:rsidRPr="00773BEC">
        <w:tab/>
        <w:t>Pre-processing</w:t>
      </w:r>
      <w:bookmarkEnd w:id="116"/>
      <w:bookmarkEnd w:id="117"/>
      <w:bookmarkEnd w:id="118"/>
      <w:bookmarkEnd w:id="119"/>
    </w:p>
    <w:p w14:paraId="04C7DA6A" w14:textId="77777777" w:rsidR="004C0BEA" w:rsidRPr="00773BEC" w:rsidRDefault="004C0BEA">
      <w:r w:rsidRPr="00773BEC">
        <w:t xml:space="preserve">Pre-processor statements are not matched to TTCN-3 because the IDL specification </w:t>
      </w:r>
      <w:r w:rsidR="00175E87" w:rsidRPr="00773BEC">
        <w:t>shall</w:t>
      </w:r>
      <w:r w:rsidRPr="00773BEC">
        <w:t xml:space="preserve"> be used after pre-processing it.</w:t>
      </w:r>
    </w:p>
    <w:p w14:paraId="0212BB66" w14:textId="77777777" w:rsidR="004C0BEA" w:rsidRPr="00773BEC" w:rsidRDefault="004C0BEA" w:rsidP="009103BE">
      <w:pPr>
        <w:pStyle w:val="Heading1"/>
      </w:pPr>
      <w:bookmarkStart w:id="120" w:name="_Toc65592066"/>
      <w:bookmarkStart w:id="121" w:name="_Toc65593231"/>
      <w:bookmarkStart w:id="122" w:name="_Toc65757501"/>
      <w:bookmarkStart w:id="123" w:name="_Toc73104454"/>
      <w:r w:rsidRPr="00773BEC">
        <w:t>7</w:t>
      </w:r>
      <w:r w:rsidRPr="00773BEC">
        <w:tab/>
      </w:r>
      <w:r w:rsidR="000D697C" w:rsidRPr="00773BEC">
        <w:t xml:space="preserve">Importing from </w:t>
      </w:r>
      <w:r w:rsidRPr="00773BEC">
        <w:t>IDL specification</w:t>
      </w:r>
      <w:r w:rsidR="000D697C" w:rsidRPr="00773BEC">
        <w:t>s</w:t>
      </w:r>
      <w:bookmarkEnd w:id="120"/>
      <w:bookmarkEnd w:id="121"/>
      <w:bookmarkEnd w:id="122"/>
      <w:bookmarkEnd w:id="123"/>
    </w:p>
    <w:p w14:paraId="23ABF5F3" w14:textId="77777777" w:rsidR="0001607F" w:rsidRPr="00773BEC" w:rsidRDefault="0001607F" w:rsidP="0001607F">
      <w:pPr>
        <w:pStyle w:val="Heading2"/>
      </w:pPr>
      <w:bookmarkStart w:id="124" w:name="_Toc65592067"/>
      <w:bookmarkStart w:id="125" w:name="_Toc65593232"/>
      <w:bookmarkStart w:id="126" w:name="_Toc65757502"/>
      <w:bookmarkStart w:id="127" w:name="_Toc73104455"/>
      <w:r w:rsidRPr="00773BEC">
        <w:t>7.0</w:t>
      </w:r>
      <w:r w:rsidRPr="00773BEC">
        <w:tab/>
        <w:t>General</w:t>
      </w:r>
      <w:bookmarkEnd w:id="124"/>
      <w:bookmarkEnd w:id="125"/>
      <w:bookmarkEnd w:id="126"/>
      <w:bookmarkEnd w:id="127"/>
    </w:p>
    <w:p w14:paraId="1707201B" w14:textId="77777777" w:rsidR="004C0BEA" w:rsidRPr="00773BEC" w:rsidRDefault="004C0BEA">
      <w:r w:rsidRPr="00773BEC">
        <w:t xml:space="preserve">The </w:t>
      </w:r>
      <w:r w:rsidR="000D697C" w:rsidRPr="00773BEC">
        <w:t xml:space="preserve">import of </w:t>
      </w:r>
      <w:r w:rsidRPr="00773BEC">
        <w:t xml:space="preserve">module, interface, value and constant declaration are described </w:t>
      </w:r>
      <w:r w:rsidR="000D697C" w:rsidRPr="00773BEC">
        <w:t>in this clause. T</w:t>
      </w:r>
      <w:r w:rsidRPr="00773BEC">
        <w:t>he type and exception declaration as well as the bodies of interfaces are described later.</w:t>
      </w:r>
    </w:p>
    <w:p w14:paraId="07677877" w14:textId="09B337B9" w:rsidR="000D697C" w:rsidRPr="00773BEC" w:rsidRDefault="000D697C">
      <w:r w:rsidRPr="00773BEC">
        <w:t>All</w:t>
      </w:r>
      <w:r w:rsidR="00174D94" w:rsidRPr="00773BEC">
        <w:t xml:space="preserve"> imported</w:t>
      </w:r>
      <w:r w:rsidRPr="00773BEC">
        <w:t xml:space="preserve"> IDL </w:t>
      </w:r>
      <w:r w:rsidR="009A6492" w:rsidRPr="00773BEC">
        <w:t>declarations</w:t>
      </w:r>
      <w:r w:rsidRPr="00773BEC">
        <w:t xml:space="preserve"> are</w:t>
      </w:r>
      <w:r w:rsidR="00174D94" w:rsidRPr="00773BEC">
        <w:t xml:space="preserve"> in TTCN-3</w:t>
      </w:r>
      <w:r w:rsidRPr="00773BEC">
        <w:t xml:space="preserve"> </w:t>
      </w:r>
      <w:r w:rsidRPr="00773BEC">
        <w:rPr>
          <w:rFonts w:ascii="Courier New" w:hAnsi="Courier New" w:cs="Courier New"/>
          <w:b/>
        </w:rPr>
        <w:t>public</w:t>
      </w:r>
      <w:r w:rsidRPr="00773BEC">
        <w:t xml:space="preserve"> by default (see clause 8.2.5 of </w:t>
      </w:r>
      <w:r w:rsidR="004367CC" w:rsidRPr="00773BEC">
        <w:t>ETSI ES 201 873-1</w:t>
      </w:r>
      <w:r w:rsidR="00F83C6A" w:rsidRPr="00773BEC">
        <w:t xml:space="preserve"> [</w:t>
      </w:r>
      <w:r w:rsidR="008846CB" w:rsidRPr="00773BEC">
        <w:fldChar w:fldCharType="begin"/>
      </w:r>
      <w:r w:rsidR="008846CB" w:rsidRPr="00773BEC">
        <w:instrText xml:space="preserve">REF REF_ES201873_1 \h  \* MERGEFORMAT </w:instrText>
      </w:r>
      <w:r w:rsidR="008846CB" w:rsidRPr="00773BEC">
        <w:fldChar w:fldCharType="separate"/>
      </w:r>
      <w:r w:rsidR="003A3DF7" w:rsidRPr="00773BEC">
        <w:t>1</w:t>
      </w:r>
      <w:r w:rsidR="008846CB" w:rsidRPr="00773BEC">
        <w:fldChar w:fldCharType="end"/>
      </w:r>
      <w:r w:rsidR="00F83C6A" w:rsidRPr="00773BEC">
        <w:t>]</w:t>
      </w:r>
      <w:r w:rsidRPr="00773BEC">
        <w:t>).</w:t>
      </w:r>
    </w:p>
    <w:p w14:paraId="278519BD" w14:textId="77777777" w:rsidR="004C0BEA" w:rsidRPr="00773BEC" w:rsidRDefault="004C0BEA" w:rsidP="009103BE">
      <w:pPr>
        <w:pStyle w:val="Heading2"/>
      </w:pPr>
      <w:bookmarkStart w:id="128" w:name="_Toc65592068"/>
      <w:bookmarkStart w:id="129" w:name="_Toc65593233"/>
      <w:bookmarkStart w:id="130" w:name="_Toc65757503"/>
      <w:bookmarkStart w:id="131" w:name="_Toc73104456"/>
      <w:r w:rsidRPr="00773BEC">
        <w:t>7.1</w:t>
      </w:r>
      <w:r w:rsidRPr="00773BEC">
        <w:tab/>
      </w:r>
      <w:r w:rsidR="009A6492" w:rsidRPr="00773BEC">
        <w:t xml:space="preserve">Importing module </w:t>
      </w:r>
      <w:r w:rsidRPr="00773BEC">
        <w:t>declaration</w:t>
      </w:r>
      <w:bookmarkEnd w:id="128"/>
      <w:bookmarkEnd w:id="129"/>
      <w:bookmarkEnd w:id="130"/>
      <w:bookmarkEnd w:id="131"/>
    </w:p>
    <w:p w14:paraId="38393D74" w14:textId="77777777" w:rsidR="004C0BEA" w:rsidRPr="00773BEC" w:rsidRDefault="004C0BEA" w:rsidP="00B046A4">
      <w:r w:rsidRPr="00773BEC">
        <w:t xml:space="preserve">IDL modules are mapped to TTCN-3 modules. Nested IDL modules </w:t>
      </w:r>
      <w:r w:rsidR="00175E87" w:rsidRPr="00773BEC">
        <w:t>shall</w:t>
      </w:r>
      <w:r w:rsidRPr="00773BEC">
        <w:t xml:space="preserve"> be flattened accordingly to TTCN-3 modules.</w:t>
      </w:r>
    </w:p>
    <w:p w14:paraId="06F76429" w14:textId="77777777" w:rsidR="004C0BEA" w:rsidRPr="00773BEC" w:rsidRDefault="004C0BEA" w:rsidP="00B046A4">
      <w:r w:rsidRPr="00773BEC">
        <w:t>As one IDL module can contain many nested IDL modules where several nested modules can have equal names in different scopes, these names can clash. Hence, module names identifiers are to be used which are composed of the identifiers of the upper level IDL modules (from hierarchical point of view) and the nested IDL module name, separated one from</w:t>
      </w:r>
      <w:r w:rsidR="008B3120" w:rsidRPr="00773BEC">
        <w:t xml:space="preserve"> each other by two underscores.</w:t>
      </w:r>
    </w:p>
    <w:p w14:paraId="5BCA2447" w14:textId="77777777" w:rsidR="004C0BEA" w:rsidRPr="00773BEC" w:rsidRDefault="004C0BEA" w:rsidP="00B046A4">
      <w:r w:rsidRPr="00773BEC">
        <w:t xml:space="preserve">According </w:t>
      </w:r>
      <w:r w:rsidR="00A40FBA" w:rsidRPr="00773BEC">
        <w:t xml:space="preserve">to </w:t>
      </w:r>
      <w:r w:rsidRPr="00773BEC">
        <w:t>the IDL scoping rules nested modules have access to the scope of upper level modules. As there are no nested modules in TTCN-3, TTCN-3 modules have to import upper level modules. For avoiding name clashes, a prefix for the imported definitions composed of the identifier of the module from which it is imported shall be used. The prefix and the identifier are separated by a dot (.) as defined in TTCN-3.</w:t>
      </w:r>
    </w:p>
    <w:p w14:paraId="74DE9826" w14:textId="77777777" w:rsidR="004C0BEA" w:rsidRPr="00773BEC" w:rsidRDefault="004C0BEA" w:rsidP="00BC7B85">
      <w:pPr>
        <w:pStyle w:val="EX"/>
        <w:keepNext/>
      </w:pPr>
      <w:r w:rsidRPr="00773BEC">
        <w:t xml:space="preserve">IDL </w:t>
      </w:r>
      <w:r w:rsidR="00764958" w:rsidRPr="00773BEC">
        <w:t>EXAMPLE</w:t>
      </w:r>
      <w:r w:rsidRPr="00773BEC">
        <w:t>:</w:t>
      </w:r>
    </w:p>
    <w:p w14:paraId="1A7FDA46" w14:textId="77777777" w:rsidR="004C0BEA" w:rsidRPr="00773BEC" w:rsidRDefault="004C0BEA" w:rsidP="00BC7B85">
      <w:pPr>
        <w:pStyle w:val="PL"/>
        <w:keepNext/>
        <w:rPr>
          <w:rFonts w:cs="Courier New"/>
          <w:noProof w:val="0"/>
        </w:rPr>
      </w:pPr>
      <w:r w:rsidRPr="00773BEC">
        <w:rPr>
          <w:rFonts w:cs="Courier New"/>
          <w:b/>
          <w:bCs/>
          <w:noProof w:val="0"/>
        </w:rPr>
        <w:t xml:space="preserve">module </w:t>
      </w:r>
      <w:r w:rsidRPr="00773BEC">
        <w:rPr>
          <w:rFonts w:cs="Courier New"/>
          <w:noProof w:val="0"/>
        </w:rPr>
        <w:t xml:space="preserve">identifier1 { </w:t>
      </w:r>
    </w:p>
    <w:p w14:paraId="35E57BA2" w14:textId="77777777" w:rsidR="004C0BEA" w:rsidRPr="00773BEC" w:rsidRDefault="004C0BEA" w:rsidP="00BC7B85">
      <w:pPr>
        <w:pStyle w:val="PL"/>
        <w:keepNext/>
        <w:rPr>
          <w:rFonts w:cs="Courier New"/>
          <w:noProof w:val="0"/>
        </w:rPr>
      </w:pPr>
      <w:r w:rsidRPr="00773BEC">
        <w:rPr>
          <w:rFonts w:cs="Courier New"/>
          <w:b/>
          <w:noProof w:val="0"/>
        </w:rPr>
        <w:tab/>
        <w:t>typedef</w:t>
      </w:r>
      <w:r w:rsidRPr="00773BEC">
        <w:rPr>
          <w:rFonts w:cs="Courier New"/>
          <w:noProof w:val="0"/>
        </w:rPr>
        <w:t xml:space="preserve"> </w:t>
      </w:r>
      <w:r w:rsidRPr="00773BEC">
        <w:rPr>
          <w:rFonts w:cs="Courier New"/>
          <w:b/>
          <w:noProof w:val="0"/>
        </w:rPr>
        <w:t>long</w:t>
      </w:r>
      <w:r w:rsidRPr="00773BEC">
        <w:rPr>
          <w:rFonts w:cs="Courier New"/>
          <w:noProof w:val="0"/>
        </w:rPr>
        <w:t xml:space="preserve"> mylong1;</w:t>
      </w:r>
    </w:p>
    <w:p w14:paraId="3FC4C547" w14:textId="77777777" w:rsidR="004C0BEA" w:rsidRPr="00773BEC" w:rsidRDefault="004C0BEA" w:rsidP="00BC7B85">
      <w:pPr>
        <w:pStyle w:val="PL"/>
        <w:keepNext/>
        <w:rPr>
          <w:rFonts w:cs="Courier New"/>
          <w:noProof w:val="0"/>
        </w:rPr>
      </w:pPr>
      <w:r w:rsidRPr="00773BEC">
        <w:rPr>
          <w:rFonts w:cs="Courier New"/>
          <w:noProof w:val="0"/>
        </w:rPr>
        <w:t xml:space="preserve"> </w:t>
      </w:r>
    </w:p>
    <w:p w14:paraId="7AD0FCF2" w14:textId="77777777" w:rsidR="004C0BEA" w:rsidRPr="00773BEC" w:rsidRDefault="004C0BEA" w:rsidP="00BC7B85">
      <w:pPr>
        <w:pStyle w:val="PL"/>
        <w:keepNext/>
        <w:ind w:left="283"/>
        <w:rPr>
          <w:rFonts w:cs="Courier New"/>
          <w:noProof w:val="0"/>
        </w:rPr>
      </w:pPr>
      <w:r w:rsidRPr="00773BEC">
        <w:rPr>
          <w:rFonts w:cs="Courier New"/>
          <w:b/>
          <w:bCs/>
          <w:noProof w:val="0"/>
        </w:rPr>
        <w:t xml:space="preserve">module </w:t>
      </w:r>
      <w:r w:rsidRPr="00773BEC">
        <w:rPr>
          <w:rFonts w:cs="Courier New"/>
          <w:noProof w:val="0"/>
        </w:rPr>
        <w:t xml:space="preserve">identifier2 { </w:t>
      </w:r>
    </w:p>
    <w:p w14:paraId="3E84CD0B" w14:textId="77777777" w:rsidR="004C0BEA" w:rsidRPr="00773BEC" w:rsidRDefault="004C0BEA">
      <w:pPr>
        <w:pStyle w:val="PL"/>
        <w:ind w:left="566"/>
        <w:rPr>
          <w:rFonts w:cs="Courier New"/>
          <w:noProof w:val="0"/>
        </w:rPr>
      </w:pPr>
      <w:r w:rsidRPr="00773BEC">
        <w:rPr>
          <w:rFonts w:cs="Courier New"/>
          <w:b/>
          <w:noProof w:val="0"/>
        </w:rPr>
        <w:t>typedef</w:t>
      </w:r>
      <w:r w:rsidRPr="00773BEC">
        <w:rPr>
          <w:rFonts w:cs="Courier New"/>
          <w:noProof w:val="0"/>
        </w:rPr>
        <w:t xml:space="preserve"> </w:t>
      </w:r>
      <w:r w:rsidRPr="00773BEC">
        <w:rPr>
          <w:rFonts w:cs="Courier New"/>
          <w:b/>
          <w:noProof w:val="0"/>
        </w:rPr>
        <w:t>string</w:t>
      </w:r>
      <w:r w:rsidRPr="00773BEC">
        <w:rPr>
          <w:rFonts w:cs="Courier New"/>
          <w:noProof w:val="0"/>
        </w:rPr>
        <w:t xml:space="preserve"> mystring2;</w:t>
      </w:r>
    </w:p>
    <w:p w14:paraId="07BB0607" w14:textId="77777777" w:rsidR="004C0BEA" w:rsidRPr="00773BEC" w:rsidRDefault="004C0BEA">
      <w:pPr>
        <w:pStyle w:val="PL"/>
        <w:ind w:left="566"/>
        <w:rPr>
          <w:rFonts w:cs="Courier New"/>
          <w:noProof w:val="0"/>
        </w:rPr>
      </w:pPr>
      <w:r w:rsidRPr="00773BEC">
        <w:rPr>
          <w:rFonts w:cs="Courier New"/>
          <w:b/>
          <w:noProof w:val="0"/>
        </w:rPr>
        <w:t>typedef</w:t>
      </w:r>
      <w:r w:rsidRPr="00773BEC">
        <w:rPr>
          <w:rFonts w:cs="Courier New"/>
          <w:noProof w:val="0"/>
        </w:rPr>
        <w:t xml:space="preserve"> </w:t>
      </w:r>
      <w:r w:rsidRPr="00773BEC">
        <w:rPr>
          <w:rFonts w:cs="Courier New"/>
          <w:b/>
          <w:noProof w:val="0"/>
        </w:rPr>
        <w:t>mylong1</w:t>
      </w:r>
      <w:r w:rsidRPr="00773BEC">
        <w:rPr>
          <w:rFonts w:cs="Courier New"/>
          <w:noProof w:val="0"/>
        </w:rPr>
        <w:t xml:space="preserve"> mylong2;</w:t>
      </w:r>
    </w:p>
    <w:p w14:paraId="2CE2E4A7" w14:textId="77777777" w:rsidR="004C0BEA" w:rsidRPr="00773BEC" w:rsidRDefault="004C0BEA">
      <w:pPr>
        <w:pStyle w:val="PL"/>
        <w:rPr>
          <w:rFonts w:cs="Courier New"/>
          <w:noProof w:val="0"/>
        </w:rPr>
      </w:pPr>
      <w:r w:rsidRPr="00773BEC">
        <w:rPr>
          <w:rFonts w:cs="Courier New"/>
          <w:noProof w:val="0"/>
        </w:rPr>
        <w:t xml:space="preserve"> </w:t>
      </w:r>
    </w:p>
    <w:p w14:paraId="176AB7A8" w14:textId="77777777" w:rsidR="004C0BEA" w:rsidRPr="00773BEC" w:rsidRDefault="004C0BEA">
      <w:pPr>
        <w:pStyle w:val="PL"/>
        <w:ind w:left="566"/>
        <w:rPr>
          <w:rFonts w:cs="Courier New"/>
          <w:noProof w:val="0"/>
        </w:rPr>
      </w:pPr>
      <w:r w:rsidRPr="00773BEC">
        <w:rPr>
          <w:rFonts w:cs="Courier New"/>
          <w:b/>
          <w:bCs/>
          <w:noProof w:val="0"/>
        </w:rPr>
        <w:t xml:space="preserve">module </w:t>
      </w:r>
      <w:r w:rsidRPr="00773BEC">
        <w:rPr>
          <w:rFonts w:cs="Courier New"/>
          <w:noProof w:val="0"/>
        </w:rPr>
        <w:t xml:space="preserve">identifier3 { </w:t>
      </w:r>
    </w:p>
    <w:p w14:paraId="74146B77" w14:textId="77777777" w:rsidR="004C0BEA" w:rsidRPr="00773BEC" w:rsidRDefault="004C0BEA">
      <w:pPr>
        <w:pStyle w:val="PL"/>
        <w:ind w:left="768"/>
        <w:rPr>
          <w:rFonts w:cs="Courier New"/>
          <w:noProof w:val="0"/>
        </w:rPr>
      </w:pPr>
      <w:r w:rsidRPr="00773BEC">
        <w:rPr>
          <w:rFonts w:cs="Courier New"/>
          <w:b/>
          <w:noProof w:val="0"/>
        </w:rPr>
        <w:t>typedef</w:t>
      </w:r>
      <w:r w:rsidRPr="00773BEC">
        <w:rPr>
          <w:rFonts w:cs="Courier New"/>
          <w:noProof w:val="0"/>
        </w:rPr>
        <w:t xml:space="preserve"> mylong1 long_from_module_1; </w:t>
      </w:r>
    </w:p>
    <w:p w14:paraId="4E6BA05A" w14:textId="77777777" w:rsidR="004C0BEA" w:rsidRPr="00773BEC" w:rsidRDefault="004C0BEA">
      <w:pPr>
        <w:pStyle w:val="PL"/>
        <w:ind w:left="768"/>
        <w:rPr>
          <w:rFonts w:cs="Courier New"/>
          <w:noProof w:val="0"/>
        </w:rPr>
      </w:pPr>
      <w:r w:rsidRPr="00773BEC">
        <w:rPr>
          <w:rFonts w:cs="Courier New"/>
          <w:b/>
          <w:noProof w:val="0"/>
        </w:rPr>
        <w:t>typedef</w:t>
      </w:r>
      <w:r w:rsidRPr="00773BEC">
        <w:rPr>
          <w:rFonts w:cs="Courier New"/>
          <w:noProof w:val="0"/>
        </w:rPr>
        <w:t xml:space="preserve"> mystring2 string_from_module_2; </w:t>
      </w:r>
    </w:p>
    <w:p w14:paraId="11F37ABC" w14:textId="77777777" w:rsidR="004C0BEA" w:rsidRPr="00773BEC" w:rsidRDefault="004C0BEA">
      <w:pPr>
        <w:pStyle w:val="PL"/>
        <w:ind w:left="768"/>
        <w:rPr>
          <w:rFonts w:cs="Courier New"/>
          <w:noProof w:val="0"/>
        </w:rPr>
      </w:pPr>
      <w:r w:rsidRPr="00773BEC">
        <w:rPr>
          <w:rFonts w:cs="Courier New"/>
          <w:b/>
          <w:noProof w:val="0"/>
        </w:rPr>
        <w:t>typedef</w:t>
      </w:r>
      <w:r w:rsidRPr="00773BEC">
        <w:rPr>
          <w:rFonts w:cs="Courier New"/>
          <w:noProof w:val="0"/>
        </w:rPr>
        <w:t xml:space="preserve"> mylong2 long_from_module_1_2; </w:t>
      </w:r>
    </w:p>
    <w:p w14:paraId="44B83033" w14:textId="77777777" w:rsidR="004C0BEA" w:rsidRPr="00773BEC" w:rsidRDefault="004C0BEA">
      <w:pPr>
        <w:pStyle w:val="PL"/>
        <w:ind w:left="566"/>
        <w:rPr>
          <w:rFonts w:cs="Courier New"/>
          <w:noProof w:val="0"/>
        </w:rPr>
      </w:pPr>
      <w:r w:rsidRPr="00773BEC">
        <w:rPr>
          <w:rFonts w:cs="Courier New"/>
          <w:noProof w:val="0"/>
        </w:rPr>
        <w:t>};</w:t>
      </w:r>
    </w:p>
    <w:p w14:paraId="691DED51" w14:textId="77777777" w:rsidR="004C0BEA" w:rsidRPr="00773BEC" w:rsidRDefault="004C0BEA">
      <w:pPr>
        <w:pStyle w:val="PL"/>
        <w:ind w:left="283"/>
        <w:rPr>
          <w:rFonts w:cs="Courier New"/>
          <w:noProof w:val="0"/>
        </w:rPr>
      </w:pPr>
      <w:r w:rsidRPr="00773BEC">
        <w:rPr>
          <w:rFonts w:cs="Courier New"/>
          <w:noProof w:val="0"/>
        </w:rPr>
        <w:t>};</w:t>
      </w:r>
    </w:p>
    <w:p w14:paraId="3C261FA2" w14:textId="77777777" w:rsidR="004C0BEA" w:rsidRPr="00773BEC" w:rsidRDefault="004C0BEA">
      <w:pPr>
        <w:pStyle w:val="PL"/>
        <w:rPr>
          <w:rFonts w:cs="Courier New"/>
          <w:noProof w:val="0"/>
        </w:rPr>
      </w:pPr>
      <w:r w:rsidRPr="00773BEC">
        <w:rPr>
          <w:rFonts w:cs="Courier New"/>
          <w:noProof w:val="0"/>
        </w:rPr>
        <w:t>};</w:t>
      </w:r>
    </w:p>
    <w:p w14:paraId="1D985036" w14:textId="77777777" w:rsidR="004C0BEA" w:rsidRPr="00773BEC" w:rsidRDefault="004C0BEA" w:rsidP="009C4436">
      <w:pPr>
        <w:pStyle w:val="PL"/>
        <w:rPr>
          <w:noProof w:val="0"/>
        </w:rPr>
      </w:pPr>
    </w:p>
    <w:p w14:paraId="7749F098" w14:textId="77777777" w:rsidR="004C0BEA" w:rsidRPr="00773BEC" w:rsidRDefault="004C0BEA" w:rsidP="007F4522">
      <w:pPr>
        <w:pStyle w:val="EX"/>
        <w:keepNext/>
      </w:pPr>
      <w:r w:rsidRPr="00773BEC">
        <w:t xml:space="preserve">TTCN </w:t>
      </w:r>
      <w:r w:rsidR="00764958" w:rsidRPr="00773BEC">
        <w:t>EXAMPLE</w:t>
      </w:r>
      <w:r w:rsidRPr="00773BEC">
        <w:t>:</w:t>
      </w:r>
    </w:p>
    <w:p w14:paraId="6A9FF446" w14:textId="77777777" w:rsidR="004C0BEA" w:rsidRPr="00773BEC" w:rsidRDefault="004C0BEA" w:rsidP="007F4522">
      <w:pPr>
        <w:pStyle w:val="PL"/>
        <w:keepNext/>
        <w:rPr>
          <w:rFonts w:cs="Courier New"/>
          <w:noProof w:val="0"/>
          <w:szCs w:val="16"/>
        </w:rPr>
      </w:pPr>
      <w:r w:rsidRPr="00773BEC">
        <w:rPr>
          <w:rFonts w:cs="Courier New"/>
          <w:b/>
          <w:noProof w:val="0"/>
          <w:szCs w:val="16"/>
        </w:rPr>
        <w:t>module</w:t>
      </w:r>
      <w:r w:rsidRPr="00773BEC">
        <w:rPr>
          <w:rFonts w:cs="Courier New"/>
          <w:noProof w:val="0"/>
          <w:szCs w:val="16"/>
        </w:rPr>
        <w:t xml:space="preserve"> identifier1 { </w:t>
      </w:r>
    </w:p>
    <w:p w14:paraId="156B016A" w14:textId="77777777" w:rsidR="004C0BEA" w:rsidRPr="00773BEC" w:rsidRDefault="004C0BEA" w:rsidP="007F4522">
      <w:pPr>
        <w:pStyle w:val="PL"/>
        <w:keepNext/>
        <w:rPr>
          <w:rFonts w:cs="Courier New"/>
          <w:noProof w:val="0"/>
          <w:szCs w:val="16"/>
        </w:rPr>
      </w:pPr>
      <w:r w:rsidRPr="00773BEC">
        <w:rPr>
          <w:rFonts w:cs="Courier New"/>
          <w:b/>
          <w:noProof w:val="0"/>
          <w:szCs w:val="16"/>
        </w:rPr>
        <w:tab/>
        <w:t>type</w:t>
      </w:r>
      <w:r w:rsidRPr="00773BEC">
        <w:rPr>
          <w:rFonts w:cs="Courier New"/>
          <w:noProof w:val="0"/>
          <w:szCs w:val="16"/>
        </w:rPr>
        <w:t xml:space="preserve"> </w:t>
      </w:r>
      <w:r w:rsidRPr="00773BEC">
        <w:rPr>
          <w:rFonts w:cs="Courier New"/>
          <w:b/>
          <w:noProof w:val="0"/>
          <w:szCs w:val="16"/>
        </w:rPr>
        <w:t>long</w:t>
      </w:r>
      <w:r w:rsidRPr="00773BEC">
        <w:rPr>
          <w:rFonts w:cs="Courier New"/>
          <w:noProof w:val="0"/>
          <w:szCs w:val="16"/>
        </w:rPr>
        <w:t xml:space="preserve"> mylong1;</w:t>
      </w:r>
    </w:p>
    <w:p w14:paraId="45220D22" w14:textId="77777777" w:rsidR="004C0BEA" w:rsidRPr="00773BEC" w:rsidRDefault="004C0BEA">
      <w:pPr>
        <w:pStyle w:val="PL"/>
        <w:rPr>
          <w:rFonts w:cs="Courier New"/>
          <w:noProof w:val="0"/>
          <w:szCs w:val="16"/>
        </w:rPr>
      </w:pPr>
      <w:r w:rsidRPr="00773BEC">
        <w:rPr>
          <w:rFonts w:cs="Courier New"/>
          <w:noProof w:val="0"/>
          <w:szCs w:val="16"/>
        </w:rPr>
        <w:t>}</w:t>
      </w:r>
    </w:p>
    <w:p w14:paraId="465EB215" w14:textId="77777777" w:rsidR="004C0BEA" w:rsidRPr="00773BEC" w:rsidRDefault="004C0BEA">
      <w:pPr>
        <w:pStyle w:val="PL"/>
        <w:rPr>
          <w:rFonts w:cs="Courier New"/>
          <w:noProof w:val="0"/>
          <w:szCs w:val="16"/>
        </w:rPr>
      </w:pPr>
      <w:r w:rsidRPr="00773BEC">
        <w:rPr>
          <w:rFonts w:cs="Courier New"/>
          <w:noProof w:val="0"/>
          <w:szCs w:val="16"/>
        </w:rPr>
        <w:t xml:space="preserve"> </w:t>
      </w:r>
    </w:p>
    <w:p w14:paraId="39E2BC93" w14:textId="77777777" w:rsidR="004C0BEA" w:rsidRPr="00773BEC" w:rsidRDefault="004C0BEA">
      <w:pPr>
        <w:pStyle w:val="PL"/>
        <w:rPr>
          <w:rFonts w:cs="Courier New"/>
          <w:noProof w:val="0"/>
          <w:szCs w:val="16"/>
        </w:rPr>
      </w:pPr>
      <w:r w:rsidRPr="00773BEC">
        <w:rPr>
          <w:rFonts w:cs="Courier New"/>
          <w:b/>
          <w:noProof w:val="0"/>
          <w:szCs w:val="16"/>
        </w:rPr>
        <w:t>module</w:t>
      </w:r>
      <w:r w:rsidRPr="00773BEC">
        <w:rPr>
          <w:rFonts w:cs="Courier New"/>
          <w:b/>
          <w:bCs/>
          <w:noProof w:val="0"/>
          <w:szCs w:val="16"/>
        </w:rPr>
        <w:t xml:space="preserve"> </w:t>
      </w:r>
      <w:r w:rsidRPr="00773BEC">
        <w:rPr>
          <w:rFonts w:cs="Courier New"/>
          <w:noProof w:val="0"/>
          <w:szCs w:val="16"/>
        </w:rPr>
        <w:t>identifier1__identifier2 {</w:t>
      </w:r>
    </w:p>
    <w:p w14:paraId="4A69314A" w14:textId="77777777" w:rsidR="004C0BEA" w:rsidRPr="00773BEC" w:rsidRDefault="004C0BEA">
      <w:pPr>
        <w:pStyle w:val="PL"/>
        <w:rPr>
          <w:rFonts w:cs="Courier New"/>
          <w:noProof w:val="0"/>
          <w:szCs w:val="16"/>
        </w:rPr>
      </w:pPr>
      <w:r w:rsidRPr="00773BEC">
        <w:rPr>
          <w:rFonts w:cs="Courier New"/>
          <w:noProof w:val="0"/>
          <w:szCs w:val="16"/>
        </w:rPr>
        <w:tab/>
      </w:r>
      <w:r w:rsidRPr="00773BEC">
        <w:rPr>
          <w:rFonts w:cs="Courier New"/>
          <w:b/>
          <w:noProof w:val="0"/>
          <w:szCs w:val="16"/>
        </w:rPr>
        <w:t>import</w:t>
      </w:r>
      <w:r w:rsidRPr="00773BEC">
        <w:rPr>
          <w:rFonts w:cs="Courier New"/>
          <w:noProof w:val="0"/>
          <w:szCs w:val="16"/>
        </w:rPr>
        <w:t xml:space="preserve"> </w:t>
      </w:r>
      <w:r w:rsidRPr="00773BEC">
        <w:rPr>
          <w:rFonts w:cs="Courier New"/>
          <w:b/>
          <w:noProof w:val="0"/>
          <w:szCs w:val="16"/>
        </w:rPr>
        <w:t>from</w:t>
      </w:r>
      <w:r w:rsidRPr="00773BEC">
        <w:rPr>
          <w:rFonts w:cs="Courier New"/>
          <w:noProof w:val="0"/>
          <w:szCs w:val="16"/>
        </w:rPr>
        <w:t xml:space="preserve"> identifier1 </w:t>
      </w:r>
      <w:r w:rsidRPr="00773BEC">
        <w:rPr>
          <w:rFonts w:cs="Courier New"/>
          <w:b/>
          <w:noProof w:val="0"/>
          <w:szCs w:val="16"/>
        </w:rPr>
        <w:t>all</w:t>
      </w:r>
      <w:r w:rsidRPr="00773BEC">
        <w:rPr>
          <w:rFonts w:cs="Courier New"/>
          <w:noProof w:val="0"/>
          <w:szCs w:val="16"/>
        </w:rPr>
        <w:t>;</w:t>
      </w:r>
    </w:p>
    <w:p w14:paraId="4094AE36" w14:textId="77777777" w:rsidR="004C0BEA" w:rsidRPr="00773BEC" w:rsidRDefault="004C0BEA">
      <w:pPr>
        <w:pStyle w:val="PL"/>
        <w:rPr>
          <w:rFonts w:cs="Courier New"/>
          <w:noProof w:val="0"/>
          <w:szCs w:val="16"/>
        </w:rPr>
      </w:pPr>
      <w:r w:rsidRPr="00773BEC">
        <w:rPr>
          <w:rFonts w:cs="Courier New"/>
          <w:b/>
          <w:noProof w:val="0"/>
          <w:szCs w:val="16"/>
        </w:rPr>
        <w:tab/>
        <w:t>type</w:t>
      </w:r>
      <w:r w:rsidRPr="00773BEC">
        <w:rPr>
          <w:rFonts w:cs="Courier New"/>
          <w:noProof w:val="0"/>
          <w:szCs w:val="16"/>
        </w:rPr>
        <w:t xml:space="preserve"> iso8859string mystring2;</w:t>
      </w:r>
    </w:p>
    <w:p w14:paraId="22EC2EA7" w14:textId="77777777" w:rsidR="004C0BEA" w:rsidRPr="00773BEC" w:rsidRDefault="004C0BEA">
      <w:pPr>
        <w:pStyle w:val="PL"/>
        <w:rPr>
          <w:rFonts w:cs="Courier New"/>
          <w:noProof w:val="0"/>
          <w:szCs w:val="16"/>
        </w:rPr>
      </w:pPr>
      <w:r w:rsidRPr="00773BEC">
        <w:rPr>
          <w:rFonts w:cs="Courier New"/>
          <w:b/>
          <w:noProof w:val="0"/>
          <w:szCs w:val="16"/>
        </w:rPr>
        <w:tab/>
        <w:t>type</w:t>
      </w:r>
      <w:r w:rsidRPr="00773BEC">
        <w:rPr>
          <w:rFonts w:cs="Courier New"/>
          <w:noProof w:val="0"/>
          <w:szCs w:val="16"/>
        </w:rPr>
        <w:t xml:space="preserve"> identifier1.mylong1 mylong2;</w:t>
      </w:r>
    </w:p>
    <w:p w14:paraId="59C678C2" w14:textId="77777777" w:rsidR="004C0BEA" w:rsidRPr="00773BEC" w:rsidRDefault="004C0BEA">
      <w:pPr>
        <w:pStyle w:val="PL"/>
        <w:rPr>
          <w:rFonts w:cs="Courier New"/>
          <w:noProof w:val="0"/>
          <w:szCs w:val="16"/>
        </w:rPr>
      </w:pPr>
      <w:r w:rsidRPr="00773BEC">
        <w:rPr>
          <w:rFonts w:cs="Courier New"/>
          <w:noProof w:val="0"/>
          <w:szCs w:val="16"/>
        </w:rPr>
        <w:t>}</w:t>
      </w:r>
    </w:p>
    <w:p w14:paraId="2E139E3E" w14:textId="77777777" w:rsidR="004C0BEA" w:rsidRPr="00773BEC" w:rsidRDefault="004C0BEA">
      <w:pPr>
        <w:pStyle w:val="PL"/>
        <w:rPr>
          <w:rFonts w:cs="Courier New"/>
          <w:b/>
          <w:bCs/>
          <w:noProof w:val="0"/>
          <w:szCs w:val="16"/>
        </w:rPr>
      </w:pPr>
    </w:p>
    <w:p w14:paraId="41AA7C5A" w14:textId="77777777" w:rsidR="004C0BEA" w:rsidRPr="00773BEC" w:rsidRDefault="004C0BEA">
      <w:pPr>
        <w:pStyle w:val="PL"/>
        <w:rPr>
          <w:rFonts w:cs="Courier New"/>
          <w:noProof w:val="0"/>
          <w:szCs w:val="16"/>
        </w:rPr>
      </w:pPr>
      <w:r w:rsidRPr="00773BEC">
        <w:rPr>
          <w:rFonts w:cs="Courier New"/>
          <w:b/>
          <w:noProof w:val="0"/>
          <w:szCs w:val="16"/>
        </w:rPr>
        <w:t>module</w:t>
      </w:r>
      <w:r w:rsidRPr="00773BEC">
        <w:rPr>
          <w:rFonts w:cs="Courier New"/>
          <w:b/>
          <w:bCs/>
          <w:noProof w:val="0"/>
          <w:szCs w:val="16"/>
        </w:rPr>
        <w:t xml:space="preserve"> </w:t>
      </w:r>
      <w:r w:rsidRPr="00773BEC">
        <w:rPr>
          <w:rFonts w:cs="Courier New"/>
          <w:noProof w:val="0"/>
          <w:szCs w:val="16"/>
        </w:rPr>
        <w:t xml:space="preserve">identifier1__identifier2__identifier3 { </w:t>
      </w:r>
    </w:p>
    <w:p w14:paraId="44715BA4" w14:textId="77777777" w:rsidR="004C0BEA" w:rsidRPr="00773BEC" w:rsidRDefault="004C0BEA">
      <w:pPr>
        <w:pStyle w:val="PL"/>
        <w:rPr>
          <w:rFonts w:cs="Courier New"/>
          <w:noProof w:val="0"/>
          <w:szCs w:val="16"/>
        </w:rPr>
      </w:pPr>
      <w:r w:rsidRPr="00773BEC">
        <w:rPr>
          <w:rFonts w:cs="Courier New"/>
          <w:noProof w:val="0"/>
          <w:szCs w:val="16"/>
        </w:rPr>
        <w:tab/>
      </w:r>
      <w:r w:rsidRPr="00773BEC">
        <w:rPr>
          <w:rFonts w:cs="Courier New"/>
          <w:b/>
          <w:noProof w:val="0"/>
          <w:szCs w:val="16"/>
        </w:rPr>
        <w:t>import</w:t>
      </w:r>
      <w:r w:rsidRPr="00773BEC">
        <w:rPr>
          <w:rFonts w:cs="Courier New"/>
          <w:noProof w:val="0"/>
          <w:szCs w:val="16"/>
        </w:rPr>
        <w:t xml:space="preserve"> </w:t>
      </w:r>
      <w:r w:rsidRPr="00773BEC">
        <w:rPr>
          <w:rFonts w:cs="Courier New"/>
          <w:b/>
          <w:noProof w:val="0"/>
          <w:szCs w:val="16"/>
        </w:rPr>
        <w:t>from</w:t>
      </w:r>
      <w:r w:rsidRPr="00773BEC">
        <w:rPr>
          <w:rFonts w:cs="Courier New"/>
          <w:noProof w:val="0"/>
          <w:szCs w:val="16"/>
        </w:rPr>
        <w:t xml:space="preserve"> identifier1 </w:t>
      </w:r>
      <w:r w:rsidRPr="00773BEC">
        <w:rPr>
          <w:rFonts w:cs="Courier New"/>
          <w:b/>
          <w:noProof w:val="0"/>
          <w:szCs w:val="16"/>
        </w:rPr>
        <w:t>all</w:t>
      </w:r>
      <w:r w:rsidRPr="00773BEC">
        <w:rPr>
          <w:rFonts w:cs="Courier New"/>
          <w:noProof w:val="0"/>
          <w:szCs w:val="16"/>
        </w:rPr>
        <w:t>;</w:t>
      </w:r>
    </w:p>
    <w:p w14:paraId="4BD57F57" w14:textId="77777777" w:rsidR="004C0BEA" w:rsidRPr="00773BEC" w:rsidRDefault="004C0BEA">
      <w:pPr>
        <w:pStyle w:val="PL"/>
        <w:rPr>
          <w:rFonts w:cs="Courier New"/>
          <w:noProof w:val="0"/>
          <w:szCs w:val="16"/>
        </w:rPr>
      </w:pPr>
      <w:r w:rsidRPr="00773BEC">
        <w:rPr>
          <w:rFonts w:cs="Courier New"/>
          <w:noProof w:val="0"/>
          <w:szCs w:val="16"/>
        </w:rPr>
        <w:tab/>
      </w:r>
      <w:r w:rsidRPr="00773BEC">
        <w:rPr>
          <w:rFonts w:cs="Courier New"/>
          <w:b/>
          <w:noProof w:val="0"/>
          <w:szCs w:val="16"/>
        </w:rPr>
        <w:t>import</w:t>
      </w:r>
      <w:r w:rsidRPr="00773BEC">
        <w:rPr>
          <w:rFonts w:cs="Courier New"/>
          <w:noProof w:val="0"/>
          <w:szCs w:val="16"/>
        </w:rPr>
        <w:t xml:space="preserve"> </w:t>
      </w:r>
      <w:r w:rsidRPr="00773BEC">
        <w:rPr>
          <w:rFonts w:cs="Courier New"/>
          <w:b/>
          <w:noProof w:val="0"/>
          <w:szCs w:val="16"/>
        </w:rPr>
        <w:t>from</w:t>
      </w:r>
      <w:r w:rsidRPr="00773BEC">
        <w:rPr>
          <w:rFonts w:cs="Courier New"/>
          <w:noProof w:val="0"/>
          <w:szCs w:val="16"/>
        </w:rPr>
        <w:t xml:space="preserve"> identifier1__identifier2 </w:t>
      </w:r>
      <w:r w:rsidRPr="00773BEC">
        <w:rPr>
          <w:rFonts w:cs="Courier New"/>
          <w:b/>
          <w:noProof w:val="0"/>
          <w:szCs w:val="16"/>
        </w:rPr>
        <w:t>all</w:t>
      </w:r>
      <w:r w:rsidRPr="00773BEC">
        <w:rPr>
          <w:rFonts w:cs="Courier New"/>
          <w:noProof w:val="0"/>
          <w:szCs w:val="16"/>
        </w:rPr>
        <w:t>;</w:t>
      </w:r>
    </w:p>
    <w:p w14:paraId="58830180" w14:textId="77777777" w:rsidR="004C0BEA" w:rsidRPr="00773BEC" w:rsidRDefault="004C0BEA">
      <w:pPr>
        <w:pStyle w:val="PL"/>
        <w:rPr>
          <w:rFonts w:cs="Courier New"/>
          <w:noProof w:val="0"/>
          <w:szCs w:val="16"/>
        </w:rPr>
      </w:pPr>
    </w:p>
    <w:p w14:paraId="34DD5D9F" w14:textId="77777777" w:rsidR="004C0BEA" w:rsidRPr="00773BEC" w:rsidRDefault="004C0BEA">
      <w:pPr>
        <w:pStyle w:val="PL"/>
        <w:rPr>
          <w:rFonts w:cs="Courier New"/>
          <w:noProof w:val="0"/>
          <w:szCs w:val="16"/>
        </w:rPr>
      </w:pPr>
      <w:r w:rsidRPr="00773BEC">
        <w:rPr>
          <w:rFonts w:cs="Courier New"/>
          <w:b/>
          <w:noProof w:val="0"/>
          <w:szCs w:val="16"/>
        </w:rPr>
        <w:tab/>
        <w:t>type</w:t>
      </w:r>
      <w:r w:rsidRPr="00773BEC">
        <w:rPr>
          <w:rFonts w:cs="Courier New"/>
          <w:noProof w:val="0"/>
          <w:szCs w:val="16"/>
        </w:rPr>
        <w:t xml:space="preserve"> identifier1.mylong1 long_from_module_1; </w:t>
      </w:r>
    </w:p>
    <w:p w14:paraId="2B5D7999" w14:textId="77777777" w:rsidR="004C0BEA" w:rsidRPr="00773BEC" w:rsidRDefault="004C0BEA">
      <w:pPr>
        <w:pStyle w:val="PL"/>
        <w:rPr>
          <w:rFonts w:cs="Courier New"/>
          <w:noProof w:val="0"/>
          <w:szCs w:val="16"/>
        </w:rPr>
      </w:pPr>
      <w:r w:rsidRPr="00773BEC">
        <w:rPr>
          <w:rFonts w:cs="Courier New"/>
          <w:b/>
          <w:noProof w:val="0"/>
          <w:szCs w:val="16"/>
        </w:rPr>
        <w:tab/>
        <w:t>type</w:t>
      </w:r>
      <w:r w:rsidRPr="00773BEC">
        <w:rPr>
          <w:rFonts w:cs="Courier New"/>
          <w:noProof w:val="0"/>
          <w:szCs w:val="16"/>
        </w:rPr>
        <w:t xml:space="preserve"> identifier1__identifier2.mystring2 string_from_module_2; </w:t>
      </w:r>
    </w:p>
    <w:p w14:paraId="3C0EBE72" w14:textId="77777777" w:rsidR="004C0BEA" w:rsidRPr="00773BEC" w:rsidRDefault="004C0BEA">
      <w:pPr>
        <w:pStyle w:val="PL"/>
        <w:rPr>
          <w:rFonts w:cs="Courier New"/>
          <w:noProof w:val="0"/>
          <w:szCs w:val="16"/>
        </w:rPr>
      </w:pPr>
      <w:r w:rsidRPr="00773BEC">
        <w:rPr>
          <w:rFonts w:cs="Courier New"/>
          <w:b/>
          <w:noProof w:val="0"/>
          <w:szCs w:val="16"/>
        </w:rPr>
        <w:tab/>
        <w:t>type</w:t>
      </w:r>
      <w:r w:rsidRPr="00773BEC">
        <w:rPr>
          <w:rFonts w:cs="Courier New"/>
          <w:noProof w:val="0"/>
          <w:szCs w:val="16"/>
        </w:rPr>
        <w:t xml:space="preserve"> identifier1__identifier2.mylong2 long_from_module_1_2; </w:t>
      </w:r>
    </w:p>
    <w:p w14:paraId="1CACE96B" w14:textId="77777777" w:rsidR="004C0BEA" w:rsidRPr="00773BEC" w:rsidRDefault="004C0BEA">
      <w:pPr>
        <w:pStyle w:val="PL"/>
        <w:rPr>
          <w:rFonts w:cs="Courier New"/>
          <w:noProof w:val="0"/>
          <w:szCs w:val="16"/>
        </w:rPr>
      </w:pPr>
      <w:r w:rsidRPr="00773BEC">
        <w:rPr>
          <w:rFonts w:cs="Courier New"/>
          <w:noProof w:val="0"/>
          <w:szCs w:val="16"/>
        </w:rPr>
        <w:t>};</w:t>
      </w:r>
    </w:p>
    <w:p w14:paraId="308364B8" w14:textId="77777777" w:rsidR="004C0BEA" w:rsidRPr="00773BEC" w:rsidRDefault="004C0BEA">
      <w:pPr>
        <w:pStyle w:val="PL"/>
        <w:rPr>
          <w:rFonts w:cs="Courier New"/>
          <w:noProof w:val="0"/>
          <w:szCs w:val="16"/>
        </w:rPr>
      </w:pPr>
    </w:p>
    <w:p w14:paraId="3BBBBF2F" w14:textId="77777777" w:rsidR="004C0BEA" w:rsidRPr="00773BEC" w:rsidRDefault="004C0BEA" w:rsidP="009103BE">
      <w:pPr>
        <w:pStyle w:val="Heading2"/>
      </w:pPr>
      <w:bookmarkStart w:id="132" w:name="_Toc65592069"/>
      <w:bookmarkStart w:id="133" w:name="_Toc65593234"/>
      <w:bookmarkStart w:id="134" w:name="_Toc65757504"/>
      <w:bookmarkStart w:id="135" w:name="_Toc73104457"/>
      <w:r w:rsidRPr="00773BEC">
        <w:t>7.2</w:t>
      </w:r>
      <w:r w:rsidRPr="00773BEC">
        <w:tab/>
      </w:r>
      <w:r w:rsidR="009A6492" w:rsidRPr="00773BEC">
        <w:t>Importing i</w:t>
      </w:r>
      <w:r w:rsidRPr="00773BEC">
        <w:t>nterface declaration</w:t>
      </w:r>
      <w:bookmarkEnd w:id="132"/>
      <w:bookmarkEnd w:id="133"/>
      <w:bookmarkEnd w:id="134"/>
      <w:bookmarkEnd w:id="135"/>
    </w:p>
    <w:p w14:paraId="2CA24DD6" w14:textId="77777777" w:rsidR="004C0BEA" w:rsidRPr="00773BEC" w:rsidRDefault="004C0BEA" w:rsidP="000D0930">
      <w:r w:rsidRPr="00773BEC">
        <w:t>Interfaces are flattened and all interface definitions are stored in one group. In contrast to interfaces in IDL, groups in TTCN-3 do</w:t>
      </w:r>
      <w:r w:rsidR="00625F8F" w:rsidRPr="00773BEC">
        <w:t xml:space="preserve"> </w:t>
      </w:r>
      <w:r w:rsidRPr="00773BEC">
        <w:t>n</w:t>
      </w:r>
      <w:r w:rsidR="00625F8F" w:rsidRPr="00773BEC">
        <w:t>o</w:t>
      </w:r>
      <w:r w:rsidRPr="00773BEC">
        <w:t>t create a scope. Therefore, prefixes for all identifiers of type definitions inside of the interface shall be used, which are a combination of the interface name and two underscores as the prefix.</w:t>
      </w:r>
    </w:p>
    <w:p w14:paraId="6990C376" w14:textId="77777777" w:rsidR="004C0BEA" w:rsidRPr="00773BEC" w:rsidRDefault="004C0BEA" w:rsidP="000D0930">
      <w:r w:rsidRPr="00773BEC">
        <w:t>Import of single interface definitions from other modules via the importing group statement is possible. This can be used if inheritance is used in the IDL specification.</w:t>
      </w:r>
    </w:p>
    <w:p w14:paraId="71A772F6" w14:textId="77777777" w:rsidR="004C0BEA" w:rsidRPr="00773BEC" w:rsidRDefault="004C0BEA" w:rsidP="000D0930">
      <w:r w:rsidRPr="00773BEC">
        <w:t>For each interface, a procedure-based port type is defined for the test specification. It is associated with signatures translated from attributes a</w:t>
      </w:r>
      <w:r w:rsidR="009C4436" w:rsidRPr="00773BEC">
        <w:t>nd operations of the interface.</w:t>
      </w:r>
    </w:p>
    <w:p w14:paraId="3FF23330" w14:textId="77777777" w:rsidR="004C0BEA" w:rsidRPr="00773BEC" w:rsidRDefault="004C0BEA" w:rsidP="000D0930">
      <w:r w:rsidRPr="00773BEC">
        <w:t xml:space="preserve">An IDL attribute is mapped to two signatures: one for the setting of a value and one for getting it. These signatures have names composed of the prefix (interface name and two underscores), attribute name and the word </w:t>
      </w:r>
      <w:r w:rsidR="00F3436B" w:rsidRPr="00773BEC">
        <w:t>"</w:t>
      </w:r>
      <w:r w:rsidRPr="00773BEC">
        <w:t>Set</w:t>
      </w:r>
      <w:r w:rsidR="00F3436B" w:rsidRPr="00773BEC">
        <w:t>"</w:t>
      </w:r>
      <w:r w:rsidRPr="00773BEC">
        <w:t xml:space="preserve"> (except for </w:t>
      </w:r>
      <w:r w:rsidR="00675D1B" w:rsidRPr="00773BEC">
        <w:t>"</w:t>
      </w:r>
      <w:r w:rsidRPr="00773BEC">
        <w:t>readonly</w:t>
      </w:r>
      <w:r w:rsidR="00675D1B" w:rsidRPr="00773BEC">
        <w:t>"</w:t>
      </w:r>
      <w:r w:rsidRPr="00773BEC">
        <w:t xml:space="preserve">) or </w:t>
      </w:r>
      <w:r w:rsidR="00F3436B" w:rsidRPr="00773BEC">
        <w:t>"</w:t>
      </w:r>
      <w:r w:rsidRPr="00773BEC">
        <w:t>Get</w:t>
      </w:r>
      <w:r w:rsidR="00F3436B" w:rsidRPr="00773BEC">
        <w:t>"</w:t>
      </w:r>
      <w:r w:rsidRPr="00773BEC">
        <w:t xml:space="preserve"> correspondingly.</w:t>
      </w:r>
    </w:p>
    <w:p w14:paraId="49A2A0F6" w14:textId="77777777" w:rsidR="004C0BEA" w:rsidRPr="00773BEC" w:rsidRDefault="004C0BEA" w:rsidP="000D0930">
      <w:r w:rsidRPr="00773BEC">
        <w:t xml:space="preserve">Since an interface can be used in operation parameters to pass object references, an </w:t>
      </w:r>
      <w:r w:rsidRPr="00773BEC">
        <w:rPr>
          <w:b/>
        </w:rPr>
        <w:t>address</w:t>
      </w:r>
      <w:r w:rsidRPr="00773BEC">
        <w:t xml:space="preserve"> type is also declared in the data part</w:t>
      </w:r>
      <w:r w:rsidR="00587719" w:rsidRPr="00773BEC">
        <w:t xml:space="preserve"> </w:t>
      </w:r>
      <w:r w:rsidR="00A40FBA" w:rsidRPr="00773BEC">
        <w:t>-</w:t>
      </w:r>
      <w:r w:rsidR="00587719" w:rsidRPr="00773BEC">
        <w:t xml:space="preserve"> the concrete implementation is left to the user</w:t>
      </w:r>
      <w:r w:rsidRPr="00773BEC">
        <w:t>. Components are used as collection of interfaces or objects.</w:t>
      </w:r>
    </w:p>
    <w:p w14:paraId="7F05E61D" w14:textId="77777777" w:rsidR="004C0BEA" w:rsidRPr="00773BEC" w:rsidRDefault="004C0BEA" w:rsidP="00764958">
      <w:pPr>
        <w:pStyle w:val="EX"/>
      </w:pPr>
      <w:r w:rsidRPr="00773BEC">
        <w:t xml:space="preserve">IDL </w:t>
      </w:r>
      <w:r w:rsidR="00764958" w:rsidRPr="00773BEC">
        <w:t>EXAMPLE</w:t>
      </w:r>
      <w:r w:rsidRPr="00773BEC">
        <w:t>:</w:t>
      </w:r>
    </w:p>
    <w:p w14:paraId="2059E431" w14:textId="77777777" w:rsidR="004C0BEA" w:rsidRPr="00773BEC" w:rsidRDefault="004C0BEA">
      <w:pPr>
        <w:pStyle w:val="PL"/>
        <w:rPr>
          <w:noProof w:val="0"/>
        </w:rPr>
      </w:pPr>
      <w:r w:rsidRPr="00773BEC">
        <w:rPr>
          <w:rFonts w:cs="Arial"/>
          <w:b/>
          <w:bCs/>
          <w:noProof w:val="0"/>
        </w:rPr>
        <w:t xml:space="preserve">interface </w:t>
      </w:r>
      <w:r w:rsidRPr="00773BEC">
        <w:rPr>
          <w:noProof w:val="0"/>
        </w:rPr>
        <w:t xml:space="preserve">identifier { </w:t>
      </w:r>
    </w:p>
    <w:p w14:paraId="3393F6CE" w14:textId="77777777" w:rsidR="004C0BEA" w:rsidRPr="00773BEC" w:rsidRDefault="004C0BEA">
      <w:pPr>
        <w:pStyle w:val="PL"/>
        <w:rPr>
          <w:noProof w:val="0"/>
        </w:rPr>
      </w:pPr>
      <w:r w:rsidRPr="00773BEC">
        <w:rPr>
          <w:b/>
          <w:noProof w:val="0"/>
        </w:rPr>
        <w:tab/>
        <w:t>attribute</w:t>
      </w:r>
      <w:r w:rsidRPr="00773BEC">
        <w:rPr>
          <w:noProof w:val="0"/>
        </w:rPr>
        <w:t xml:space="preserve"> </w:t>
      </w:r>
      <w:r w:rsidRPr="00773BEC">
        <w:rPr>
          <w:b/>
          <w:noProof w:val="0"/>
        </w:rPr>
        <w:t>long</w:t>
      </w:r>
      <w:r w:rsidRPr="00773BEC">
        <w:rPr>
          <w:noProof w:val="0"/>
        </w:rPr>
        <w:t xml:space="preserve"> attributeId ;</w:t>
      </w:r>
    </w:p>
    <w:p w14:paraId="4E700FDB" w14:textId="77777777" w:rsidR="004C0BEA" w:rsidRPr="00773BEC" w:rsidRDefault="004C0BEA">
      <w:pPr>
        <w:pStyle w:val="PL"/>
        <w:rPr>
          <w:noProof w:val="0"/>
        </w:rPr>
      </w:pPr>
      <w:r w:rsidRPr="00773BEC">
        <w:rPr>
          <w:b/>
          <w:noProof w:val="0"/>
        </w:rPr>
        <w:tab/>
        <w:t>void</w:t>
      </w:r>
      <w:r w:rsidRPr="00773BEC">
        <w:rPr>
          <w:noProof w:val="0"/>
        </w:rPr>
        <w:t xml:space="preserve"> operationname ( </w:t>
      </w:r>
      <w:r w:rsidRPr="00773BEC">
        <w:rPr>
          <w:b/>
          <w:noProof w:val="0"/>
        </w:rPr>
        <w:t>in</w:t>
      </w:r>
      <w:r w:rsidRPr="00773BEC">
        <w:rPr>
          <w:noProof w:val="0"/>
        </w:rPr>
        <w:t xml:space="preserve"> </w:t>
      </w:r>
      <w:r w:rsidRPr="00773BEC">
        <w:rPr>
          <w:b/>
          <w:noProof w:val="0"/>
        </w:rPr>
        <w:t>string</w:t>
      </w:r>
      <w:r w:rsidRPr="00773BEC">
        <w:rPr>
          <w:noProof w:val="0"/>
        </w:rPr>
        <w:t xml:space="preserve"> param_value ) </w:t>
      </w:r>
      <w:r w:rsidRPr="00773BEC">
        <w:rPr>
          <w:b/>
          <w:noProof w:val="0"/>
        </w:rPr>
        <w:t>raises</w:t>
      </w:r>
      <w:r w:rsidRPr="00773BEC">
        <w:rPr>
          <w:noProof w:val="0"/>
        </w:rPr>
        <w:t xml:space="preserve"> ( ExceptionType ) ;</w:t>
      </w:r>
    </w:p>
    <w:p w14:paraId="3C1D284A" w14:textId="77777777" w:rsidR="004C0BEA" w:rsidRPr="00773BEC" w:rsidRDefault="004C0BEA">
      <w:pPr>
        <w:pStyle w:val="PL"/>
        <w:rPr>
          <w:noProof w:val="0"/>
        </w:rPr>
      </w:pPr>
      <w:r w:rsidRPr="00773BEC">
        <w:rPr>
          <w:noProof w:val="0"/>
        </w:rPr>
        <w:t xml:space="preserve">... other body definitions ... </w:t>
      </w:r>
    </w:p>
    <w:p w14:paraId="459F6FA8" w14:textId="77777777" w:rsidR="004C0BEA" w:rsidRPr="00773BEC" w:rsidRDefault="004C0BEA">
      <w:pPr>
        <w:pStyle w:val="PL"/>
        <w:rPr>
          <w:noProof w:val="0"/>
        </w:rPr>
      </w:pPr>
      <w:r w:rsidRPr="00773BEC">
        <w:rPr>
          <w:noProof w:val="0"/>
        </w:rPr>
        <w:t>};</w:t>
      </w:r>
    </w:p>
    <w:p w14:paraId="108B5288" w14:textId="77777777" w:rsidR="004C0BEA" w:rsidRPr="00773BEC" w:rsidRDefault="004C0BEA">
      <w:pPr>
        <w:pStyle w:val="PL"/>
        <w:rPr>
          <w:noProof w:val="0"/>
        </w:rPr>
      </w:pPr>
    </w:p>
    <w:p w14:paraId="4BE9DE5B" w14:textId="77777777" w:rsidR="004C0BEA" w:rsidRPr="00773BEC" w:rsidRDefault="004C0BEA" w:rsidP="00F61BAF">
      <w:pPr>
        <w:pStyle w:val="EX"/>
        <w:keepNext/>
      </w:pPr>
      <w:r w:rsidRPr="00773BEC">
        <w:t xml:space="preserve">TTCN </w:t>
      </w:r>
      <w:r w:rsidR="00764958" w:rsidRPr="00773BEC">
        <w:t>EXAMPLE</w:t>
      </w:r>
      <w:r w:rsidRPr="00773BEC">
        <w:t>:</w:t>
      </w:r>
    </w:p>
    <w:p w14:paraId="660436AD" w14:textId="77777777" w:rsidR="004C0BEA" w:rsidRPr="00773BEC" w:rsidRDefault="004C0BEA" w:rsidP="00F61BAF">
      <w:pPr>
        <w:pStyle w:val="PL"/>
        <w:keepNext/>
        <w:rPr>
          <w:rFonts w:cs="Courier New"/>
          <w:noProof w:val="0"/>
        </w:rPr>
      </w:pPr>
      <w:r w:rsidRPr="00773BEC">
        <w:rPr>
          <w:rFonts w:cs="Arial"/>
          <w:b/>
          <w:bCs/>
          <w:noProof w:val="0"/>
        </w:rPr>
        <w:t xml:space="preserve">group </w:t>
      </w:r>
      <w:r w:rsidRPr="00773BEC">
        <w:rPr>
          <w:rFonts w:cs="Courier New"/>
          <w:noProof w:val="0"/>
        </w:rPr>
        <w:t>identifierInterface {</w:t>
      </w:r>
    </w:p>
    <w:p w14:paraId="4AB28116" w14:textId="77777777" w:rsidR="00587719" w:rsidRPr="00773BEC" w:rsidRDefault="004C0BEA" w:rsidP="00F61BAF">
      <w:pPr>
        <w:pStyle w:val="PL"/>
        <w:keepNext/>
        <w:rPr>
          <w:rFonts w:cs="Courier New"/>
          <w:b/>
          <w:noProof w:val="0"/>
        </w:rPr>
      </w:pPr>
      <w:r w:rsidRPr="00773BEC">
        <w:rPr>
          <w:rFonts w:cs="Courier New"/>
          <w:b/>
          <w:noProof w:val="0"/>
        </w:rPr>
        <w:tab/>
        <w:t>signature</w:t>
      </w:r>
      <w:r w:rsidRPr="00773BEC">
        <w:rPr>
          <w:rFonts w:cs="Courier New"/>
          <w:noProof w:val="0"/>
        </w:rPr>
        <w:t xml:space="preserve"> identifier__attributeIdGet () </w:t>
      </w:r>
      <w:r w:rsidRPr="00773BEC">
        <w:rPr>
          <w:rFonts w:cs="Courier New"/>
          <w:b/>
          <w:noProof w:val="0"/>
        </w:rPr>
        <w:t>return</w:t>
      </w:r>
      <w:r w:rsidRPr="00773BEC">
        <w:rPr>
          <w:rFonts w:cs="Courier New"/>
          <w:noProof w:val="0"/>
        </w:rPr>
        <w:t xml:space="preserve"> </w:t>
      </w:r>
      <w:r w:rsidRPr="00773BEC">
        <w:rPr>
          <w:rFonts w:cs="Courier New"/>
          <w:b/>
          <w:noProof w:val="0"/>
        </w:rPr>
        <w:t>long</w:t>
      </w:r>
    </w:p>
    <w:p w14:paraId="3D0EF498" w14:textId="77777777" w:rsidR="004C0BEA" w:rsidRPr="00773BEC" w:rsidRDefault="00587719" w:rsidP="00F61BAF">
      <w:pPr>
        <w:pStyle w:val="PL"/>
        <w:keepNext/>
        <w:rPr>
          <w:rFonts w:cs="Courier New"/>
          <w:noProof w:val="0"/>
        </w:rPr>
      </w:pPr>
      <w:r w:rsidRPr="00773BEC">
        <w:rPr>
          <w:rFonts w:cs="Courier New"/>
          <w:noProof w:val="0"/>
        </w:rPr>
        <w:tab/>
      </w:r>
      <w:r w:rsidRPr="00773BEC">
        <w:rPr>
          <w:rFonts w:cs="Courier New"/>
          <w:b/>
          <w:noProof w:val="0"/>
        </w:rPr>
        <w:t>exception</w:t>
      </w:r>
      <w:r w:rsidRPr="00773BEC">
        <w:rPr>
          <w:rFonts w:cs="Courier New"/>
          <w:noProof w:val="0"/>
        </w:rPr>
        <w:t xml:space="preserve"> ( ... /* and all system exceptions defined in clause 9 */ )</w:t>
      </w:r>
      <w:r w:rsidR="004C0BEA" w:rsidRPr="00773BEC">
        <w:rPr>
          <w:rFonts w:cs="Courier New"/>
          <w:noProof w:val="0"/>
        </w:rPr>
        <w:t>;</w:t>
      </w:r>
    </w:p>
    <w:p w14:paraId="01CA4FA0" w14:textId="77777777" w:rsidR="00587719" w:rsidRPr="00773BEC" w:rsidRDefault="004C0BEA" w:rsidP="00F61BAF">
      <w:pPr>
        <w:pStyle w:val="PL"/>
        <w:keepNext/>
        <w:rPr>
          <w:rFonts w:cs="Courier New"/>
          <w:b/>
          <w:noProof w:val="0"/>
        </w:rPr>
      </w:pPr>
      <w:r w:rsidRPr="00773BEC">
        <w:rPr>
          <w:rFonts w:cs="Courier New"/>
          <w:b/>
          <w:noProof w:val="0"/>
        </w:rPr>
        <w:tab/>
        <w:t>signature</w:t>
      </w:r>
      <w:r w:rsidRPr="00773BEC">
        <w:rPr>
          <w:rFonts w:cs="Courier New"/>
          <w:noProof w:val="0"/>
        </w:rPr>
        <w:t xml:space="preserve"> identifier__attributeIdSet (</w:t>
      </w:r>
      <w:r w:rsidRPr="00773BEC">
        <w:rPr>
          <w:rFonts w:cs="Courier New"/>
          <w:b/>
          <w:noProof w:val="0"/>
        </w:rPr>
        <w:t>in</w:t>
      </w:r>
      <w:r w:rsidRPr="00773BEC">
        <w:rPr>
          <w:rFonts w:cs="Courier New"/>
          <w:noProof w:val="0"/>
        </w:rPr>
        <w:t xml:space="preserve"> </w:t>
      </w:r>
      <w:r w:rsidRPr="00773BEC">
        <w:rPr>
          <w:rFonts w:cs="Courier New"/>
          <w:b/>
          <w:noProof w:val="0"/>
        </w:rPr>
        <w:t>long</w:t>
      </w:r>
      <w:r w:rsidRPr="00773BEC">
        <w:rPr>
          <w:rFonts w:cs="Courier New"/>
          <w:noProof w:val="0"/>
        </w:rPr>
        <w:t xml:space="preserve"> identifier__attributeId)</w:t>
      </w:r>
      <w:r w:rsidR="00587719" w:rsidRPr="00773BEC">
        <w:rPr>
          <w:rFonts w:cs="Courier New"/>
          <w:b/>
          <w:noProof w:val="0"/>
        </w:rPr>
        <w:t xml:space="preserve"> </w:t>
      </w:r>
    </w:p>
    <w:p w14:paraId="495D6FE3" w14:textId="77777777" w:rsidR="004C0BEA" w:rsidRPr="00773BEC" w:rsidRDefault="00587719" w:rsidP="00F61BAF">
      <w:pPr>
        <w:pStyle w:val="PL"/>
        <w:keepNext/>
        <w:rPr>
          <w:rFonts w:cs="Courier New"/>
          <w:noProof w:val="0"/>
        </w:rPr>
      </w:pPr>
      <w:r w:rsidRPr="00773BEC">
        <w:rPr>
          <w:rFonts w:cs="Courier New"/>
          <w:noProof w:val="0"/>
        </w:rPr>
        <w:tab/>
      </w:r>
      <w:r w:rsidRPr="00773BEC">
        <w:rPr>
          <w:rFonts w:cs="Courier New"/>
          <w:b/>
          <w:noProof w:val="0"/>
        </w:rPr>
        <w:t>exception</w:t>
      </w:r>
      <w:r w:rsidRPr="00773BEC">
        <w:rPr>
          <w:rFonts w:cs="Courier New"/>
          <w:noProof w:val="0"/>
        </w:rPr>
        <w:t xml:space="preserve"> ( ... /* and all system exceptions defined in clause 9 */ )</w:t>
      </w:r>
      <w:r w:rsidR="008B3120" w:rsidRPr="00773BEC">
        <w:rPr>
          <w:rFonts w:cs="Courier New"/>
          <w:noProof w:val="0"/>
        </w:rPr>
        <w:t>;</w:t>
      </w:r>
    </w:p>
    <w:p w14:paraId="209A2B3D" w14:textId="77777777" w:rsidR="004C0BEA" w:rsidRPr="00773BEC" w:rsidRDefault="004C0BEA" w:rsidP="00F61BAF">
      <w:pPr>
        <w:pStyle w:val="PL"/>
        <w:keepNext/>
        <w:rPr>
          <w:rFonts w:cs="Courier New"/>
          <w:noProof w:val="0"/>
        </w:rPr>
      </w:pPr>
    </w:p>
    <w:p w14:paraId="5579907C" w14:textId="77777777" w:rsidR="004C0BEA" w:rsidRPr="00773BEC" w:rsidRDefault="004C0BEA">
      <w:pPr>
        <w:pStyle w:val="PL"/>
        <w:rPr>
          <w:rFonts w:cs="Courier New"/>
          <w:noProof w:val="0"/>
        </w:rPr>
      </w:pPr>
      <w:r w:rsidRPr="00773BEC">
        <w:rPr>
          <w:rFonts w:cs="Courier New"/>
          <w:b/>
          <w:noProof w:val="0"/>
        </w:rPr>
        <w:tab/>
        <w:t>signature</w:t>
      </w:r>
      <w:r w:rsidRPr="00773BEC">
        <w:rPr>
          <w:rFonts w:cs="Courier New"/>
          <w:noProof w:val="0"/>
        </w:rPr>
        <w:t xml:space="preserve"> identifier__operationname ( </w:t>
      </w:r>
      <w:r w:rsidRPr="00773BEC">
        <w:rPr>
          <w:rFonts w:cs="Courier New"/>
          <w:b/>
          <w:noProof w:val="0"/>
        </w:rPr>
        <w:t>in</w:t>
      </w:r>
      <w:r w:rsidRPr="00773BEC">
        <w:rPr>
          <w:rFonts w:cs="Courier New"/>
          <w:noProof w:val="0"/>
        </w:rPr>
        <w:t xml:space="preserve"> </w:t>
      </w:r>
      <w:r w:rsidRPr="00773BEC">
        <w:rPr>
          <w:rFonts w:cs="Courier New"/>
          <w:b/>
          <w:noProof w:val="0"/>
        </w:rPr>
        <w:t>iso8859string</w:t>
      </w:r>
      <w:r w:rsidRPr="00773BEC">
        <w:rPr>
          <w:rFonts w:cs="Courier New"/>
          <w:noProof w:val="0"/>
        </w:rPr>
        <w:t xml:space="preserve"> identifier__param_value ) </w:t>
      </w:r>
    </w:p>
    <w:p w14:paraId="33A8D045" w14:textId="77777777" w:rsidR="004C0BEA" w:rsidRPr="00773BEC" w:rsidRDefault="004C0BEA">
      <w:pPr>
        <w:pStyle w:val="PL"/>
        <w:rPr>
          <w:rFonts w:cs="Courier New"/>
          <w:noProof w:val="0"/>
        </w:rPr>
      </w:pPr>
      <w:r w:rsidRPr="00773BEC">
        <w:rPr>
          <w:rFonts w:cs="Courier New"/>
          <w:noProof w:val="0"/>
        </w:rPr>
        <w:tab/>
      </w:r>
      <w:r w:rsidRPr="00773BEC">
        <w:rPr>
          <w:rFonts w:cs="Courier New"/>
          <w:b/>
          <w:noProof w:val="0"/>
        </w:rPr>
        <w:t>exception</w:t>
      </w:r>
      <w:r w:rsidRPr="00773BEC">
        <w:rPr>
          <w:rFonts w:cs="Courier New"/>
          <w:noProof w:val="0"/>
        </w:rPr>
        <w:t xml:space="preserve"> ( ExceptionType</w:t>
      </w:r>
      <w:r w:rsidR="00587719" w:rsidRPr="00773BEC">
        <w:rPr>
          <w:rFonts w:cs="Courier New"/>
          <w:noProof w:val="0"/>
        </w:rPr>
        <w:t>, ... /* and all system exceptions defined in clause 9 */</w:t>
      </w:r>
      <w:r w:rsidRPr="00773BEC">
        <w:rPr>
          <w:rFonts w:cs="Courier New"/>
          <w:noProof w:val="0"/>
        </w:rPr>
        <w:t xml:space="preserve"> ) ;</w:t>
      </w:r>
    </w:p>
    <w:p w14:paraId="6E4ABE21" w14:textId="77777777" w:rsidR="004C0BEA" w:rsidRPr="00773BEC" w:rsidRDefault="004C0BEA">
      <w:pPr>
        <w:pStyle w:val="PL"/>
        <w:rPr>
          <w:rFonts w:cs="Courier New"/>
          <w:noProof w:val="0"/>
        </w:rPr>
      </w:pPr>
    </w:p>
    <w:p w14:paraId="446CFABD" w14:textId="77777777" w:rsidR="004C0BEA" w:rsidRPr="00773BEC" w:rsidRDefault="004C0BEA">
      <w:pPr>
        <w:pStyle w:val="PL"/>
        <w:rPr>
          <w:rFonts w:cs="Courier New"/>
          <w:noProof w:val="0"/>
        </w:rPr>
      </w:pPr>
      <w:r w:rsidRPr="00773BEC">
        <w:rPr>
          <w:rFonts w:cs="Courier New"/>
          <w:noProof w:val="0"/>
        </w:rPr>
        <w:tab/>
        <w:t>...other body definitions ...</w:t>
      </w:r>
    </w:p>
    <w:p w14:paraId="23DBFD27" w14:textId="77777777" w:rsidR="004C0BEA" w:rsidRPr="00773BEC" w:rsidRDefault="004C0BEA">
      <w:pPr>
        <w:pStyle w:val="PL"/>
        <w:rPr>
          <w:rFonts w:cs="Arial"/>
          <w:b/>
          <w:bCs/>
          <w:noProof w:val="0"/>
        </w:rPr>
      </w:pPr>
    </w:p>
    <w:p w14:paraId="498B8880" w14:textId="77777777" w:rsidR="004C0BEA" w:rsidRPr="00773BEC" w:rsidRDefault="004C0BEA">
      <w:pPr>
        <w:pStyle w:val="PL"/>
        <w:rPr>
          <w:rFonts w:cs="Courier New"/>
          <w:noProof w:val="0"/>
        </w:rPr>
      </w:pPr>
      <w:r w:rsidRPr="00773BEC">
        <w:rPr>
          <w:rFonts w:cs="Arial"/>
          <w:b/>
          <w:bCs/>
          <w:noProof w:val="0"/>
        </w:rPr>
        <w:tab/>
        <w:t xml:space="preserve">type port </w:t>
      </w:r>
      <w:r w:rsidRPr="00773BEC">
        <w:rPr>
          <w:rFonts w:cs="Courier New"/>
          <w:noProof w:val="0"/>
        </w:rPr>
        <w:t xml:space="preserve">identifier </w:t>
      </w:r>
      <w:r w:rsidRPr="00773BEC">
        <w:rPr>
          <w:rFonts w:cs="Arial"/>
          <w:b/>
          <w:bCs/>
          <w:noProof w:val="0"/>
        </w:rPr>
        <w:t xml:space="preserve">procedure </w:t>
      </w:r>
      <w:r w:rsidRPr="00773BEC">
        <w:rPr>
          <w:rFonts w:cs="Courier New"/>
          <w:noProof w:val="0"/>
        </w:rPr>
        <w:t>{ ... }</w:t>
      </w:r>
    </w:p>
    <w:p w14:paraId="09006D58" w14:textId="77777777" w:rsidR="00587719" w:rsidRPr="00773BEC" w:rsidRDefault="00587719" w:rsidP="00587719">
      <w:pPr>
        <w:pStyle w:val="PL"/>
        <w:rPr>
          <w:rFonts w:cs="Arial"/>
          <w:b/>
          <w:bCs/>
          <w:noProof w:val="0"/>
        </w:rPr>
      </w:pPr>
      <w:r w:rsidRPr="00773BEC">
        <w:rPr>
          <w:rFonts w:cs="Arial"/>
          <w:b/>
          <w:bCs/>
          <w:noProof w:val="0"/>
        </w:rPr>
        <w:tab/>
        <w:t xml:space="preserve">type charstring </w:t>
      </w:r>
      <w:r w:rsidRPr="00773BEC">
        <w:rPr>
          <w:rFonts w:cs="Courier New"/>
          <w:noProof w:val="0"/>
        </w:rPr>
        <w:t xml:space="preserve">identifierObject; </w:t>
      </w:r>
      <w:r w:rsidRPr="00773BEC">
        <w:rPr>
          <w:rFonts w:cs="Courier New"/>
          <w:noProof w:val="0"/>
        </w:rPr>
        <w:tab/>
        <w:t>/* a possible definition for the address type */</w:t>
      </w:r>
    </w:p>
    <w:p w14:paraId="706F9073" w14:textId="77777777" w:rsidR="004C0BEA" w:rsidRPr="00773BEC" w:rsidRDefault="004C0BEA">
      <w:pPr>
        <w:pStyle w:val="PL"/>
        <w:rPr>
          <w:rFonts w:cs="Courier New"/>
          <w:noProof w:val="0"/>
        </w:rPr>
      </w:pPr>
      <w:r w:rsidRPr="00773BEC">
        <w:rPr>
          <w:rFonts w:cs="Arial"/>
          <w:b/>
          <w:bCs/>
          <w:noProof w:val="0"/>
        </w:rPr>
        <w:tab/>
        <w:t xml:space="preserve">type </w:t>
      </w:r>
      <w:r w:rsidRPr="00773BEC">
        <w:rPr>
          <w:rFonts w:cs="Courier New"/>
          <w:noProof w:val="0"/>
        </w:rPr>
        <w:t>identifierObject</w:t>
      </w:r>
      <w:r w:rsidR="00587719" w:rsidRPr="00773BEC">
        <w:rPr>
          <w:rFonts w:cs="Courier New"/>
          <w:noProof w:val="0"/>
        </w:rPr>
        <w:t xml:space="preserve"> </w:t>
      </w:r>
      <w:r w:rsidR="00587719" w:rsidRPr="00773BEC">
        <w:rPr>
          <w:rFonts w:cs="Arial"/>
          <w:b/>
          <w:bCs/>
          <w:noProof w:val="0"/>
        </w:rPr>
        <w:t>address</w:t>
      </w:r>
      <w:r w:rsidRPr="00773BEC">
        <w:rPr>
          <w:rFonts w:cs="Courier New"/>
          <w:noProof w:val="0"/>
        </w:rPr>
        <w:t>;</w:t>
      </w:r>
    </w:p>
    <w:p w14:paraId="0305708F" w14:textId="77777777" w:rsidR="004C0BEA" w:rsidRPr="00773BEC" w:rsidRDefault="004C0BEA">
      <w:pPr>
        <w:pStyle w:val="PL"/>
        <w:rPr>
          <w:rFonts w:cs="Courier New"/>
          <w:noProof w:val="0"/>
        </w:rPr>
      </w:pPr>
      <w:r w:rsidRPr="00773BEC">
        <w:rPr>
          <w:rFonts w:cs="Courier New"/>
          <w:noProof w:val="0"/>
        </w:rPr>
        <w:t>}</w:t>
      </w:r>
    </w:p>
    <w:p w14:paraId="02BBDD45" w14:textId="77777777" w:rsidR="005D2A29" w:rsidRPr="00773BEC" w:rsidRDefault="005D2A29">
      <w:pPr>
        <w:pStyle w:val="PL"/>
        <w:rPr>
          <w:rFonts w:cs="Courier New"/>
          <w:noProof w:val="0"/>
        </w:rPr>
      </w:pPr>
    </w:p>
    <w:p w14:paraId="7C243FD6" w14:textId="77777777" w:rsidR="004C0BEA" w:rsidRPr="00773BEC" w:rsidRDefault="004C0BEA">
      <w:r w:rsidRPr="00773BEC">
        <w:t>Interface inheritance is executed by rolling out all inherited elements. Thus, they have to be handled as defined in the interface itself. Multiple inheritance elements have to be inherited only once! As normally an inherited IDL interface uses types defined in the module, usually it is essential to import the complete mapped TTCN-3 module. All inherited elements have to be rolled out directly in the TTCN-3 group for the interface, even if the inheritance is multiple</w:t>
      </w:r>
      <w:r w:rsidR="00CC4137" w:rsidRPr="00773BEC">
        <w:t>.</w:t>
      </w:r>
    </w:p>
    <w:p w14:paraId="15B1E62F" w14:textId="77777777" w:rsidR="009C4436" w:rsidRPr="00773BEC" w:rsidRDefault="004C0BEA">
      <w:r w:rsidRPr="00773BEC">
        <w:lastRenderedPageBreak/>
        <w:t>Forward references of interfaces are provided by forward referencing the according port of the interface. Local interfaces are treated as normal interfaces. However it is recommend not to use forward references and to move a TTCN-3 definition of the interface (group) to a place where a forward definition is used first time.</w:t>
      </w:r>
    </w:p>
    <w:p w14:paraId="64D84534" w14:textId="77777777" w:rsidR="004C0BEA" w:rsidRPr="00773BEC" w:rsidRDefault="004C0BEA" w:rsidP="009103BE">
      <w:pPr>
        <w:pStyle w:val="Heading2"/>
      </w:pPr>
      <w:bookmarkStart w:id="136" w:name="_Toc65592070"/>
      <w:bookmarkStart w:id="137" w:name="_Toc65593235"/>
      <w:bookmarkStart w:id="138" w:name="_Toc65757505"/>
      <w:bookmarkStart w:id="139" w:name="_Toc73104458"/>
      <w:r w:rsidRPr="00773BEC">
        <w:t>7.3</w:t>
      </w:r>
      <w:r w:rsidRPr="00773BEC">
        <w:tab/>
      </w:r>
      <w:r w:rsidR="009A6492" w:rsidRPr="00773BEC">
        <w:t>Importing v</w:t>
      </w:r>
      <w:r w:rsidRPr="00773BEC">
        <w:t>alue declaration</w:t>
      </w:r>
      <w:bookmarkEnd w:id="136"/>
      <w:bookmarkEnd w:id="137"/>
      <w:bookmarkEnd w:id="138"/>
      <w:bookmarkEnd w:id="139"/>
    </w:p>
    <w:p w14:paraId="57E3DB91" w14:textId="77777777" w:rsidR="004C0BEA" w:rsidRPr="00773BEC" w:rsidRDefault="004C0BEA">
      <w:r w:rsidRPr="00773BEC">
        <w:t xml:space="preserve">In contrast to type </w:t>
      </w:r>
      <w:r w:rsidRPr="00773BEC">
        <w:rPr>
          <w:b/>
        </w:rPr>
        <w:t>interface</w:t>
      </w:r>
      <w:r w:rsidRPr="00773BEC">
        <w:t xml:space="preserve">, the IDL type </w:t>
      </w:r>
      <w:r w:rsidRPr="00773BEC">
        <w:rPr>
          <w:b/>
        </w:rPr>
        <w:t>value</w:t>
      </w:r>
      <w:r w:rsidRPr="00773BEC">
        <w:t xml:space="preserve"> has local operations that are not used outside the object, and are therefore not relevant from the functional testing point of view. However, since the public attributes of </w:t>
      </w:r>
      <w:r w:rsidRPr="00773BEC">
        <w:rPr>
          <w:b/>
        </w:rPr>
        <w:t>value</w:t>
      </w:r>
      <w:r w:rsidRPr="00773BEC">
        <w:t xml:space="preserve"> instances are used to communicate object states, the IDL </w:t>
      </w:r>
      <w:r w:rsidRPr="00773BEC">
        <w:rPr>
          <w:b/>
        </w:rPr>
        <w:t>value</w:t>
      </w:r>
      <w:r w:rsidRPr="00773BEC">
        <w:t xml:space="preserve"> type is mapped to the </w:t>
      </w:r>
      <w:r w:rsidRPr="00773BEC">
        <w:rPr>
          <w:b/>
        </w:rPr>
        <w:t>record</w:t>
      </w:r>
      <w:r w:rsidRPr="00773BEC">
        <w:t xml:space="preserve"> type in TTCN-3</w:t>
      </w:r>
      <w:r w:rsidR="00A40FBA" w:rsidRPr="00773BEC">
        <w:t>.</w:t>
      </w:r>
    </w:p>
    <w:p w14:paraId="5B6B374B" w14:textId="3EA63B17" w:rsidR="004C0BEA" w:rsidRPr="00773BEC" w:rsidRDefault="004C0BEA">
      <w:r w:rsidRPr="00773BEC">
        <w:t xml:space="preserve">The example below shows how to map </w:t>
      </w:r>
      <w:r w:rsidRPr="00773BEC">
        <w:rPr>
          <w:b/>
        </w:rPr>
        <w:t>valuetype</w:t>
      </w:r>
      <w:r w:rsidRPr="00773BEC">
        <w:t xml:space="preserve"> and was used from </w:t>
      </w:r>
      <w:r w:rsidR="0093409D" w:rsidRPr="00773BEC">
        <w:t>clause</w:t>
      </w:r>
      <w:r w:rsidRPr="00773BEC">
        <w:t xml:space="preserve"> 5.2.5 in</w:t>
      </w:r>
      <w:r w:rsidR="00D97475" w:rsidRPr="00773BEC">
        <w:t xml:space="preserve"> [</w:t>
      </w:r>
      <w:r w:rsidR="00D97475" w:rsidRPr="00773BEC">
        <w:fldChar w:fldCharType="begin"/>
      </w:r>
      <w:r w:rsidR="00D97475" w:rsidRPr="00773BEC">
        <w:instrText xml:space="preserve">REF REF_CORBA30 \h </w:instrText>
      </w:r>
      <w:r w:rsidR="00D97475" w:rsidRPr="00773BEC">
        <w:fldChar w:fldCharType="separate"/>
      </w:r>
      <w:r w:rsidR="003A3DF7" w:rsidRPr="00773BEC">
        <w:t>4</w:t>
      </w:r>
      <w:r w:rsidR="00D97475" w:rsidRPr="00773BEC">
        <w:fldChar w:fldCharType="end"/>
      </w:r>
      <w:r w:rsidR="00D97475" w:rsidRPr="00773BEC">
        <w:t>]</w:t>
      </w:r>
      <w:r w:rsidRPr="00773BEC">
        <w:t>.</w:t>
      </w:r>
    </w:p>
    <w:p w14:paraId="3B352E7C" w14:textId="77777777" w:rsidR="004C0BEA" w:rsidRPr="00773BEC" w:rsidRDefault="004C0BEA" w:rsidP="00764958">
      <w:pPr>
        <w:pStyle w:val="EX"/>
      </w:pPr>
      <w:r w:rsidRPr="00773BEC">
        <w:t xml:space="preserve">IDL </w:t>
      </w:r>
      <w:r w:rsidR="00764958" w:rsidRPr="00773BEC">
        <w:t>EXAMPLE</w:t>
      </w:r>
      <w:r w:rsidRPr="00773BEC">
        <w:t>:</w:t>
      </w:r>
    </w:p>
    <w:p w14:paraId="024516A7" w14:textId="77777777" w:rsidR="004C0BEA" w:rsidRPr="00773BEC" w:rsidRDefault="004C0BEA">
      <w:pPr>
        <w:pStyle w:val="PL"/>
        <w:rPr>
          <w:noProof w:val="0"/>
        </w:rPr>
      </w:pPr>
      <w:r w:rsidRPr="00773BEC">
        <w:rPr>
          <w:b/>
          <w:noProof w:val="0"/>
        </w:rPr>
        <w:t>valuetype</w:t>
      </w:r>
      <w:r w:rsidRPr="00773BEC">
        <w:rPr>
          <w:noProof w:val="0"/>
        </w:rPr>
        <w:t xml:space="preserve"> EmployeeRecord {</w:t>
      </w:r>
    </w:p>
    <w:p w14:paraId="2F82C2B6" w14:textId="77777777" w:rsidR="004C0BEA" w:rsidRPr="00773BEC" w:rsidRDefault="004C0BEA">
      <w:pPr>
        <w:pStyle w:val="PL"/>
        <w:rPr>
          <w:noProof w:val="0"/>
        </w:rPr>
      </w:pPr>
      <w:r w:rsidRPr="00773BEC">
        <w:rPr>
          <w:noProof w:val="0"/>
        </w:rPr>
        <w:t xml:space="preserve">   // note this is not a CORBA::Object</w:t>
      </w:r>
    </w:p>
    <w:p w14:paraId="467482E1" w14:textId="77777777" w:rsidR="004C0BEA" w:rsidRPr="00773BEC" w:rsidRDefault="004C0BEA">
      <w:pPr>
        <w:pStyle w:val="PL"/>
        <w:rPr>
          <w:noProof w:val="0"/>
        </w:rPr>
      </w:pPr>
      <w:r w:rsidRPr="00773BEC">
        <w:rPr>
          <w:noProof w:val="0"/>
        </w:rPr>
        <w:t xml:space="preserve">   // state definition</w:t>
      </w:r>
    </w:p>
    <w:p w14:paraId="7ECDDC82" w14:textId="77777777" w:rsidR="004C0BEA" w:rsidRPr="00773BEC" w:rsidRDefault="004C0BEA">
      <w:pPr>
        <w:pStyle w:val="PL"/>
        <w:rPr>
          <w:noProof w:val="0"/>
        </w:rPr>
      </w:pPr>
      <w:r w:rsidRPr="00773BEC">
        <w:rPr>
          <w:noProof w:val="0"/>
        </w:rPr>
        <w:t xml:space="preserve">   </w:t>
      </w:r>
      <w:r w:rsidRPr="00773BEC">
        <w:rPr>
          <w:b/>
          <w:noProof w:val="0"/>
        </w:rPr>
        <w:t>private</w:t>
      </w:r>
      <w:r w:rsidRPr="00773BEC">
        <w:rPr>
          <w:noProof w:val="0"/>
        </w:rPr>
        <w:t xml:space="preserve"> </w:t>
      </w:r>
      <w:r w:rsidRPr="00773BEC">
        <w:rPr>
          <w:b/>
          <w:noProof w:val="0"/>
        </w:rPr>
        <w:t>string</w:t>
      </w:r>
      <w:r w:rsidRPr="00773BEC">
        <w:rPr>
          <w:noProof w:val="0"/>
        </w:rPr>
        <w:t xml:space="preserve"> name;</w:t>
      </w:r>
    </w:p>
    <w:p w14:paraId="3A916136" w14:textId="77777777" w:rsidR="004C0BEA" w:rsidRPr="00773BEC" w:rsidRDefault="004C0BEA">
      <w:pPr>
        <w:pStyle w:val="PL"/>
        <w:rPr>
          <w:noProof w:val="0"/>
        </w:rPr>
      </w:pPr>
      <w:r w:rsidRPr="00773BEC">
        <w:rPr>
          <w:noProof w:val="0"/>
        </w:rPr>
        <w:t xml:space="preserve">   </w:t>
      </w:r>
      <w:r w:rsidRPr="00773BEC">
        <w:rPr>
          <w:b/>
          <w:noProof w:val="0"/>
        </w:rPr>
        <w:t>private</w:t>
      </w:r>
      <w:r w:rsidRPr="00773BEC">
        <w:rPr>
          <w:noProof w:val="0"/>
        </w:rPr>
        <w:t xml:space="preserve"> </w:t>
      </w:r>
      <w:r w:rsidRPr="00773BEC">
        <w:rPr>
          <w:b/>
          <w:noProof w:val="0"/>
        </w:rPr>
        <w:t>string</w:t>
      </w:r>
      <w:r w:rsidRPr="00773BEC">
        <w:rPr>
          <w:noProof w:val="0"/>
        </w:rPr>
        <w:t xml:space="preserve"> email;</w:t>
      </w:r>
    </w:p>
    <w:p w14:paraId="764B235D" w14:textId="77777777" w:rsidR="004C0BEA" w:rsidRPr="00773BEC" w:rsidRDefault="004C0BEA">
      <w:pPr>
        <w:pStyle w:val="PL"/>
        <w:rPr>
          <w:noProof w:val="0"/>
        </w:rPr>
      </w:pPr>
      <w:r w:rsidRPr="00773BEC">
        <w:rPr>
          <w:noProof w:val="0"/>
        </w:rPr>
        <w:t xml:space="preserve">   </w:t>
      </w:r>
      <w:r w:rsidRPr="00773BEC">
        <w:rPr>
          <w:b/>
          <w:noProof w:val="0"/>
        </w:rPr>
        <w:t>private</w:t>
      </w:r>
      <w:r w:rsidRPr="00773BEC">
        <w:rPr>
          <w:noProof w:val="0"/>
        </w:rPr>
        <w:t xml:space="preserve"> </w:t>
      </w:r>
      <w:r w:rsidRPr="00773BEC">
        <w:rPr>
          <w:b/>
          <w:noProof w:val="0"/>
        </w:rPr>
        <w:t>string</w:t>
      </w:r>
      <w:r w:rsidRPr="00773BEC">
        <w:rPr>
          <w:noProof w:val="0"/>
        </w:rPr>
        <w:t xml:space="preserve"> SSN;</w:t>
      </w:r>
    </w:p>
    <w:p w14:paraId="3B98A351" w14:textId="77777777" w:rsidR="004C0BEA" w:rsidRPr="00773BEC" w:rsidRDefault="004C0BEA">
      <w:pPr>
        <w:pStyle w:val="PL"/>
        <w:rPr>
          <w:noProof w:val="0"/>
        </w:rPr>
      </w:pPr>
    </w:p>
    <w:p w14:paraId="69BE3011" w14:textId="77777777" w:rsidR="004C0BEA" w:rsidRPr="00773BEC" w:rsidRDefault="004C0BEA">
      <w:pPr>
        <w:pStyle w:val="PL"/>
        <w:rPr>
          <w:noProof w:val="0"/>
        </w:rPr>
      </w:pPr>
      <w:r w:rsidRPr="00773BEC">
        <w:rPr>
          <w:noProof w:val="0"/>
        </w:rPr>
        <w:t xml:space="preserve">   // initializer</w:t>
      </w:r>
    </w:p>
    <w:p w14:paraId="4046ED9E" w14:textId="77777777" w:rsidR="004C0BEA" w:rsidRPr="00773BEC" w:rsidRDefault="004C0BEA">
      <w:pPr>
        <w:pStyle w:val="PL"/>
        <w:rPr>
          <w:noProof w:val="0"/>
        </w:rPr>
      </w:pPr>
      <w:r w:rsidRPr="00773BEC">
        <w:rPr>
          <w:noProof w:val="0"/>
        </w:rPr>
        <w:t xml:space="preserve">   factory init(</w:t>
      </w:r>
    </w:p>
    <w:p w14:paraId="7C16A062" w14:textId="77777777" w:rsidR="004C0BEA" w:rsidRPr="00773BEC" w:rsidRDefault="004C0BEA">
      <w:pPr>
        <w:pStyle w:val="PL"/>
        <w:rPr>
          <w:noProof w:val="0"/>
        </w:rPr>
      </w:pPr>
      <w:r w:rsidRPr="00773BEC">
        <w:rPr>
          <w:noProof w:val="0"/>
        </w:rPr>
        <w:t xml:space="preserve">    </w:t>
      </w:r>
      <w:r w:rsidRPr="00773BEC">
        <w:rPr>
          <w:b/>
          <w:noProof w:val="0"/>
        </w:rPr>
        <w:t>in</w:t>
      </w:r>
      <w:r w:rsidRPr="00773BEC">
        <w:rPr>
          <w:noProof w:val="0"/>
        </w:rPr>
        <w:t xml:space="preserve"> </w:t>
      </w:r>
      <w:r w:rsidRPr="00773BEC">
        <w:rPr>
          <w:b/>
          <w:noProof w:val="0"/>
        </w:rPr>
        <w:t>string</w:t>
      </w:r>
      <w:r w:rsidRPr="00773BEC">
        <w:rPr>
          <w:noProof w:val="0"/>
        </w:rPr>
        <w:t xml:space="preserve"> name, </w:t>
      </w:r>
      <w:r w:rsidRPr="00773BEC">
        <w:rPr>
          <w:b/>
          <w:noProof w:val="0"/>
        </w:rPr>
        <w:t>in</w:t>
      </w:r>
      <w:r w:rsidRPr="00773BEC">
        <w:rPr>
          <w:noProof w:val="0"/>
        </w:rPr>
        <w:t xml:space="preserve"> string SSN );</w:t>
      </w:r>
    </w:p>
    <w:p w14:paraId="0B13D594" w14:textId="77777777" w:rsidR="004C0BEA" w:rsidRPr="00773BEC" w:rsidRDefault="004C0BEA">
      <w:pPr>
        <w:pStyle w:val="PL"/>
        <w:rPr>
          <w:noProof w:val="0"/>
        </w:rPr>
      </w:pPr>
      <w:r w:rsidRPr="00773BEC">
        <w:rPr>
          <w:noProof w:val="0"/>
        </w:rPr>
        <w:t>};</w:t>
      </w:r>
    </w:p>
    <w:p w14:paraId="12F5398E" w14:textId="77777777" w:rsidR="004C0BEA" w:rsidRPr="00773BEC" w:rsidRDefault="004C0BEA">
      <w:pPr>
        <w:pStyle w:val="PL"/>
        <w:rPr>
          <w:noProof w:val="0"/>
        </w:rPr>
      </w:pPr>
    </w:p>
    <w:p w14:paraId="64ADA532" w14:textId="77777777" w:rsidR="004C0BEA" w:rsidRPr="00773BEC" w:rsidRDefault="004C0BEA" w:rsidP="000E4059">
      <w:pPr>
        <w:pStyle w:val="EX"/>
        <w:keepNext/>
      </w:pPr>
      <w:r w:rsidRPr="00773BEC">
        <w:t xml:space="preserve">TTCN </w:t>
      </w:r>
      <w:r w:rsidR="00764958" w:rsidRPr="00773BEC">
        <w:t>EXAMPLE</w:t>
      </w:r>
      <w:r w:rsidRPr="00773BEC">
        <w:t>:</w:t>
      </w:r>
    </w:p>
    <w:p w14:paraId="74A75A3C" w14:textId="77777777" w:rsidR="004C0BEA" w:rsidRPr="00773BEC" w:rsidRDefault="004C0BEA" w:rsidP="000E4059">
      <w:pPr>
        <w:pStyle w:val="PL"/>
        <w:keepNext/>
        <w:keepLines/>
        <w:rPr>
          <w:noProof w:val="0"/>
        </w:rPr>
      </w:pPr>
      <w:r w:rsidRPr="00773BEC">
        <w:rPr>
          <w:b/>
          <w:noProof w:val="0"/>
        </w:rPr>
        <w:t>type</w:t>
      </w:r>
      <w:r w:rsidRPr="00773BEC">
        <w:rPr>
          <w:noProof w:val="0"/>
        </w:rPr>
        <w:t xml:space="preserve"> </w:t>
      </w:r>
      <w:r w:rsidRPr="00773BEC">
        <w:rPr>
          <w:b/>
          <w:noProof w:val="0"/>
        </w:rPr>
        <w:t>record</w:t>
      </w:r>
      <w:r w:rsidRPr="00773BEC">
        <w:rPr>
          <w:noProof w:val="0"/>
        </w:rPr>
        <w:t xml:space="preserve"> EmployeeRecord {</w:t>
      </w:r>
    </w:p>
    <w:p w14:paraId="533D9F4A" w14:textId="77777777" w:rsidR="004C0BEA" w:rsidRPr="00773BEC" w:rsidRDefault="004C0BEA" w:rsidP="000E4059">
      <w:pPr>
        <w:pStyle w:val="PL"/>
        <w:keepNext/>
        <w:keepLines/>
        <w:rPr>
          <w:noProof w:val="0"/>
        </w:rPr>
      </w:pPr>
      <w:r w:rsidRPr="00773BEC">
        <w:rPr>
          <w:noProof w:val="0"/>
        </w:rPr>
        <w:t xml:space="preserve">   </w:t>
      </w:r>
      <w:r w:rsidRPr="00773BEC">
        <w:rPr>
          <w:b/>
          <w:noProof w:val="0"/>
        </w:rPr>
        <w:t>iso8859string n</w:t>
      </w:r>
      <w:r w:rsidRPr="00773BEC">
        <w:rPr>
          <w:noProof w:val="0"/>
        </w:rPr>
        <w:t>ame,</w:t>
      </w:r>
    </w:p>
    <w:p w14:paraId="7E14BE82" w14:textId="77777777" w:rsidR="004C0BEA" w:rsidRPr="00773BEC" w:rsidRDefault="004C0BEA" w:rsidP="000E4059">
      <w:pPr>
        <w:pStyle w:val="PL"/>
        <w:keepNext/>
        <w:keepLines/>
        <w:rPr>
          <w:noProof w:val="0"/>
        </w:rPr>
      </w:pPr>
      <w:r w:rsidRPr="00773BEC">
        <w:rPr>
          <w:noProof w:val="0"/>
        </w:rPr>
        <w:t xml:space="preserve">   </w:t>
      </w:r>
      <w:r w:rsidRPr="00773BEC">
        <w:rPr>
          <w:b/>
          <w:noProof w:val="0"/>
        </w:rPr>
        <w:t>iso8859string</w:t>
      </w:r>
      <w:r w:rsidRPr="00773BEC">
        <w:rPr>
          <w:noProof w:val="0"/>
        </w:rPr>
        <w:t xml:space="preserve"> email,</w:t>
      </w:r>
    </w:p>
    <w:p w14:paraId="7CDD7F41" w14:textId="77777777" w:rsidR="004C0BEA" w:rsidRPr="00773BEC" w:rsidRDefault="004C0BEA">
      <w:pPr>
        <w:pStyle w:val="PL"/>
        <w:rPr>
          <w:noProof w:val="0"/>
        </w:rPr>
      </w:pPr>
      <w:r w:rsidRPr="00773BEC">
        <w:rPr>
          <w:noProof w:val="0"/>
        </w:rPr>
        <w:t xml:space="preserve">   </w:t>
      </w:r>
      <w:r w:rsidRPr="00773BEC">
        <w:rPr>
          <w:b/>
          <w:noProof w:val="0"/>
        </w:rPr>
        <w:t>iso8859string</w:t>
      </w:r>
      <w:r w:rsidRPr="00773BEC">
        <w:rPr>
          <w:noProof w:val="0"/>
        </w:rPr>
        <w:t xml:space="preserve"> SSN</w:t>
      </w:r>
    </w:p>
    <w:p w14:paraId="5867CE88" w14:textId="77777777" w:rsidR="004C0BEA" w:rsidRPr="00773BEC" w:rsidRDefault="004C0BEA">
      <w:pPr>
        <w:pStyle w:val="PL"/>
        <w:rPr>
          <w:noProof w:val="0"/>
        </w:rPr>
      </w:pPr>
      <w:r w:rsidRPr="00773BEC">
        <w:rPr>
          <w:noProof w:val="0"/>
        </w:rPr>
        <w:t>}</w:t>
      </w:r>
    </w:p>
    <w:p w14:paraId="216B233B" w14:textId="77777777" w:rsidR="004C0BEA" w:rsidRPr="00773BEC" w:rsidRDefault="004C0BEA" w:rsidP="009C4436">
      <w:pPr>
        <w:pStyle w:val="Heading2"/>
        <w:keepLines w:val="0"/>
      </w:pPr>
      <w:bookmarkStart w:id="140" w:name="_Toc65592071"/>
      <w:bookmarkStart w:id="141" w:name="_Toc65593236"/>
      <w:bookmarkStart w:id="142" w:name="_Toc65757506"/>
      <w:bookmarkStart w:id="143" w:name="_Toc73104459"/>
      <w:r w:rsidRPr="00773BEC">
        <w:t>7.4</w:t>
      </w:r>
      <w:r w:rsidRPr="00773BEC">
        <w:tab/>
      </w:r>
      <w:r w:rsidR="009A6492" w:rsidRPr="00773BEC">
        <w:t>Importing c</w:t>
      </w:r>
      <w:r w:rsidRPr="00773BEC">
        <w:t>onstant declaration</w:t>
      </w:r>
      <w:bookmarkEnd w:id="140"/>
      <w:bookmarkEnd w:id="141"/>
      <w:bookmarkEnd w:id="142"/>
      <w:bookmarkEnd w:id="143"/>
    </w:p>
    <w:p w14:paraId="26335086" w14:textId="36D63D4B" w:rsidR="004C0BEA" w:rsidRPr="00773BEC" w:rsidRDefault="004C0BEA" w:rsidP="00B20B20">
      <w:pPr>
        <w:keepLines/>
      </w:pPr>
      <w:r w:rsidRPr="00773BEC">
        <w:t xml:space="preserve">Constant declarations can be transformed by use of literal (see table </w:t>
      </w:r>
      <w:r w:rsidR="008846CB" w:rsidRPr="00773BEC">
        <w:fldChar w:fldCharType="begin"/>
      </w:r>
      <w:r w:rsidR="008846CB" w:rsidRPr="00773BEC">
        <w:instrText xml:space="preserve"> REF tab_Literal_Mapping \h  \* MERGEFORMAT </w:instrText>
      </w:r>
      <w:r w:rsidR="008846CB" w:rsidRPr="00773BEC">
        <w:fldChar w:fldCharType="separate"/>
      </w:r>
      <w:r w:rsidR="003A3DF7" w:rsidRPr="00773BEC">
        <w:rPr>
          <w:color w:val="000000"/>
        </w:rPr>
        <w:t>B</w:t>
      </w:r>
      <w:r w:rsidR="003A3DF7" w:rsidRPr="00773BEC">
        <w:t>.1</w:t>
      </w:r>
      <w:r w:rsidR="008846CB" w:rsidRPr="00773BEC">
        <w:fldChar w:fldCharType="end"/>
      </w:r>
      <w:r w:rsidRPr="00773BEC">
        <w:t xml:space="preserve">) and operator mapping for floating-point and integer values (see table </w:t>
      </w:r>
      <w:r w:rsidR="008846CB" w:rsidRPr="00773BEC">
        <w:fldChar w:fldCharType="begin"/>
      </w:r>
      <w:r w:rsidR="008846CB" w:rsidRPr="00773BEC">
        <w:instrText xml:space="preserve"> REF tab_Operators_Mapping \h  \* MERGEFORMAT </w:instrText>
      </w:r>
      <w:r w:rsidR="008846CB" w:rsidRPr="00773BEC">
        <w:fldChar w:fldCharType="separate"/>
      </w:r>
      <w:r w:rsidR="003A3DF7" w:rsidRPr="00773BEC">
        <w:t>2</w:t>
      </w:r>
      <w:r w:rsidR="008846CB" w:rsidRPr="00773BEC">
        <w:fldChar w:fldCharType="end"/>
      </w:r>
      <w:r w:rsidRPr="00773BEC">
        <w:t>).</w:t>
      </w:r>
    </w:p>
    <w:p w14:paraId="19A4E01A" w14:textId="4A1B8B80" w:rsidR="004C0BEA" w:rsidRPr="00773BEC" w:rsidRDefault="004C0BEA">
      <w:pPr>
        <w:pStyle w:val="TH"/>
      </w:pPr>
      <w:r w:rsidRPr="00773BEC">
        <w:t xml:space="preserve">Table </w:t>
      </w:r>
      <w:bookmarkStart w:id="144" w:name="tab_Operators_Mapping"/>
      <w:r w:rsidR="00FC3737" w:rsidRPr="00773BEC">
        <w:fldChar w:fldCharType="begin"/>
      </w:r>
      <w:r w:rsidRPr="00773BEC">
        <w:instrText xml:space="preserve"> SEQ tab \* MERGEFORMAT </w:instrText>
      </w:r>
      <w:r w:rsidR="00FC3737" w:rsidRPr="00773BEC">
        <w:fldChar w:fldCharType="separate"/>
      </w:r>
      <w:r w:rsidR="003A3DF7" w:rsidRPr="00773BEC">
        <w:t>2</w:t>
      </w:r>
      <w:r w:rsidR="00FC3737" w:rsidRPr="00773BEC">
        <w:fldChar w:fldCharType="end"/>
      </w:r>
      <w:bookmarkEnd w:id="144"/>
      <w:r w:rsidRPr="00773BEC">
        <w:t>: Operators for constant expressions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79"/>
        <w:gridCol w:w="2179"/>
        <w:gridCol w:w="2180"/>
      </w:tblGrid>
      <w:tr w:rsidR="004C0BEA" w:rsidRPr="00773BEC" w14:paraId="7A7A0C77" w14:textId="77777777" w:rsidTr="008B3120">
        <w:trPr>
          <w:jc w:val="center"/>
        </w:trPr>
        <w:tc>
          <w:tcPr>
            <w:tcW w:w="2179" w:type="dxa"/>
          </w:tcPr>
          <w:p w14:paraId="6535FA7E" w14:textId="77777777" w:rsidR="004C0BEA" w:rsidRPr="00773BEC" w:rsidRDefault="004C0BEA">
            <w:pPr>
              <w:pStyle w:val="TAH"/>
            </w:pPr>
            <w:r w:rsidRPr="00773BEC">
              <w:t>Operator</w:t>
            </w:r>
          </w:p>
        </w:tc>
        <w:tc>
          <w:tcPr>
            <w:tcW w:w="2179" w:type="dxa"/>
            <w:tcBorders>
              <w:bottom w:val="single" w:sz="4" w:space="0" w:color="auto"/>
            </w:tcBorders>
          </w:tcPr>
          <w:p w14:paraId="62D7A4B0" w14:textId="77777777" w:rsidR="004C0BEA" w:rsidRPr="00773BEC" w:rsidRDefault="004C0BEA">
            <w:pPr>
              <w:pStyle w:val="TAH"/>
            </w:pPr>
            <w:r w:rsidRPr="00773BEC">
              <w:t>IDL</w:t>
            </w:r>
          </w:p>
        </w:tc>
        <w:tc>
          <w:tcPr>
            <w:tcW w:w="2180" w:type="dxa"/>
          </w:tcPr>
          <w:p w14:paraId="05D5E9E1" w14:textId="77777777" w:rsidR="004C0BEA" w:rsidRPr="00773BEC" w:rsidRDefault="004C0BEA">
            <w:pPr>
              <w:pStyle w:val="TAH"/>
            </w:pPr>
            <w:r w:rsidRPr="00773BEC">
              <w:t>TTCN</w:t>
            </w:r>
          </w:p>
        </w:tc>
      </w:tr>
      <w:tr w:rsidR="004C0BEA" w:rsidRPr="00773BEC" w14:paraId="39779C27" w14:textId="77777777" w:rsidTr="008B3120">
        <w:trPr>
          <w:jc w:val="center"/>
        </w:trPr>
        <w:tc>
          <w:tcPr>
            <w:tcW w:w="2179" w:type="dxa"/>
            <w:tcBorders>
              <w:left w:val="single" w:sz="4" w:space="0" w:color="auto"/>
              <w:bottom w:val="single" w:sz="4" w:space="0" w:color="auto"/>
              <w:right w:val="single" w:sz="4" w:space="0" w:color="auto"/>
            </w:tcBorders>
          </w:tcPr>
          <w:p w14:paraId="373D261F" w14:textId="77777777" w:rsidR="004C0BEA" w:rsidRPr="00773BEC" w:rsidRDefault="004C0BEA">
            <w:pPr>
              <w:pStyle w:val="TAL"/>
              <w:rPr>
                <w:b/>
                <w:i/>
              </w:rPr>
            </w:pPr>
            <w:r w:rsidRPr="00773BEC">
              <w:rPr>
                <w:b/>
                <w:i/>
              </w:rPr>
              <w:t>Unary floating-point</w:t>
            </w:r>
          </w:p>
        </w:tc>
        <w:tc>
          <w:tcPr>
            <w:tcW w:w="2179" w:type="dxa"/>
            <w:tcBorders>
              <w:top w:val="single" w:sz="4" w:space="0" w:color="auto"/>
              <w:left w:val="nil"/>
              <w:bottom w:val="single" w:sz="4" w:space="0" w:color="auto"/>
              <w:right w:val="single" w:sz="4" w:space="0" w:color="auto"/>
            </w:tcBorders>
          </w:tcPr>
          <w:p w14:paraId="3FEC3486" w14:textId="77777777" w:rsidR="004C0BEA" w:rsidRPr="00773BEC" w:rsidRDefault="004C0BEA">
            <w:pPr>
              <w:pStyle w:val="TAC"/>
            </w:pPr>
          </w:p>
        </w:tc>
        <w:tc>
          <w:tcPr>
            <w:tcW w:w="2180" w:type="dxa"/>
            <w:tcBorders>
              <w:left w:val="nil"/>
              <w:bottom w:val="single" w:sz="4" w:space="0" w:color="auto"/>
            </w:tcBorders>
            <w:shd w:val="clear" w:color="000000" w:fill="FFFFFF"/>
          </w:tcPr>
          <w:p w14:paraId="63A7DA89" w14:textId="77777777" w:rsidR="004C0BEA" w:rsidRPr="00773BEC" w:rsidRDefault="004C0BEA">
            <w:pPr>
              <w:pStyle w:val="TAC"/>
            </w:pPr>
          </w:p>
        </w:tc>
      </w:tr>
      <w:tr w:rsidR="004C0BEA" w:rsidRPr="00773BEC" w14:paraId="7C777D1F"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3CAE4A9A" w14:textId="77777777" w:rsidR="004C0BEA" w:rsidRPr="00773BEC" w:rsidRDefault="004C0BEA">
            <w:pPr>
              <w:pStyle w:val="TAL"/>
            </w:pPr>
            <w:r w:rsidRPr="00773BEC">
              <w:t>Positive</w:t>
            </w:r>
          </w:p>
        </w:tc>
        <w:tc>
          <w:tcPr>
            <w:tcW w:w="2179" w:type="dxa"/>
            <w:tcBorders>
              <w:top w:val="single" w:sz="4" w:space="0" w:color="auto"/>
              <w:left w:val="nil"/>
              <w:bottom w:val="single" w:sz="4" w:space="0" w:color="auto"/>
              <w:right w:val="single" w:sz="4" w:space="0" w:color="auto"/>
            </w:tcBorders>
          </w:tcPr>
          <w:p w14:paraId="0570C5E6" w14:textId="77777777" w:rsidR="004C0BEA" w:rsidRPr="00773BEC" w:rsidRDefault="004C0BEA">
            <w:pPr>
              <w:pStyle w:val="TAC"/>
            </w:pPr>
            <w:r w:rsidRPr="00773BEC">
              <w:t>+</w:t>
            </w:r>
          </w:p>
        </w:tc>
        <w:tc>
          <w:tcPr>
            <w:tcW w:w="2180" w:type="dxa"/>
            <w:tcBorders>
              <w:left w:val="nil"/>
            </w:tcBorders>
            <w:shd w:val="clear" w:color="000000" w:fill="FFFFFF"/>
          </w:tcPr>
          <w:p w14:paraId="5264B4C3" w14:textId="77777777" w:rsidR="004C0BEA" w:rsidRPr="00773BEC" w:rsidRDefault="004C0BEA">
            <w:pPr>
              <w:pStyle w:val="TAC"/>
            </w:pPr>
            <w:r w:rsidRPr="00773BEC">
              <w:t>+</w:t>
            </w:r>
          </w:p>
        </w:tc>
      </w:tr>
      <w:tr w:rsidR="004C0BEA" w:rsidRPr="00773BEC" w14:paraId="05648E7D"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0F07F7C4" w14:textId="77777777" w:rsidR="004C0BEA" w:rsidRPr="00773BEC" w:rsidRDefault="004C0BEA">
            <w:pPr>
              <w:pStyle w:val="TAL"/>
            </w:pPr>
            <w:r w:rsidRPr="00773BEC">
              <w:t>Negative</w:t>
            </w:r>
          </w:p>
        </w:tc>
        <w:tc>
          <w:tcPr>
            <w:tcW w:w="2179" w:type="dxa"/>
            <w:tcBorders>
              <w:top w:val="single" w:sz="4" w:space="0" w:color="auto"/>
              <w:left w:val="nil"/>
              <w:bottom w:val="single" w:sz="4" w:space="0" w:color="auto"/>
              <w:right w:val="single" w:sz="4" w:space="0" w:color="auto"/>
            </w:tcBorders>
          </w:tcPr>
          <w:p w14:paraId="3FB8C417" w14:textId="77777777" w:rsidR="004C0BEA" w:rsidRPr="00773BEC" w:rsidRDefault="004C0BEA">
            <w:pPr>
              <w:pStyle w:val="TAC"/>
            </w:pPr>
            <w:r w:rsidRPr="00773BEC">
              <w:t>-</w:t>
            </w:r>
          </w:p>
        </w:tc>
        <w:tc>
          <w:tcPr>
            <w:tcW w:w="2180" w:type="dxa"/>
            <w:tcBorders>
              <w:left w:val="nil"/>
            </w:tcBorders>
            <w:shd w:val="clear" w:color="000000" w:fill="FFFFFF"/>
          </w:tcPr>
          <w:p w14:paraId="2E476E70" w14:textId="77777777" w:rsidR="004C0BEA" w:rsidRPr="00773BEC" w:rsidRDefault="004C0BEA">
            <w:pPr>
              <w:pStyle w:val="TAC"/>
            </w:pPr>
            <w:r w:rsidRPr="00773BEC">
              <w:t>-</w:t>
            </w:r>
          </w:p>
        </w:tc>
      </w:tr>
      <w:tr w:rsidR="004C0BEA" w:rsidRPr="00773BEC" w14:paraId="05054A58"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7DBB160B" w14:textId="77777777" w:rsidR="004C0BEA" w:rsidRPr="00773BEC" w:rsidRDefault="004C0BEA">
            <w:pPr>
              <w:pStyle w:val="TAL"/>
              <w:rPr>
                <w:b/>
                <w:i/>
              </w:rPr>
            </w:pPr>
            <w:r w:rsidRPr="00773BEC">
              <w:rPr>
                <w:b/>
                <w:i/>
              </w:rPr>
              <w:t>Binary floating-point</w:t>
            </w:r>
          </w:p>
        </w:tc>
        <w:tc>
          <w:tcPr>
            <w:tcW w:w="2179" w:type="dxa"/>
            <w:tcBorders>
              <w:top w:val="single" w:sz="4" w:space="0" w:color="auto"/>
              <w:left w:val="nil"/>
              <w:bottom w:val="single" w:sz="4" w:space="0" w:color="auto"/>
              <w:right w:val="single" w:sz="4" w:space="0" w:color="auto"/>
            </w:tcBorders>
          </w:tcPr>
          <w:p w14:paraId="0D498C86" w14:textId="77777777" w:rsidR="004C0BEA" w:rsidRPr="00773BEC" w:rsidRDefault="004C0BEA">
            <w:pPr>
              <w:pStyle w:val="TAC"/>
            </w:pPr>
          </w:p>
        </w:tc>
        <w:tc>
          <w:tcPr>
            <w:tcW w:w="2180" w:type="dxa"/>
            <w:tcBorders>
              <w:left w:val="nil"/>
            </w:tcBorders>
            <w:shd w:val="clear" w:color="000000" w:fill="FFFFFF"/>
          </w:tcPr>
          <w:p w14:paraId="59A0B324" w14:textId="77777777" w:rsidR="004C0BEA" w:rsidRPr="00773BEC" w:rsidRDefault="004C0BEA">
            <w:pPr>
              <w:pStyle w:val="TAC"/>
            </w:pPr>
          </w:p>
        </w:tc>
      </w:tr>
      <w:tr w:rsidR="004C0BEA" w:rsidRPr="00773BEC" w14:paraId="1AB59354"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3701B26A" w14:textId="77777777" w:rsidR="004C0BEA" w:rsidRPr="00773BEC" w:rsidRDefault="004C0BEA">
            <w:pPr>
              <w:pStyle w:val="TAL"/>
            </w:pPr>
            <w:r w:rsidRPr="00773BEC">
              <w:t>Addition</w:t>
            </w:r>
          </w:p>
        </w:tc>
        <w:tc>
          <w:tcPr>
            <w:tcW w:w="2179" w:type="dxa"/>
            <w:tcBorders>
              <w:top w:val="single" w:sz="4" w:space="0" w:color="auto"/>
              <w:left w:val="nil"/>
              <w:bottom w:val="single" w:sz="4" w:space="0" w:color="auto"/>
              <w:right w:val="single" w:sz="4" w:space="0" w:color="auto"/>
            </w:tcBorders>
          </w:tcPr>
          <w:p w14:paraId="572658EF" w14:textId="77777777" w:rsidR="004C0BEA" w:rsidRPr="00773BEC" w:rsidRDefault="004C0BEA">
            <w:pPr>
              <w:pStyle w:val="TAC"/>
            </w:pPr>
            <w:r w:rsidRPr="00773BEC">
              <w:t>+</w:t>
            </w:r>
          </w:p>
        </w:tc>
        <w:tc>
          <w:tcPr>
            <w:tcW w:w="2180" w:type="dxa"/>
            <w:tcBorders>
              <w:left w:val="nil"/>
            </w:tcBorders>
            <w:shd w:val="clear" w:color="000000" w:fill="FFFFFF"/>
          </w:tcPr>
          <w:p w14:paraId="752EAD26" w14:textId="77777777" w:rsidR="004C0BEA" w:rsidRPr="00773BEC" w:rsidRDefault="004C0BEA">
            <w:pPr>
              <w:pStyle w:val="TAC"/>
            </w:pPr>
            <w:r w:rsidRPr="00773BEC">
              <w:t>+</w:t>
            </w:r>
          </w:p>
        </w:tc>
      </w:tr>
      <w:tr w:rsidR="004C0BEA" w:rsidRPr="00773BEC" w14:paraId="710E9BB1"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42E1AF31" w14:textId="77777777" w:rsidR="004C0BEA" w:rsidRPr="00773BEC" w:rsidRDefault="004C0BEA">
            <w:pPr>
              <w:pStyle w:val="TAL"/>
            </w:pPr>
            <w:r w:rsidRPr="00773BEC">
              <w:t>Subtraction</w:t>
            </w:r>
          </w:p>
        </w:tc>
        <w:tc>
          <w:tcPr>
            <w:tcW w:w="2179" w:type="dxa"/>
            <w:tcBorders>
              <w:top w:val="single" w:sz="4" w:space="0" w:color="auto"/>
              <w:left w:val="nil"/>
              <w:bottom w:val="single" w:sz="4" w:space="0" w:color="auto"/>
              <w:right w:val="single" w:sz="4" w:space="0" w:color="auto"/>
            </w:tcBorders>
          </w:tcPr>
          <w:p w14:paraId="670AD50C" w14:textId="77777777" w:rsidR="004C0BEA" w:rsidRPr="00773BEC" w:rsidRDefault="004C0BEA">
            <w:pPr>
              <w:pStyle w:val="TAC"/>
            </w:pPr>
            <w:r w:rsidRPr="00773BEC">
              <w:t>-</w:t>
            </w:r>
          </w:p>
        </w:tc>
        <w:tc>
          <w:tcPr>
            <w:tcW w:w="2180" w:type="dxa"/>
            <w:tcBorders>
              <w:left w:val="nil"/>
            </w:tcBorders>
            <w:shd w:val="clear" w:color="000000" w:fill="FFFFFF"/>
          </w:tcPr>
          <w:p w14:paraId="259C1CEE" w14:textId="77777777" w:rsidR="004C0BEA" w:rsidRPr="00773BEC" w:rsidRDefault="004C0BEA">
            <w:pPr>
              <w:pStyle w:val="TAC"/>
            </w:pPr>
            <w:r w:rsidRPr="00773BEC">
              <w:t>-</w:t>
            </w:r>
          </w:p>
        </w:tc>
      </w:tr>
      <w:tr w:rsidR="004C0BEA" w:rsidRPr="00773BEC" w14:paraId="0DE047FB"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5877CF35" w14:textId="77777777" w:rsidR="004C0BEA" w:rsidRPr="00773BEC" w:rsidRDefault="004C0BEA">
            <w:pPr>
              <w:pStyle w:val="TAL"/>
            </w:pPr>
            <w:r w:rsidRPr="00773BEC">
              <w:t>Multiplication</w:t>
            </w:r>
          </w:p>
        </w:tc>
        <w:tc>
          <w:tcPr>
            <w:tcW w:w="2179" w:type="dxa"/>
            <w:tcBorders>
              <w:top w:val="single" w:sz="4" w:space="0" w:color="auto"/>
              <w:left w:val="nil"/>
              <w:bottom w:val="single" w:sz="4" w:space="0" w:color="auto"/>
              <w:right w:val="single" w:sz="4" w:space="0" w:color="auto"/>
            </w:tcBorders>
          </w:tcPr>
          <w:p w14:paraId="0755127A" w14:textId="77777777" w:rsidR="004C0BEA" w:rsidRPr="00773BEC" w:rsidRDefault="004C0BEA">
            <w:pPr>
              <w:pStyle w:val="TAC"/>
            </w:pPr>
            <w:r w:rsidRPr="00773BEC">
              <w:t>*</w:t>
            </w:r>
          </w:p>
        </w:tc>
        <w:tc>
          <w:tcPr>
            <w:tcW w:w="2180" w:type="dxa"/>
            <w:tcBorders>
              <w:left w:val="nil"/>
            </w:tcBorders>
            <w:shd w:val="clear" w:color="000000" w:fill="FFFFFF"/>
          </w:tcPr>
          <w:p w14:paraId="65B28D36" w14:textId="77777777" w:rsidR="004C0BEA" w:rsidRPr="00773BEC" w:rsidRDefault="004C0BEA">
            <w:pPr>
              <w:pStyle w:val="TAC"/>
            </w:pPr>
            <w:r w:rsidRPr="00773BEC">
              <w:t>*</w:t>
            </w:r>
          </w:p>
        </w:tc>
      </w:tr>
      <w:tr w:rsidR="004C0BEA" w:rsidRPr="00773BEC" w14:paraId="5A1A6279"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70362938" w14:textId="77777777" w:rsidR="004C0BEA" w:rsidRPr="00773BEC" w:rsidRDefault="004C0BEA">
            <w:pPr>
              <w:pStyle w:val="TAL"/>
            </w:pPr>
            <w:r w:rsidRPr="00773BEC">
              <w:t>Division</w:t>
            </w:r>
          </w:p>
        </w:tc>
        <w:tc>
          <w:tcPr>
            <w:tcW w:w="2179" w:type="dxa"/>
            <w:tcBorders>
              <w:top w:val="single" w:sz="4" w:space="0" w:color="auto"/>
              <w:left w:val="nil"/>
              <w:bottom w:val="single" w:sz="4" w:space="0" w:color="auto"/>
              <w:right w:val="single" w:sz="4" w:space="0" w:color="auto"/>
            </w:tcBorders>
          </w:tcPr>
          <w:p w14:paraId="68D83CA8" w14:textId="77777777" w:rsidR="004C0BEA" w:rsidRPr="00773BEC" w:rsidRDefault="004C0BEA">
            <w:pPr>
              <w:pStyle w:val="TAC"/>
            </w:pPr>
            <w:r w:rsidRPr="00773BEC">
              <w:t>/</w:t>
            </w:r>
          </w:p>
        </w:tc>
        <w:tc>
          <w:tcPr>
            <w:tcW w:w="2180" w:type="dxa"/>
            <w:tcBorders>
              <w:left w:val="nil"/>
            </w:tcBorders>
            <w:shd w:val="clear" w:color="000000" w:fill="FFFFFF"/>
          </w:tcPr>
          <w:p w14:paraId="4A9BE7DA" w14:textId="77777777" w:rsidR="004C0BEA" w:rsidRPr="00773BEC" w:rsidRDefault="004C0BEA">
            <w:pPr>
              <w:pStyle w:val="TAC"/>
            </w:pPr>
            <w:r w:rsidRPr="00773BEC">
              <w:t>/</w:t>
            </w:r>
          </w:p>
        </w:tc>
      </w:tr>
      <w:tr w:rsidR="004C0BEA" w:rsidRPr="00773BEC" w14:paraId="00E51F43"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41409259" w14:textId="77777777" w:rsidR="004C0BEA" w:rsidRPr="00773BEC" w:rsidRDefault="004C0BEA">
            <w:pPr>
              <w:pStyle w:val="TAL"/>
              <w:rPr>
                <w:b/>
                <w:i/>
              </w:rPr>
            </w:pPr>
            <w:r w:rsidRPr="00773BEC">
              <w:rPr>
                <w:b/>
                <w:i/>
              </w:rPr>
              <w:t>Unary integer</w:t>
            </w:r>
          </w:p>
        </w:tc>
        <w:tc>
          <w:tcPr>
            <w:tcW w:w="2179" w:type="dxa"/>
            <w:tcBorders>
              <w:top w:val="single" w:sz="4" w:space="0" w:color="auto"/>
              <w:left w:val="nil"/>
              <w:bottom w:val="single" w:sz="4" w:space="0" w:color="auto"/>
              <w:right w:val="single" w:sz="4" w:space="0" w:color="auto"/>
            </w:tcBorders>
          </w:tcPr>
          <w:p w14:paraId="653B4ABA" w14:textId="77777777" w:rsidR="004C0BEA" w:rsidRPr="00773BEC" w:rsidRDefault="004C0BEA">
            <w:pPr>
              <w:pStyle w:val="TAC"/>
            </w:pPr>
          </w:p>
        </w:tc>
        <w:tc>
          <w:tcPr>
            <w:tcW w:w="2180" w:type="dxa"/>
            <w:tcBorders>
              <w:left w:val="nil"/>
            </w:tcBorders>
            <w:shd w:val="clear" w:color="000000" w:fill="FFFFFF"/>
          </w:tcPr>
          <w:p w14:paraId="2EAEBF14" w14:textId="77777777" w:rsidR="004C0BEA" w:rsidRPr="00773BEC" w:rsidRDefault="004C0BEA">
            <w:pPr>
              <w:pStyle w:val="TAC"/>
            </w:pPr>
          </w:p>
        </w:tc>
      </w:tr>
      <w:tr w:rsidR="004C0BEA" w:rsidRPr="00773BEC" w14:paraId="396004C3"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70ECFB45" w14:textId="77777777" w:rsidR="004C0BEA" w:rsidRPr="00773BEC" w:rsidRDefault="004C0BEA">
            <w:pPr>
              <w:pStyle w:val="TAL"/>
            </w:pPr>
            <w:r w:rsidRPr="00773BEC">
              <w:t>Positive</w:t>
            </w:r>
          </w:p>
        </w:tc>
        <w:tc>
          <w:tcPr>
            <w:tcW w:w="2179" w:type="dxa"/>
            <w:tcBorders>
              <w:top w:val="single" w:sz="4" w:space="0" w:color="auto"/>
              <w:left w:val="nil"/>
              <w:bottom w:val="single" w:sz="4" w:space="0" w:color="auto"/>
              <w:right w:val="single" w:sz="4" w:space="0" w:color="auto"/>
            </w:tcBorders>
          </w:tcPr>
          <w:p w14:paraId="4E706D2B" w14:textId="77777777" w:rsidR="004C0BEA" w:rsidRPr="00773BEC" w:rsidRDefault="004C0BEA">
            <w:pPr>
              <w:pStyle w:val="TAC"/>
            </w:pPr>
            <w:r w:rsidRPr="00773BEC">
              <w:t>+</w:t>
            </w:r>
          </w:p>
        </w:tc>
        <w:tc>
          <w:tcPr>
            <w:tcW w:w="2180" w:type="dxa"/>
            <w:tcBorders>
              <w:left w:val="nil"/>
            </w:tcBorders>
            <w:shd w:val="clear" w:color="000000" w:fill="FFFFFF"/>
          </w:tcPr>
          <w:p w14:paraId="4A18ED9A" w14:textId="77777777" w:rsidR="004C0BEA" w:rsidRPr="00773BEC" w:rsidRDefault="004C0BEA">
            <w:pPr>
              <w:pStyle w:val="TAC"/>
            </w:pPr>
            <w:r w:rsidRPr="00773BEC">
              <w:t>+</w:t>
            </w:r>
          </w:p>
        </w:tc>
      </w:tr>
      <w:tr w:rsidR="004C0BEA" w:rsidRPr="00773BEC" w14:paraId="7D1E00D4"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33A3822F" w14:textId="77777777" w:rsidR="004C0BEA" w:rsidRPr="00773BEC" w:rsidRDefault="004C0BEA">
            <w:pPr>
              <w:pStyle w:val="TAL"/>
            </w:pPr>
            <w:r w:rsidRPr="00773BEC">
              <w:t>Negative</w:t>
            </w:r>
          </w:p>
        </w:tc>
        <w:tc>
          <w:tcPr>
            <w:tcW w:w="2179" w:type="dxa"/>
            <w:tcBorders>
              <w:top w:val="single" w:sz="4" w:space="0" w:color="auto"/>
              <w:left w:val="nil"/>
              <w:bottom w:val="single" w:sz="4" w:space="0" w:color="auto"/>
              <w:right w:val="single" w:sz="4" w:space="0" w:color="auto"/>
            </w:tcBorders>
          </w:tcPr>
          <w:p w14:paraId="22C61AA5" w14:textId="77777777" w:rsidR="004C0BEA" w:rsidRPr="00773BEC" w:rsidRDefault="004C0BEA">
            <w:pPr>
              <w:pStyle w:val="TAC"/>
            </w:pPr>
            <w:r w:rsidRPr="00773BEC">
              <w:t>-</w:t>
            </w:r>
          </w:p>
        </w:tc>
        <w:tc>
          <w:tcPr>
            <w:tcW w:w="2180" w:type="dxa"/>
            <w:tcBorders>
              <w:left w:val="nil"/>
            </w:tcBorders>
            <w:shd w:val="clear" w:color="000000" w:fill="FFFFFF"/>
          </w:tcPr>
          <w:p w14:paraId="24F8F00E" w14:textId="77777777" w:rsidR="004C0BEA" w:rsidRPr="00773BEC" w:rsidRDefault="004C0BEA">
            <w:pPr>
              <w:pStyle w:val="TAC"/>
            </w:pPr>
            <w:r w:rsidRPr="00773BEC">
              <w:t>-</w:t>
            </w:r>
          </w:p>
        </w:tc>
      </w:tr>
      <w:tr w:rsidR="004C0BEA" w:rsidRPr="00773BEC" w14:paraId="1883E52F"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0312CA9E" w14:textId="77777777" w:rsidR="004C0BEA" w:rsidRPr="00773BEC" w:rsidRDefault="004C0BEA">
            <w:pPr>
              <w:pStyle w:val="TAL"/>
            </w:pPr>
            <w:r w:rsidRPr="00773BEC">
              <w:t>Bit-complement</w:t>
            </w:r>
          </w:p>
        </w:tc>
        <w:tc>
          <w:tcPr>
            <w:tcW w:w="2179" w:type="dxa"/>
            <w:tcBorders>
              <w:top w:val="single" w:sz="4" w:space="0" w:color="auto"/>
              <w:left w:val="nil"/>
              <w:bottom w:val="single" w:sz="4" w:space="0" w:color="auto"/>
              <w:right w:val="single" w:sz="4" w:space="0" w:color="auto"/>
            </w:tcBorders>
          </w:tcPr>
          <w:p w14:paraId="02F3BDC8" w14:textId="77777777" w:rsidR="004C0BEA" w:rsidRPr="00773BEC" w:rsidRDefault="004C0BEA">
            <w:pPr>
              <w:pStyle w:val="TAC"/>
            </w:pPr>
            <w:r w:rsidRPr="00773BEC">
              <w:t>~</w:t>
            </w:r>
          </w:p>
        </w:tc>
        <w:tc>
          <w:tcPr>
            <w:tcW w:w="2180" w:type="dxa"/>
            <w:tcBorders>
              <w:left w:val="nil"/>
            </w:tcBorders>
            <w:shd w:val="clear" w:color="000000" w:fill="FFFFFF"/>
          </w:tcPr>
          <w:p w14:paraId="5BC465D8" w14:textId="77777777" w:rsidR="004C0BEA" w:rsidRPr="00773BEC" w:rsidRDefault="004C0BEA">
            <w:pPr>
              <w:pStyle w:val="TAC"/>
            </w:pPr>
            <w:r w:rsidRPr="00773BEC">
              <w:t>not4b</w:t>
            </w:r>
          </w:p>
        </w:tc>
      </w:tr>
      <w:tr w:rsidR="004C0BEA" w:rsidRPr="00773BEC" w14:paraId="1AADEF67"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16FC067B" w14:textId="77777777" w:rsidR="004C0BEA" w:rsidRPr="00773BEC" w:rsidRDefault="004C0BEA">
            <w:pPr>
              <w:pStyle w:val="TAL"/>
              <w:rPr>
                <w:b/>
                <w:i/>
              </w:rPr>
            </w:pPr>
            <w:r w:rsidRPr="00773BEC">
              <w:rPr>
                <w:b/>
                <w:i/>
              </w:rPr>
              <w:t>Binary integer</w:t>
            </w:r>
          </w:p>
        </w:tc>
        <w:tc>
          <w:tcPr>
            <w:tcW w:w="2179" w:type="dxa"/>
            <w:tcBorders>
              <w:top w:val="single" w:sz="4" w:space="0" w:color="auto"/>
              <w:left w:val="nil"/>
              <w:bottom w:val="single" w:sz="4" w:space="0" w:color="auto"/>
              <w:right w:val="single" w:sz="4" w:space="0" w:color="auto"/>
            </w:tcBorders>
          </w:tcPr>
          <w:p w14:paraId="5D915E52" w14:textId="77777777" w:rsidR="004C0BEA" w:rsidRPr="00773BEC" w:rsidRDefault="004C0BEA">
            <w:pPr>
              <w:pStyle w:val="TAC"/>
            </w:pPr>
          </w:p>
        </w:tc>
        <w:tc>
          <w:tcPr>
            <w:tcW w:w="2180" w:type="dxa"/>
            <w:tcBorders>
              <w:left w:val="nil"/>
            </w:tcBorders>
            <w:shd w:val="clear" w:color="000000" w:fill="FFFFFF"/>
          </w:tcPr>
          <w:p w14:paraId="2CDC4E20" w14:textId="77777777" w:rsidR="004C0BEA" w:rsidRPr="00773BEC" w:rsidRDefault="004C0BEA">
            <w:pPr>
              <w:pStyle w:val="TAC"/>
            </w:pPr>
          </w:p>
        </w:tc>
      </w:tr>
      <w:tr w:rsidR="004C0BEA" w:rsidRPr="00773BEC" w14:paraId="0FC40972"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1DC60ABA" w14:textId="77777777" w:rsidR="004C0BEA" w:rsidRPr="00773BEC" w:rsidRDefault="004C0BEA">
            <w:pPr>
              <w:pStyle w:val="TAL"/>
            </w:pPr>
            <w:r w:rsidRPr="00773BEC">
              <w:t>Addition</w:t>
            </w:r>
          </w:p>
        </w:tc>
        <w:tc>
          <w:tcPr>
            <w:tcW w:w="2179" w:type="dxa"/>
            <w:tcBorders>
              <w:top w:val="single" w:sz="4" w:space="0" w:color="auto"/>
              <w:left w:val="nil"/>
              <w:bottom w:val="single" w:sz="4" w:space="0" w:color="auto"/>
              <w:right w:val="single" w:sz="4" w:space="0" w:color="auto"/>
            </w:tcBorders>
          </w:tcPr>
          <w:p w14:paraId="51963FE9" w14:textId="77777777" w:rsidR="004C0BEA" w:rsidRPr="00773BEC" w:rsidRDefault="004C0BEA">
            <w:pPr>
              <w:pStyle w:val="TAC"/>
            </w:pPr>
            <w:r w:rsidRPr="00773BEC">
              <w:t>+</w:t>
            </w:r>
          </w:p>
        </w:tc>
        <w:tc>
          <w:tcPr>
            <w:tcW w:w="2180" w:type="dxa"/>
            <w:tcBorders>
              <w:left w:val="nil"/>
            </w:tcBorders>
            <w:shd w:val="clear" w:color="000000" w:fill="FFFFFF"/>
          </w:tcPr>
          <w:p w14:paraId="0C1EAC48" w14:textId="77777777" w:rsidR="004C0BEA" w:rsidRPr="00773BEC" w:rsidRDefault="004C0BEA">
            <w:pPr>
              <w:pStyle w:val="TAC"/>
            </w:pPr>
            <w:r w:rsidRPr="00773BEC">
              <w:t>+</w:t>
            </w:r>
          </w:p>
        </w:tc>
      </w:tr>
      <w:tr w:rsidR="004C0BEA" w:rsidRPr="00773BEC" w14:paraId="0494CCD1"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6EAB123C" w14:textId="77777777" w:rsidR="004C0BEA" w:rsidRPr="00773BEC" w:rsidRDefault="004C0BEA">
            <w:pPr>
              <w:pStyle w:val="TAL"/>
            </w:pPr>
            <w:r w:rsidRPr="00773BEC">
              <w:t>Subtraction</w:t>
            </w:r>
          </w:p>
        </w:tc>
        <w:tc>
          <w:tcPr>
            <w:tcW w:w="2179" w:type="dxa"/>
            <w:tcBorders>
              <w:top w:val="single" w:sz="4" w:space="0" w:color="auto"/>
              <w:left w:val="nil"/>
              <w:bottom w:val="single" w:sz="4" w:space="0" w:color="auto"/>
              <w:right w:val="single" w:sz="4" w:space="0" w:color="auto"/>
            </w:tcBorders>
          </w:tcPr>
          <w:p w14:paraId="33E76E00" w14:textId="77777777" w:rsidR="004C0BEA" w:rsidRPr="00773BEC" w:rsidRDefault="004C0BEA">
            <w:pPr>
              <w:pStyle w:val="TAC"/>
            </w:pPr>
            <w:r w:rsidRPr="00773BEC">
              <w:t>-</w:t>
            </w:r>
          </w:p>
        </w:tc>
        <w:tc>
          <w:tcPr>
            <w:tcW w:w="2180" w:type="dxa"/>
            <w:tcBorders>
              <w:left w:val="nil"/>
            </w:tcBorders>
            <w:shd w:val="clear" w:color="000000" w:fill="FFFFFF"/>
          </w:tcPr>
          <w:p w14:paraId="5073C68C" w14:textId="77777777" w:rsidR="004C0BEA" w:rsidRPr="00773BEC" w:rsidRDefault="004C0BEA">
            <w:pPr>
              <w:pStyle w:val="TAC"/>
            </w:pPr>
            <w:r w:rsidRPr="00773BEC">
              <w:t>-</w:t>
            </w:r>
          </w:p>
        </w:tc>
      </w:tr>
      <w:tr w:rsidR="004C0BEA" w:rsidRPr="00773BEC" w14:paraId="2ECEDAA6"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5B822D3D" w14:textId="77777777" w:rsidR="004C0BEA" w:rsidRPr="00773BEC" w:rsidRDefault="004C0BEA">
            <w:pPr>
              <w:pStyle w:val="TAL"/>
            </w:pPr>
            <w:r w:rsidRPr="00773BEC">
              <w:t>Multiplication</w:t>
            </w:r>
          </w:p>
        </w:tc>
        <w:tc>
          <w:tcPr>
            <w:tcW w:w="2179" w:type="dxa"/>
            <w:tcBorders>
              <w:top w:val="single" w:sz="4" w:space="0" w:color="auto"/>
              <w:left w:val="nil"/>
              <w:bottom w:val="single" w:sz="4" w:space="0" w:color="auto"/>
              <w:right w:val="single" w:sz="4" w:space="0" w:color="auto"/>
            </w:tcBorders>
          </w:tcPr>
          <w:p w14:paraId="2C0E69A8" w14:textId="77777777" w:rsidR="004C0BEA" w:rsidRPr="00773BEC" w:rsidRDefault="004C0BEA">
            <w:pPr>
              <w:pStyle w:val="TAC"/>
            </w:pPr>
            <w:r w:rsidRPr="00773BEC">
              <w:t>*</w:t>
            </w:r>
          </w:p>
        </w:tc>
        <w:tc>
          <w:tcPr>
            <w:tcW w:w="2180" w:type="dxa"/>
            <w:tcBorders>
              <w:left w:val="nil"/>
            </w:tcBorders>
            <w:shd w:val="clear" w:color="000000" w:fill="FFFFFF"/>
          </w:tcPr>
          <w:p w14:paraId="3FF82C78" w14:textId="77777777" w:rsidR="004C0BEA" w:rsidRPr="00773BEC" w:rsidRDefault="004C0BEA">
            <w:pPr>
              <w:pStyle w:val="TAC"/>
            </w:pPr>
            <w:r w:rsidRPr="00773BEC">
              <w:t>*</w:t>
            </w:r>
          </w:p>
        </w:tc>
      </w:tr>
      <w:tr w:rsidR="004C0BEA" w:rsidRPr="00773BEC" w14:paraId="0A186DB6"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50A6F117" w14:textId="77777777" w:rsidR="004C0BEA" w:rsidRPr="00773BEC" w:rsidRDefault="004C0BEA">
            <w:pPr>
              <w:pStyle w:val="TAL"/>
            </w:pPr>
            <w:r w:rsidRPr="00773BEC">
              <w:t>Division</w:t>
            </w:r>
          </w:p>
        </w:tc>
        <w:tc>
          <w:tcPr>
            <w:tcW w:w="2179" w:type="dxa"/>
            <w:tcBorders>
              <w:top w:val="single" w:sz="4" w:space="0" w:color="auto"/>
              <w:left w:val="nil"/>
              <w:bottom w:val="single" w:sz="4" w:space="0" w:color="auto"/>
              <w:right w:val="single" w:sz="4" w:space="0" w:color="auto"/>
            </w:tcBorders>
          </w:tcPr>
          <w:p w14:paraId="2F7BD094" w14:textId="77777777" w:rsidR="004C0BEA" w:rsidRPr="00773BEC" w:rsidRDefault="004C0BEA">
            <w:pPr>
              <w:pStyle w:val="TAC"/>
            </w:pPr>
            <w:r w:rsidRPr="00773BEC">
              <w:t>/</w:t>
            </w:r>
          </w:p>
        </w:tc>
        <w:tc>
          <w:tcPr>
            <w:tcW w:w="2180" w:type="dxa"/>
            <w:tcBorders>
              <w:left w:val="nil"/>
            </w:tcBorders>
            <w:shd w:val="clear" w:color="000000" w:fill="FFFFFF"/>
          </w:tcPr>
          <w:p w14:paraId="3BFD93B5" w14:textId="77777777" w:rsidR="004C0BEA" w:rsidRPr="00773BEC" w:rsidRDefault="004C0BEA">
            <w:pPr>
              <w:pStyle w:val="TAC"/>
            </w:pPr>
            <w:r w:rsidRPr="00773BEC">
              <w:t>/</w:t>
            </w:r>
          </w:p>
        </w:tc>
      </w:tr>
      <w:tr w:rsidR="004C0BEA" w:rsidRPr="00773BEC" w14:paraId="540B8C5D"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66358242" w14:textId="77777777" w:rsidR="004C0BEA" w:rsidRPr="00773BEC" w:rsidRDefault="004C0BEA">
            <w:pPr>
              <w:pStyle w:val="TAL"/>
            </w:pPr>
            <w:r w:rsidRPr="00773BEC">
              <w:t>Modulo</w:t>
            </w:r>
          </w:p>
        </w:tc>
        <w:tc>
          <w:tcPr>
            <w:tcW w:w="2179" w:type="dxa"/>
            <w:tcBorders>
              <w:top w:val="single" w:sz="4" w:space="0" w:color="auto"/>
              <w:left w:val="nil"/>
              <w:bottom w:val="single" w:sz="4" w:space="0" w:color="auto"/>
              <w:right w:val="single" w:sz="4" w:space="0" w:color="auto"/>
            </w:tcBorders>
          </w:tcPr>
          <w:p w14:paraId="2DD2FF16" w14:textId="77777777" w:rsidR="004C0BEA" w:rsidRPr="00773BEC" w:rsidRDefault="004C0BEA">
            <w:pPr>
              <w:pStyle w:val="TAC"/>
            </w:pPr>
            <w:r w:rsidRPr="00773BEC">
              <w:t>%</w:t>
            </w:r>
          </w:p>
        </w:tc>
        <w:tc>
          <w:tcPr>
            <w:tcW w:w="2180" w:type="dxa"/>
            <w:tcBorders>
              <w:left w:val="nil"/>
            </w:tcBorders>
            <w:shd w:val="clear" w:color="000000" w:fill="FFFFFF"/>
          </w:tcPr>
          <w:p w14:paraId="1290B20E" w14:textId="77777777" w:rsidR="004C0BEA" w:rsidRPr="00773BEC" w:rsidRDefault="004C0BEA">
            <w:pPr>
              <w:pStyle w:val="TAC"/>
            </w:pPr>
            <w:r w:rsidRPr="00773BEC">
              <w:t>mod</w:t>
            </w:r>
          </w:p>
        </w:tc>
      </w:tr>
      <w:tr w:rsidR="004C0BEA" w:rsidRPr="00773BEC" w14:paraId="7D38DAA2"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5A14BE59" w14:textId="77777777" w:rsidR="004C0BEA" w:rsidRPr="00773BEC" w:rsidRDefault="004C0BEA">
            <w:pPr>
              <w:pStyle w:val="TAL"/>
            </w:pPr>
            <w:r w:rsidRPr="00773BEC">
              <w:t>Shift left</w:t>
            </w:r>
          </w:p>
        </w:tc>
        <w:tc>
          <w:tcPr>
            <w:tcW w:w="2179" w:type="dxa"/>
            <w:tcBorders>
              <w:top w:val="single" w:sz="4" w:space="0" w:color="auto"/>
              <w:left w:val="nil"/>
              <w:bottom w:val="single" w:sz="4" w:space="0" w:color="auto"/>
              <w:right w:val="single" w:sz="4" w:space="0" w:color="auto"/>
            </w:tcBorders>
          </w:tcPr>
          <w:p w14:paraId="68D7521E" w14:textId="77777777" w:rsidR="004C0BEA" w:rsidRPr="00773BEC" w:rsidRDefault="004C0BEA">
            <w:pPr>
              <w:pStyle w:val="TAC"/>
            </w:pPr>
            <w:r w:rsidRPr="00773BEC">
              <w:t>&lt;&lt;</w:t>
            </w:r>
          </w:p>
        </w:tc>
        <w:tc>
          <w:tcPr>
            <w:tcW w:w="2180" w:type="dxa"/>
            <w:tcBorders>
              <w:left w:val="nil"/>
            </w:tcBorders>
            <w:shd w:val="clear" w:color="000000" w:fill="FFFFFF"/>
          </w:tcPr>
          <w:p w14:paraId="2776376B" w14:textId="77777777" w:rsidR="004C0BEA" w:rsidRPr="00773BEC" w:rsidRDefault="004C0BEA">
            <w:pPr>
              <w:pStyle w:val="TAC"/>
            </w:pPr>
            <w:r w:rsidRPr="00773BEC">
              <w:t>&lt;&lt;</w:t>
            </w:r>
          </w:p>
        </w:tc>
      </w:tr>
      <w:tr w:rsidR="004C0BEA" w:rsidRPr="00773BEC" w14:paraId="3D39760C"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09288618" w14:textId="77777777" w:rsidR="004C0BEA" w:rsidRPr="00773BEC" w:rsidRDefault="004C0BEA">
            <w:pPr>
              <w:pStyle w:val="TAL"/>
            </w:pPr>
            <w:r w:rsidRPr="00773BEC">
              <w:t>Shift right</w:t>
            </w:r>
          </w:p>
        </w:tc>
        <w:tc>
          <w:tcPr>
            <w:tcW w:w="2179" w:type="dxa"/>
            <w:tcBorders>
              <w:top w:val="single" w:sz="4" w:space="0" w:color="auto"/>
              <w:left w:val="nil"/>
              <w:bottom w:val="single" w:sz="4" w:space="0" w:color="auto"/>
              <w:right w:val="single" w:sz="4" w:space="0" w:color="auto"/>
            </w:tcBorders>
          </w:tcPr>
          <w:p w14:paraId="72AD0954" w14:textId="77777777" w:rsidR="004C0BEA" w:rsidRPr="00773BEC" w:rsidRDefault="004C0BEA">
            <w:pPr>
              <w:pStyle w:val="TAC"/>
            </w:pPr>
            <w:r w:rsidRPr="00773BEC">
              <w:t>&gt;&gt;</w:t>
            </w:r>
          </w:p>
        </w:tc>
        <w:tc>
          <w:tcPr>
            <w:tcW w:w="2180" w:type="dxa"/>
            <w:tcBorders>
              <w:left w:val="nil"/>
            </w:tcBorders>
            <w:shd w:val="clear" w:color="000000" w:fill="FFFFFF"/>
          </w:tcPr>
          <w:p w14:paraId="734BC7B6" w14:textId="77777777" w:rsidR="004C0BEA" w:rsidRPr="00773BEC" w:rsidRDefault="004C0BEA">
            <w:pPr>
              <w:pStyle w:val="TAC"/>
            </w:pPr>
            <w:r w:rsidRPr="00773BEC">
              <w:t>&gt;&gt;</w:t>
            </w:r>
          </w:p>
        </w:tc>
      </w:tr>
      <w:tr w:rsidR="004C0BEA" w:rsidRPr="00773BEC" w14:paraId="5FA60688"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6072779C" w14:textId="77777777" w:rsidR="004C0BEA" w:rsidRPr="00773BEC" w:rsidRDefault="004C0BEA">
            <w:pPr>
              <w:pStyle w:val="TAL"/>
            </w:pPr>
            <w:r w:rsidRPr="00773BEC">
              <w:t>Bitwise and</w:t>
            </w:r>
          </w:p>
        </w:tc>
        <w:tc>
          <w:tcPr>
            <w:tcW w:w="2179" w:type="dxa"/>
            <w:tcBorders>
              <w:top w:val="single" w:sz="4" w:space="0" w:color="auto"/>
              <w:left w:val="nil"/>
              <w:bottom w:val="single" w:sz="4" w:space="0" w:color="auto"/>
              <w:right w:val="single" w:sz="4" w:space="0" w:color="auto"/>
            </w:tcBorders>
          </w:tcPr>
          <w:p w14:paraId="22637FEE" w14:textId="77777777" w:rsidR="004C0BEA" w:rsidRPr="00773BEC" w:rsidRDefault="004C0BEA">
            <w:pPr>
              <w:pStyle w:val="TAC"/>
            </w:pPr>
            <w:r w:rsidRPr="00773BEC">
              <w:t>&amp;</w:t>
            </w:r>
          </w:p>
        </w:tc>
        <w:tc>
          <w:tcPr>
            <w:tcW w:w="2180" w:type="dxa"/>
            <w:tcBorders>
              <w:left w:val="nil"/>
            </w:tcBorders>
            <w:shd w:val="clear" w:color="000000" w:fill="FFFFFF"/>
          </w:tcPr>
          <w:p w14:paraId="5E2F8249" w14:textId="77777777" w:rsidR="004C0BEA" w:rsidRPr="00773BEC" w:rsidRDefault="004C0BEA">
            <w:pPr>
              <w:pStyle w:val="TAC"/>
            </w:pPr>
            <w:r w:rsidRPr="00773BEC">
              <w:t>and4b</w:t>
            </w:r>
          </w:p>
        </w:tc>
      </w:tr>
      <w:tr w:rsidR="004C0BEA" w:rsidRPr="00773BEC" w14:paraId="1C5D0740"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7F556B57" w14:textId="77777777" w:rsidR="004C0BEA" w:rsidRPr="00773BEC" w:rsidRDefault="004C0BEA">
            <w:pPr>
              <w:pStyle w:val="TAL"/>
            </w:pPr>
            <w:r w:rsidRPr="00773BEC">
              <w:t>Bitwise or</w:t>
            </w:r>
          </w:p>
        </w:tc>
        <w:tc>
          <w:tcPr>
            <w:tcW w:w="2179" w:type="dxa"/>
            <w:tcBorders>
              <w:top w:val="single" w:sz="4" w:space="0" w:color="auto"/>
              <w:left w:val="nil"/>
              <w:bottom w:val="single" w:sz="4" w:space="0" w:color="auto"/>
              <w:right w:val="single" w:sz="4" w:space="0" w:color="auto"/>
            </w:tcBorders>
          </w:tcPr>
          <w:p w14:paraId="0B03E3F1" w14:textId="77777777" w:rsidR="004C0BEA" w:rsidRPr="00773BEC" w:rsidRDefault="004C0BEA">
            <w:pPr>
              <w:pStyle w:val="TAC"/>
            </w:pPr>
            <w:r w:rsidRPr="00773BEC">
              <w:t>|</w:t>
            </w:r>
          </w:p>
        </w:tc>
        <w:tc>
          <w:tcPr>
            <w:tcW w:w="2180" w:type="dxa"/>
            <w:tcBorders>
              <w:left w:val="nil"/>
            </w:tcBorders>
            <w:shd w:val="clear" w:color="000000" w:fill="FFFFFF"/>
          </w:tcPr>
          <w:p w14:paraId="2F4C476E" w14:textId="77777777" w:rsidR="004C0BEA" w:rsidRPr="00773BEC" w:rsidRDefault="004C0BEA">
            <w:pPr>
              <w:pStyle w:val="TAC"/>
            </w:pPr>
            <w:r w:rsidRPr="00773BEC">
              <w:t>or4b</w:t>
            </w:r>
          </w:p>
        </w:tc>
      </w:tr>
      <w:tr w:rsidR="004C0BEA" w:rsidRPr="00773BEC" w14:paraId="246FB04F" w14:textId="77777777" w:rsidTr="008B3120">
        <w:trPr>
          <w:jc w:val="center"/>
        </w:trPr>
        <w:tc>
          <w:tcPr>
            <w:tcW w:w="2179" w:type="dxa"/>
            <w:tcBorders>
              <w:top w:val="single" w:sz="4" w:space="0" w:color="auto"/>
              <w:left w:val="single" w:sz="4" w:space="0" w:color="auto"/>
              <w:bottom w:val="single" w:sz="4" w:space="0" w:color="auto"/>
              <w:right w:val="single" w:sz="4" w:space="0" w:color="auto"/>
            </w:tcBorders>
          </w:tcPr>
          <w:p w14:paraId="37EBF63F" w14:textId="77777777" w:rsidR="004C0BEA" w:rsidRPr="00773BEC" w:rsidRDefault="004C0BEA">
            <w:pPr>
              <w:pStyle w:val="TAL"/>
            </w:pPr>
            <w:r w:rsidRPr="00773BEC">
              <w:t>Bitwise xor</w:t>
            </w:r>
          </w:p>
        </w:tc>
        <w:tc>
          <w:tcPr>
            <w:tcW w:w="2179" w:type="dxa"/>
            <w:tcBorders>
              <w:top w:val="single" w:sz="4" w:space="0" w:color="auto"/>
              <w:left w:val="nil"/>
              <w:bottom w:val="single" w:sz="4" w:space="0" w:color="auto"/>
              <w:right w:val="single" w:sz="4" w:space="0" w:color="auto"/>
            </w:tcBorders>
          </w:tcPr>
          <w:p w14:paraId="72529A1D" w14:textId="77777777" w:rsidR="004C0BEA" w:rsidRPr="00773BEC" w:rsidRDefault="004C0BEA">
            <w:pPr>
              <w:pStyle w:val="TAC"/>
            </w:pPr>
            <w:r w:rsidRPr="00773BEC">
              <w:t>^</w:t>
            </w:r>
          </w:p>
        </w:tc>
        <w:tc>
          <w:tcPr>
            <w:tcW w:w="2180" w:type="dxa"/>
            <w:tcBorders>
              <w:left w:val="nil"/>
            </w:tcBorders>
            <w:shd w:val="clear" w:color="000000" w:fill="FFFFFF"/>
          </w:tcPr>
          <w:p w14:paraId="65EF3275" w14:textId="77777777" w:rsidR="004C0BEA" w:rsidRPr="00773BEC" w:rsidRDefault="004C0BEA">
            <w:pPr>
              <w:pStyle w:val="TAC"/>
            </w:pPr>
            <w:r w:rsidRPr="00773BEC">
              <w:t>xor4b</w:t>
            </w:r>
          </w:p>
        </w:tc>
      </w:tr>
    </w:tbl>
    <w:p w14:paraId="6BCB9F90" w14:textId="77777777" w:rsidR="004C0BEA" w:rsidRPr="00773BEC" w:rsidRDefault="004C0BEA"/>
    <w:p w14:paraId="7DB5417C" w14:textId="77777777" w:rsidR="004C0BEA" w:rsidRPr="00773BEC" w:rsidRDefault="004C0BEA" w:rsidP="002B0F48">
      <w:pPr>
        <w:pStyle w:val="EX"/>
        <w:keepNext/>
      </w:pPr>
      <w:r w:rsidRPr="00773BEC">
        <w:lastRenderedPageBreak/>
        <w:t xml:space="preserve">IDL </w:t>
      </w:r>
      <w:r w:rsidR="00764958" w:rsidRPr="00773BEC">
        <w:t>EXAMPLE</w:t>
      </w:r>
      <w:r w:rsidRPr="00773BEC">
        <w:t>:</w:t>
      </w:r>
    </w:p>
    <w:p w14:paraId="2D9E1AB9" w14:textId="77777777" w:rsidR="004C0BEA" w:rsidRPr="00773BEC" w:rsidRDefault="004C0BEA">
      <w:pPr>
        <w:pStyle w:val="PL"/>
        <w:keepNext/>
        <w:keepLines/>
        <w:rPr>
          <w:noProof w:val="0"/>
        </w:rPr>
      </w:pPr>
      <w:r w:rsidRPr="00773BEC">
        <w:rPr>
          <w:b/>
          <w:noProof w:val="0"/>
        </w:rPr>
        <w:t>const</w:t>
      </w:r>
      <w:r w:rsidRPr="00773BEC">
        <w:rPr>
          <w:noProof w:val="0"/>
        </w:rPr>
        <w:t xml:space="preserve"> </w:t>
      </w:r>
      <w:r w:rsidRPr="00773BEC">
        <w:rPr>
          <w:b/>
          <w:noProof w:val="0"/>
        </w:rPr>
        <w:t>long</w:t>
      </w:r>
      <w:r w:rsidRPr="00773BEC">
        <w:rPr>
          <w:noProof w:val="0"/>
        </w:rPr>
        <w:t xml:space="preserve"> number = 017; // 017 == 0xF == 15</w:t>
      </w:r>
    </w:p>
    <w:p w14:paraId="2573FB9B" w14:textId="77777777" w:rsidR="004C0BEA" w:rsidRPr="00773BEC" w:rsidRDefault="004C0BEA">
      <w:pPr>
        <w:pStyle w:val="PL"/>
        <w:keepNext/>
        <w:keepLines/>
        <w:rPr>
          <w:noProof w:val="0"/>
        </w:rPr>
      </w:pPr>
      <w:r w:rsidRPr="00773BEC">
        <w:rPr>
          <w:b/>
          <w:noProof w:val="0"/>
        </w:rPr>
        <w:t>const</w:t>
      </w:r>
      <w:r w:rsidRPr="00773BEC">
        <w:rPr>
          <w:noProof w:val="0"/>
        </w:rPr>
        <w:t xml:space="preserve"> </w:t>
      </w:r>
      <w:r w:rsidRPr="00773BEC">
        <w:rPr>
          <w:b/>
          <w:noProof w:val="0"/>
        </w:rPr>
        <w:t>long</w:t>
      </w:r>
      <w:r w:rsidRPr="00773BEC">
        <w:rPr>
          <w:noProof w:val="0"/>
        </w:rPr>
        <w:t xml:space="preserve"> size = ( ( number &lt;&lt; 3 ) % 0x1F ) &amp; 0123;</w:t>
      </w:r>
    </w:p>
    <w:p w14:paraId="6D883F53" w14:textId="77777777" w:rsidR="004C0BEA" w:rsidRPr="00773BEC" w:rsidRDefault="004C0BEA">
      <w:pPr>
        <w:pStyle w:val="PL"/>
        <w:rPr>
          <w:noProof w:val="0"/>
        </w:rPr>
      </w:pPr>
    </w:p>
    <w:p w14:paraId="1EF24113" w14:textId="77777777" w:rsidR="004C0BEA" w:rsidRPr="00773BEC" w:rsidRDefault="004C0BEA" w:rsidP="00764958">
      <w:pPr>
        <w:pStyle w:val="EX"/>
      </w:pPr>
      <w:r w:rsidRPr="00773BEC">
        <w:t xml:space="preserve">TTCN </w:t>
      </w:r>
      <w:r w:rsidR="00764958" w:rsidRPr="00773BEC">
        <w:t>EXAMPLE</w:t>
      </w:r>
      <w:r w:rsidRPr="00773BEC">
        <w:t>:</w:t>
      </w:r>
    </w:p>
    <w:p w14:paraId="4EB73B5C" w14:textId="77777777" w:rsidR="004C0BEA" w:rsidRPr="00773BEC" w:rsidRDefault="004C0BEA">
      <w:pPr>
        <w:pStyle w:val="PL"/>
        <w:rPr>
          <w:noProof w:val="0"/>
        </w:rPr>
      </w:pPr>
      <w:r w:rsidRPr="00773BEC">
        <w:rPr>
          <w:b/>
          <w:noProof w:val="0"/>
        </w:rPr>
        <w:t>const</w:t>
      </w:r>
      <w:r w:rsidRPr="00773BEC">
        <w:rPr>
          <w:noProof w:val="0"/>
        </w:rPr>
        <w:t xml:space="preserve"> </w:t>
      </w:r>
      <w:r w:rsidRPr="00773BEC">
        <w:rPr>
          <w:b/>
          <w:noProof w:val="0"/>
        </w:rPr>
        <w:t>long</w:t>
      </w:r>
      <w:r w:rsidRPr="00773BEC">
        <w:rPr>
          <w:noProof w:val="0"/>
        </w:rPr>
        <w:t xml:space="preserve"> number := "17"O;</w:t>
      </w:r>
    </w:p>
    <w:p w14:paraId="666D20DF" w14:textId="77777777" w:rsidR="004C0BEA" w:rsidRPr="00773BEC" w:rsidRDefault="004C0BEA">
      <w:pPr>
        <w:pStyle w:val="PL"/>
        <w:rPr>
          <w:noProof w:val="0"/>
        </w:rPr>
      </w:pPr>
      <w:r w:rsidRPr="00773BEC">
        <w:rPr>
          <w:b/>
          <w:noProof w:val="0"/>
        </w:rPr>
        <w:t>const</w:t>
      </w:r>
      <w:r w:rsidRPr="00773BEC">
        <w:rPr>
          <w:noProof w:val="0"/>
        </w:rPr>
        <w:t xml:space="preserve"> </w:t>
      </w:r>
      <w:r w:rsidRPr="00773BEC">
        <w:rPr>
          <w:b/>
          <w:noProof w:val="0"/>
        </w:rPr>
        <w:t>long</w:t>
      </w:r>
      <w:r w:rsidRPr="00773BEC">
        <w:rPr>
          <w:noProof w:val="0"/>
        </w:rPr>
        <w:t xml:space="preserve"> size := ( ( number &lt;&lt; 3 ) </w:t>
      </w:r>
      <w:r w:rsidRPr="00773BEC">
        <w:rPr>
          <w:b/>
          <w:noProof w:val="0"/>
        </w:rPr>
        <w:t>mod</w:t>
      </w:r>
      <w:r w:rsidRPr="00773BEC">
        <w:rPr>
          <w:noProof w:val="0"/>
        </w:rPr>
        <w:t xml:space="preserve"> '1F'H ) </w:t>
      </w:r>
      <w:r w:rsidRPr="00773BEC">
        <w:rPr>
          <w:b/>
          <w:noProof w:val="0"/>
        </w:rPr>
        <w:t>and4b</w:t>
      </w:r>
      <w:r w:rsidRPr="00773BEC">
        <w:rPr>
          <w:noProof w:val="0"/>
        </w:rPr>
        <w:t xml:space="preserve"> '0123'O;</w:t>
      </w:r>
    </w:p>
    <w:p w14:paraId="0392ECCC" w14:textId="77777777" w:rsidR="004C0BEA" w:rsidRPr="00773BEC" w:rsidRDefault="004C0BEA">
      <w:pPr>
        <w:pStyle w:val="PL"/>
        <w:rPr>
          <w:noProof w:val="0"/>
        </w:rPr>
      </w:pPr>
    </w:p>
    <w:p w14:paraId="36930329" w14:textId="77777777" w:rsidR="004C0BEA" w:rsidRPr="00773BEC" w:rsidRDefault="004C0BEA" w:rsidP="009103BE">
      <w:pPr>
        <w:pStyle w:val="Heading1"/>
      </w:pPr>
      <w:bookmarkStart w:id="145" w:name="_Toc65592072"/>
      <w:bookmarkStart w:id="146" w:name="_Toc65593237"/>
      <w:bookmarkStart w:id="147" w:name="_Toc65757507"/>
      <w:bookmarkStart w:id="148" w:name="_Toc73104460"/>
      <w:r w:rsidRPr="00773BEC">
        <w:t>8</w:t>
      </w:r>
      <w:r w:rsidRPr="00773BEC">
        <w:tab/>
      </w:r>
      <w:r w:rsidR="000D697C" w:rsidRPr="00773BEC">
        <w:t xml:space="preserve">Importing type </w:t>
      </w:r>
      <w:r w:rsidRPr="00773BEC">
        <w:t>declaration</w:t>
      </w:r>
      <w:bookmarkEnd w:id="145"/>
      <w:bookmarkEnd w:id="146"/>
      <w:bookmarkEnd w:id="147"/>
      <w:bookmarkEnd w:id="148"/>
    </w:p>
    <w:p w14:paraId="40ED0673" w14:textId="77777777" w:rsidR="0001607F" w:rsidRPr="00773BEC" w:rsidRDefault="0001607F" w:rsidP="0001607F">
      <w:pPr>
        <w:pStyle w:val="Heading2"/>
      </w:pPr>
      <w:bookmarkStart w:id="149" w:name="_Toc65592073"/>
      <w:bookmarkStart w:id="150" w:name="_Toc65593238"/>
      <w:bookmarkStart w:id="151" w:name="_Toc65757508"/>
      <w:bookmarkStart w:id="152" w:name="_Toc73104461"/>
      <w:r w:rsidRPr="00773BEC">
        <w:t>8.0</w:t>
      </w:r>
      <w:r w:rsidRPr="00773BEC">
        <w:tab/>
        <w:t>General</w:t>
      </w:r>
      <w:bookmarkEnd w:id="149"/>
      <w:bookmarkEnd w:id="150"/>
      <w:bookmarkEnd w:id="151"/>
      <w:bookmarkEnd w:id="152"/>
    </w:p>
    <w:p w14:paraId="601D3959" w14:textId="77777777" w:rsidR="004C0BEA" w:rsidRPr="00773BEC" w:rsidRDefault="004C0BEA">
      <w:r w:rsidRPr="00773BEC">
        <w:t>Type declaration mapping will be shown in the following clauses.</w:t>
      </w:r>
    </w:p>
    <w:p w14:paraId="5C2E07C9" w14:textId="77777777" w:rsidR="004C0BEA" w:rsidRPr="00773BEC" w:rsidRDefault="004C0BEA">
      <w:r w:rsidRPr="00773BEC">
        <w:t xml:space="preserve">A construct for naming data types and defining new types by using the keyword </w:t>
      </w:r>
      <w:r w:rsidRPr="00773BEC">
        <w:rPr>
          <w:b/>
        </w:rPr>
        <w:t>typedef</w:t>
      </w:r>
      <w:r w:rsidRPr="00773BEC">
        <w:t xml:space="preserve"> is provided by IDL. This can be done under TTCN-3 via the keyword </w:t>
      </w:r>
      <w:r w:rsidRPr="00773BEC">
        <w:rPr>
          <w:b/>
        </w:rPr>
        <w:t>type</w:t>
      </w:r>
      <w:r w:rsidRPr="00773BEC">
        <w:t>, too.</w:t>
      </w:r>
    </w:p>
    <w:p w14:paraId="6CED9EE8" w14:textId="33EA6BAF" w:rsidR="004C0BEA" w:rsidRPr="00773BEC" w:rsidRDefault="004C0BEA">
      <w:r w:rsidRPr="00773BEC">
        <w:t xml:space="preserve">To enhance readability and to provide a clear distinction, mapped IDL data types get the prefix IDL and the extension attribute </w:t>
      </w:r>
      <w:r w:rsidR="00F3436B" w:rsidRPr="00773BEC">
        <w:t>"</w:t>
      </w:r>
      <w:r w:rsidRPr="00773BEC">
        <w:rPr>
          <w:b/>
        </w:rPr>
        <w:t>variant</w:t>
      </w:r>
      <w:r w:rsidRPr="00773BEC">
        <w:t xml:space="preserve">" as done in TTCN-3 for type </w:t>
      </w:r>
      <w:r w:rsidRPr="00773BEC">
        <w:rPr>
          <w:b/>
        </w:rPr>
        <w:t>IDLfixed</w:t>
      </w:r>
      <w:r w:rsidRPr="00773BEC">
        <w:t xml:space="preserve"> (see clause </w:t>
      </w:r>
      <w:r w:rsidR="000D00A3" w:rsidRPr="00773BEC">
        <w:t>E</w:t>
      </w:r>
      <w:r w:rsidRPr="00773BEC">
        <w:t>.2.</w:t>
      </w:r>
      <w:r w:rsidR="002643D0" w:rsidRPr="00773BEC">
        <w:t>3</w:t>
      </w:r>
      <w:r w:rsidRPr="00773BEC">
        <w:t>.0 in</w:t>
      </w:r>
      <w:r w:rsidR="00431FE2" w:rsidRPr="00773BEC">
        <w:t xml:space="preserve"> </w:t>
      </w:r>
      <w:r w:rsidR="004367CC" w:rsidRPr="00773BEC">
        <w:t>ETSI ES 201 873-1</w:t>
      </w:r>
      <w:r w:rsidR="002778C2" w:rsidRPr="00773BEC">
        <w:t xml:space="preserve"> [</w:t>
      </w:r>
      <w:r w:rsidR="008846CB" w:rsidRPr="00773BEC">
        <w:fldChar w:fldCharType="begin"/>
      </w:r>
      <w:r w:rsidR="008846CB" w:rsidRPr="00773BEC">
        <w:instrText xml:space="preserve">REF REF_ES201873_1 \h  \* MERGEFORMAT </w:instrText>
      </w:r>
      <w:r w:rsidR="008846CB" w:rsidRPr="00773BEC">
        <w:fldChar w:fldCharType="separate"/>
      </w:r>
      <w:r w:rsidR="003A3DF7" w:rsidRPr="00773BEC">
        <w:t>1</w:t>
      </w:r>
      <w:r w:rsidR="008846CB" w:rsidRPr="00773BEC">
        <w:fldChar w:fldCharType="end"/>
      </w:r>
      <w:r w:rsidR="002778C2" w:rsidRPr="00773BEC">
        <w:t>]</w:t>
      </w:r>
      <w:r w:rsidRPr="00773BEC">
        <w:t>).</w:t>
      </w:r>
    </w:p>
    <w:p w14:paraId="72F611E8" w14:textId="77777777" w:rsidR="004C0BEA" w:rsidRPr="00773BEC" w:rsidRDefault="004C0BEA" w:rsidP="00346F94">
      <w:pPr>
        <w:pStyle w:val="Heading2"/>
        <w:keepNext w:val="0"/>
      </w:pPr>
      <w:bookmarkStart w:id="153" w:name="_Toc65592074"/>
      <w:bookmarkStart w:id="154" w:name="_Toc65593239"/>
      <w:bookmarkStart w:id="155" w:name="_Toc65757509"/>
      <w:bookmarkStart w:id="156" w:name="_Toc73104462"/>
      <w:r w:rsidRPr="00773BEC">
        <w:t>8.1</w:t>
      </w:r>
      <w:r w:rsidRPr="00773BEC">
        <w:tab/>
        <w:t>IDL basic types</w:t>
      </w:r>
      <w:bookmarkEnd w:id="153"/>
      <w:bookmarkEnd w:id="154"/>
      <w:bookmarkEnd w:id="155"/>
      <w:bookmarkEnd w:id="156"/>
    </w:p>
    <w:p w14:paraId="6519D336" w14:textId="77777777" w:rsidR="0001607F" w:rsidRPr="00773BEC" w:rsidRDefault="0001607F" w:rsidP="00346F94">
      <w:pPr>
        <w:pStyle w:val="Heading3"/>
        <w:keepNext w:val="0"/>
      </w:pPr>
      <w:bookmarkStart w:id="157" w:name="_Toc65592075"/>
      <w:bookmarkStart w:id="158" w:name="_Toc65593240"/>
      <w:bookmarkStart w:id="159" w:name="_Toc65757510"/>
      <w:bookmarkStart w:id="160" w:name="_Toc73104463"/>
      <w:r w:rsidRPr="00773BEC">
        <w:t>8.1.0</w:t>
      </w:r>
      <w:r w:rsidRPr="00773BEC">
        <w:tab/>
        <w:t>General approach</w:t>
      </w:r>
      <w:bookmarkEnd w:id="157"/>
      <w:bookmarkEnd w:id="158"/>
      <w:bookmarkEnd w:id="159"/>
      <w:bookmarkEnd w:id="160"/>
    </w:p>
    <w:p w14:paraId="2AC8A80B" w14:textId="77777777" w:rsidR="004C0BEA" w:rsidRPr="00773BEC" w:rsidRDefault="004C0BEA" w:rsidP="00346F94">
      <w:pPr>
        <w:keepLines/>
      </w:pPr>
      <w:r w:rsidRPr="00773BEC">
        <w:t>IDL basic data types are mapped to predefined or useful types in TTCN-3.</w:t>
      </w:r>
    </w:p>
    <w:p w14:paraId="6EE37746" w14:textId="77777777" w:rsidR="004C0BEA" w:rsidRPr="00773BEC" w:rsidRDefault="004C0BEA" w:rsidP="009C4436">
      <w:pPr>
        <w:pStyle w:val="Heading3"/>
      </w:pPr>
      <w:bookmarkStart w:id="161" w:name="_Toc65592076"/>
      <w:bookmarkStart w:id="162" w:name="_Toc65593241"/>
      <w:bookmarkStart w:id="163" w:name="_Toc65757511"/>
      <w:bookmarkStart w:id="164" w:name="_Toc73104464"/>
      <w:r w:rsidRPr="00773BEC">
        <w:t>8.1.1</w:t>
      </w:r>
      <w:r w:rsidRPr="00773BEC">
        <w:tab/>
        <w:t>Integer and floating-point types</w:t>
      </w:r>
      <w:bookmarkEnd w:id="161"/>
      <w:bookmarkEnd w:id="162"/>
      <w:bookmarkEnd w:id="163"/>
      <w:bookmarkEnd w:id="164"/>
    </w:p>
    <w:p w14:paraId="2763AAFF" w14:textId="77777777" w:rsidR="004C0BEA" w:rsidRPr="00773BEC" w:rsidRDefault="004C0BEA" w:rsidP="00D53A9C">
      <w:pPr>
        <w:keepNext/>
      </w:pPr>
      <w:r w:rsidRPr="00773BEC">
        <w:t xml:space="preserve">Integer and floating-point types are mapped onto the corresponding useful types </w:t>
      </w:r>
      <w:r w:rsidRPr="00773BEC">
        <w:rPr>
          <w:b/>
        </w:rPr>
        <w:t>short</w:t>
      </w:r>
      <w:r w:rsidRPr="00773BEC">
        <w:t xml:space="preserve">, </w:t>
      </w:r>
      <w:r w:rsidRPr="00773BEC">
        <w:rPr>
          <w:b/>
        </w:rPr>
        <w:t>unsignedshort</w:t>
      </w:r>
      <w:r w:rsidRPr="00773BEC">
        <w:t xml:space="preserve">, </w:t>
      </w:r>
      <w:r w:rsidRPr="00773BEC">
        <w:rPr>
          <w:b/>
        </w:rPr>
        <w:t>long</w:t>
      </w:r>
      <w:r w:rsidRPr="00773BEC">
        <w:t xml:space="preserve">, </w:t>
      </w:r>
      <w:r w:rsidRPr="00773BEC">
        <w:rPr>
          <w:b/>
        </w:rPr>
        <w:t>unsignedlong</w:t>
      </w:r>
      <w:r w:rsidRPr="00773BEC">
        <w:t xml:space="preserve">, </w:t>
      </w:r>
      <w:r w:rsidRPr="00773BEC">
        <w:rPr>
          <w:b/>
        </w:rPr>
        <w:t>longlong</w:t>
      </w:r>
      <w:r w:rsidRPr="00773BEC">
        <w:t xml:space="preserve">, </w:t>
      </w:r>
      <w:r w:rsidRPr="00773BEC">
        <w:rPr>
          <w:b/>
        </w:rPr>
        <w:t>unsignedlonglong</w:t>
      </w:r>
      <w:r w:rsidRPr="00773BEC">
        <w:t xml:space="preserve">, </w:t>
      </w:r>
      <w:r w:rsidRPr="00773BEC">
        <w:rPr>
          <w:b/>
        </w:rPr>
        <w:t>IEEE754float</w:t>
      </w:r>
      <w:r w:rsidRPr="00773BEC">
        <w:t xml:space="preserve">, </w:t>
      </w:r>
      <w:r w:rsidRPr="00773BEC">
        <w:rPr>
          <w:b/>
        </w:rPr>
        <w:t>IEEE754double</w:t>
      </w:r>
      <w:r w:rsidRPr="00773BEC">
        <w:t xml:space="preserve">, and </w:t>
      </w:r>
      <w:r w:rsidRPr="00773BEC">
        <w:rPr>
          <w:b/>
        </w:rPr>
        <w:t>IEEE754extdouble</w:t>
      </w:r>
      <w:r w:rsidRPr="00773BEC">
        <w:t>.</w:t>
      </w:r>
    </w:p>
    <w:p w14:paraId="35A3C823" w14:textId="77777777" w:rsidR="004C0BEA" w:rsidRPr="00773BEC" w:rsidRDefault="004C0BEA" w:rsidP="00764958">
      <w:pPr>
        <w:pStyle w:val="EX"/>
      </w:pPr>
      <w:r w:rsidRPr="00773BEC">
        <w:t xml:space="preserve">IDL </w:t>
      </w:r>
      <w:r w:rsidR="00764958" w:rsidRPr="00773BEC">
        <w:t>EXAMPLE</w:t>
      </w:r>
      <w:r w:rsidRPr="00773BEC">
        <w:t>:</w:t>
      </w:r>
    </w:p>
    <w:p w14:paraId="6741B5D6" w14:textId="77777777" w:rsidR="004C0BEA" w:rsidRPr="00773BEC" w:rsidRDefault="004C0BEA">
      <w:pPr>
        <w:pStyle w:val="PL"/>
        <w:rPr>
          <w:noProof w:val="0"/>
        </w:rPr>
      </w:pPr>
      <w:r w:rsidRPr="00773BEC">
        <w:rPr>
          <w:b/>
          <w:noProof w:val="0"/>
        </w:rPr>
        <w:t>const</w:t>
      </w:r>
      <w:r w:rsidRPr="00773BEC">
        <w:rPr>
          <w:noProof w:val="0"/>
        </w:rPr>
        <w:t xml:space="preserve"> </w:t>
      </w:r>
      <w:r w:rsidRPr="00773BEC">
        <w:rPr>
          <w:b/>
          <w:noProof w:val="0"/>
        </w:rPr>
        <w:t>long</w:t>
      </w:r>
      <w:r w:rsidRPr="00773BEC">
        <w:rPr>
          <w:noProof w:val="0"/>
        </w:rPr>
        <w:t xml:space="preserve">    size       = ( ( number &lt;&lt; 3 ) % 0x1F ) &amp; 0123;</w:t>
      </w:r>
    </w:p>
    <w:p w14:paraId="5EE9CBC0" w14:textId="77777777" w:rsidR="004C0BEA" w:rsidRPr="00773BEC" w:rsidRDefault="004C0BEA">
      <w:pPr>
        <w:pStyle w:val="PL"/>
        <w:rPr>
          <w:noProof w:val="0"/>
        </w:rPr>
      </w:pPr>
      <w:r w:rsidRPr="00773BEC">
        <w:rPr>
          <w:b/>
          <w:noProof w:val="0"/>
        </w:rPr>
        <w:t>const</w:t>
      </w:r>
      <w:r w:rsidRPr="00773BEC">
        <w:rPr>
          <w:noProof w:val="0"/>
        </w:rPr>
        <w:t xml:space="preserve"> </w:t>
      </w:r>
      <w:r w:rsidRPr="00773BEC">
        <w:rPr>
          <w:b/>
          <w:noProof w:val="0"/>
        </w:rPr>
        <w:t>float</w:t>
      </w:r>
      <w:r w:rsidRPr="00773BEC">
        <w:rPr>
          <w:noProof w:val="0"/>
        </w:rPr>
        <w:t xml:space="preserve">   decimal    = 15.7;</w:t>
      </w:r>
    </w:p>
    <w:p w14:paraId="4A3A6C00" w14:textId="77777777" w:rsidR="004C0BEA" w:rsidRPr="00773BEC" w:rsidRDefault="004C0BEA">
      <w:pPr>
        <w:pStyle w:val="PL"/>
        <w:rPr>
          <w:noProof w:val="0"/>
        </w:rPr>
      </w:pPr>
    </w:p>
    <w:p w14:paraId="3E4E2161" w14:textId="77777777" w:rsidR="004C0BEA" w:rsidRPr="00773BEC" w:rsidRDefault="004C0BEA" w:rsidP="00095C85">
      <w:pPr>
        <w:pStyle w:val="EX"/>
        <w:keepNext/>
      </w:pPr>
      <w:r w:rsidRPr="00773BEC">
        <w:t xml:space="preserve">TTCN </w:t>
      </w:r>
      <w:r w:rsidR="00764958" w:rsidRPr="00773BEC">
        <w:t>EXAMPLE</w:t>
      </w:r>
      <w:r w:rsidRPr="00773BEC">
        <w:t>:</w:t>
      </w:r>
    </w:p>
    <w:p w14:paraId="566356DC" w14:textId="77777777" w:rsidR="004C0BEA" w:rsidRPr="00773BEC" w:rsidRDefault="004C0BEA" w:rsidP="00095C85">
      <w:pPr>
        <w:pStyle w:val="PL"/>
        <w:keepNext/>
        <w:keepLines/>
        <w:rPr>
          <w:noProof w:val="0"/>
        </w:rPr>
      </w:pPr>
      <w:r w:rsidRPr="00773BEC">
        <w:rPr>
          <w:b/>
          <w:noProof w:val="0"/>
        </w:rPr>
        <w:t>const</w:t>
      </w:r>
      <w:r w:rsidRPr="00773BEC">
        <w:rPr>
          <w:noProof w:val="0"/>
        </w:rPr>
        <w:t xml:space="preserve"> </w:t>
      </w:r>
      <w:r w:rsidRPr="00773BEC">
        <w:rPr>
          <w:b/>
          <w:noProof w:val="0"/>
        </w:rPr>
        <w:t>long</w:t>
      </w:r>
      <w:r w:rsidRPr="00773BEC">
        <w:rPr>
          <w:noProof w:val="0"/>
        </w:rPr>
        <w:t xml:space="preserve">           size     := ( ( number &lt;&lt; 3 ) </w:t>
      </w:r>
      <w:r w:rsidRPr="00773BEC">
        <w:rPr>
          <w:b/>
          <w:noProof w:val="0"/>
        </w:rPr>
        <w:t>mod</w:t>
      </w:r>
      <w:r w:rsidRPr="00773BEC">
        <w:rPr>
          <w:noProof w:val="0"/>
        </w:rPr>
        <w:t xml:space="preserve"> '1F'H ) </w:t>
      </w:r>
      <w:r w:rsidRPr="00773BEC">
        <w:rPr>
          <w:b/>
          <w:noProof w:val="0"/>
        </w:rPr>
        <w:t>and4b</w:t>
      </w:r>
      <w:r w:rsidRPr="00773BEC">
        <w:rPr>
          <w:noProof w:val="0"/>
        </w:rPr>
        <w:t xml:space="preserve"> '0123'O;</w:t>
      </w:r>
    </w:p>
    <w:p w14:paraId="3C0820D8" w14:textId="77777777" w:rsidR="004C0BEA" w:rsidRPr="00773BEC" w:rsidRDefault="004C0BEA">
      <w:pPr>
        <w:pStyle w:val="PL"/>
        <w:rPr>
          <w:noProof w:val="0"/>
        </w:rPr>
      </w:pPr>
      <w:r w:rsidRPr="00773BEC">
        <w:rPr>
          <w:b/>
          <w:noProof w:val="0"/>
        </w:rPr>
        <w:t>const</w:t>
      </w:r>
      <w:r w:rsidRPr="00773BEC">
        <w:rPr>
          <w:noProof w:val="0"/>
        </w:rPr>
        <w:t xml:space="preserve"> </w:t>
      </w:r>
      <w:r w:rsidRPr="00773BEC">
        <w:rPr>
          <w:b/>
          <w:noProof w:val="0"/>
        </w:rPr>
        <w:t>IEEE754float</w:t>
      </w:r>
      <w:r w:rsidRPr="00773BEC">
        <w:rPr>
          <w:noProof w:val="0"/>
        </w:rPr>
        <w:t xml:space="preserve">   decimal  := 15.7;</w:t>
      </w:r>
    </w:p>
    <w:p w14:paraId="1EE0E007" w14:textId="77777777" w:rsidR="004C0BEA" w:rsidRPr="00773BEC" w:rsidRDefault="004C0BEA">
      <w:pPr>
        <w:pStyle w:val="PL"/>
        <w:rPr>
          <w:noProof w:val="0"/>
        </w:rPr>
      </w:pPr>
    </w:p>
    <w:p w14:paraId="33FF330D" w14:textId="77777777" w:rsidR="004C0BEA" w:rsidRPr="00773BEC" w:rsidRDefault="004C0BEA" w:rsidP="009103BE">
      <w:pPr>
        <w:pStyle w:val="Heading3"/>
      </w:pPr>
      <w:bookmarkStart w:id="165" w:name="_Toc65592077"/>
      <w:bookmarkStart w:id="166" w:name="_Toc65593242"/>
      <w:bookmarkStart w:id="167" w:name="_Toc65757512"/>
      <w:bookmarkStart w:id="168" w:name="_Toc73104465"/>
      <w:r w:rsidRPr="00773BEC">
        <w:t>8.1.2</w:t>
      </w:r>
      <w:r w:rsidRPr="00773BEC">
        <w:tab/>
        <w:t>Char and wide char type</w:t>
      </w:r>
      <w:bookmarkEnd w:id="165"/>
      <w:bookmarkEnd w:id="166"/>
      <w:bookmarkEnd w:id="167"/>
      <w:bookmarkEnd w:id="168"/>
    </w:p>
    <w:p w14:paraId="605650A3" w14:textId="77777777" w:rsidR="004C0BEA" w:rsidRPr="00773BEC" w:rsidRDefault="004C0BEA">
      <w:r w:rsidRPr="00773BEC">
        <w:t xml:space="preserve">The IDL </w:t>
      </w:r>
      <w:r w:rsidRPr="00773BEC">
        <w:rPr>
          <w:b/>
        </w:rPr>
        <w:t>char</w:t>
      </w:r>
      <w:r w:rsidRPr="00773BEC">
        <w:t xml:space="preserve"> and </w:t>
      </w:r>
      <w:r w:rsidRPr="00773BEC">
        <w:rPr>
          <w:b/>
        </w:rPr>
        <w:t>wide char</w:t>
      </w:r>
      <w:r w:rsidRPr="00773BEC">
        <w:t xml:space="preserve"> type represent a single and wide character. They are mapped to the self defined type </w:t>
      </w:r>
      <w:r w:rsidRPr="00773BEC">
        <w:rPr>
          <w:b/>
        </w:rPr>
        <w:t>iso8859char</w:t>
      </w:r>
      <w:r w:rsidRPr="00773BEC">
        <w:t xml:space="preserve"> and type </w:t>
      </w:r>
      <w:r w:rsidR="00587719" w:rsidRPr="00773BEC">
        <w:rPr>
          <w:b/>
        </w:rPr>
        <w:t>u</w:t>
      </w:r>
      <w:r w:rsidRPr="00773BEC">
        <w:rPr>
          <w:b/>
        </w:rPr>
        <w:t>char</w:t>
      </w:r>
      <w:r w:rsidRPr="00773BEC">
        <w:t>.</w:t>
      </w:r>
    </w:p>
    <w:p w14:paraId="6A607207" w14:textId="77777777" w:rsidR="004C0BEA" w:rsidRPr="00773BEC" w:rsidRDefault="004C0BEA" w:rsidP="00764958">
      <w:pPr>
        <w:pStyle w:val="EX"/>
      </w:pPr>
      <w:r w:rsidRPr="00773BEC">
        <w:t xml:space="preserve">IDL </w:t>
      </w:r>
      <w:r w:rsidR="00764958" w:rsidRPr="00773BEC">
        <w:t>EXAMPLE</w:t>
      </w:r>
      <w:r w:rsidRPr="00773BEC">
        <w:t>:</w:t>
      </w:r>
    </w:p>
    <w:p w14:paraId="11035734" w14:textId="77777777" w:rsidR="004C0BEA" w:rsidRPr="00773BEC" w:rsidRDefault="004C0BEA">
      <w:pPr>
        <w:pStyle w:val="PL"/>
        <w:rPr>
          <w:noProof w:val="0"/>
        </w:rPr>
      </w:pPr>
      <w:r w:rsidRPr="00773BEC">
        <w:rPr>
          <w:b/>
          <w:noProof w:val="0"/>
        </w:rPr>
        <w:t>const</w:t>
      </w:r>
      <w:r w:rsidRPr="00773BEC">
        <w:rPr>
          <w:noProof w:val="0"/>
        </w:rPr>
        <w:t xml:space="preserve"> </w:t>
      </w:r>
      <w:r w:rsidRPr="00773BEC">
        <w:rPr>
          <w:b/>
          <w:noProof w:val="0"/>
        </w:rPr>
        <w:t>char</w:t>
      </w:r>
      <w:r w:rsidRPr="00773BEC">
        <w:rPr>
          <w:noProof w:val="0"/>
        </w:rPr>
        <w:t xml:space="preserve"> letter      =  'ABCD';</w:t>
      </w:r>
    </w:p>
    <w:p w14:paraId="48352581" w14:textId="77777777" w:rsidR="004C0BEA" w:rsidRPr="00773BEC" w:rsidRDefault="004C0BEA">
      <w:pPr>
        <w:pStyle w:val="PL"/>
        <w:rPr>
          <w:noProof w:val="0"/>
        </w:rPr>
      </w:pPr>
      <w:r w:rsidRPr="00773BEC">
        <w:rPr>
          <w:b/>
          <w:noProof w:val="0"/>
        </w:rPr>
        <w:t>const</w:t>
      </w:r>
      <w:r w:rsidRPr="00773BEC">
        <w:rPr>
          <w:noProof w:val="0"/>
        </w:rPr>
        <w:t xml:space="preserve"> </w:t>
      </w:r>
      <w:r w:rsidRPr="00773BEC">
        <w:rPr>
          <w:b/>
          <w:noProof w:val="0"/>
        </w:rPr>
        <w:t>wchar</w:t>
      </w:r>
      <w:r w:rsidRPr="00773BEC">
        <w:rPr>
          <w:noProof w:val="0"/>
        </w:rPr>
        <w:t xml:space="preserve"> wideLetter =  L'ABCD';</w:t>
      </w:r>
    </w:p>
    <w:p w14:paraId="39ECA7DF" w14:textId="77777777" w:rsidR="004C0BEA" w:rsidRPr="00773BEC" w:rsidRDefault="004C0BEA">
      <w:pPr>
        <w:pStyle w:val="PL"/>
        <w:rPr>
          <w:noProof w:val="0"/>
        </w:rPr>
      </w:pPr>
    </w:p>
    <w:p w14:paraId="46F0DFF7" w14:textId="77777777" w:rsidR="004C0BEA" w:rsidRPr="00773BEC" w:rsidRDefault="004C0BEA" w:rsidP="00764958">
      <w:pPr>
        <w:pStyle w:val="EX"/>
      </w:pPr>
      <w:r w:rsidRPr="00773BEC">
        <w:t xml:space="preserve">TTCN </w:t>
      </w:r>
      <w:r w:rsidR="00764958" w:rsidRPr="00773BEC">
        <w:t>EXAMPLE</w:t>
      </w:r>
      <w:r w:rsidRPr="00773BEC">
        <w:t>:</w:t>
      </w:r>
    </w:p>
    <w:p w14:paraId="21CCEB49" w14:textId="77777777" w:rsidR="00587719" w:rsidRPr="00773BEC" w:rsidRDefault="00587719" w:rsidP="00587719">
      <w:pPr>
        <w:pStyle w:val="PL"/>
        <w:rPr>
          <w:b/>
          <w:noProof w:val="0"/>
        </w:rPr>
      </w:pPr>
      <w:r w:rsidRPr="00773BEC">
        <w:rPr>
          <w:b/>
          <w:noProof w:val="0"/>
        </w:rPr>
        <w:t xml:space="preserve">type universal charstring </w:t>
      </w:r>
      <w:r w:rsidRPr="00773BEC">
        <w:rPr>
          <w:noProof w:val="0"/>
        </w:rPr>
        <w:t>uchar</w:t>
      </w:r>
      <w:r w:rsidRPr="00773BEC">
        <w:rPr>
          <w:b/>
          <w:noProof w:val="0"/>
        </w:rPr>
        <w:t xml:space="preserve"> length</w:t>
      </w:r>
      <w:r w:rsidRPr="00773BEC">
        <w:rPr>
          <w:noProof w:val="0"/>
        </w:rPr>
        <w:t>(1)</w:t>
      </w:r>
      <w:r w:rsidRPr="00773BEC">
        <w:rPr>
          <w:b/>
          <w:noProof w:val="0"/>
        </w:rPr>
        <w:t xml:space="preserve">; </w:t>
      </w:r>
    </w:p>
    <w:p w14:paraId="4D6B2038" w14:textId="77777777" w:rsidR="00587719" w:rsidRPr="00773BEC" w:rsidRDefault="00587719" w:rsidP="00587719">
      <w:pPr>
        <w:pStyle w:val="PL"/>
        <w:rPr>
          <w:noProof w:val="0"/>
        </w:rPr>
      </w:pPr>
      <w:r w:rsidRPr="00773BEC">
        <w:rPr>
          <w:b/>
          <w:noProof w:val="0"/>
        </w:rPr>
        <w:t xml:space="preserve">type </w:t>
      </w:r>
      <w:r w:rsidRPr="00773BEC">
        <w:rPr>
          <w:noProof w:val="0"/>
        </w:rPr>
        <w:t>uchar</w:t>
      </w:r>
      <w:r w:rsidRPr="00773BEC">
        <w:rPr>
          <w:b/>
          <w:noProof w:val="0"/>
        </w:rPr>
        <w:t xml:space="preserve"> iso8859char </w:t>
      </w:r>
      <w:r w:rsidRPr="00773BEC">
        <w:rPr>
          <w:noProof w:val="0"/>
        </w:rPr>
        <w:t>(</w:t>
      </w:r>
      <w:r w:rsidRPr="00773BEC">
        <w:rPr>
          <w:b/>
          <w:noProof w:val="0"/>
        </w:rPr>
        <w:t xml:space="preserve">char </w:t>
      </w:r>
      <w:r w:rsidRPr="00773BEC">
        <w:rPr>
          <w:noProof w:val="0"/>
        </w:rPr>
        <w:t>( 0,0,0,0 ) ..</w:t>
      </w:r>
      <w:r w:rsidRPr="00773BEC">
        <w:rPr>
          <w:b/>
          <w:noProof w:val="0"/>
        </w:rPr>
        <w:t xml:space="preserve"> char</w:t>
      </w:r>
      <w:r w:rsidRPr="00773BEC">
        <w:rPr>
          <w:noProof w:val="0"/>
        </w:rPr>
        <w:t xml:space="preserve"> ( 0,0,0,255)) </w:t>
      </w:r>
      <w:r w:rsidRPr="00773BEC">
        <w:rPr>
          <w:b/>
          <w:noProof w:val="0"/>
        </w:rPr>
        <w:t xml:space="preserve">with </w:t>
      </w:r>
      <w:r w:rsidRPr="00773BEC">
        <w:rPr>
          <w:noProof w:val="0"/>
        </w:rPr>
        <w:t>{</w:t>
      </w:r>
      <w:r w:rsidRPr="00773BEC">
        <w:rPr>
          <w:b/>
          <w:noProof w:val="0"/>
        </w:rPr>
        <w:t xml:space="preserve"> variant </w:t>
      </w:r>
      <w:r w:rsidRPr="00773BEC">
        <w:rPr>
          <w:noProof w:val="0"/>
        </w:rPr>
        <w:t>"8 bit" };</w:t>
      </w:r>
    </w:p>
    <w:p w14:paraId="21BFCFE0" w14:textId="77777777" w:rsidR="00587719" w:rsidRPr="00773BEC" w:rsidRDefault="00587719" w:rsidP="00587719">
      <w:pPr>
        <w:pStyle w:val="PL"/>
        <w:rPr>
          <w:b/>
          <w:noProof w:val="0"/>
        </w:rPr>
      </w:pPr>
    </w:p>
    <w:p w14:paraId="56967B72" w14:textId="77777777" w:rsidR="00587719" w:rsidRPr="00773BEC" w:rsidRDefault="00587719" w:rsidP="00587719">
      <w:pPr>
        <w:pStyle w:val="PL"/>
        <w:rPr>
          <w:noProof w:val="0"/>
        </w:rPr>
      </w:pPr>
      <w:r w:rsidRPr="00773BEC">
        <w:rPr>
          <w:b/>
          <w:noProof w:val="0"/>
        </w:rPr>
        <w:t xml:space="preserve">const </w:t>
      </w:r>
      <w:r w:rsidRPr="00773BEC">
        <w:rPr>
          <w:noProof w:val="0"/>
        </w:rPr>
        <w:t>iso8859char</w:t>
      </w:r>
      <w:r w:rsidRPr="00773BEC">
        <w:rPr>
          <w:b/>
          <w:noProof w:val="0"/>
        </w:rPr>
        <w:t xml:space="preserve"> </w:t>
      </w:r>
      <w:r w:rsidRPr="00773BEC">
        <w:rPr>
          <w:noProof w:val="0"/>
        </w:rPr>
        <w:t>letter</w:t>
      </w:r>
      <w:r w:rsidRPr="00773BEC">
        <w:rPr>
          <w:b/>
          <w:noProof w:val="0"/>
        </w:rPr>
        <w:t xml:space="preserve"> </w:t>
      </w:r>
      <w:r w:rsidRPr="00773BEC">
        <w:rPr>
          <w:noProof w:val="0"/>
        </w:rPr>
        <w:t xml:space="preserve">:= </w:t>
      </w:r>
      <w:r w:rsidRPr="00773BEC">
        <w:rPr>
          <w:b/>
          <w:noProof w:val="0"/>
        </w:rPr>
        <w:t xml:space="preserve">char </w:t>
      </w:r>
      <w:r w:rsidRPr="00773BEC">
        <w:rPr>
          <w:noProof w:val="0"/>
        </w:rPr>
        <w:t>( 65, 66, 67, 68 );</w:t>
      </w:r>
    </w:p>
    <w:p w14:paraId="660AB1A8" w14:textId="77777777" w:rsidR="00587719" w:rsidRPr="00773BEC" w:rsidRDefault="00587719" w:rsidP="00587719">
      <w:pPr>
        <w:pStyle w:val="PL"/>
        <w:rPr>
          <w:noProof w:val="0"/>
        </w:rPr>
      </w:pPr>
      <w:r w:rsidRPr="00773BEC">
        <w:rPr>
          <w:b/>
          <w:noProof w:val="0"/>
        </w:rPr>
        <w:t xml:space="preserve">const </w:t>
      </w:r>
      <w:r w:rsidRPr="00773BEC">
        <w:rPr>
          <w:noProof w:val="0"/>
        </w:rPr>
        <w:t>uchar</w:t>
      </w:r>
      <w:r w:rsidRPr="00773BEC">
        <w:rPr>
          <w:b/>
          <w:noProof w:val="0"/>
        </w:rPr>
        <w:t xml:space="preserve"> </w:t>
      </w:r>
      <w:r w:rsidRPr="00773BEC">
        <w:rPr>
          <w:noProof w:val="0"/>
        </w:rPr>
        <w:t>wideLetter</w:t>
      </w:r>
      <w:r w:rsidRPr="00773BEC">
        <w:rPr>
          <w:b/>
          <w:noProof w:val="0"/>
        </w:rPr>
        <w:t xml:space="preserve"> </w:t>
      </w:r>
      <w:r w:rsidRPr="00773BEC">
        <w:rPr>
          <w:noProof w:val="0"/>
        </w:rPr>
        <w:t xml:space="preserve">:= </w:t>
      </w:r>
      <w:r w:rsidRPr="00773BEC">
        <w:rPr>
          <w:b/>
          <w:noProof w:val="0"/>
        </w:rPr>
        <w:t xml:space="preserve">char </w:t>
      </w:r>
      <w:r w:rsidRPr="00773BEC">
        <w:rPr>
          <w:noProof w:val="0"/>
        </w:rPr>
        <w:t>( 65, 66, 67, 68 );</w:t>
      </w:r>
    </w:p>
    <w:p w14:paraId="434E73CA" w14:textId="77777777" w:rsidR="00587719" w:rsidRPr="00773BEC" w:rsidRDefault="00587719" w:rsidP="00587719">
      <w:pPr>
        <w:pStyle w:val="PL"/>
        <w:rPr>
          <w:b/>
          <w:noProof w:val="0"/>
        </w:rPr>
      </w:pPr>
    </w:p>
    <w:p w14:paraId="33BCEC98" w14:textId="77777777" w:rsidR="004C0BEA" w:rsidRPr="00773BEC" w:rsidRDefault="004C0BEA" w:rsidP="009103BE">
      <w:pPr>
        <w:pStyle w:val="Heading3"/>
      </w:pPr>
      <w:bookmarkStart w:id="169" w:name="_Toc65592078"/>
      <w:bookmarkStart w:id="170" w:name="_Toc65593243"/>
      <w:bookmarkStart w:id="171" w:name="_Toc65757513"/>
      <w:bookmarkStart w:id="172" w:name="_Toc73104466"/>
      <w:r w:rsidRPr="00773BEC">
        <w:lastRenderedPageBreak/>
        <w:t>8.1.3</w:t>
      </w:r>
      <w:r w:rsidRPr="00773BEC">
        <w:tab/>
        <w:t>Boolean type</w:t>
      </w:r>
      <w:bookmarkEnd w:id="169"/>
      <w:bookmarkEnd w:id="170"/>
      <w:bookmarkEnd w:id="171"/>
      <w:bookmarkEnd w:id="172"/>
    </w:p>
    <w:p w14:paraId="71CD3F62" w14:textId="77777777" w:rsidR="004C0BEA" w:rsidRPr="00773BEC" w:rsidRDefault="004C0BEA">
      <w:r w:rsidRPr="00773BEC">
        <w:t xml:space="preserve">The IDL </w:t>
      </w:r>
      <w:r w:rsidRPr="00773BEC">
        <w:rPr>
          <w:b/>
        </w:rPr>
        <w:t>boolean</w:t>
      </w:r>
      <w:r w:rsidRPr="00773BEC">
        <w:t xml:space="preserve"> type is equivalent to the TTCN-3 </w:t>
      </w:r>
      <w:r w:rsidRPr="00773BEC">
        <w:rPr>
          <w:b/>
        </w:rPr>
        <w:t>boolean</w:t>
      </w:r>
      <w:r w:rsidRPr="00773BEC">
        <w:t xml:space="preserve"> type. </w:t>
      </w:r>
    </w:p>
    <w:p w14:paraId="6A058D55" w14:textId="77777777" w:rsidR="004C0BEA" w:rsidRPr="00773BEC" w:rsidRDefault="004C0BEA" w:rsidP="003D1530">
      <w:pPr>
        <w:pStyle w:val="EX"/>
      </w:pPr>
      <w:r w:rsidRPr="00773BEC">
        <w:t xml:space="preserve">IDL </w:t>
      </w:r>
      <w:r w:rsidR="00764958" w:rsidRPr="00773BEC">
        <w:t>EXAMPLE</w:t>
      </w:r>
      <w:r w:rsidRPr="00773BEC">
        <w:t>:</w:t>
      </w:r>
    </w:p>
    <w:p w14:paraId="720BE418" w14:textId="77777777" w:rsidR="004C0BEA" w:rsidRPr="00773BEC" w:rsidRDefault="004C0BEA" w:rsidP="003D1530">
      <w:pPr>
        <w:pStyle w:val="PL"/>
        <w:rPr>
          <w:noProof w:val="0"/>
        </w:rPr>
      </w:pPr>
      <w:r w:rsidRPr="00773BEC">
        <w:rPr>
          <w:noProof w:val="0"/>
        </w:rPr>
        <w:t>const boolean isValid = TRUE;</w:t>
      </w:r>
    </w:p>
    <w:p w14:paraId="4D3A7457" w14:textId="77777777" w:rsidR="003D1530" w:rsidRPr="00773BEC" w:rsidRDefault="003D1530" w:rsidP="003D1530">
      <w:pPr>
        <w:pStyle w:val="PL"/>
        <w:rPr>
          <w:noProof w:val="0"/>
        </w:rPr>
      </w:pPr>
    </w:p>
    <w:p w14:paraId="568DFEC0" w14:textId="77777777" w:rsidR="004C0BEA" w:rsidRPr="00773BEC" w:rsidRDefault="004C0BEA" w:rsidP="003D1530">
      <w:pPr>
        <w:pStyle w:val="EX"/>
      </w:pPr>
      <w:r w:rsidRPr="00773BEC">
        <w:t xml:space="preserve">TTCN </w:t>
      </w:r>
      <w:r w:rsidR="00764958" w:rsidRPr="00773BEC">
        <w:t>EXAMPLE</w:t>
      </w:r>
      <w:r w:rsidRPr="00773BEC">
        <w:t>:</w:t>
      </w:r>
    </w:p>
    <w:p w14:paraId="20730117" w14:textId="77777777" w:rsidR="004C0BEA" w:rsidRPr="00773BEC" w:rsidRDefault="004C0BEA">
      <w:pPr>
        <w:pStyle w:val="PL"/>
        <w:rPr>
          <w:noProof w:val="0"/>
        </w:rPr>
      </w:pPr>
      <w:r w:rsidRPr="00773BEC">
        <w:rPr>
          <w:b/>
          <w:noProof w:val="0"/>
        </w:rPr>
        <w:t>const boolean</w:t>
      </w:r>
      <w:r w:rsidRPr="00773BEC">
        <w:rPr>
          <w:noProof w:val="0"/>
        </w:rPr>
        <w:t xml:space="preserve"> isValid = </w:t>
      </w:r>
      <w:r w:rsidRPr="00773BEC">
        <w:rPr>
          <w:b/>
          <w:noProof w:val="0"/>
        </w:rPr>
        <w:t>true;</w:t>
      </w:r>
    </w:p>
    <w:p w14:paraId="76FD9410" w14:textId="77777777" w:rsidR="004C0BEA" w:rsidRPr="00773BEC" w:rsidRDefault="004C0BEA">
      <w:pPr>
        <w:pStyle w:val="PL"/>
        <w:rPr>
          <w:noProof w:val="0"/>
        </w:rPr>
      </w:pPr>
    </w:p>
    <w:p w14:paraId="7926194D" w14:textId="77777777" w:rsidR="004C0BEA" w:rsidRPr="00773BEC" w:rsidRDefault="004C0BEA" w:rsidP="009103BE">
      <w:pPr>
        <w:pStyle w:val="Heading3"/>
      </w:pPr>
      <w:bookmarkStart w:id="173" w:name="_Toc65592079"/>
      <w:bookmarkStart w:id="174" w:name="_Toc65593244"/>
      <w:bookmarkStart w:id="175" w:name="_Toc65757514"/>
      <w:bookmarkStart w:id="176" w:name="_Toc73104467"/>
      <w:r w:rsidRPr="00773BEC">
        <w:t>8.1.4</w:t>
      </w:r>
      <w:r w:rsidRPr="00773BEC">
        <w:tab/>
        <w:t>Octet type</w:t>
      </w:r>
      <w:bookmarkEnd w:id="173"/>
      <w:bookmarkEnd w:id="174"/>
      <w:bookmarkEnd w:id="175"/>
      <w:bookmarkEnd w:id="176"/>
    </w:p>
    <w:p w14:paraId="45A5A9F7" w14:textId="77777777" w:rsidR="004C0BEA" w:rsidRPr="00773BEC" w:rsidRDefault="004C0BEA">
      <w:r w:rsidRPr="00773BEC">
        <w:rPr>
          <w:b/>
        </w:rPr>
        <w:t>Octet</w:t>
      </w:r>
      <w:r w:rsidRPr="00773BEC">
        <w:t xml:space="preserve"> cannot be mapped onto an integer type because it has the special feature that it will not change its internal ordering if transferred between different system architectures. To represent it </w:t>
      </w:r>
      <w:r w:rsidRPr="00773BEC">
        <w:rPr>
          <w:b/>
        </w:rPr>
        <w:t>octet</w:t>
      </w:r>
      <w:r w:rsidRPr="00773BEC">
        <w:t xml:space="preserve"> is mapped to </w:t>
      </w:r>
      <w:r w:rsidRPr="00773BEC">
        <w:rPr>
          <w:b/>
        </w:rPr>
        <w:t>octetstring</w:t>
      </w:r>
      <w:r w:rsidRPr="00773BEC">
        <w:t>.</w:t>
      </w:r>
    </w:p>
    <w:p w14:paraId="7F764078" w14:textId="77777777" w:rsidR="004C0BEA" w:rsidRPr="00773BEC" w:rsidRDefault="004C0BEA" w:rsidP="00764958">
      <w:pPr>
        <w:pStyle w:val="EX"/>
      </w:pPr>
      <w:r w:rsidRPr="00773BEC">
        <w:t xml:space="preserve">IDL </w:t>
      </w:r>
      <w:r w:rsidR="00764958" w:rsidRPr="00773BEC">
        <w:t>EXAMPLE</w:t>
      </w:r>
      <w:r w:rsidRPr="00773BEC">
        <w:t>:</w:t>
      </w:r>
    </w:p>
    <w:p w14:paraId="76943054" w14:textId="77777777" w:rsidR="004C0BEA" w:rsidRPr="00773BEC" w:rsidRDefault="004C0BEA">
      <w:pPr>
        <w:pStyle w:val="PL"/>
        <w:rPr>
          <w:noProof w:val="0"/>
        </w:rPr>
      </w:pPr>
      <w:r w:rsidRPr="00773BEC">
        <w:rPr>
          <w:b/>
          <w:noProof w:val="0"/>
        </w:rPr>
        <w:t>const</w:t>
      </w:r>
      <w:r w:rsidRPr="00773BEC">
        <w:rPr>
          <w:noProof w:val="0"/>
        </w:rPr>
        <w:t xml:space="preserve"> </w:t>
      </w:r>
      <w:r w:rsidRPr="00773BEC">
        <w:rPr>
          <w:b/>
          <w:noProof w:val="0"/>
        </w:rPr>
        <w:t>octet</w:t>
      </w:r>
      <w:r w:rsidRPr="00773BEC">
        <w:rPr>
          <w:noProof w:val="0"/>
        </w:rPr>
        <w:t xml:space="preserve"> data = 0x55;</w:t>
      </w:r>
    </w:p>
    <w:p w14:paraId="2E0F06B8" w14:textId="77777777" w:rsidR="004C0BEA" w:rsidRPr="00773BEC" w:rsidRDefault="004C0BEA">
      <w:pPr>
        <w:pStyle w:val="PL"/>
        <w:rPr>
          <w:noProof w:val="0"/>
        </w:rPr>
      </w:pPr>
    </w:p>
    <w:p w14:paraId="11819298" w14:textId="77777777" w:rsidR="004C0BEA" w:rsidRPr="00773BEC" w:rsidRDefault="004C0BEA" w:rsidP="00764958">
      <w:pPr>
        <w:pStyle w:val="EX"/>
      </w:pPr>
      <w:r w:rsidRPr="00773BEC">
        <w:t xml:space="preserve">TTCN </w:t>
      </w:r>
      <w:r w:rsidR="00764958" w:rsidRPr="00773BEC">
        <w:t>EXAMPLE</w:t>
      </w:r>
      <w:r w:rsidRPr="00773BEC">
        <w:t>:</w:t>
      </w:r>
    </w:p>
    <w:p w14:paraId="32E18B37" w14:textId="77777777" w:rsidR="004C0BEA" w:rsidRPr="00773BEC" w:rsidRDefault="004C0BEA">
      <w:pPr>
        <w:pStyle w:val="PL"/>
        <w:rPr>
          <w:noProof w:val="0"/>
        </w:rPr>
      </w:pPr>
      <w:r w:rsidRPr="00773BEC">
        <w:rPr>
          <w:b/>
          <w:noProof w:val="0"/>
        </w:rPr>
        <w:t>const</w:t>
      </w:r>
      <w:r w:rsidRPr="00773BEC">
        <w:rPr>
          <w:noProof w:val="0"/>
        </w:rPr>
        <w:t xml:space="preserve"> </w:t>
      </w:r>
      <w:r w:rsidRPr="00773BEC">
        <w:rPr>
          <w:b/>
          <w:noProof w:val="0"/>
        </w:rPr>
        <w:t>octetstring</w:t>
      </w:r>
      <w:r w:rsidRPr="00773BEC">
        <w:rPr>
          <w:noProof w:val="0"/>
        </w:rPr>
        <w:t xml:space="preserve"> data = '55'H</w:t>
      </w:r>
    </w:p>
    <w:p w14:paraId="11A68716" w14:textId="77777777" w:rsidR="004C0BEA" w:rsidRPr="00773BEC" w:rsidRDefault="004C0BEA">
      <w:pPr>
        <w:pStyle w:val="PL"/>
        <w:rPr>
          <w:noProof w:val="0"/>
        </w:rPr>
      </w:pPr>
    </w:p>
    <w:p w14:paraId="3C99231F" w14:textId="77777777" w:rsidR="004C0BEA" w:rsidRPr="00773BEC" w:rsidRDefault="004C0BEA" w:rsidP="009103BE">
      <w:pPr>
        <w:pStyle w:val="Heading3"/>
      </w:pPr>
      <w:bookmarkStart w:id="177" w:name="_Toc65592080"/>
      <w:bookmarkStart w:id="178" w:name="_Toc65593245"/>
      <w:bookmarkStart w:id="179" w:name="_Toc65757515"/>
      <w:bookmarkStart w:id="180" w:name="_Toc73104468"/>
      <w:r w:rsidRPr="00773BEC">
        <w:t>8.1.5</w:t>
      </w:r>
      <w:r w:rsidRPr="00773BEC">
        <w:tab/>
        <w:t>Any type</w:t>
      </w:r>
      <w:bookmarkEnd w:id="177"/>
      <w:bookmarkEnd w:id="178"/>
      <w:bookmarkEnd w:id="179"/>
      <w:bookmarkEnd w:id="180"/>
    </w:p>
    <w:p w14:paraId="59E524B7" w14:textId="77777777" w:rsidR="004C0BEA" w:rsidRPr="00773BEC" w:rsidRDefault="004C0BEA" w:rsidP="00D53A9C">
      <w:pPr>
        <w:keepNext/>
      </w:pPr>
      <w:r w:rsidRPr="00773BEC">
        <w:t xml:space="preserve">The IDL </w:t>
      </w:r>
      <w:r w:rsidRPr="00773BEC">
        <w:rPr>
          <w:b/>
        </w:rPr>
        <w:t>any</w:t>
      </w:r>
      <w:r w:rsidRPr="00773BEC">
        <w:t xml:space="preserve"> type is mapped onto </w:t>
      </w:r>
      <w:r w:rsidRPr="00773BEC">
        <w:rPr>
          <w:b/>
        </w:rPr>
        <w:t>anytype</w:t>
      </w:r>
      <w:r w:rsidRPr="00773BEC">
        <w:t xml:space="preserve"> in TTCN-3 which was especially introduced for this mapping.</w:t>
      </w:r>
    </w:p>
    <w:p w14:paraId="46BE731F" w14:textId="77777777" w:rsidR="004C0BEA" w:rsidRPr="00773BEC" w:rsidRDefault="004C0BEA" w:rsidP="00764958">
      <w:pPr>
        <w:pStyle w:val="EX"/>
      </w:pPr>
      <w:r w:rsidRPr="00773BEC">
        <w:t xml:space="preserve">IDL </w:t>
      </w:r>
      <w:r w:rsidR="00764958" w:rsidRPr="00773BEC">
        <w:t>EXAMPLE</w:t>
      </w:r>
      <w:r w:rsidRPr="00773BEC">
        <w:t>:</w:t>
      </w:r>
    </w:p>
    <w:p w14:paraId="135342A8" w14:textId="77777777" w:rsidR="004C0BEA" w:rsidRPr="00773BEC" w:rsidRDefault="004C0BEA">
      <w:pPr>
        <w:pStyle w:val="PL"/>
        <w:rPr>
          <w:noProof w:val="0"/>
        </w:rPr>
      </w:pPr>
      <w:r w:rsidRPr="00773BEC">
        <w:rPr>
          <w:b/>
          <w:noProof w:val="0"/>
        </w:rPr>
        <w:t>typedef</w:t>
      </w:r>
      <w:r w:rsidRPr="00773BEC">
        <w:rPr>
          <w:noProof w:val="0"/>
        </w:rPr>
        <w:t xml:space="preserve"> </w:t>
      </w:r>
      <w:r w:rsidRPr="00773BEC">
        <w:rPr>
          <w:b/>
          <w:noProof w:val="0"/>
        </w:rPr>
        <w:t>any</w:t>
      </w:r>
      <w:r w:rsidRPr="00773BEC">
        <w:rPr>
          <w:noProof w:val="0"/>
        </w:rPr>
        <w:t xml:space="preserve"> AllTypes; </w:t>
      </w:r>
    </w:p>
    <w:p w14:paraId="7C30EB10" w14:textId="77777777" w:rsidR="004C0BEA" w:rsidRPr="00773BEC" w:rsidRDefault="004C0BEA">
      <w:pPr>
        <w:pStyle w:val="PL"/>
        <w:rPr>
          <w:noProof w:val="0"/>
        </w:rPr>
      </w:pPr>
    </w:p>
    <w:p w14:paraId="7BB6C250" w14:textId="77777777" w:rsidR="004C0BEA" w:rsidRPr="00773BEC" w:rsidRDefault="004C0BEA" w:rsidP="00197315">
      <w:pPr>
        <w:pStyle w:val="EX"/>
        <w:keepNext/>
      </w:pPr>
      <w:r w:rsidRPr="00773BEC">
        <w:t xml:space="preserve">TTCN </w:t>
      </w:r>
      <w:r w:rsidR="00764958" w:rsidRPr="00773BEC">
        <w:t>EXAMPLE</w:t>
      </w:r>
      <w:r w:rsidRPr="00773BEC">
        <w:t>:</w:t>
      </w:r>
    </w:p>
    <w:p w14:paraId="2D4980DB" w14:textId="77777777" w:rsidR="004C0BEA" w:rsidRPr="00773BEC" w:rsidRDefault="004C0BEA">
      <w:pPr>
        <w:pStyle w:val="PL"/>
        <w:rPr>
          <w:noProof w:val="0"/>
        </w:rPr>
      </w:pPr>
      <w:r w:rsidRPr="00773BEC">
        <w:rPr>
          <w:b/>
          <w:noProof w:val="0"/>
        </w:rPr>
        <w:t>type</w:t>
      </w:r>
      <w:r w:rsidRPr="00773BEC">
        <w:rPr>
          <w:noProof w:val="0"/>
        </w:rPr>
        <w:t xml:space="preserve"> </w:t>
      </w:r>
      <w:r w:rsidRPr="00773BEC">
        <w:rPr>
          <w:b/>
          <w:noProof w:val="0"/>
        </w:rPr>
        <w:t>anytype</w:t>
      </w:r>
      <w:r w:rsidRPr="00773BEC">
        <w:rPr>
          <w:noProof w:val="0"/>
        </w:rPr>
        <w:t xml:space="preserve"> AllTypes;</w:t>
      </w:r>
    </w:p>
    <w:p w14:paraId="77E12CE5" w14:textId="77777777" w:rsidR="004C0BEA" w:rsidRPr="00773BEC" w:rsidRDefault="004C0BEA">
      <w:pPr>
        <w:pStyle w:val="PL"/>
        <w:rPr>
          <w:noProof w:val="0"/>
        </w:rPr>
      </w:pPr>
    </w:p>
    <w:p w14:paraId="14843725" w14:textId="77777777" w:rsidR="004C0BEA" w:rsidRPr="00773BEC" w:rsidRDefault="004C0BEA" w:rsidP="009103BE">
      <w:pPr>
        <w:pStyle w:val="Heading2"/>
      </w:pPr>
      <w:bookmarkStart w:id="181" w:name="_Toc65592081"/>
      <w:bookmarkStart w:id="182" w:name="_Toc65593246"/>
      <w:bookmarkStart w:id="183" w:name="_Toc65757516"/>
      <w:bookmarkStart w:id="184" w:name="_Toc73104469"/>
      <w:r w:rsidRPr="00773BEC">
        <w:t>8.2</w:t>
      </w:r>
      <w:r w:rsidRPr="00773BEC">
        <w:tab/>
        <w:t>Constructed types</w:t>
      </w:r>
      <w:bookmarkEnd w:id="181"/>
      <w:bookmarkEnd w:id="182"/>
      <w:bookmarkEnd w:id="183"/>
      <w:bookmarkEnd w:id="184"/>
    </w:p>
    <w:p w14:paraId="2F4433ED" w14:textId="77777777" w:rsidR="0001607F" w:rsidRPr="00773BEC" w:rsidRDefault="0001607F" w:rsidP="0001607F">
      <w:pPr>
        <w:pStyle w:val="Heading3"/>
      </w:pPr>
      <w:bookmarkStart w:id="185" w:name="_Toc65592082"/>
      <w:bookmarkStart w:id="186" w:name="_Toc65593247"/>
      <w:bookmarkStart w:id="187" w:name="_Toc65757517"/>
      <w:bookmarkStart w:id="188" w:name="_Toc73104470"/>
      <w:r w:rsidRPr="00773BEC">
        <w:t>8.2.0</w:t>
      </w:r>
      <w:r w:rsidRPr="00773BEC">
        <w:tab/>
        <w:t>General approach</w:t>
      </w:r>
      <w:bookmarkEnd w:id="185"/>
      <w:bookmarkEnd w:id="186"/>
      <w:bookmarkEnd w:id="187"/>
      <w:bookmarkEnd w:id="188"/>
    </w:p>
    <w:p w14:paraId="6688C863" w14:textId="77777777" w:rsidR="004C0BEA" w:rsidRPr="00773BEC" w:rsidRDefault="004C0BEA">
      <w:r w:rsidRPr="00773BEC">
        <w:t xml:space="preserve">IDL provides the three constructed types </w:t>
      </w:r>
      <w:r w:rsidRPr="00773BEC">
        <w:rPr>
          <w:b/>
        </w:rPr>
        <w:t>struct,</w:t>
      </w:r>
      <w:r w:rsidRPr="00773BEC">
        <w:t xml:space="preserve"> </w:t>
      </w:r>
      <w:r w:rsidRPr="00773BEC">
        <w:rPr>
          <w:b/>
        </w:rPr>
        <w:t>union,</w:t>
      </w:r>
      <w:r w:rsidRPr="00773BEC">
        <w:t xml:space="preserve"> and </w:t>
      </w:r>
      <w:r w:rsidRPr="00773BEC">
        <w:rPr>
          <w:b/>
        </w:rPr>
        <w:t>enum</w:t>
      </w:r>
      <w:r w:rsidRPr="00773BEC">
        <w:t xml:space="preserve">. Recursive construction of types is only permitted with the </w:t>
      </w:r>
      <w:r w:rsidRPr="00773BEC">
        <w:rPr>
          <w:b/>
        </w:rPr>
        <w:t>sequence</w:t>
      </w:r>
      <w:r w:rsidRPr="00773BEC">
        <w:t xml:space="preserve"> template.</w:t>
      </w:r>
    </w:p>
    <w:p w14:paraId="287C6E22" w14:textId="77777777" w:rsidR="004C0BEA" w:rsidRPr="00773BEC" w:rsidRDefault="004C0BEA" w:rsidP="009103BE">
      <w:pPr>
        <w:pStyle w:val="Heading3"/>
      </w:pPr>
      <w:bookmarkStart w:id="189" w:name="_Toc65592083"/>
      <w:bookmarkStart w:id="190" w:name="_Toc65593248"/>
      <w:bookmarkStart w:id="191" w:name="_Toc65757518"/>
      <w:bookmarkStart w:id="192" w:name="_Toc73104471"/>
      <w:r w:rsidRPr="00773BEC">
        <w:t>8.2.1</w:t>
      </w:r>
      <w:r w:rsidRPr="00773BEC">
        <w:tab/>
        <w:t>Struct</w:t>
      </w:r>
      <w:bookmarkEnd w:id="189"/>
      <w:bookmarkEnd w:id="190"/>
      <w:bookmarkEnd w:id="191"/>
      <w:bookmarkEnd w:id="192"/>
    </w:p>
    <w:p w14:paraId="4899E4F8" w14:textId="77777777" w:rsidR="004C0BEA" w:rsidRPr="00773BEC" w:rsidRDefault="004C0BEA">
      <w:r w:rsidRPr="00773BEC">
        <w:rPr>
          <w:b/>
        </w:rPr>
        <w:t>struct</w:t>
      </w:r>
      <w:r w:rsidRPr="00773BEC">
        <w:t xml:space="preserve"> is used to collect ordered data in one place where it is mapped onto </w:t>
      </w:r>
      <w:r w:rsidRPr="00773BEC">
        <w:rPr>
          <w:b/>
        </w:rPr>
        <w:t>record</w:t>
      </w:r>
      <w:r w:rsidRPr="00773BEC">
        <w:t xml:space="preserve"> in TTCN-3.</w:t>
      </w:r>
    </w:p>
    <w:p w14:paraId="52F1D708" w14:textId="77777777" w:rsidR="004C0BEA" w:rsidRPr="00773BEC" w:rsidRDefault="004C0BEA" w:rsidP="00764958">
      <w:pPr>
        <w:pStyle w:val="EX"/>
      </w:pPr>
      <w:r w:rsidRPr="00773BEC">
        <w:t xml:space="preserve">IDL </w:t>
      </w:r>
      <w:r w:rsidR="00764958" w:rsidRPr="00773BEC">
        <w:t>EXAMPLE</w:t>
      </w:r>
      <w:r w:rsidRPr="00773BEC">
        <w:t>:</w:t>
      </w:r>
    </w:p>
    <w:p w14:paraId="22D33F0D" w14:textId="77777777" w:rsidR="004C0BEA" w:rsidRPr="00773BEC" w:rsidRDefault="004C0BEA">
      <w:pPr>
        <w:pStyle w:val="PL"/>
        <w:rPr>
          <w:noProof w:val="0"/>
        </w:rPr>
      </w:pPr>
      <w:r w:rsidRPr="00773BEC">
        <w:rPr>
          <w:b/>
          <w:noProof w:val="0"/>
        </w:rPr>
        <w:t>typedef struct</w:t>
      </w:r>
      <w:r w:rsidRPr="00773BEC">
        <w:rPr>
          <w:noProof w:val="0"/>
        </w:rPr>
        <w:t xml:space="preserve"> NC {</w:t>
      </w:r>
    </w:p>
    <w:p w14:paraId="1D2693D7" w14:textId="77777777" w:rsidR="004C0BEA" w:rsidRPr="00773BEC" w:rsidRDefault="004C0BEA">
      <w:pPr>
        <w:pStyle w:val="PL"/>
        <w:rPr>
          <w:noProof w:val="0"/>
        </w:rPr>
      </w:pPr>
      <w:r w:rsidRPr="00773BEC">
        <w:rPr>
          <w:noProof w:val="0"/>
        </w:rPr>
        <w:t xml:space="preserve">    </w:t>
      </w:r>
      <w:r w:rsidRPr="00773BEC">
        <w:rPr>
          <w:b/>
          <w:noProof w:val="0"/>
        </w:rPr>
        <w:t>string</w:t>
      </w:r>
      <w:r w:rsidRPr="00773BEC">
        <w:rPr>
          <w:noProof w:val="0"/>
        </w:rPr>
        <w:t xml:space="preserve"> id;</w:t>
      </w:r>
    </w:p>
    <w:p w14:paraId="6C0268D5" w14:textId="77777777" w:rsidR="004C0BEA" w:rsidRPr="00773BEC" w:rsidRDefault="004C0BEA">
      <w:pPr>
        <w:pStyle w:val="PL"/>
        <w:rPr>
          <w:noProof w:val="0"/>
        </w:rPr>
      </w:pPr>
      <w:r w:rsidRPr="00773BEC">
        <w:rPr>
          <w:noProof w:val="0"/>
        </w:rPr>
        <w:t xml:space="preserve">    </w:t>
      </w:r>
      <w:r w:rsidRPr="00773BEC">
        <w:rPr>
          <w:b/>
          <w:noProof w:val="0"/>
        </w:rPr>
        <w:t>string</w:t>
      </w:r>
      <w:r w:rsidRPr="00773BEC">
        <w:rPr>
          <w:noProof w:val="0"/>
        </w:rPr>
        <w:t xml:space="preserve"> kind;</w:t>
      </w:r>
    </w:p>
    <w:p w14:paraId="337CA964" w14:textId="77777777" w:rsidR="004C0BEA" w:rsidRPr="00773BEC" w:rsidRDefault="004C0BEA">
      <w:pPr>
        <w:pStyle w:val="PL"/>
        <w:rPr>
          <w:noProof w:val="0"/>
        </w:rPr>
      </w:pPr>
      <w:r w:rsidRPr="00773BEC">
        <w:rPr>
          <w:noProof w:val="0"/>
        </w:rPr>
        <w:t>} NameComponent;</w:t>
      </w:r>
    </w:p>
    <w:p w14:paraId="507B3E77" w14:textId="77777777" w:rsidR="004C0BEA" w:rsidRPr="00773BEC" w:rsidRDefault="004C0BEA">
      <w:pPr>
        <w:pStyle w:val="PL"/>
        <w:rPr>
          <w:noProof w:val="0"/>
        </w:rPr>
      </w:pPr>
    </w:p>
    <w:p w14:paraId="23182C9B" w14:textId="77777777" w:rsidR="004C0BEA" w:rsidRPr="00773BEC" w:rsidRDefault="004C0BEA" w:rsidP="00764958">
      <w:pPr>
        <w:pStyle w:val="EX"/>
      </w:pPr>
      <w:r w:rsidRPr="00773BEC">
        <w:t xml:space="preserve">TTCN </w:t>
      </w:r>
      <w:r w:rsidR="00764958" w:rsidRPr="00773BEC">
        <w:t>EXAMPLE</w:t>
      </w:r>
      <w:r w:rsidRPr="00773BEC">
        <w:t>:</w:t>
      </w:r>
    </w:p>
    <w:p w14:paraId="7173F3D2" w14:textId="77777777" w:rsidR="004C0BEA" w:rsidRPr="00773BEC" w:rsidRDefault="004C0BEA">
      <w:pPr>
        <w:pStyle w:val="PL"/>
        <w:rPr>
          <w:noProof w:val="0"/>
        </w:rPr>
      </w:pPr>
      <w:r w:rsidRPr="00773BEC">
        <w:rPr>
          <w:b/>
          <w:noProof w:val="0"/>
        </w:rPr>
        <w:t>type</w:t>
      </w:r>
      <w:r w:rsidRPr="00773BEC">
        <w:rPr>
          <w:noProof w:val="0"/>
        </w:rPr>
        <w:t xml:space="preserve"> </w:t>
      </w:r>
      <w:r w:rsidRPr="00773BEC">
        <w:rPr>
          <w:b/>
          <w:noProof w:val="0"/>
        </w:rPr>
        <w:t>record</w:t>
      </w:r>
      <w:r w:rsidRPr="00773BEC">
        <w:rPr>
          <w:noProof w:val="0"/>
        </w:rPr>
        <w:t xml:space="preserve"> NameComponent {</w:t>
      </w:r>
    </w:p>
    <w:p w14:paraId="085DC45E" w14:textId="77777777" w:rsidR="004C0BEA" w:rsidRPr="00773BEC" w:rsidRDefault="004C0BEA">
      <w:pPr>
        <w:pStyle w:val="PL"/>
        <w:rPr>
          <w:noProof w:val="0"/>
        </w:rPr>
      </w:pPr>
      <w:r w:rsidRPr="00773BEC">
        <w:rPr>
          <w:noProof w:val="0"/>
        </w:rPr>
        <w:t xml:space="preserve">     </w:t>
      </w:r>
      <w:r w:rsidRPr="00773BEC">
        <w:rPr>
          <w:b/>
          <w:noProof w:val="0"/>
        </w:rPr>
        <w:t xml:space="preserve">iso8859string </w:t>
      </w:r>
      <w:r w:rsidRPr="00773BEC">
        <w:rPr>
          <w:noProof w:val="0"/>
        </w:rPr>
        <w:t>id,</w:t>
      </w:r>
    </w:p>
    <w:p w14:paraId="1042EE0B" w14:textId="77777777" w:rsidR="004C0BEA" w:rsidRPr="00773BEC" w:rsidRDefault="004C0BEA">
      <w:pPr>
        <w:pStyle w:val="PL"/>
        <w:rPr>
          <w:noProof w:val="0"/>
        </w:rPr>
      </w:pPr>
      <w:r w:rsidRPr="00773BEC">
        <w:rPr>
          <w:noProof w:val="0"/>
        </w:rPr>
        <w:t xml:space="preserve">     </w:t>
      </w:r>
      <w:r w:rsidRPr="00773BEC">
        <w:rPr>
          <w:b/>
          <w:noProof w:val="0"/>
        </w:rPr>
        <w:t>iso8859string</w:t>
      </w:r>
      <w:r w:rsidRPr="00773BEC">
        <w:rPr>
          <w:noProof w:val="0"/>
        </w:rPr>
        <w:t xml:space="preserve"> kind</w:t>
      </w:r>
    </w:p>
    <w:p w14:paraId="72B2CFB2" w14:textId="77777777" w:rsidR="004C0BEA" w:rsidRPr="00773BEC" w:rsidRDefault="004C0BEA">
      <w:pPr>
        <w:pStyle w:val="PL"/>
        <w:rPr>
          <w:noProof w:val="0"/>
        </w:rPr>
      </w:pPr>
      <w:r w:rsidRPr="00773BEC">
        <w:rPr>
          <w:noProof w:val="0"/>
        </w:rPr>
        <w:t>}</w:t>
      </w:r>
    </w:p>
    <w:p w14:paraId="50D6C63D" w14:textId="77777777" w:rsidR="004C0BEA" w:rsidRPr="00773BEC" w:rsidRDefault="004C0BEA">
      <w:pPr>
        <w:pStyle w:val="PL"/>
        <w:rPr>
          <w:noProof w:val="0"/>
        </w:rPr>
      </w:pPr>
    </w:p>
    <w:p w14:paraId="5A8005A0" w14:textId="77777777" w:rsidR="004C0BEA" w:rsidRPr="00773BEC" w:rsidRDefault="004C0BEA" w:rsidP="009103BE">
      <w:pPr>
        <w:pStyle w:val="Heading3"/>
      </w:pPr>
      <w:bookmarkStart w:id="193" w:name="_Toc65592084"/>
      <w:bookmarkStart w:id="194" w:name="_Toc65593249"/>
      <w:bookmarkStart w:id="195" w:name="_Toc65757519"/>
      <w:bookmarkStart w:id="196" w:name="_Toc73104472"/>
      <w:r w:rsidRPr="00773BEC">
        <w:lastRenderedPageBreak/>
        <w:t>8.2.2</w:t>
      </w:r>
      <w:r w:rsidRPr="00773BEC">
        <w:tab/>
        <w:t>Discriminated unions</w:t>
      </w:r>
      <w:bookmarkEnd w:id="193"/>
      <w:bookmarkEnd w:id="194"/>
      <w:bookmarkEnd w:id="195"/>
      <w:bookmarkEnd w:id="196"/>
    </w:p>
    <w:p w14:paraId="7C64A170" w14:textId="77777777" w:rsidR="004C0BEA" w:rsidRPr="00773BEC" w:rsidRDefault="004C0BEA">
      <w:r w:rsidRPr="00773BEC">
        <w:t xml:space="preserve">In IDL, unions are discriminated to determine the actual type. Therefore, a </w:t>
      </w:r>
      <w:r w:rsidRPr="00773BEC">
        <w:rPr>
          <w:b/>
        </w:rPr>
        <w:t>record</w:t>
      </w:r>
      <w:r w:rsidRPr="00773BEC">
        <w:t xml:space="preserve"> type is used, which contains two members. The first one stores the discriminator information using an enumeration type. The second member is a TTCN</w:t>
      </w:r>
      <w:r w:rsidR="008B3120" w:rsidRPr="00773BEC">
        <w:noBreakHyphen/>
      </w:r>
      <w:r w:rsidRPr="00773BEC">
        <w:t xml:space="preserve">3 </w:t>
      </w:r>
      <w:r w:rsidRPr="00773BEC">
        <w:rPr>
          <w:b/>
        </w:rPr>
        <w:t>union</w:t>
      </w:r>
      <w:r w:rsidRPr="00773BEC">
        <w:t xml:space="preserve"> type which members are defined according to the specified IDL</w:t>
      </w:r>
      <w:r w:rsidR="008B3120" w:rsidRPr="00773BEC">
        <w:t xml:space="preserve"> union members.</w:t>
      </w:r>
    </w:p>
    <w:p w14:paraId="3B924F7B" w14:textId="77777777" w:rsidR="004C0BEA" w:rsidRPr="00773BEC" w:rsidRDefault="004C0BEA" w:rsidP="00CB2BCF">
      <w:r w:rsidRPr="00773BEC">
        <w:t xml:space="preserve">In addition, two types are defined to express the link between </w:t>
      </w:r>
      <w:r w:rsidR="00625F8F" w:rsidRPr="00773BEC">
        <w:t>discriminator's</w:t>
      </w:r>
      <w:r w:rsidRPr="00773BEC">
        <w:t xml:space="preserve"> type and </w:t>
      </w:r>
      <w:r w:rsidR="00625F8F" w:rsidRPr="00773BEC">
        <w:t>union's</w:t>
      </w:r>
      <w:r w:rsidRPr="00773BEC">
        <w:t xml:space="preserve"> type: a type to reflect the discriminating type of a union and an enumeration to distinguish the discriminated cases. Using the information provided by these type definitions, the marshalling/unmarshalling for discriminated unions is possible in an unambiguous manner: to encode or decode a union value, the value of the kind field to resolve the corresponding chosen option and calculate then the real value for the discriminator by resolving this value in the discriminator enumeration</w:t>
      </w:r>
      <w:r w:rsidR="004D6555" w:rsidRPr="00773BEC">
        <w:t xml:space="preserve"> shall be used</w:t>
      </w:r>
      <w:r w:rsidRPr="00773BEC">
        <w:t>.</w:t>
      </w:r>
    </w:p>
    <w:p w14:paraId="76FFFD05" w14:textId="77777777" w:rsidR="004C0BEA" w:rsidRPr="00773BEC" w:rsidRDefault="004C0BEA" w:rsidP="001A4507">
      <w:pPr>
        <w:pStyle w:val="EX"/>
        <w:keepNext/>
      </w:pPr>
      <w:r w:rsidRPr="00773BEC">
        <w:t xml:space="preserve">IDL </w:t>
      </w:r>
      <w:r w:rsidR="00764958" w:rsidRPr="00773BEC">
        <w:t>EXAMPLE</w:t>
      </w:r>
      <w:r w:rsidR="007F4522" w:rsidRPr="00773BEC">
        <w:t xml:space="preserve"> 1</w:t>
      </w:r>
      <w:r w:rsidRPr="00773BEC">
        <w:t>:</w:t>
      </w:r>
    </w:p>
    <w:p w14:paraId="559A92C4" w14:textId="77777777" w:rsidR="004C0BEA" w:rsidRPr="00773BEC" w:rsidRDefault="004C0BEA" w:rsidP="001A4507">
      <w:pPr>
        <w:pStyle w:val="PL"/>
        <w:keepNext/>
        <w:rPr>
          <w:noProof w:val="0"/>
        </w:rPr>
      </w:pPr>
      <w:r w:rsidRPr="00773BEC">
        <w:rPr>
          <w:b/>
          <w:noProof w:val="0"/>
        </w:rPr>
        <w:t>union</w:t>
      </w:r>
      <w:r w:rsidRPr="00773BEC">
        <w:rPr>
          <w:noProof w:val="0"/>
        </w:rPr>
        <w:t xml:space="preserve"> MyUnion </w:t>
      </w:r>
      <w:r w:rsidRPr="00773BEC">
        <w:rPr>
          <w:b/>
          <w:noProof w:val="0"/>
        </w:rPr>
        <w:t>switch</w:t>
      </w:r>
      <w:r w:rsidRPr="00773BEC">
        <w:rPr>
          <w:noProof w:val="0"/>
        </w:rPr>
        <w:t xml:space="preserve">( </w:t>
      </w:r>
      <w:r w:rsidRPr="00773BEC">
        <w:rPr>
          <w:b/>
          <w:noProof w:val="0"/>
        </w:rPr>
        <w:t>long</w:t>
      </w:r>
      <w:r w:rsidRPr="00773BEC">
        <w:rPr>
          <w:noProof w:val="0"/>
        </w:rPr>
        <w:t xml:space="preserve"> ) {</w:t>
      </w:r>
    </w:p>
    <w:p w14:paraId="25FD3D0D" w14:textId="77777777" w:rsidR="004C0BEA" w:rsidRPr="00773BEC" w:rsidRDefault="004C0BEA">
      <w:pPr>
        <w:pStyle w:val="PL"/>
        <w:rPr>
          <w:noProof w:val="0"/>
        </w:rPr>
      </w:pPr>
      <w:r w:rsidRPr="00773BEC">
        <w:rPr>
          <w:noProof w:val="0"/>
        </w:rPr>
        <w:t xml:space="preserve">    </w:t>
      </w:r>
      <w:r w:rsidRPr="00773BEC">
        <w:rPr>
          <w:b/>
          <w:noProof w:val="0"/>
        </w:rPr>
        <w:t>case</w:t>
      </w:r>
      <w:r w:rsidRPr="00773BEC">
        <w:rPr>
          <w:noProof w:val="0"/>
        </w:rPr>
        <w:t xml:space="preserve"> 0 : </w:t>
      </w:r>
      <w:r w:rsidRPr="00773BEC">
        <w:rPr>
          <w:b/>
          <w:noProof w:val="0"/>
        </w:rPr>
        <w:t>boolean</w:t>
      </w:r>
      <w:r w:rsidRPr="00773BEC">
        <w:rPr>
          <w:noProof w:val="0"/>
        </w:rPr>
        <w:t xml:space="preserve"> b;</w:t>
      </w:r>
    </w:p>
    <w:p w14:paraId="7F1BD903" w14:textId="77777777" w:rsidR="004C0BEA" w:rsidRPr="00773BEC" w:rsidRDefault="004C0BEA">
      <w:pPr>
        <w:pStyle w:val="PL"/>
        <w:rPr>
          <w:noProof w:val="0"/>
        </w:rPr>
      </w:pPr>
      <w:r w:rsidRPr="00773BEC">
        <w:rPr>
          <w:noProof w:val="0"/>
        </w:rPr>
        <w:t xml:space="preserve">    </w:t>
      </w:r>
      <w:r w:rsidRPr="00773BEC">
        <w:rPr>
          <w:b/>
          <w:noProof w:val="0"/>
        </w:rPr>
        <w:t>case</w:t>
      </w:r>
      <w:r w:rsidRPr="00773BEC">
        <w:rPr>
          <w:noProof w:val="0"/>
        </w:rPr>
        <w:t xml:space="preserve"> 1 : </w:t>
      </w:r>
      <w:r w:rsidRPr="00773BEC">
        <w:rPr>
          <w:b/>
          <w:noProof w:val="0"/>
        </w:rPr>
        <w:t>char</w:t>
      </w:r>
      <w:r w:rsidRPr="00773BEC">
        <w:rPr>
          <w:noProof w:val="0"/>
        </w:rPr>
        <w:t xml:space="preserve"> c;</w:t>
      </w:r>
    </w:p>
    <w:p w14:paraId="6A613841" w14:textId="77777777" w:rsidR="004C0BEA" w:rsidRPr="00773BEC" w:rsidRDefault="004C0BEA">
      <w:pPr>
        <w:pStyle w:val="PL"/>
        <w:rPr>
          <w:noProof w:val="0"/>
        </w:rPr>
      </w:pPr>
      <w:r w:rsidRPr="00773BEC">
        <w:rPr>
          <w:noProof w:val="0"/>
        </w:rPr>
        <w:t xml:space="preserve">    </w:t>
      </w:r>
      <w:r w:rsidRPr="00773BEC">
        <w:rPr>
          <w:b/>
          <w:noProof w:val="0"/>
        </w:rPr>
        <w:t>case</w:t>
      </w:r>
      <w:r w:rsidRPr="00773BEC">
        <w:rPr>
          <w:noProof w:val="0"/>
        </w:rPr>
        <w:t xml:space="preserve"> 2 : </w:t>
      </w:r>
      <w:r w:rsidRPr="00773BEC">
        <w:rPr>
          <w:b/>
          <w:noProof w:val="0"/>
        </w:rPr>
        <w:t>octet</w:t>
      </w:r>
      <w:r w:rsidRPr="00773BEC">
        <w:rPr>
          <w:noProof w:val="0"/>
        </w:rPr>
        <w:t xml:space="preserve"> o;</w:t>
      </w:r>
    </w:p>
    <w:p w14:paraId="2EB812AC" w14:textId="77777777" w:rsidR="004C0BEA" w:rsidRPr="00773BEC" w:rsidRDefault="004C0BEA">
      <w:pPr>
        <w:pStyle w:val="PL"/>
        <w:rPr>
          <w:noProof w:val="0"/>
        </w:rPr>
      </w:pPr>
      <w:r w:rsidRPr="00773BEC">
        <w:rPr>
          <w:noProof w:val="0"/>
        </w:rPr>
        <w:t xml:space="preserve">    </w:t>
      </w:r>
      <w:r w:rsidRPr="00773BEC">
        <w:rPr>
          <w:b/>
          <w:noProof w:val="0"/>
        </w:rPr>
        <w:t>case</w:t>
      </w:r>
      <w:r w:rsidRPr="00773BEC">
        <w:rPr>
          <w:noProof w:val="0"/>
        </w:rPr>
        <w:t xml:space="preserve"> 3 : </w:t>
      </w:r>
      <w:r w:rsidRPr="00773BEC">
        <w:rPr>
          <w:b/>
          <w:noProof w:val="0"/>
        </w:rPr>
        <w:t>short</w:t>
      </w:r>
      <w:r w:rsidRPr="00773BEC">
        <w:rPr>
          <w:noProof w:val="0"/>
        </w:rPr>
        <w:t xml:space="preserve"> s; };</w:t>
      </w:r>
    </w:p>
    <w:p w14:paraId="66B10A07" w14:textId="77777777" w:rsidR="004C0BEA" w:rsidRPr="00773BEC" w:rsidRDefault="004C0BEA">
      <w:pPr>
        <w:pStyle w:val="PL"/>
        <w:rPr>
          <w:noProof w:val="0"/>
        </w:rPr>
      </w:pPr>
    </w:p>
    <w:p w14:paraId="30DA9B91" w14:textId="77777777" w:rsidR="004C0BEA" w:rsidRPr="00773BEC" w:rsidRDefault="004C0BEA" w:rsidP="00764958">
      <w:pPr>
        <w:pStyle w:val="EX"/>
      </w:pPr>
      <w:r w:rsidRPr="00773BEC">
        <w:t xml:space="preserve">TTCN </w:t>
      </w:r>
      <w:r w:rsidR="00764958" w:rsidRPr="00773BEC">
        <w:t>EXAMPLE</w:t>
      </w:r>
      <w:r w:rsidR="007F4522" w:rsidRPr="00773BEC">
        <w:t xml:space="preserve"> 1</w:t>
      </w:r>
      <w:r w:rsidRPr="00773BEC">
        <w:t>:</w:t>
      </w:r>
    </w:p>
    <w:p w14:paraId="4D8EC82A" w14:textId="77777777" w:rsidR="004C0BEA" w:rsidRPr="00773BEC" w:rsidRDefault="004C0BEA">
      <w:pPr>
        <w:rPr>
          <w:rFonts w:ascii="Courier New" w:hAnsi="Courier New" w:cs="Courier New"/>
          <w:sz w:val="16"/>
          <w:szCs w:val="16"/>
        </w:rPr>
      </w:pPr>
      <w:r w:rsidRPr="00773BEC">
        <w:rPr>
          <w:rFonts w:ascii="Courier New" w:hAnsi="Courier New" w:cs="Courier New"/>
          <w:b/>
          <w:bCs/>
          <w:sz w:val="16"/>
          <w:szCs w:val="16"/>
        </w:rPr>
        <w:t xml:space="preserve">type long </w:t>
      </w:r>
      <w:r w:rsidRPr="00773BEC">
        <w:rPr>
          <w:rFonts w:ascii="Courier New" w:hAnsi="Courier New" w:cs="Courier New"/>
          <w:sz w:val="16"/>
          <w:szCs w:val="16"/>
        </w:rPr>
        <w:t>MyUnion__Switch;</w:t>
      </w:r>
    </w:p>
    <w:p w14:paraId="79A1DFD3" w14:textId="77777777" w:rsidR="004C0BEA" w:rsidRPr="00773BEC" w:rsidRDefault="004C0BEA">
      <w:pPr>
        <w:pStyle w:val="PL"/>
        <w:rPr>
          <w:noProof w:val="0"/>
        </w:rPr>
      </w:pPr>
      <w:r w:rsidRPr="00773BEC">
        <w:rPr>
          <w:b/>
          <w:noProof w:val="0"/>
        </w:rPr>
        <w:t>type</w:t>
      </w:r>
      <w:r w:rsidRPr="00773BEC">
        <w:rPr>
          <w:noProof w:val="0"/>
        </w:rPr>
        <w:t xml:space="preserve"> </w:t>
      </w:r>
      <w:r w:rsidRPr="00773BEC">
        <w:rPr>
          <w:b/>
          <w:noProof w:val="0"/>
        </w:rPr>
        <w:t>union</w:t>
      </w:r>
      <w:r w:rsidRPr="00773BEC">
        <w:rPr>
          <w:noProof w:val="0"/>
        </w:rPr>
        <w:t xml:space="preserve"> MyUnionType  {</w:t>
      </w:r>
    </w:p>
    <w:p w14:paraId="5214A96C" w14:textId="77777777" w:rsidR="004C0BEA" w:rsidRPr="00773BEC" w:rsidRDefault="004C0BEA">
      <w:pPr>
        <w:pStyle w:val="PL"/>
        <w:rPr>
          <w:noProof w:val="0"/>
        </w:rPr>
      </w:pPr>
      <w:r w:rsidRPr="00773BEC">
        <w:rPr>
          <w:noProof w:val="0"/>
        </w:rPr>
        <w:t xml:space="preserve">    </w:t>
      </w:r>
      <w:r w:rsidRPr="00773BEC">
        <w:rPr>
          <w:b/>
          <w:noProof w:val="0"/>
        </w:rPr>
        <w:t>boolean</w:t>
      </w:r>
      <w:r w:rsidRPr="00773BEC">
        <w:rPr>
          <w:noProof w:val="0"/>
        </w:rPr>
        <w:t xml:space="preserve"> b,</w:t>
      </w:r>
    </w:p>
    <w:p w14:paraId="7DB4732A" w14:textId="77777777" w:rsidR="004C0BEA" w:rsidRPr="00773BEC" w:rsidRDefault="004C0BEA">
      <w:pPr>
        <w:pStyle w:val="PL"/>
        <w:rPr>
          <w:noProof w:val="0"/>
        </w:rPr>
      </w:pPr>
      <w:r w:rsidRPr="00773BEC">
        <w:rPr>
          <w:noProof w:val="0"/>
        </w:rPr>
        <w:t xml:space="preserve">    </w:t>
      </w:r>
      <w:r w:rsidRPr="00773BEC">
        <w:rPr>
          <w:b/>
          <w:noProof w:val="0"/>
        </w:rPr>
        <w:t>iso8859string</w:t>
      </w:r>
      <w:r w:rsidRPr="00773BEC">
        <w:rPr>
          <w:noProof w:val="0"/>
        </w:rPr>
        <w:t xml:space="preserve"> c,</w:t>
      </w:r>
    </w:p>
    <w:p w14:paraId="0EB317C9" w14:textId="77777777" w:rsidR="004C0BEA" w:rsidRPr="00773BEC" w:rsidRDefault="004C0BEA">
      <w:pPr>
        <w:pStyle w:val="PL"/>
        <w:rPr>
          <w:noProof w:val="0"/>
        </w:rPr>
      </w:pPr>
      <w:r w:rsidRPr="00773BEC">
        <w:rPr>
          <w:noProof w:val="0"/>
        </w:rPr>
        <w:t xml:space="preserve">    </w:t>
      </w:r>
      <w:r w:rsidRPr="00773BEC">
        <w:rPr>
          <w:b/>
          <w:noProof w:val="0"/>
        </w:rPr>
        <w:t>octetstring</w:t>
      </w:r>
      <w:r w:rsidRPr="00773BEC">
        <w:rPr>
          <w:noProof w:val="0"/>
        </w:rPr>
        <w:t xml:space="preserve"> o,</w:t>
      </w:r>
    </w:p>
    <w:p w14:paraId="07A42183" w14:textId="77777777" w:rsidR="004C0BEA" w:rsidRPr="00773BEC" w:rsidRDefault="004C0BEA">
      <w:pPr>
        <w:pStyle w:val="PL"/>
        <w:rPr>
          <w:noProof w:val="0"/>
        </w:rPr>
      </w:pPr>
      <w:r w:rsidRPr="00773BEC">
        <w:rPr>
          <w:noProof w:val="0"/>
        </w:rPr>
        <w:t xml:space="preserve">    </w:t>
      </w:r>
      <w:r w:rsidRPr="00773BEC">
        <w:rPr>
          <w:b/>
          <w:noProof w:val="0"/>
        </w:rPr>
        <w:t>short</w:t>
      </w:r>
      <w:r w:rsidRPr="00773BEC">
        <w:rPr>
          <w:noProof w:val="0"/>
        </w:rPr>
        <w:t xml:space="preserve"> s }</w:t>
      </w:r>
    </w:p>
    <w:p w14:paraId="3EA64780" w14:textId="77777777" w:rsidR="004C0BEA" w:rsidRPr="00773BEC" w:rsidRDefault="004C0BEA">
      <w:pPr>
        <w:pStyle w:val="PL"/>
        <w:rPr>
          <w:noProof w:val="0"/>
        </w:rPr>
      </w:pPr>
    </w:p>
    <w:p w14:paraId="0C11DA16" w14:textId="77777777" w:rsidR="004C0BEA" w:rsidRPr="00773BEC" w:rsidRDefault="004C0BEA" w:rsidP="00D53A9C">
      <w:pPr>
        <w:pStyle w:val="PL"/>
        <w:keepNext/>
        <w:rPr>
          <w:noProof w:val="0"/>
        </w:rPr>
      </w:pPr>
      <w:r w:rsidRPr="00773BEC">
        <w:rPr>
          <w:b/>
          <w:noProof w:val="0"/>
        </w:rPr>
        <w:t>type</w:t>
      </w:r>
      <w:r w:rsidRPr="00773BEC">
        <w:rPr>
          <w:noProof w:val="0"/>
        </w:rPr>
        <w:t xml:space="preserve"> </w:t>
      </w:r>
      <w:r w:rsidRPr="00773BEC">
        <w:rPr>
          <w:b/>
          <w:noProof w:val="0"/>
        </w:rPr>
        <w:t>enumerated</w:t>
      </w:r>
      <w:r w:rsidRPr="00773BEC">
        <w:rPr>
          <w:noProof w:val="0"/>
        </w:rPr>
        <w:t xml:space="preserve"> MyUnionEnumType {</w:t>
      </w:r>
    </w:p>
    <w:p w14:paraId="23E836A4" w14:textId="77777777" w:rsidR="004C0BEA" w:rsidRPr="00773BEC" w:rsidRDefault="004C0BEA" w:rsidP="00D53A9C">
      <w:pPr>
        <w:pStyle w:val="PL"/>
        <w:keepNext/>
        <w:rPr>
          <w:noProof w:val="0"/>
        </w:rPr>
      </w:pPr>
      <w:r w:rsidRPr="00773BEC">
        <w:rPr>
          <w:noProof w:val="0"/>
        </w:rPr>
        <w:t xml:space="preserve">    boolean_b, iso8859string_c, octetstring_o, short_s</w:t>
      </w:r>
    </w:p>
    <w:p w14:paraId="1E84F158" w14:textId="77777777" w:rsidR="004C0BEA" w:rsidRPr="00773BEC" w:rsidRDefault="004C0BEA" w:rsidP="00D53A9C">
      <w:pPr>
        <w:pStyle w:val="PL"/>
        <w:keepNext/>
        <w:rPr>
          <w:noProof w:val="0"/>
        </w:rPr>
      </w:pPr>
      <w:r w:rsidRPr="00773BEC">
        <w:rPr>
          <w:noProof w:val="0"/>
        </w:rPr>
        <w:t>}</w:t>
      </w:r>
    </w:p>
    <w:p w14:paraId="6D2B868C" w14:textId="77777777" w:rsidR="004C0BEA" w:rsidRPr="00773BEC" w:rsidRDefault="004C0BEA">
      <w:pPr>
        <w:pStyle w:val="PL"/>
        <w:rPr>
          <w:noProof w:val="0"/>
        </w:rPr>
      </w:pPr>
    </w:p>
    <w:p w14:paraId="39D590EF" w14:textId="77777777" w:rsidR="004C0BEA" w:rsidRPr="00773BEC" w:rsidRDefault="004C0BEA">
      <w:pPr>
        <w:pStyle w:val="PL"/>
        <w:rPr>
          <w:noProof w:val="0"/>
        </w:rPr>
      </w:pPr>
      <w:r w:rsidRPr="00773BEC">
        <w:rPr>
          <w:b/>
          <w:noProof w:val="0"/>
        </w:rPr>
        <w:t>type</w:t>
      </w:r>
      <w:r w:rsidRPr="00773BEC">
        <w:rPr>
          <w:noProof w:val="0"/>
        </w:rPr>
        <w:t xml:space="preserve"> </w:t>
      </w:r>
      <w:r w:rsidRPr="00773BEC">
        <w:rPr>
          <w:b/>
          <w:noProof w:val="0"/>
        </w:rPr>
        <w:t>record</w:t>
      </w:r>
      <w:r w:rsidRPr="00773BEC">
        <w:rPr>
          <w:noProof w:val="0"/>
        </w:rPr>
        <w:t xml:space="preserve"> MyUnion {</w:t>
      </w:r>
    </w:p>
    <w:p w14:paraId="51260634" w14:textId="77777777" w:rsidR="004C0BEA" w:rsidRPr="00773BEC" w:rsidRDefault="004C0BEA">
      <w:pPr>
        <w:pStyle w:val="PL"/>
        <w:rPr>
          <w:noProof w:val="0"/>
        </w:rPr>
      </w:pPr>
      <w:r w:rsidRPr="00773BEC">
        <w:rPr>
          <w:noProof w:val="0"/>
        </w:rPr>
        <w:tab/>
        <w:t>MyUnionEnumType kind,</w:t>
      </w:r>
    </w:p>
    <w:p w14:paraId="3AC8C984" w14:textId="77777777" w:rsidR="004C0BEA" w:rsidRPr="00773BEC" w:rsidRDefault="004C0BEA">
      <w:pPr>
        <w:pStyle w:val="PL"/>
        <w:rPr>
          <w:noProof w:val="0"/>
        </w:rPr>
      </w:pPr>
      <w:r w:rsidRPr="00773BEC">
        <w:rPr>
          <w:noProof w:val="0"/>
        </w:rPr>
        <w:tab/>
        <w:t>MyUnionType value</w:t>
      </w:r>
    </w:p>
    <w:p w14:paraId="43E79183" w14:textId="77777777" w:rsidR="004C0BEA" w:rsidRPr="00773BEC" w:rsidRDefault="004C0BEA">
      <w:pPr>
        <w:pStyle w:val="PL"/>
        <w:rPr>
          <w:noProof w:val="0"/>
        </w:rPr>
      </w:pPr>
      <w:r w:rsidRPr="00773BEC">
        <w:rPr>
          <w:noProof w:val="0"/>
        </w:rPr>
        <w:t>}</w:t>
      </w:r>
    </w:p>
    <w:p w14:paraId="25C63026" w14:textId="77777777" w:rsidR="004C0BEA" w:rsidRPr="00773BEC" w:rsidRDefault="004C0BEA">
      <w:pPr>
        <w:pStyle w:val="PL"/>
        <w:rPr>
          <w:noProof w:val="0"/>
        </w:rPr>
      </w:pPr>
    </w:p>
    <w:p w14:paraId="3F31E850" w14:textId="77777777" w:rsidR="004C0BEA" w:rsidRPr="00773BEC" w:rsidRDefault="004C0BEA" w:rsidP="00197315">
      <w:pPr>
        <w:pStyle w:val="EX"/>
        <w:keepNext/>
      </w:pPr>
      <w:r w:rsidRPr="00773BEC">
        <w:t xml:space="preserve">IDL </w:t>
      </w:r>
      <w:r w:rsidR="00764958" w:rsidRPr="00773BEC">
        <w:t>EXAMPLE</w:t>
      </w:r>
      <w:r w:rsidR="007F4522" w:rsidRPr="00773BEC">
        <w:t xml:space="preserve"> 2</w:t>
      </w:r>
      <w:r w:rsidRPr="00773BEC">
        <w:t>:</w:t>
      </w:r>
    </w:p>
    <w:p w14:paraId="78AA1BFA" w14:textId="77777777" w:rsidR="004C0BEA" w:rsidRPr="00773BEC" w:rsidRDefault="004C0BEA">
      <w:pPr>
        <w:pStyle w:val="PL"/>
        <w:rPr>
          <w:noProof w:val="0"/>
        </w:rPr>
      </w:pPr>
      <w:r w:rsidRPr="00773BEC">
        <w:rPr>
          <w:b/>
          <w:noProof w:val="0"/>
        </w:rPr>
        <w:t xml:space="preserve">Enum </w:t>
      </w:r>
      <w:r w:rsidRPr="00773BEC">
        <w:rPr>
          <w:noProof w:val="0"/>
        </w:rPr>
        <w:t>MyDiscr {</w:t>
      </w:r>
    </w:p>
    <w:p w14:paraId="31003AA2" w14:textId="77777777" w:rsidR="004C0BEA" w:rsidRPr="00773BEC" w:rsidRDefault="004C0BEA">
      <w:pPr>
        <w:pStyle w:val="PL"/>
        <w:rPr>
          <w:noProof w:val="0"/>
        </w:rPr>
      </w:pPr>
      <w:r w:rsidRPr="00773BEC">
        <w:rPr>
          <w:noProof w:val="0"/>
        </w:rPr>
        <w:tab/>
        <w:t>BOOLEAN_DISCR,</w:t>
      </w:r>
    </w:p>
    <w:p w14:paraId="70D63995" w14:textId="77777777" w:rsidR="004C0BEA" w:rsidRPr="00773BEC" w:rsidRDefault="004C0BEA">
      <w:pPr>
        <w:pStyle w:val="PL"/>
        <w:rPr>
          <w:noProof w:val="0"/>
        </w:rPr>
      </w:pPr>
      <w:r w:rsidRPr="00773BEC">
        <w:rPr>
          <w:noProof w:val="0"/>
        </w:rPr>
        <w:tab/>
        <w:t>CHAR_DISCR,</w:t>
      </w:r>
    </w:p>
    <w:p w14:paraId="656BF613" w14:textId="77777777" w:rsidR="004C0BEA" w:rsidRPr="00773BEC" w:rsidRDefault="004C0BEA">
      <w:pPr>
        <w:pStyle w:val="PL"/>
        <w:rPr>
          <w:noProof w:val="0"/>
        </w:rPr>
      </w:pPr>
      <w:r w:rsidRPr="00773BEC">
        <w:rPr>
          <w:noProof w:val="0"/>
        </w:rPr>
        <w:tab/>
        <w:t>OCTET_DISCR,</w:t>
      </w:r>
    </w:p>
    <w:p w14:paraId="79CC14EF" w14:textId="77777777" w:rsidR="004C0BEA" w:rsidRPr="00773BEC" w:rsidRDefault="004C0BEA">
      <w:pPr>
        <w:pStyle w:val="PL"/>
        <w:rPr>
          <w:noProof w:val="0"/>
        </w:rPr>
      </w:pPr>
      <w:r w:rsidRPr="00773BEC">
        <w:rPr>
          <w:noProof w:val="0"/>
        </w:rPr>
        <w:tab/>
        <w:t>SEQ_DISCR,</w:t>
      </w:r>
    </w:p>
    <w:p w14:paraId="254C1374" w14:textId="77777777" w:rsidR="004C0BEA" w:rsidRPr="00773BEC" w:rsidRDefault="004C0BEA">
      <w:pPr>
        <w:pStyle w:val="PL"/>
        <w:rPr>
          <w:noProof w:val="0"/>
        </w:rPr>
      </w:pPr>
      <w:r w:rsidRPr="00773BEC">
        <w:rPr>
          <w:noProof w:val="0"/>
        </w:rPr>
        <w:tab/>
        <w:t>SHORT_DISCR</w:t>
      </w:r>
    </w:p>
    <w:p w14:paraId="72932214" w14:textId="77777777" w:rsidR="004C0BEA" w:rsidRPr="00773BEC" w:rsidRDefault="004C0BEA">
      <w:pPr>
        <w:pStyle w:val="PL"/>
        <w:rPr>
          <w:noProof w:val="0"/>
        </w:rPr>
      </w:pPr>
      <w:r w:rsidRPr="00773BEC">
        <w:rPr>
          <w:noProof w:val="0"/>
        </w:rPr>
        <w:t>};</w:t>
      </w:r>
    </w:p>
    <w:p w14:paraId="118F4A69" w14:textId="77777777" w:rsidR="004C0BEA" w:rsidRPr="00773BEC" w:rsidRDefault="004C0BEA">
      <w:pPr>
        <w:pStyle w:val="PL"/>
        <w:rPr>
          <w:b/>
          <w:noProof w:val="0"/>
        </w:rPr>
      </w:pPr>
    </w:p>
    <w:p w14:paraId="41265C69" w14:textId="77777777" w:rsidR="004C0BEA" w:rsidRPr="00773BEC" w:rsidRDefault="004C0BEA">
      <w:pPr>
        <w:pStyle w:val="PL"/>
        <w:rPr>
          <w:noProof w:val="0"/>
        </w:rPr>
      </w:pPr>
      <w:r w:rsidRPr="00773BEC">
        <w:rPr>
          <w:b/>
          <w:noProof w:val="0"/>
        </w:rPr>
        <w:t xml:space="preserve">union </w:t>
      </w:r>
      <w:r w:rsidRPr="00773BEC">
        <w:rPr>
          <w:noProof w:val="0"/>
        </w:rPr>
        <w:t xml:space="preserve">MyUnion </w:t>
      </w:r>
      <w:r w:rsidRPr="00773BEC">
        <w:rPr>
          <w:b/>
          <w:noProof w:val="0"/>
        </w:rPr>
        <w:t>switch</w:t>
      </w:r>
      <w:r w:rsidRPr="00773BEC">
        <w:rPr>
          <w:noProof w:val="0"/>
        </w:rPr>
        <w:t>( MyDiscr</w:t>
      </w:r>
      <w:r w:rsidRPr="00773BEC">
        <w:rPr>
          <w:b/>
          <w:noProof w:val="0"/>
        </w:rPr>
        <w:t xml:space="preserve"> </w:t>
      </w:r>
      <w:r w:rsidRPr="00773BEC">
        <w:rPr>
          <w:noProof w:val="0"/>
        </w:rPr>
        <w:t>) {</w:t>
      </w:r>
    </w:p>
    <w:p w14:paraId="77B3FFCF" w14:textId="77777777" w:rsidR="004C0BEA" w:rsidRPr="00773BEC" w:rsidRDefault="004C0BEA">
      <w:pPr>
        <w:pStyle w:val="PL"/>
        <w:rPr>
          <w:noProof w:val="0"/>
        </w:rPr>
      </w:pPr>
      <w:r w:rsidRPr="00773BEC">
        <w:rPr>
          <w:b/>
          <w:noProof w:val="0"/>
        </w:rPr>
        <w:tab/>
        <w:t xml:space="preserve">case </w:t>
      </w:r>
      <w:r w:rsidRPr="00773BEC">
        <w:rPr>
          <w:noProof w:val="0"/>
        </w:rPr>
        <w:t xml:space="preserve">BOOLEAN_DISCR : </w:t>
      </w:r>
      <w:r w:rsidRPr="00773BEC">
        <w:rPr>
          <w:b/>
          <w:noProof w:val="0"/>
        </w:rPr>
        <w:t xml:space="preserve">boolean </w:t>
      </w:r>
      <w:r w:rsidRPr="00773BEC">
        <w:rPr>
          <w:noProof w:val="0"/>
        </w:rPr>
        <w:t>b;</w:t>
      </w:r>
    </w:p>
    <w:p w14:paraId="4F6995F8" w14:textId="77777777" w:rsidR="004C0BEA" w:rsidRPr="00773BEC" w:rsidRDefault="004C0BEA">
      <w:pPr>
        <w:pStyle w:val="PL"/>
        <w:rPr>
          <w:noProof w:val="0"/>
        </w:rPr>
      </w:pPr>
      <w:r w:rsidRPr="00773BEC">
        <w:rPr>
          <w:b/>
          <w:noProof w:val="0"/>
        </w:rPr>
        <w:tab/>
        <w:t xml:space="preserve">case </w:t>
      </w:r>
      <w:r w:rsidRPr="00773BEC">
        <w:rPr>
          <w:noProof w:val="0"/>
        </w:rPr>
        <w:t xml:space="preserve">SHORT_DISCR : </w:t>
      </w:r>
      <w:r w:rsidRPr="00773BEC">
        <w:rPr>
          <w:b/>
          <w:noProof w:val="0"/>
        </w:rPr>
        <w:t xml:space="preserve">short </w:t>
      </w:r>
      <w:r w:rsidRPr="00773BEC">
        <w:rPr>
          <w:noProof w:val="0"/>
        </w:rPr>
        <w:t xml:space="preserve">s; </w:t>
      </w:r>
    </w:p>
    <w:p w14:paraId="20AB28FB" w14:textId="77777777" w:rsidR="004C0BEA" w:rsidRPr="00773BEC" w:rsidRDefault="004C0BEA">
      <w:pPr>
        <w:pStyle w:val="PL"/>
        <w:rPr>
          <w:noProof w:val="0"/>
        </w:rPr>
      </w:pPr>
      <w:r w:rsidRPr="00773BEC">
        <w:rPr>
          <w:noProof w:val="0"/>
        </w:rPr>
        <w:t>};</w:t>
      </w:r>
    </w:p>
    <w:p w14:paraId="614FEF83" w14:textId="77777777" w:rsidR="003D1530" w:rsidRPr="00773BEC" w:rsidRDefault="003D1530">
      <w:pPr>
        <w:pStyle w:val="PL"/>
        <w:rPr>
          <w:noProof w:val="0"/>
        </w:rPr>
      </w:pPr>
    </w:p>
    <w:p w14:paraId="52A4559F" w14:textId="77777777" w:rsidR="004C0BEA" w:rsidRPr="00773BEC" w:rsidRDefault="004C0BEA" w:rsidP="00764958">
      <w:pPr>
        <w:pStyle w:val="EX"/>
      </w:pPr>
      <w:r w:rsidRPr="00773BEC">
        <w:t xml:space="preserve">TTCN </w:t>
      </w:r>
      <w:r w:rsidR="00764958" w:rsidRPr="00773BEC">
        <w:t>EXAMPLE</w:t>
      </w:r>
      <w:r w:rsidR="007F4522" w:rsidRPr="00773BEC">
        <w:t xml:space="preserve"> 2</w:t>
      </w:r>
      <w:r w:rsidRPr="00773BEC">
        <w:t>:</w:t>
      </w:r>
    </w:p>
    <w:p w14:paraId="05759739" w14:textId="77777777" w:rsidR="004C0BEA" w:rsidRPr="00773BEC" w:rsidRDefault="004C0BEA">
      <w:pPr>
        <w:pStyle w:val="PL"/>
        <w:rPr>
          <w:noProof w:val="0"/>
        </w:rPr>
      </w:pPr>
      <w:r w:rsidRPr="00773BEC">
        <w:rPr>
          <w:b/>
          <w:noProof w:val="0"/>
        </w:rPr>
        <w:t>type</w:t>
      </w:r>
      <w:r w:rsidRPr="00773BEC">
        <w:rPr>
          <w:noProof w:val="0"/>
        </w:rPr>
        <w:t xml:space="preserve"> </w:t>
      </w:r>
      <w:r w:rsidRPr="00773BEC">
        <w:rPr>
          <w:b/>
          <w:noProof w:val="0"/>
        </w:rPr>
        <w:t>enumerated</w:t>
      </w:r>
      <w:r w:rsidRPr="00773BEC">
        <w:rPr>
          <w:noProof w:val="0"/>
        </w:rPr>
        <w:t xml:space="preserve"> MyDiscr {</w:t>
      </w:r>
    </w:p>
    <w:p w14:paraId="0B370CC0" w14:textId="77777777" w:rsidR="004C0BEA" w:rsidRPr="00773BEC" w:rsidRDefault="004C0BEA">
      <w:pPr>
        <w:pStyle w:val="PL"/>
        <w:rPr>
          <w:noProof w:val="0"/>
        </w:rPr>
      </w:pPr>
      <w:r w:rsidRPr="00773BEC">
        <w:rPr>
          <w:noProof w:val="0"/>
        </w:rPr>
        <w:tab/>
        <w:t>BOOLEAN_DISCR, CHAR_DISCR, OCTET_DISCR, SEQ_DISCR, SHORT_DISCR</w:t>
      </w:r>
    </w:p>
    <w:p w14:paraId="59F0C737" w14:textId="77777777" w:rsidR="004C0BEA" w:rsidRPr="00773BEC" w:rsidRDefault="004C0BEA">
      <w:pPr>
        <w:pStyle w:val="PL"/>
        <w:rPr>
          <w:noProof w:val="0"/>
        </w:rPr>
      </w:pPr>
      <w:r w:rsidRPr="00773BEC">
        <w:rPr>
          <w:noProof w:val="0"/>
        </w:rPr>
        <w:t>}</w:t>
      </w:r>
    </w:p>
    <w:p w14:paraId="05175BEE" w14:textId="77777777" w:rsidR="004C0BEA" w:rsidRPr="00773BEC" w:rsidRDefault="004C0BEA">
      <w:pPr>
        <w:pStyle w:val="PL"/>
        <w:rPr>
          <w:noProof w:val="0"/>
        </w:rPr>
      </w:pPr>
    </w:p>
    <w:p w14:paraId="6C2E6FDB" w14:textId="77777777" w:rsidR="004C0BEA" w:rsidRPr="00773BEC" w:rsidRDefault="004C0BEA">
      <w:pPr>
        <w:pStyle w:val="PL"/>
        <w:rPr>
          <w:noProof w:val="0"/>
        </w:rPr>
      </w:pPr>
      <w:r w:rsidRPr="00773BEC">
        <w:rPr>
          <w:b/>
          <w:bCs/>
          <w:noProof w:val="0"/>
        </w:rPr>
        <w:t xml:space="preserve">type </w:t>
      </w:r>
      <w:r w:rsidRPr="00773BEC">
        <w:rPr>
          <w:bCs/>
          <w:noProof w:val="0"/>
        </w:rPr>
        <w:t>MyDiscr</w:t>
      </w:r>
      <w:r w:rsidRPr="00773BEC">
        <w:rPr>
          <w:b/>
          <w:bCs/>
          <w:noProof w:val="0"/>
        </w:rPr>
        <w:t xml:space="preserve"> </w:t>
      </w:r>
      <w:r w:rsidRPr="00773BEC">
        <w:rPr>
          <w:noProof w:val="0"/>
        </w:rPr>
        <w:t>MyUnion</w:t>
      </w:r>
      <w:r w:rsidRPr="00773BEC">
        <w:rPr>
          <w:b/>
          <w:noProof w:val="0"/>
        </w:rPr>
        <w:t>__Switch</w:t>
      </w:r>
      <w:r w:rsidRPr="00773BEC">
        <w:rPr>
          <w:noProof w:val="0"/>
        </w:rPr>
        <w:t>;</w:t>
      </w:r>
    </w:p>
    <w:p w14:paraId="4C861FD1" w14:textId="77777777" w:rsidR="004C0BEA" w:rsidRPr="00773BEC" w:rsidRDefault="004C0BEA">
      <w:pPr>
        <w:pStyle w:val="PL"/>
        <w:rPr>
          <w:b/>
          <w:bCs/>
          <w:noProof w:val="0"/>
        </w:rPr>
      </w:pPr>
    </w:p>
    <w:p w14:paraId="507F671F" w14:textId="77777777" w:rsidR="004C0BEA" w:rsidRPr="00773BEC" w:rsidRDefault="004C0BEA">
      <w:pPr>
        <w:pStyle w:val="PL"/>
        <w:rPr>
          <w:noProof w:val="0"/>
        </w:rPr>
      </w:pPr>
      <w:r w:rsidRPr="00773BEC">
        <w:rPr>
          <w:b/>
          <w:bCs/>
          <w:noProof w:val="0"/>
        </w:rPr>
        <w:t xml:space="preserve">type enumerated </w:t>
      </w:r>
      <w:r w:rsidRPr="00773BEC">
        <w:rPr>
          <w:bCs/>
          <w:noProof w:val="0"/>
        </w:rPr>
        <w:t>MyU</w:t>
      </w:r>
      <w:r w:rsidRPr="00773BEC">
        <w:rPr>
          <w:noProof w:val="0"/>
        </w:rPr>
        <w:t>nion</w:t>
      </w:r>
      <w:r w:rsidRPr="00773BEC">
        <w:rPr>
          <w:b/>
          <w:noProof w:val="0"/>
        </w:rPr>
        <w:t>__CasesType</w:t>
      </w:r>
      <w:r w:rsidRPr="00773BEC">
        <w:rPr>
          <w:noProof w:val="0"/>
        </w:rPr>
        <w:t xml:space="preserve"> {</w:t>
      </w:r>
    </w:p>
    <w:p w14:paraId="42A3F411" w14:textId="77777777" w:rsidR="004C0BEA" w:rsidRPr="00773BEC" w:rsidRDefault="004C0BEA">
      <w:pPr>
        <w:pStyle w:val="PL"/>
        <w:rPr>
          <w:noProof w:val="0"/>
        </w:rPr>
      </w:pPr>
      <w:r w:rsidRPr="00773BEC">
        <w:rPr>
          <w:bCs/>
          <w:noProof w:val="0"/>
        </w:rPr>
        <w:tab/>
        <w:t>case_BOOLEAN_DISCR</w:t>
      </w:r>
      <w:r w:rsidRPr="00773BEC">
        <w:rPr>
          <w:noProof w:val="0"/>
        </w:rPr>
        <w:t>,</w:t>
      </w:r>
    </w:p>
    <w:p w14:paraId="26D707EB" w14:textId="77777777" w:rsidR="004C0BEA" w:rsidRPr="00773BEC" w:rsidRDefault="004C0BEA">
      <w:pPr>
        <w:pStyle w:val="PL"/>
        <w:rPr>
          <w:noProof w:val="0"/>
        </w:rPr>
      </w:pPr>
      <w:r w:rsidRPr="00773BEC">
        <w:rPr>
          <w:bCs/>
          <w:noProof w:val="0"/>
        </w:rPr>
        <w:tab/>
        <w:t>case_</w:t>
      </w:r>
      <w:r w:rsidRPr="00773BEC">
        <w:rPr>
          <w:noProof w:val="0"/>
        </w:rPr>
        <w:t>SHORT_DISCR</w:t>
      </w:r>
    </w:p>
    <w:p w14:paraId="225790C0" w14:textId="77777777" w:rsidR="004C0BEA" w:rsidRPr="00773BEC" w:rsidRDefault="004C0BEA">
      <w:pPr>
        <w:pStyle w:val="PL"/>
        <w:rPr>
          <w:noProof w:val="0"/>
        </w:rPr>
      </w:pPr>
      <w:r w:rsidRPr="00773BEC">
        <w:rPr>
          <w:noProof w:val="0"/>
        </w:rPr>
        <w:t>}</w:t>
      </w:r>
    </w:p>
    <w:p w14:paraId="1458C914" w14:textId="77777777" w:rsidR="004C0BEA" w:rsidRPr="00773BEC" w:rsidRDefault="004C0BEA">
      <w:pPr>
        <w:pStyle w:val="PL"/>
        <w:rPr>
          <w:noProof w:val="0"/>
        </w:rPr>
      </w:pPr>
    </w:p>
    <w:p w14:paraId="2D26C801" w14:textId="77777777" w:rsidR="004C0BEA" w:rsidRPr="00773BEC" w:rsidRDefault="004C0BEA">
      <w:pPr>
        <w:pStyle w:val="PL"/>
        <w:jc w:val="both"/>
        <w:rPr>
          <w:noProof w:val="0"/>
        </w:rPr>
      </w:pPr>
      <w:r w:rsidRPr="00773BEC">
        <w:rPr>
          <w:b/>
          <w:noProof w:val="0"/>
        </w:rPr>
        <w:t>type</w:t>
      </w:r>
      <w:r w:rsidRPr="00773BEC">
        <w:rPr>
          <w:noProof w:val="0"/>
        </w:rPr>
        <w:t xml:space="preserve"> </w:t>
      </w:r>
      <w:r w:rsidRPr="00773BEC">
        <w:rPr>
          <w:b/>
          <w:noProof w:val="0"/>
        </w:rPr>
        <w:t>union</w:t>
      </w:r>
      <w:r w:rsidRPr="00773BEC">
        <w:rPr>
          <w:noProof w:val="0"/>
        </w:rPr>
        <w:t xml:space="preserve"> MyUnionType {</w:t>
      </w:r>
    </w:p>
    <w:p w14:paraId="43D389A2" w14:textId="77777777" w:rsidR="004C0BEA" w:rsidRPr="00773BEC" w:rsidRDefault="004C0BEA">
      <w:pPr>
        <w:pStyle w:val="PL"/>
        <w:rPr>
          <w:noProof w:val="0"/>
        </w:rPr>
      </w:pPr>
      <w:r w:rsidRPr="00773BEC">
        <w:rPr>
          <w:b/>
          <w:noProof w:val="0"/>
        </w:rPr>
        <w:tab/>
        <w:t>boolean</w:t>
      </w:r>
      <w:r w:rsidRPr="00773BEC">
        <w:rPr>
          <w:noProof w:val="0"/>
        </w:rPr>
        <w:t xml:space="preserve"> b,</w:t>
      </w:r>
    </w:p>
    <w:p w14:paraId="2553D954" w14:textId="77777777" w:rsidR="004C0BEA" w:rsidRPr="00773BEC" w:rsidRDefault="004C0BEA">
      <w:pPr>
        <w:pStyle w:val="PL"/>
        <w:rPr>
          <w:noProof w:val="0"/>
        </w:rPr>
      </w:pPr>
      <w:r w:rsidRPr="00773BEC">
        <w:rPr>
          <w:b/>
          <w:noProof w:val="0"/>
        </w:rPr>
        <w:tab/>
        <w:t>short</w:t>
      </w:r>
      <w:r w:rsidRPr="00773BEC">
        <w:rPr>
          <w:noProof w:val="0"/>
        </w:rPr>
        <w:t xml:space="preserve"> s </w:t>
      </w:r>
    </w:p>
    <w:p w14:paraId="1CC53E50" w14:textId="77777777" w:rsidR="004C0BEA" w:rsidRPr="00773BEC" w:rsidRDefault="004C0BEA">
      <w:pPr>
        <w:pStyle w:val="PL"/>
        <w:rPr>
          <w:noProof w:val="0"/>
        </w:rPr>
      </w:pPr>
      <w:r w:rsidRPr="00773BEC">
        <w:rPr>
          <w:noProof w:val="0"/>
        </w:rPr>
        <w:t>}</w:t>
      </w:r>
    </w:p>
    <w:p w14:paraId="55F451E3" w14:textId="77777777" w:rsidR="004C0BEA" w:rsidRPr="00773BEC" w:rsidRDefault="004C0BEA">
      <w:pPr>
        <w:pStyle w:val="PL"/>
        <w:rPr>
          <w:noProof w:val="0"/>
        </w:rPr>
      </w:pPr>
    </w:p>
    <w:p w14:paraId="18F64E9A" w14:textId="77777777" w:rsidR="004C0BEA" w:rsidRPr="00773BEC" w:rsidRDefault="004C0BEA">
      <w:pPr>
        <w:pStyle w:val="PL"/>
        <w:rPr>
          <w:noProof w:val="0"/>
        </w:rPr>
      </w:pPr>
      <w:r w:rsidRPr="00773BEC">
        <w:rPr>
          <w:b/>
          <w:noProof w:val="0"/>
        </w:rPr>
        <w:t>type</w:t>
      </w:r>
      <w:r w:rsidRPr="00773BEC">
        <w:rPr>
          <w:noProof w:val="0"/>
        </w:rPr>
        <w:t xml:space="preserve"> </w:t>
      </w:r>
      <w:r w:rsidRPr="00773BEC">
        <w:rPr>
          <w:b/>
          <w:noProof w:val="0"/>
        </w:rPr>
        <w:t>enumerated</w:t>
      </w:r>
      <w:r w:rsidRPr="00773BEC">
        <w:rPr>
          <w:noProof w:val="0"/>
        </w:rPr>
        <w:t xml:space="preserve"> MyUnionEnumType {</w:t>
      </w:r>
    </w:p>
    <w:p w14:paraId="3C323B51" w14:textId="77777777" w:rsidR="004C0BEA" w:rsidRPr="00773BEC" w:rsidRDefault="004C0BEA">
      <w:pPr>
        <w:pStyle w:val="PL"/>
        <w:rPr>
          <w:noProof w:val="0"/>
        </w:rPr>
      </w:pPr>
      <w:r w:rsidRPr="00773BEC">
        <w:rPr>
          <w:noProof w:val="0"/>
        </w:rPr>
        <w:lastRenderedPageBreak/>
        <w:tab/>
        <w:t xml:space="preserve">boolean_b, </w:t>
      </w:r>
    </w:p>
    <w:p w14:paraId="6E1A764D" w14:textId="77777777" w:rsidR="004C0BEA" w:rsidRPr="00773BEC" w:rsidRDefault="004C0BEA">
      <w:pPr>
        <w:pStyle w:val="PL"/>
        <w:rPr>
          <w:noProof w:val="0"/>
        </w:rPr>
      </w:pPr>
      <w:r w:rsidRPr="00773BEC">
        <w:rPr>
          <w:noProof w:val="0"/>
        </w:rPr>
        <w:tab/>
        <w:t>short_s</w:t>
      </w:r>
    </w:p>
    <w:p w14:paraId="08396D0D" w14:textId="77777777" w:rsidR="004C0BEA" w:rsidRPr="00773BEC" w:rsidRDefault="004C0BEA">
      <w:pPr>
        <w:pStyle w:val="PL"/>
        <w:rPr>
          <w:noProof w:val="0"/>
        </w:rPr>
      </w:pPr>
      <w:r w:rsidRPr="00773BEC">
        <w:rPr>
          <w:noProof w:val="0"/>
        </w:rPr>
        <w:t>}</w:t>
      </w:r>
    </w:p>
    <w:p w14:paraId="1E192F9E" w14:textId="77777777" w:rsidR="004C0BEA" w:rsidRPr="00773BEC" w:rsidRDefault="004C0BEA">
      <w:pPr>
        <w:pStyle w:val="PL"/>
        <w:rPr>
          <w:noProof w:val="0"/>
        </w:rPr>
      </w:pPr>
    </w:p>
    <w:p w14:paraId="47447419" w14:textId="77777777" w:rsidR="004C0BEA" w:rsidRPr="00773BEC" w:rsidRDefault="004C0BEA">
      <w:pPr>
        <w:pStyle w:val="PL"/>
        <w:rPr>
          <w:noProof w:val="0"/>
        </w:rPr>
      </w:pPr>
      <w:r w:rsidRPr="00773BEC">
        <w:rPr>
          <w:b/>
          <w:noProof w:val="0"/>
        </w:rPr>
        <w:t>type</w:t>
      </w:r>
      <w:r w:rsidRPr="00773BEC">
        <w:rPr>
          <w:noProof w:val="0"/>
        </w:rPr>
        <w:t xml:space="preserve"> </w:t>
      </w:r>
      <w:r w:rsidRPr="00773BEC">
        <w:rPr>
          <w:b/>
          <w:noProof w:val="0"/>
        </w:rPr>
        <w:t>record</w:t>
      </w:r>
      <w:r w:rsidRPr="00773BEC">
        <w:rPr>
          <w:noProof w:val="0"/>
        </w:rPr>
        <w:t xml:space="preserve"> MyUnion {</w:t>
      </w:r>
    </w:p>
    <w:p w14:paraId="2826C9A9" w14:textId="77777777" w:rsidR="004C0BEA" w:rsidRPr="00773BEC" w:rsidRDefault="004C0BEA">
      <w:pPr>
        <w:pStyle w:val="PL"/>
        <w:rPr>
          <w:noProof w:val="0"/>
        </w:rPr>
      </w:pPr>
      <w:r w:rsidRPr="00773BEC">
        <w:rPr>
          <w:noProof w:val="0"/>
        </w:rPr>
        <w:tab/>
        <w:t>MyUnionEnumType kind_,</w:t>
      </w:r>
    </w:p>
    <w:p w14:paraId="7313256B" w14:textId="77777777" w:rsidR="004C0BEA" w:rsidRPr="00773BEC" w:rsidRDefault="004C0BEA">
      <w:pPr>
        <w:pStyle w:val="PL"/>
        <w:rPr>
          <w:noProof w:val="0"/>
        </w:rPr>
      </w:pPr>
      <w:r w:rsidRPr="00773BEC">
        <w:rPr>
          <w:noProof w:val="0"/>
        </w:rPr>
        <w:tab/>
        <w:t>MyUnionType value_</w:t>
      </w:r>
    </w:p>
    <w:p w14:paraId="408F6F95" w14:textId="77777777" w:rsidR="004C0BEA" w:rsidRPr="00773BEC" w:rsidRDefault="004C0BEA">
      <w:pPr>
        <w:pStyle w:val="PL"/>
        <w:rPr>
          <w:noProof w:val="0"/>
        </w:rPr>
      </w:pPr>
      <w:r w:rsidRPr="00773BEC">
        <w:rPr>
          <w:noProof w:val="0"/>
        </w:rPr>
        <w:t>}</w:t>
      </w:r>
    </w:p>
    <w:p w14:paraId="59B88EC1" w14:textId="77777777" w:rsidR="004C0BEA" w:rsidRPr="00773BEC" w:rsidRDefault="004C0BEA">
      <w:pPr>
        <w:pStyle w:val="PL"/>
        <w:rPr>
          <w:noProof w:val="0"/>
        </w:rPr>
      </w:pPr>
    </w:p>
    <w:p w14:paraId="184963F9" w14:textId="77777777" w:rsidR="004C0BEA" w:rsidRPr="00773BEC" w:rsidRDefault="004C0BEA" w:rsidP="009103BE">
      <w:pPr>
        <w:pStyle w:val="Heading3"/>
      </w:pPr>
      <w:bookmarkStart w:id="197" w:name="_Toc65592085"/>
      <w:bookmarkStart w:id="198" w:name="_Toc65593250"/>
      <w:bookmarkStart w:id="199" w:name="_Toc65757520"/>
      <w:bookmarkStart w:id="200" w:name="_Toc73104473"/>
      <w:r w:rsidRPr="00773BEC">
        <w:t>8.2.3</w:t>
      </w:r>
      <w:r w:rsidRPr="00773BEC">
        <w:tab/>
        <w:t>Enumerations</w:t>
      </w:r>
      <w:bookmarkEnd w:id="197"/>
      <w:bookmarkEnd w:id="198"/>
      <w:bookmarkEnd w:id="199"/>
      <w:bookmarkEnd w:id="200"/>
    </w:p>
    <w:p w14:paraId="528D0379" w14:textId="77777777" w:rsidR="004C0BEA" w:rsidRPr="00773BEC" w:rsidRDefault="004C0BEA" w:rsidP="002B0F48">
      <w:pPr>
        <w:keepNext/>
      </w:pPr>
      <w:r w:rsidRPr="00773BEC">
        <w:t>Enumerations are equally defined in IDL and TTCN-3.</w:t>
      </w:r>
    </w:p>
    <w:p w14:paraId="06CB25C2" w14:textId="77777777" w:rsidR="004C0BEA" w:rsidRPr="00773BEC" w:rsidRDefault="004C0BEA" w:rsidP="001A4507">
      <w:pPr>
        <w:pStyle w:val="EX"/>
        <w:keepNext/>
      </w:pPr>
      <w:r w:rsidRPr="00773BEC">
        <w:t xml:space="preserve">IDL </w:t>
      </w:r>
      <w:r w:rsidR="00764958" w:rsidRPr="00773BEC">
        <w:t>EXAMPLE</w:t>
      </w:r>
      <w:r w:rsidRPr="00773BEC">
        <w:t>:</w:t>
      </w:r>
    </w:p>
    <w:p w14:paraId="3A742D10" w14:textId="77777777" w:rsidR="004C0BEA" w:rsidRPr="00773BEC" w:rsidRDefault="004C0BEA">
      <w:pPr>
        <w:pStyle w:val="PL"/>
        <w:rPr>
          <w:noProof w:val="0"/>
        </w:rPr>
      </w:pPr>
      <w:r w:rsidRPr="00773BEC">
        <w:rPr>
          <w:b/>
          <w:noProof w:val="0"/>
        </w:rPr>
        <w:t>enum</w:t>
      </w:r>
      <w:r w:rsidRPr="00773BEC">
        <w:rPr>
          <w:noProof w:val="0"/>
        </w:rPr>
        <w:t xml:space="preserve"> NotFoundReason {</w:t>
      </w:r>
    </w:p>
    <w:p w14:paraId="15F19163" w14:textId="77777777" w:rsidR="004C0BEA" w:rsidRPr="00773BEC" w:rsidRDefault="004C0BEA">
      <w:pPr>
        <w:pStyle w:val="PL"/>
        <w:rPr>
          <w:noProof w:val="0"/>
        </w:rPr>
      </w:pPr>
      <w:r w:rsidRPr="00773BEC">
        <w:rPr>
          <w:noProof w:val="0"/>
        </w:rPr>
        <w:t xml:space="preserve">     missing_node,</w:t>
      </w:r>
    </w:p>
    <w:p w14:paraId="6F633CE2" w14:textId="77777777" w:rsidR="004C0BEA" w:rsidRPr="00773BEC" w:rsidRDefault="004C0BEA">
      <w:pPr>
        <w:pStyle w:val="PL"/>
        <w:rPr>
          <w:noProof w:val="0"/>
        </w:rPr>
      </w:pPr>
      <w:r w:rsidRPr="00773BEC">
        <w:rPr>
          <w:noProof w:val="0"/>
        </w:rPr>
        <w:t xml:space="preserve">     not_context,</w:t>
      </w:r>
    </w:p>
    <w:p w14:paraId="4D23939A" w14:textId="77777777" w:rsidR="004C0BEA" w:rsidRPr="00773BEC" w:rsidRDefault="004C0BEA">
      <w:pPr>
        <w:pStyle w:val="PL"/>
        <w:rPr>
          <w:noProof w:val="0"/>
        </w:rPr>
      </w:pPr>
      <w:r w:rsidRPr="00773BEC">
        <w:rPr>
          <w:noProof w:val="0"/>
        </w:rPr>
        <w:t xml:space="preserve">     not_object };</w:t>
      </w:r>
    </w:p>
    <w:p w14:paraId="68E24B31" w14:textId="77777777" w:rsidR="004C0BEA" w:rsidRPr="00773BEC" w:rsidRDefault="004C0BEA">
      <w:pPr>
        <w:pStyle w:val="PL"/>
        <w:rPr>
          <w:noProof w:val="0"/>
        </w:rPr>
      </w:pPr>
    </w:p>
    <w:p w14:paraId="4C6B853F" w14:textId="77777777" w:rsidR="004C0BEA" w:rsidRPr="00773BEC" w:rsidRDefault="004C0BEA" w:rsidP="00764958">
      <w:pPr>
        <w:pStyle w:val="EX"/>
      </w:pPr>
      <w:r w:rsidRPr="00773BEC">
        <w:t xml:space="preserve">TTCN </w:t>
      </w:r>
      <w:r w:rsidR="00764958" w:rsidRPr="00773BEC">
        <w:t>EXAMPLE</w:t>
      </w:r>
      <w:r w:rsidRPr="00773BEC">
        <w:t>:</w:t>
      </w:r>
    </w:p>
    <w:p w14:paraId="53E391AF" w14:textId="77777777" w:rsidR="004C0BEA" w:rsidRPr="00773BEC" w:rsidRDefault="004C0BEA">
      <w:pPr>
        <w:pStyle w:val="PL"/>
        <w:rPr>
          <w:noProof w:val="0"/>
        </w:rPr>
      </w:pPr>
      <w:r w:rsidRPr="00773BEC">
        <w:rPr>
          <w:b/>
          <w:noProof w:val="0"/>
        </w:rPr>
        <w:t>type</w:t>
      </w:r>
      <w:r w:rsidRPr="00773BEC">
        <w:rPr>
          <w:noProof w:val="0"/>
        </w:rPr>
        <w:t xml:space="preserve"> </w:t>
      </w:r>
      <w:r w:rsidRPr="00773BEC">
        <w:rPr>
          <w:b/>
          <w:noProof w:val="0"/>
        </w:rPr>
        <w:t>enumerated</w:t>
      </w:r>
      <w:r w:rsidRPr="00773BEC">
        <w:rPr>
          <w:noProof w:val="0"/>
        </w:rPr>
        <w:t xml:space="preserve"> NotFoundReason {</w:t>
      </w:r>
    </w:p>
    <w:p w14:paraId="5C58D192" w14:textId="77777777" w:rsidR="004C0BEA" w:rsidRPr="00773BEC" w:rsidRDefault="004C0BEA">
      <w:pPr>
        <w:pStyle w:val="PL"/>
        <w:rPr>
          <w:noProof w:val="0"/>
        </w:rPr>
      </w:pPr>
      <w:r w:rsidRPr="00773BEC">
        <w:rPr>
          <w:noProof w:val="0"/>
        </w:rPr>
        <w:t xml:space="preserve">    missing_node,</w:t>
      </w:r>
    </w:p>
    <w:p w14:paraId="566CB690" w14:textId="77777777" w:rsidR="004C0BEA" w:rsidRPr="00773BEC" w:rsidRDefault="004C0BEA">
      <w:pPr>
        <w:pStyle w:val="PL"/>
        <w:rPr>
          <w:noProof w:val="0"/>
        </w:rPr>
      </w:pPr>
      <w:r w:rsidRPr="00773BEC">
        <w:rPr>
          <w:noProof w:val="0"/>
        </w:rPr>
        <w:t xml:space="preserve">    not_context,</w:t>
      </w:r>
    </w:p>
    <w:p w14:paraId="23A49B10" w14:textId="77777777" w:rsidR="004C0BEA" w:rsidRPr="00773BEC" w:rsidRDefault="004C0BEA">
      <w:pPr>
        <w:pStyle w:val="PL"/>
        <w:rPr>
          <w:noProof w:val="0"/>
        </w:rPr>
      </w:pPr>
      <w:r w:rsidRPr="00773BEC">
        <w:rPr>
          <w:noProof w:val="0"/>
        </w:rPr>
        <w:t xml:space="preserve">    not_object }</w:t>
      </w:r>
    </w:p>
    <w:p w14:paraId="7CDD8C1A" w14:textId="77777777" w:rsidR="004C0BEA" w:rsidRPr="00773BEC" w:rsidRDefault="004C0BEA">
      <w:pPr>
        <w:pStyle w:val="PL"/>
        <w:rPr>
          <w:noProof w:val="0"/>
        </w:rPr>
      </w:pPr>
    </w:p>
    <w:p w14:paraId="5A54B2BC" w14:textId="77777777" w:rsidR="004C0BEA" w:rsidRPr="00773BEC" w:rsidRDefault="004C0BEA" w:rsidP="00346F94">
      <w:pPr>
        <w:pStyle w:val="Heading2"/>
        <w:keepNext w:val="0"/>
      </w:pPr>
      <w:bookmarkStart w:id="201" w:name="_Toc65592086"/>
      <w:bookmarkStart w:id="202" w:name="_Toc65593251"/>
      <w:bookmarkStart w:id="203" w:name="_Toc65757521"/>
      <w:bookmarkStart w:id="204" w:name="_Toc73104474"/>
      <w:r w:rsidRPr="00773BEC">
        <w:t>8.3</w:t>
      </w:r>
      <w:r w:rsidRPr="00773BEC">
        <w:tab/>
        <w:t>Template types</w:t>
      </w:r>
      <w:bookmarkEnd w:id="201"/>
      <w:bookmarkEnd w:id="202"/>
      <w:bookmarkEnd w:id="203"/>
      <w:bookmarkEnd w:id="204"/>
    </w:p>
    <w:p w14:paraId="7E59C8B5" w14:textId="77777777" w:rsidR="0001607F" w:rsidRPr="00773BEC" w:rsidRDefault="0001607F" w:rsidP="00346F94">
      <w:pPr>
        <w:pStyle w:val="Heading3"/>
        <w:keepNext w:val="0"/>
      </w:pPr>
      <w:bookmarkStart w:id="205" w:name="_Toc65592087"/>
      <w:bookmarkStart w:id="206" w:name="_Toc65593252"/>
      <w:bookmarkStart w:id="207" w:name="_Toc65757522"/>
      <w:bookmarkStart w:id="208" w:name="_Toc73104475"/>
      <w:r w:rsidRPr="00773BEC">
        <w:t>8.3.0</w:t>
      </w:r>
      <w:r w:rsidRPr="00773BEC">
        <w:tab/>
        <w:t>General approach</w:t>
      </w:r>
      <w:bookmarkEnd w:id="205"/>
      <w:bookmarkEnd w:id="206"/>
      <w:bookmarkEnd w:id="207"/>
      <w:bookmarkEnd w:id="208"/>
    </w:p>
    <w:p w14:paraId="5575D5F8" w14:textId="77777777" w:rsidR="004C0BEA" w:rsidRPr="00773BEC" w:rsidRDefault="004C0BEA" w:rsidP="00346F94">
      <w:pPr>
        <w:keepLines/>
      </w:pPr>
      <w:r w:rsidRPr="00773BEC">
        <w:t xml:space="preserve">IDL supports the template types </w:t>
      </w:r>
      <w:r w:rsidRPr="00773BEC">
        <w:rPr>
          <w:b/>
        </w:rPr>
        <w:t>sequence</w:t>
      </w:r>
      <w:r w:rsidRPr="00773BEC">
        <w:t xml:space="preserve">, </w:t>
      </w:r>
      <w:r w:rsidRPr="00773BEC">
        <w:rPr>
          <w:b/>
        </w:rPr>
        <w:t>string</w:t>
      </w:r>
      <w:r w:rsidRPr="00773BEC">
        <w:t xml:space="preserve">, </w:t>
      </w:r>
      <w:r w:rsidRPr="00773BEC">
        <w:rPr>
          <w:b/>
        </w:rPr>
        <w:t>wide string</w:t>
      </w:r>
      <w:r w:rsidRPr="00773BEC">
        <w:t xml:space="preserve"> and </w:t>
      </w:r>
      <w:r w:rsidRPr="00773BEC">
        <w:rPr>
          <w:b/>
        </w:rPr>
        <w:t>fixed</w:t>
      </w:r>
      <w:r w:rsidR="009C4436" w:rsidRPr="00773BEC">
        <w:t xml:space="preserve"> type.</w:t>
      </w:r>
    </w:p>
    <w:p w14:paraId="249E5BA5" w14:textId="77777777" w:rsidR="004C0BEA" w:rsidRPr="00773BEC" w:rsidRDefault="004C0BEA" w:rsidP="009103BE">
      <w:pPr>
        <w:pStyle w:val="Heading3"/>
      </w:pPr>
      <w:bookmarkStart w:id="209" w:name="_Toc65592088"/>
      <w:bookmarkStart w:id="210" w:name="_Toc65593253"/>
      <w:bookmarkStart w:id="211" w:name="_Toc65757523"/>
      <w:bookmarkStart w:id="212" w:name="_Toc73104476"/>
      <w:r w:rsidRPr="00773BEC">
        <w:t>8.3.1</w:t>
      </w:r>
      <w:r w:rsidRPr="00773BEC">
        <w:tab/>
        <w:t>Sequence</w:t>
      </w:r>
      <w:bookmarkEnd w:id="209"/>
      <w:bookmarkEnd w:id="210"/>
      <w:bookmarkEnd w:id="211"/>
      <w:bookmarkEnd w:id="212"/>
    </w:p>
    <w:p w14:paraId="6A2E8688" w14:textId="77777777" w:rsidR="004C0BEA" w:rsidRPr="00773BEC" w:rsidRDefault="004C0BEA" w:rsidP="000D0AB3">
      <w:pPr>
        <w:keepNext/>
      </w:pPr>
      <w:r w:rsidRPr="00773BEC">
        <w:t xml:space="preserve">IDL </w:t>
      </w:r>
      <w:r w:rsidRPr="00773BEC">
        <w:rPr>
          <w:b/>
        </w:rPr>
        <w:t>sequence</w:t>
      </w:r>
      <w:r w:rsidRPr="00773BEC">
        <w:t xml:space="preserve"> is mapped to</w:t>
      </w:r>
      <w:r w:rsidRPr="00773BEC">
        <w:rPr>
          <w:b/>
        </w:rPr>
        <w:t xml:space="preserve"> record of</w:t>
      </w:r>
      <w:r w:rsidRPr="00773BEC">
        <w:t xml:space="preserve"> in TTCN-3 to maintain order and to allow unbounded sequences.</w:t>
      </w:r>
    </w:p>
    <w:p w14:paraId="15EBF516" w14:textId="77777777" w:rsidR="004C0BEA" w:rsidRPr="00773BEC" w:rsidRDefault="004C0BEA" w:rsidP="00197315">
      <w:pPr>
        <w:pStyle w:val="EX"/>
        <w:keepNext/>
      </w:pPr>
      <w:r w:rsidRPr="00773BEC">
        <w:t xml:space="preserve">IDL </w:t>
      </w:r>
      <w:r w:rsidR="00764958" w:rsidRPr="00773BEC">
        <w:t>EXAMPLE</w:t>
      </w:r>
      <w:r w:rsidR="007F4522" w:rsidRPr="00773BEC">
        <w:t xml:space="preserve"> 1</w:t>
      </w:r>
      <w:r w:rsidRPr="00773BEC">
        <w:t>:</w:t>
      </w:r>
    </w:p>
    <w:p w14:paraId="18261321" w14:textId="77777777" w:rsidR="004C0BEA" w:rsidRPr="00773BEC" w:rsidRDefault="004C0BEA">
      <w:pPr>
        <w:pStyle w:val="PL"/>
        <w:rPr>
          <w:noProof w:val="0"/>
        </w:rPr>
      </w:pPr>
      <w:r w:rsidRPr="00773BEC">
        <w:rPr>
          <w:b/>
          <w:noProof w:val="0"/>
        </w:rPr>
        <w:t>typedef</w:t>
      </w:r>
      <w:r w:rsidRPr="00773BEC">
        <w:rPr>
          <w:noProof w:val="0"/>
        </w:rPr>
        <w:t xml:space="preserve"> </w:t>
      </w:r>
      <w:r w:rsidRPr="00773BEC">
        <w:rPr>
          <w:b/>
          <w:noProof w:val="0"/>
        </w:rPr>
        <w:t>sequence</w:t>
      </w:r>
      <w:r w:rsidRPr="00773BEC">
        <w:rPr>
          <w:noProof w:val="0"/>
        </w:rPr>
        <w:t>&lt;NameComponent&gt; Name;</w:t>
      </w:r>
    </w:p>
    <w:p w14:paraId="07B88D11" w14:textId="77777777" w:rsidR="004C0BEA" w:rsidRPr="00773BEC" w:rsidRDefault="004C0BEA">
      <w:pPr>
        <w:pStyle w:val="PL"/>
        <w:rPr>
          <w:noProof w:val="0"/>
        </w:rPr>
      </w:pPr>
    </w:p>
    <w:p w14:paraId="4E0881DE" w14:textId="77777777" w:rsidR="004C0BEA" w:rsidRPr="00773BEC" w:rsidRDefault="004C0BEA" w:rsidP="00764958">
      <w:pPr>
        <w:pStyle w:val="EX"/>
      </w:pPr>
      <w:r w:rsidRPr="00773BEC">
        <w:t xml:space="preserve">TTCN </w:t>
      </w:r>
      <w:r w:rsidR="00764958" w:rsidRPr="00773BEC">
        <w:t>EXAMPLE</w:t>
      </w:r>
      <w:r w:rsidR="007F4522" w:rsidRPr="00773BEC">
        <w:t xml:space="preserve"> 1</w:t>
      </w:r>
      <w:r w:rsidRPr="00773BEC">
        <w:t>:</w:t>
      </w:r>
    </w:p>
    <w:p w14:paraId="376B006F" w14:textId="77777777" w:rsidR="004C0BEA" w:rsidRPr="00773BEC" w:rsidRDefault="004C0BEA">
      <w:pPr>
        <w:pStyle w:val="PL"/>
        <w:rPr>
          <w:noProof w:val="0"/>
        </w:rPr>
      </w:pPr>
      <w:r w:rsidRPr="00773BEC">
        <w:rPr>
          <w:b/>
          <w:noProof w:val="0"/>
        </w:rPr>
        <w:t>type</w:t>
      </w:r>
      <w:r w:rsidRPr="00773BEC">
        <w:rPr>
          <w:noProof w:val="0"/>
        </w:rPr>
        <w:t xml:space="preserve"> </w:t>
      </w:r>
      <w:r w:rsidRPr="00773BEC">
        <w:rPr>
          <w:b/>
          <w:noProof w:val="0"/>
        </w:rPr>
        <w:t>record</w:t>
      </w:r>
      <w:r w:rsidRPr="00773BEC">
        <w:rPr>
          <w:noProof w:val="0"/>
        </w:rPr>
        <w:t xml:space="preserve"> </w:t>
      </w:r>
      <w:r w:rsidRPr="00773BEC">
        <w:rPr>
          <w:b/>
          <w:noProof w:val="0"/>
        </w:rPr>
        <w:t>of</w:t>
      </w:r>
      <w:r w:rsidRPr="00773BEC">
        <w:rPr>
          <w:noProof w:val="0"/>
        </w:rPr>
        <w:t xml:space="preserve"> NameComponent Name;</w:t>
      </w:r>
    </w:p>
    <w:p w14:paraId="1EFC738D" w14:textId="77777777" w:rsidR="004C0BEA" w:rsidRPr="00773BEC" w:rsidRDefault="004C0BEA">
      <w:pPr>
        <w:pStyle w:val="PL"/>
        <w:rPr>
          <w:noProof w:val="0"/>
        </w:rPr>
      </w:pPr>
    </w:p>
    <w:p w14:paraId="55E997CD" w14:textId="77777777" w:rsidR="004C0BEA" w:rsidRPr="00773BEC" w:rsidRDefault="004C0BEA">
      <w:r w:rsidRPr="00773BEC">
        <w:t xml:space="preserve">IDL sequences with a specified maximum size are mapped to </w:t>
      </w:r>
      <w:r w:rsidRPr="00773BEC">
        <w:rPr>
          <w:b/>
        </w:rPr>
        <w:t>record of</w:t>
      </w:r>
      <w:r w:rsidRPr="00773BEC">
        <w:t xml:space="preserve"> with limited number of elements to maintain order and restrict the maximum number of elements.</w:t>
      </w:r>
    </w:p>
    <w:p w14:paraId="7D717A6C" w14:textId="77777777" w:rsidR="004C0BEA" w:rsidRPr="00773BEC" w:rsidRDefault="004C0BEA" w:rsidP="00764958">
      <w:pPr>
        <w:pStyle w:val="EX"/>
      </w:pPr>
      <w:r w:rsidRPr="00773BEC">
        <w:t xml:space="preserve">IDL </w:t>
      </w:r>
      <w:r w:rsidR="00764958" w:rsidRPr="00773BEC">
        <w:t>EXAMPLE</w:t>
      </w:r>
      <w:r w:rsidR="007F4522" w:rsidRPr="00773BEC">
        <w:t xml:space="preserve"> 2</w:t>
      </w:r>
      <w:r w:rsidRPr="00773BEC">
        <w:t>:</w:t>
      </w:r>
    </w:p>
    <w:p w14:paraId="0572711B" w14:textId="77777777" w:rsidR="004C0BEA" w:rsidRPr="00773BEC" w:rsidRDefault="004C0BEA">
      <w:pPr>
        <w:pStyle w:val="PL"/>
        <w:rPr>
          <w:rFonts w:cs="Courier New"/>
          <w:noProof w:val="0"/>
          <w:szCs w:val="16"/>
        </w:rPr>
      </w:pPr>
      <w:r w:rsidRPr="00773BEC">
        <w:rPr>
          <w:b/>
          <w:noProof w:val="0"/>
          <w:szCs w:val="16"/>
        </w:rPr>
        <w:t>typedef</w:t>
      </w:r>
      <w:r w:rsidRPr="00773BEC">
        <w:rPr>
          <w:noProof w:val="0"/>
          <w:szCs w:val="16"/>
        </w:rPr>
        <w:t xml:space="preserve"> </w:t>
      </w:r>
      <w:r w:rsidRPr="00773BEC">
        <w:rPr>
          <w:b/>
          <w:noProof w:val="0"/>
          <w:szCs w:val="16"/>
        </w:rPr>
        <w:t>sequence</w:t>
      </w:r>
      <w:r w:rsidRPr="00773BEC">
        <w:rPr>
          <w:rFonts w:cs="Courier New"/>
          <w:noProof w:val="0"/>
          <w:szCs w:val="16"/>
        </w:rPr>
        <w:t>&lt;NameComponent, maximum_size&gt; Name;</w:t>
      </w:r>
    </w:p>
    <w:p w14:paraId="1269D3A1" w14:textId="77777777" w:rsidR="004C0BEA" w:rsidRPr="00773BEC" w:rsidRDefault="004C0BEA">
      <w:pPr>
        <w:pStyle w:val="PL"/>
        <w:rPr>
          <w:noProof w:val="0"/>
          <w:szCs w:val="16"/>
        </w:rPr>
      </w:pPr>
    </w:p>
    <w:p w14:paraId="00E89186" w14:textId="77777777" w:rsidR="004C0BEA" w:rsidRPr="00773BEC" w:rsidRDefault="004C0BEA" w:rsidP="00AF23BC">
      <w:pPr>
        <w:pStyle w:val="EX"/>
        <w:keepNext/>
        <w:keepLines w:val="0"/>
      </w:pPr>
      <w:r w:rsidRPr="00773BEC">
        <w:t xml:space="preserve">TTCN </w:t>
      </w:r>
      <w:r w:rsidR="00764958" w:rsidRPr="00773BEC">
        <w:t>EXAMPLE</w:t>
      </w:r>
      <w:r w:rsidR="007F4522" w:rsidRPr="00773BEC">
        <w:t xml:space="preserve"> 2</w:t>
      </w:r>
      <w:r w:rsidRPr="00773BEC">
        <w:t>:</w:t>
      </w:r>
    </w:p>
    <w:p w14:paraId="75236079" w14:textId="77777777" w:rsidR="004C0BEA" w:rsidRPr="00773BEC" w:rsidRDefault="004C0BEA">
      <w:pPr>
        <w:pStyle w:val="PL"/>
        <w:rPr>
          <w:rFonts w:cs="Courier New"/>
          <w:noProof w:val="0"/>
          <w:szCs w:val="16"/>
        </w:rPr>
      </w:pPr>
      <w:r w:rsidRPr="00773BEC">
        <w:rPr>
          <w:b/>
          <w:noProof w:val="0"/>
          <w:szCs w:val="16"/>
        </w:rPr>
        <w:t>type</w:t>
      </w:r>
      <w:r w:rsidRPr="00773BEC">
        <w:rPr>
          <w:noProof w:val="0"/>
          <w:szCs w:val="16"/>
        </w:rPr>
        <w:t xml:space="preserve"> </w:t>
      </w:r>
      <w:r w:rsidRPr="00773BEC">
        <w:rPr>
          <w:b/>
          <w:noProof w:val="0"/>
          <w:szCs w:val="16"/>
        </w:rPr>
        <w:t>record</w:t>
      </w:r>
      <w:r w:rsidRPr="00773BEC">
        <w:rPr>
          <w:noProof w:val="0"/>
          <w:szCs w:val="16"/>
        </w:rPr>
        <w:t xml:space="preserve"> </w:t>
      </w:r>
      <w:r w:rsidRPr="00773BEC">
        <w:rPr>
          <w:b/>
          <w:noProof w:val="0"/>
          <w:szCs w:val="16"/>
        </w:rPr>
        <w:t>length</w:t>
      </w:r>
      <w:r w:rsidRPr="00773BEC">
        <w:rPr>
          <w:noProof w:val="0"/>
          <w:szCs w:val="16"/>
        </w:rPr>
        <w:t xml:space="preserve"> (0, </w:t>
      </w:r>
      <w:r w:rsidRPr="00773BEC">
        <w:rPr>
          <w:rFonts w:cs="Courier New"/>
          <w:noProof w:val="0"/>
          <w:szCs w:val="16"/>
        </w:rPr>
        <w:t>maximum_size-1</w:t>
      </w:r>
      <w:r w:rsidRPr="00773BEC">
        <w:rPr>
          <w:noProof w:val="0"/>
          <w:szCs w:val="16"/>
        </w:rPr>
        <w:t xml:space="preserve">) </w:t>
      </w:r>
      <w:r w:rsidRPr="00773BEC">
        <w:rPr>
          <w:b/>
          <w:noProof w:val="0"/>
          <w:szCs w:val="16"/>
        </w:rPr>
        <w:t>of</w:t>
      </w:r>
      <w:r w:rsidRPr="00773BEC">
        <w:rPr>
          <w:noProof w:val="0"/>
          <w:szCs w:val="16"/>
        </w:rPr>
        <w:t xml:space="preserve"> </w:t>
      </w:r>
      <w:r w:rsidRPr="00773BEC">
        <w:rPr>
          <w:rFonts w:cs="Courier New"/>
          <w:noProof w:val="0"/>
          <w:szCs w:val="16"/>
        </w:rPr>
        <w:t>NameComponent Name;</w:t>
      </w:r>
    </w:p>
    <w:p w14:paraId="6938F4E5" w14:textId="77777777" w:rsidR="004C0BEA" w:rsidRPr="00773BEC" w:rsidRDefault="004C0BEA" w:rsidP="00CB2BCF">
      <w:pPr>
        <w:pStyle w:val="PL"/>
        <w:rPr>
          <w:noProof w:val="0"/>
        </w:rPr>
      </w:pPr>
    </w:p>
    <w:p w14:paraId="4917F2FF" w14:textId="77777777" w:rsidR="004C0BEA" w:rsidRPr="00773BEC" w:rsidRDefault="004C0BEA" w:rsidP="009103BE">
      <w:pPr>
        <w:pStyle w:val="Heading3"/>
      </w:pPr>
      <w:bookmarkStart w:id="213" w:name="_Toc65592089"/>
      <w:bookmarkStart w:id="214" w:name="_Toc65593254"/>
      <w:bookmarkStart w:id="215" w:name="_Toc65757524"/>
      <w:bookmarkStart w:id="216" w:name="_Toc73104477"/>
      <w:r w:rsidRPr="00773BEC">
        <w:t>8.3.2</w:t>
      </w:r>
      <w:r w:rsidRPr="00773BEC">
        <w:tab/>
        <w:t>String and wstring</w:t>
      </w:r>
      <w:bookmarkEnd w:id="213"/>
      <w:bookmarkEnd w:id="214"/>
      <w:bookmarkEnd w:id="215"/>
      <w:bookmarkEnd w:id="216"/>
    </w:p>
    <w:p w14:paraId="36D1F981" w14:textId="77777777" w:rsidR="004C0BEA" w:rsidRPr="00773BEC" w:rsidRDefault="004C0BEA">
      <w:r w:rsidRPr="00773BEC">
        <w:rPr>
          <w:b/>
        </w:rPr>
        <w:t>string</w:t>
      </w:r>
      <w:r w:rsidRPr="00773BEC">
        <w:t xml:space="preserve"> and </w:t>
      </w:r>
      <w:r w:rsidRPr="00773BEC">
        <w:rPr>
          <w:b/>
        </w:rPr>
        <w:t>wstring</w:t>
      </w:r>
      <w:r w:rsidRPr="00773BEC">
        <w:t xml:space="preserve"> types are sequences of </w:t>
      </w:r>
      <w:r w:rsidRPr="00773BEC">
        <w:rPr>
          <w:b/>
        </w:rPr>
        <w:t>char</w:t>
      </w:r>
      <w:r w:rsidRPr="00773BEC">
        <w:t xml:space="preserve"> and </w:t>
      </w:r>
      <w:r w:rsidRPr="00773BEC">
        <w:rPr>
          <w:b/>
        </w:rPr>
        <w:t>wchar</w:t>
      </w:r>
      <w:r w:rsidRPr="00773BEC">
        <w:t xml:space="preserve">. Therefore, </w:t>
      </w:r>
      <w:r w:rsidRPr="00773BEC">
        <w:rPr>
          <w:b/>
        </w:rPr>
        <w:t>string</w:t>
      </w:r>
      <w:r w:rsidRPr="00773BEC">
        <w:t xml:space="preserve"> and </w:t>
      </w:r>
      <w:r w:rsidRPr="00773BEC">
        <w:rPr>
          <w:b/>
        </w:rPr>
        <w:t>wstring</w:t>
      </w:r>
      <w:r w:rsidRPr="00773BEC">
        <w:t xml:space="preserve"> are mapped to the useful type </w:t>
      </w:r>
      <w:r w:rsidRPr="00773BEC">
        <w:rPr>
          <w:b/>
        </w:rPr>
        <w:t>iso8859string</w:t>
      </w:r>
      <w:r w:rsidRPr="00773BEC">
        <w:t xml:space="preserve"> and </w:t>
      </w:r>
      <w:r w:rsidRPr="00773BEC">
        <w:rPr>
          <w:b/>
        </w:rPr>
        <w:t>universal</w:t>
      </w:r>
      <w:r w:rsidRPr="00773BEC">
        <w:t xml:space="preserve"> </w:t>
      </w:r>
      <w:r w:rsidRPr="00773BEC">
        <w:rPr>
          <w:b/>
        </w:rPr>
        <w:t>charstring</w:t>
      </w:r>
      <w:r w:rsidRPr="00773BEC">
        <w:t>.</w:t>
      </w:r>
    </w:p>
    <w:p w14:paraId="305D8DAD" w14:textId="77777777" w:rsidR="004C0BEA" w:rsidRPr="00773BEC" w:rsidRDefault="004C0BEA" w:rsidP="00764958">
      <w:pPr>
        <w:pStyle w:val="EX"/>
      </w:pPr>
      <w:r w:rsidRPr="00773BEC">
        <w:t xml:space="preserve">IDL </w:t>
      </w:r>
      <w:r w:rsidR="00764958" w:rsidRPr="00773BEC">
        <w:t>EXAMPLE</w:t>
      </w:r>
      <w:r w:rsidRPr="00773BEC">
        <w:t>:</w:t>
      </w:r>
    </w:p>
    <w:p w14:paraId="1010E816" w14:textId="77777777" w:rsidR="004C0BEA" w:rsidRPr="00773BEC" w:rsidRDefault="004C0BEA">
      <w:pPr>
        <w:pStyle w:val="PL"/>
        <w:rPr>
          <w:noProof w:val="0"/>
        </w:rPr>
      </w:pPr>
      <w:r w:rsidRPr="00773BEC">
        <w:rPr>
          <w:b/>
          <w:noProof w:val="0"/>
        </w:rPr>
        <w:t>const</w:t>
      </w:r>
      <w:r w:rsidRPr="00773BEC">
        <w:rPr>
          <w:noProof w:val="0"/>
        </w:rPr>
        <w:t xml:space="preserve"> </w:t>
      </w:r>
      <w:r w:rsidRPr="00773BEC">
        <w:rPr>
          <w:b/>
          <w:noProof w:val="0"/>
        </w:rPr>
        <w:t>string</w:t>
      </w:r>
      <w:r w:rsidRPr="00773BEC">
        <w:rPr>
          <w:noProof w:val="0"/>
        </w:rPr>
        <w:t xml:space="preserve"> name =       "My String";</w:t>
      </w:r>
    </w:p>
    <w:p w14:paraId="73A45D58" w14:textId="77777777" w:rsidR="004C0BEA" w:rsidRPr="00773BEC" w:rsidRDefault="004C0BEA">
      <w:pPr>
        <w:pStyle w:val="PL"/>
        <w:rPr>
          <w:noProof w:val="0"/>
        </w:rPr>
      </w:pPr>
      <w:r w:rsidRPr="00773BEC">
        <w:rPr>
          <w:b/>
          <w:noProof w:val="0"/>
        </w:rPr>
        <w:t>const</w:t>
      </w:r>
      <w:r w:rsidRPr="00773BEC">
        <w:rPr>
          <w:noProof w:val="0"/>
        </w:rPr>
        <w:t xml:space="preserve"> </w:t>
      </w:r>
      <w:r w:rsidRPr="00773BEC">
        <w:rPr>
          <w:b/>
          <w:noProof w:val="0"/>
        </w:rPr>
        <w:t>wstring</w:t>
      </w:r>
      <w:r w:rsidRPr="00773BEC">
        <w:rPr>
          <w:noProof w:val="0"/>
        </w:rPr>
        <w:t xml:space="preserve"> wideName =  L"My String";</w:t>
      </w:r>
    </w:p>
    <w:p w14:paraId="039DF282" w14:textId="77777777" w:rsidR="004C0BEA" w:rsidRPr="00773BEC" w:rsidRDefault="004C0BEA">
      <w:pPr>
        <w:pStyle w:val="PL"/>
        <w:rPr>
          <w:noProof w:val="0"/>
        </w:rPr>
      </w:pPr>
    </w:p>
    <w:p w14:paraId="5D6D0A51" w14:textId="77777777" w:rsidR="004C0BEA" w:rsidRPr="00773BEC" w:rsidRDefault="004C0BEA" w:rsidP="0058600F">
      <w:pPr>
        <w:pStyle w:val="EX"/>
        <w:keepNext/>
      </w:pPr>
      <w:r w:rsidRPr="00773BEC">
        <w:lastRenderedPageBreak/>
        <w:t xml:space="preserve">TTCN </w:t>
      </w:r>
      <w:r w:rsidR="00764958" w:rsidRPr="00773BEC">
        <w:t>EXAMPLE</w:t>
      </w:r>
      <w:r w:rsidRPr="00773BEC">
        <w:t>:</w:t>
      </w:r>
    </w:p>
    <w:p w14:paraId="3B319BE5" w14:textId="77777777" w:rsidR="004C0BEA" w:rsidRPr="00773BEC" w:rsidRDefault="004C0BEA">
      <w:pPr>
        <w:pStyle w:val="PL"/>
        <w:rPr>
          <w:noProof w:val="0"/>
        </w:rPr>
      </w:pPr>
      <w:r w:rsidRPr="00773BEC">
        <w:rPr>
          <w:b/>
          <w:noProof w:val="0"/>
        </w:rPr>
        <w:t>const</w:t>
      </w:r>
      <w:r w:rsidRPr="00773BEC">
        <w:rPr>
          <w:noProof w:val="0"/>
        </w:rPr>
        <w:t xml:space="preserve"> </w:t>
      </w:r>
      <w:r w:rsidRPr="00773BEC">
        <w:rPr>
          <w:b/>
          <w:noProof w:val="0"/>
        </w:rPr>
        <w:t>iso8859string</w:t>
      </w:r>
      <w:r w:rsidRPr="00773BEC">
        <w:rPr>
          <w:noProof w:val="0"/>
        </w:rPr>
        <w:t xml:space="preserve"> name  := "My String";</w:t>
      </w:r>
    </w:p>
    <w:p w14:paraId="79366B31" w14:textId="77777777" w:rsidR="004C0BEA" w:rsidRPr="00773BEC" w:rsidRDefault="004C0BEA">
      <w:pPr>
        <w:pStyle w:val="PL"/>
        <w:rPr>
          <w:noProof w:val="0"/>
        </w:rPr>
      </w:pPr>
      <w:r w:rsidRPr="00773BEC">
        <w:rPr>
          <w:b/>
          <w:noProof w:val="0"/>
        </w:rPr>
        <w:t>const</w:t>
      </w:r>
      <w:r w:rsidRPr="00773BEC">
        <w:rPr>
          <w:noProof w:val="0"/>
        </w:rPr>
        <w:t xml:space="preserve"> </w:t>
      </w:r>
      <w:r w:rsidRPr="00773BEC">
        <w:rPr>
          <w:b/>
          <w:noProof w:val="0"/>
        </w:rPr>
        <w:t>universal</w:t>
      </w:r>
      <w:r w:rsidRPr="00773BEC">
        <w:rPr>
          <w:noProof w:val="0"/>
        </w:rPr>
        <w:t xml:space="preserve"> </w:t>
      </w:r>
      <w:r w:rsidRPr="00773BEC">
        <w:rPr>
          <w:b/>
          <w:noProof w:val="0"/>
        </w:rPr>
        <w:t>charstring</w:t>
      </w:r>
      <w:r w:rsidRPr="00773BEC">
        <w:rPr>
          <w:noProof w:val="0"/>
        </w:rPr>
        <w:t xml:space="preserve"> wideName := "My String";</w:t>
      </w:r>
    </w:p>
    <w:p w14:paraId="37BB302F" w14:textId="77777777" w:rsidR="004C0BEA" w:rsidRPr="00773BEC" w:rsidRDefault="004C0BEA">
      <w:pPr>
        <w:pStyle w:val="PL"/>
        <w:rPr>
          <w:noProof w:val="0"/>
        </w:rPr>
      </w:pPr>
    </w:p>
    <w:p w14:paraId="23345ECE" w14:textId="77777777" w:rsidR="004C0BEA" w:rsidRPr="00773BEC" w:rsidRDefault="004C0BEA" w:rsidP="009103BE">
      <w:pPr>
        <w:pStyle w:val="Heading3"/>
      </w:pPr>
      <w:bookmarkStart w:id="217" w:name="_Toc65592090"/>
      <w:bookmarkStart w:id="218" w:name="_Toc65593255"/>
      <w:bookmarkStart w:id="219" w:name="_Toc65757525"/>
      <w:bookmarkStart w:id="220" w:name="_Toc73104478"/>
      <w:r w:rsidRPr="00773BEC">
        <w:t>8.3.3</w:t>
      </w:r>
      <w:r w:rsidRPr="00773BEC">
        <w:tab/>
        <w:t>Fixed types</w:t>
      </w:r>
      <w:bookmarkEnd w:id="217"/>
      <w:bookmarkEnd w:id="218"/>
      <w:bookmarkEnd w:id="219"/>
      <w:bookmarkEnd w:id="220"/>
    </w:p>
    <w:p w14:paraId="2B25D59C" w14:textId="64308552" w:rsidR="004C0BEA" w:rsidRPr="00773BEC" w:rsidRDefault="004C0BEA" w:rsidP="002B0F48">
      <w:pPr>
        <w:keepNext/>
      </w:pPr>
      <w:r w:rsidRPr="00773BEC">
        <w:t xml:space="preserve">The </w:t>
      </w:r>
      <w:r w:rsidRPr="00773BEC">
        <w:rPr>
          <w:b/>
        </w:rPr>
        <w:t>fixed</w:t>
      </w:r>
      <w:r w:rsidRPr="00773BEC">
        <w:t xml:space="preserve"> type represents a fixed-point decimal number. It is mapped to the corresponding useful type </w:t>
      </w:r>
      <w:r w:rsidRPr="00773BEC">
        <w:rPr>
          <w:b/>
        </w:rPr>
        <w:t>IDLfixed</w:t>
      </w:r>
      <w:r w:rsidRPr="00773BEC">
        <w:t xml:space="preserve"> in TTCN-3 (see clause </w:t>
      </w:r>
      <w:r w:rsidR="000D00A3" w:rsidRPr="00773BEC">
        <w:t>E.2.3.0</w:t>
      </w:r>
      <w:r w:rsidRPr="00773BEC">
        <w:t xml:space="preserve"> in</w:t>
      </w:r>
      <w:r w:rsidR="002778C2" w:rsidRPr="00773BEC">
        <w:t xml:space="preserve"> </w:t>
      </w:r>
      <w:r w:rsidR="004367CC" w:rsidRPr="00773BEC">
        <w:t>ETSI ES 201 873-1</w:t>
      </w:r>
      <w:r w:rsidR="00431FE2" w:rsidRPr="00773BEC">
        <w:t xml:space="preserve"> </w:t>
      </w:r>
      <w:r w:rsidR="002778C2" w:rsidRPr="00773BEC">
        <w:t>[</w:t>
      </w:r>
      <w:r w:rsidR="00FC3737" w:rsidRPr="00773BEC">
        <w:fldChar w:fldCharType="begin"/>
      </w:r>
      <w:r w:rsidR="004367CC" w:rsidRPr="00773BEC">
        <w:instrText xml:space="preserve">REF REF_ES201873_1 \h </w:instrText>
      </w:r>
      <w:r w:rsidR="00FC3737" w:rsidRPr="00773BEC">
        <w:fldChar w:fldCharType="separate"/>
      </w:r>
      <w:r w:rsidR="003A3DF7" w:rsidRPr="00773BEC">
        <w:t>1</w:t>
      </w:r>
      <w:r w:rsidR="00FC3737" w:rsidRPr="00773BEC">
        <w:fldChar w:fldCharType="end"/>
      </w:r>
      <w:r w:rsidR="002778C2" w:rsidRPr="00773BEC">
        <w:t>]</w:t>
      </w:r>
      <w:r w:rsidRPr="00773BEC">
        <w:t xml:space="preserve">). </w:t>
      </w:r>
    </w:p>
    <w:p w14:paraId="6580942A" w14:textId="77777777" w:rsidR="004C0BEA" w:rsidRPr="00773BEC" w:rsidRDefault="004C0BEA" w:rsidP="002B0F48">
      <w:pPr>
        <w:pStyle w:val="EX"/>
        <w:keepNext/>
      </w:pPr>
      <w:r w:rsidRPr="00773BEC">
        <w:t xml:space="preserve">IDL </w:t>
      </w:r>
      <w:r w:rsidR="00764958" w:rsidRPr="00773BEC">
        <w:t>EXAMPLE</w:t>
      </w:r>
      <w:r w:rsidRPr="00773BEC">
        <w:t>:</w:t>
      </w:r>
    </w:p>
    <w:p w14:paraId="10C10EF0" w14:textId="77777777" w:rsidR="004C0BEA" w:rsidRPr="00773BEC" w:rsidRDefault="004C0BEA">
      <w:pPr>
        <w:pStyle w:val="PL"/>
        <w:rPr>
          <w:noProof w:val="0"/>
        </w:rPr>
      </w:pPr>
      <w:r w:rsidRPr="00773BEC">
        <w:rPr>
          <w:b/>
          <w:noProof w:val="0"/>
        </w:rPr>
        <w:t>typedef</w:t>
      </w:r>
      <w:r w:rsidRPr="00773BEC">
        <w:rPr>
          <w:noProof w:val="0"/>
        </w:rPr>
        <w:t xml:space="preserve"> </w:t>
      </w:r>
      <w:r w:rsidRPr="00773BEC">
        <w:rPr>
          <w:b/>
          <w:noProof w:val="0"/>
        </w:rPr>
        <w:t>fixed</w:t>
      </w:r>
      <w:r w:rsidRPr="00773BEC">
        <w:rPr>
          <w:noProof w:val="0"/>
        </w:rPr>
        <w:t>&lt;12,7&gt; myFix;</w:t>
      </w:r>
    </w:p>
    <w:p w14:paraId="5966D471" w14:textId="77777777" w:rsidR="004C0BEA" w:rsidRPr="00773BEC" w:rsidRDefault="004C0BEA">
      <w:pPr>
        <w:pStyle w:val="PL"/>
        <w:rPr>
          <w:noProof w:val="0"/>
        </w:rPr>
      </w:pPr>
    </w:p>
    <w:p w14:paraId="58F0E949" w14:textId="77777777" w:rsidR="004C0BEA" w:rsidRPr="00773BEC" w:rsidRDefault="004C0BEA" w:rsidP="001A4507">
      <w:pPr>
        <w:pStyle w:val="EX"/>
        <w:keepNext/>
      </w:pPr>
      <w:r w:rsidRPr="00773BEC">
        <w:t xml:space="preserve">TTCN </w:t>
      </w:r>
      <w:r w:rsidR="00764958" w:rsidRPr="00773BEC">
        <w:t>EXAMPLE</w:t>
      </w:r>
      <w:r w:rsidR="001A4507" w:rsidRPr="00773BEC">
        <w:t>:</w:t>
      </w:r>
    </w:p>
    <w:p w14:paraId="2D32877D" w14:textId="77777777" w:rsidR="004C0BEA" w:rsidRPr="00773BEC" w:rsidRDefault="004C0BEA">
      <w:pPr>
        <w:pStyle w:val="PL"/>
        <w:rPr>
          <w:noProof w:val="0"/>
        </w:rPr>
      </w:pPr>
      <w:r w:rsidRPr="00773BEC">
        <w:rPr>
          <w:b/>
          <w:noProof w:val="0"/>
        </w:rPr>
        <w:t xml:space="preserve">template IDLfixed myFixTemplate := { 12, 7, ? };  </w:t>
      </w:r>
      <w:r w:rsidRPr="00773BEC">
        <w:rPr>
          <w:noProof w:val="0"/>
        </w:rPr>
        <w:t>// e.g. in module definition part</w:t>
      </w:r>
    </w:p>
    <w:p w14:paraId="06848474" w14:textId="77777777" w:rsidR="004C0BEA" w:rsidRPr="00773BEC" w:rsidRDefault="004C0BEA">
      <w:pPr>
        <w:pStyle w:val="PL"/>
        <w:rPr>
          <w:noProof w:val="0"/>
        </w:rPr>
      </w:pPr>
      <w:r w:rsidRPr="00773BEC">
        <w:rPr>
          <w:b/>
          <w:noProof w:val="0"/>
        </w:rPr>
        <w:t>var</w:t>
      </w:r>
      <w:r w:rsidRPr="00773BEC">
        <w:rPr>
          <w:noProof w:val="0"/>
        </w:rPr>
        <w:t xml:space="preserve"> </w:t>
      </w:r>
      <w:r w:rsidRPr="00773BEC">
        <w:rPr>
          <w:b/>
          <w:noProof w:val="0"/>
        </w:rPr>
        <w:t>IDLfixed</w:t>
      </w:r>
      <w:r w:rsidRPr="00773BEC">
        <w:rPr>
          <w:noProof w:val="0"/>
        </w:rPr>
        <w:t xml:space="preserve"> myFix := { 12, 7, "12345.1234567" }; // e.g. in module control part</w:t>
      </w:r>
    </w:p>
    <w:p w14:paraId="24DA18E7" w14:textId="77777777" w:rsidR="004C0BEA" w:rsidRPr="00773BEC" w:rsidRDefault="004C0BEA">
      <w:pPr>
        <w:pStyle w:val="PL"/>
        <w:rPr>
          <w:noProof w:val="0"/>
        </w:rPr>
      </w:pPr>
    </w:p>
    <w:p w14:paraId="5DFA29B0" w14:textId="77777777" w:rsidR="004C0BEA" w:rsidRPr="00773BEC" w:rsidRDefault="004C0BEA" w:rsidP="009103BE">
      <w:pPr>
        <w:pStyle w:val="Heading2"/>
      </w:pPr>
      <w:bookmarkStart w:id="221" w:name="_Toc65592091"/>
      <w:bookmarkStart w:id="222" w:name="_Toc65593256"/>
      <w:bookmarkStart w:id="223" w:name="_Toc65757526"/>
      <w:bookmarkStart w:id="224" w:name="_Toc73104479"/>
      <w:r w:rsidRPr="00773BEC">
        <w:t>8.4</w:t>
      </w:r>
      <w:r w:rsidRPr="00773BEC">
        <w:tab/>
        <w:t>Complex declarator</w:t>
      </w:r>
      <w:bookmarkEnd w:id="221"/>
      <w:bookmarkEnd w:id="222"/>
      <w:bookmarkEnd w:id="223"/>
      <w:bookmarkEnd w:id="224"/>
    </w:p>
    <w:p w14:paraId="611E219F" w14:textId="77777777" w:rsidR="0001607F" w:rsidRPr="00773BEC" w:rsidRDefault="0001607F" w:rsidP="0001607F">
      <w:pPr>
        <w:pStyle w:val="Heading3"/>
      </w:pPr>
      <w:bookmarkStart w:id="225" w:name="_Toc65592092"/>
      <w:bookmarkStart w:id="226" w:name="_Toc65593257"/>
      <w:bookmarkStart w:id="227" w:name="_Toc65757527"/>
      <w:bookmarkStart w:id="228" w:name="_Toc73104480"/>
      <w:r w:rsidRPr="00773BEC">
        <w:t>8.4.0</w:t>
      </w:r>
      <w:r w:rsidRPr="00773BEC">
        <w:tab/>
        <w:t>General approach</w:t>
      </w:r>
      <w:bookmarkEnd w:id="225"/>
      <w:bookmarkEnd w:id="226"/>
      <w:bookmarkEnd w:id="227"/>
      <w:bookmarkEnd w:id="228"/>
    </w:p>
    <w:p w14:paraId="5BFCC50D" w14:textId="77777777" w:rsidR="004C0BEA" w:rsidRPr="00773BEC" w:rsidRDefault="004C0BEA" w:rsidP="00151971">
      <w:pPr>
        <w:keepNext/>
      </w:pPr>
      <w:r w:rsidRPr="00773BEC">
        <w:t xml:space="preserve">The last kind of type declarators are the complex </w:t>
      </w:r>
      <w:r w:rsidRPr="00773BEC">
        <w:rPr>
          <w:b/>
        </w:rPr>
        <w:t>array</w:t>
      </w:r>
      <w:r w:rsidRPr="00773BEC">
        <w:t xml:space="preserve"> and </w:t>
      </w:r>
      <w:r w:rsidRPr="00773BEC">
        <w:rPr>
          <w:b/>
        </w:rPr>
        <w:t xml:space="preserve">native </w:t>
      </w:r>
      <w:r w:rsidRPr="00773BEC">
        <w:t xml:space="preserve">types. </w:t>
      </w:r>
    </w:p>
    <w:p w14:paraId="0B2059F8" w14:textId="77777777" w:rsidR="004C0BEA" w:rsidRPr="00773BEC" w:rsidRDefault="004C0BEA" w:rsidP="009103BE">
      <w:pPr>
        <w:pStyle w:val="Heading3"/>
      </w:pPr>
      <w:bookmarkStart w:id="229" w:name="_Toc65592093"/>
      <w:bookmarkStart w:id="230" w:name="_Toc65593258"/>
      <w:bookmarkStart w:id="231" w:name="_Toc65757528"/>
      <w:bookmarkStart w:id="232" w:name="_Toc73104481"/>
      <w:r w:rsidRPr="00773BEC">
        <w:t>8.4.1</w:t>
      </w:r>
      <w:r w:rsidRPr="00773BEC">
        <w:tab/>
        <w:t>Arrays</w:t>
      </w:r>
      <w:bookmarkEnd w:id="229"/>
      <w:bookmarkEnd w:id="230"/>
      <w:bookmarkEnd w:id="231"/>
      <w:bookmarkEnd w:id="232"/>
    </w:p>
    <w:p w14:paraId="73283530" w14:textId="77777777" w:rsidR="004C0BEA" w:rsidRPr="00773BEC" w:rsidRDefault="004C0BEA" w:rsidP="00151971">
      <w:pPr>
        <w:keepNext/>
      </w:pPr>
      <w:r w:rsidRPr="00773BEC">
        <w:t xml:space="preserve">IDL </w:t>
      </w:r>
      <w:r w:rsidRPr="00773BEC">
        <w:rPr>
          <w:b/>
        </w:rPr>
        <w:t>array</w:t>
      </w:r>
      <w:r w:rsidRPr="00773BEC">
        <w:t xml:space="preserve"> is equal to the TTCN-3 </w:t>
      </w:r>
      <w:r w:rsidRPr="00773BEC">
        <w:rPr>
          <w:b/>
        </w:rPr>
        <w:t>array</w:t>
      </w:r>
      <w:r w:rsidRPr="00773BEC">
        <w:t xml:space="preserve"> type.</w:t>
      </w:r>
    </w:p>
    <w:p w14:paraId="688D782F" w14:textId="77777777" w:rsidR="004C0BEA" w:rsidRPr="00773BEC" w:rsidRDefault="004C0BEA" w:rsidP="00151971">
      <w:pPr>
        <w:pStyle w:val="EX"/>
        <w:keepNext/>
      </w:pPr>
      <w:r w:rsidRPr="00773BEC">
        <w:t xml:space="preserve">IDL </w:t>
      </w:r>
      <w:r w:rsidR="00764958" w:rsidRPr="00773BEC">
        <w:t>EXAMPLE</w:t>
      </w:r>
      <w:r w:rsidRPr="00773BEC">
        <w:t>:</w:t>
      </w:r>
    </w:p>
    <w:p w14:paraId="164885C2" w14:textId="77777777" w:rsidR="004C0BEA" w:rsidRPr="00773BEC" w:rsidRDefault="004C0BEA">
      <w:pPr>
        <w:pStyle w:val="PL"/>
        <w:rPr>
          <w:noProof w:val="0"/>
        </w:rPr>
      </w:pPr>
      <w:r w:rsidRPr="00773BEC">
        <w:rPr>
          <w:b/>
          <w:noProof w:val="0"/>
        </w:rPr>
        <w:t>typedef</w:t>
      </w:r>
      <w:r w:rsidRPr="00773BEC">
        <w:rPr>
          <w:noProof w:val="0"/>
        </w:rPr>
        <w:t xml:space="preserve"> </w:t>
      </w:r>
      <w:r w:rsidRPr="00773BEC">
        <w:rPr>
          <w:b/>
          <w:noProof w:val="0"/>
        </w:rPr>
        <w:t>long</w:t>
      </w:r>
      <w:r w:rsidRPr="00773BEC">
        <w:rPr>
          <w:noProof w:val="0"/>
        </w:rPr>
        <w:t xml:space="preserve"> NumberList[100];</w:t>
      </w:r>
    </w:p>
    <w:p w14:paraId="77401F6B" w14:textId="77777777" w:rsidR="004C0BEA" w:rsidRPr="00773BEC" w:rsidRDefault="004C0BEA">
      <w:pPr>
        <w:pStyle w:val="PL"/>
        <w:rPr>
          <w:noProof w:val="0"/>
        </w:rPr>
      </w:pPr>
    </w:p>
    <w:p w14:paraId="720231B2" w14:textId="77777777" w:rsidR="004C0BEA" w:rsidRPr="00773BEC" w:rsidRDefault="004C0BEA" w:rsidP="000D0AB3">
      <w:pPr>
        <w:pStyle w:val="EX"/>
        <w:keepNext/>
        <w:keepLines w:val="0"/>
      </w:pPr>
      <w:r w:rsidRPr="00773BEC">
        <w:t xml:space="preserve">TTCN </w:t>
      </w:r>
      <w:r w:rsidR="00764958" w:rsidRPr="00773BEC">
        <w:t>EXAMPLE</w:t>
      </w:r>
      <w:r w:rsidRPr="00773BEC">
        <w:t>:</w:t>
      </w:r>
    </w:p>
    <w:p w14:paraId="5939742C" w14:textId="77777777" w:rsidR="004C0BEA" w:rsidRPr="00773BEC" w:rsidRDefault="004C0BEA">
      <w:pPr>
        <w:pStyle w:val="PL"/>
        <w:rPr>
          <w:noProof w:val="0"/>
        </w:rPr>
      </w:pPr>
      <w:r w:rsidRPr="00773BEC">
        <w:rPr>
          <w:b/>
          <w:noProof w:val="0"/>
        </w:rPr>
        <w:t>type</w:t>
      </w:r>
      <w:r w:rsidRPr="00773BEC">
        <w:rPr>
          <w:noProof w:val="0"/>
        </w:rPr>
        <w:t xml:space="preserve"> </w:t>
      </w:r>
      <w:r w:rsidRPr="00773BEC">
        <w:rPr>
          <w:b/>
          <w:noProof w:val="0"/>
        </w:rPr>
        <w:t>long</w:t>
      </w:r>
      <w:r w:rsidRPr="00773BEC">
        <w:rPr>
          <w:noProof w:val="0"/>
        </w:rPr>
        <w:t xml:space="preserve"> NumberList[100];</w:t>
      </w:r>
    </w:p>
    <w:p w14:paraId="0C2A953A" w14:textId="77777777" w:rsidR="004C0BEA" w:rsidRPr="00773BEC" w:rsidRDefault="004C0BEA">
      <w:pPr>
        <w:pStyle w:val="PL"/>
        <w:rPr>
          <w:noProof w:val="0"/>
        </w:rPr>
      </w:pPr>
    </w:p>
    <w:p w14:paraId="58AB925C" w14:textId="77777777" w:rsidR="004C0BEA" w:rsidRPr="00773BEC" w:rsidRDefault="004C0BEA" w:rsidP="009103BE">
      <w:pPr>
        <w:pStyle w:val="Heading3"/>
      </w:pPr>
      <w:bookmarkStart w:id="233" w:name="_Toc65592094"/>
      <w:bookmarkStart w:id="234" w:name="_Toc65593259"/>
      <w:bookmarkStart w:id="235" w:name="_Toc65757529"/>
      <w:bookmarkStart w:id="236" w:name="_Toc73104482"/>
      <w:r w:rsidRPr="00773BEC">
        <w:t>8.4.2</w:t>
      </w:r>
      <w:r w:rsidRPr="00773BEC">
        <w:tab/>
        <w:t>Native types</w:t>
      </w:r>
      <w:bookmarkEnd w:id="233"/>
      <w:bookmarkEnd w:id="234"/>
      <w:bookmarkEnd w:id="235"/>
      <w:bookmarkEnd w:id="236"/>
    </w:p>
    <w:p w14:paraId="491AA76B" w14:textId="77777777" w:rsidR="004C0BEA" w:rsidRPr="00773BEC" w:rsidRDefault="004C0BEA">
      <w:r w:rsidRPr="00773BEC">
        <w:t xml:space="preserve">Native types are used to allow implementation of dependent types. TTCN-3 provides the type </w:t>
      </w:r>
      <w:r w:rsidRPr="00773BEC">
        <w:rPr>
          <w:b/>
        </w:rPr>
        <w:t>address</w:t>
      </w:r>
      <w:r w:rsidRPr="00773BEC">
        <w:t xml:space="preserve"> to address entities inside a SUT. Hence, </w:t>
      </w:r>
      <w:r w:rsidRPr="00773BEC">
        <w:rPr>
          <w:b/>
        </w:rPr>
        <w:t>address</w:t>
      </w:r>
      <w:r w:rsidRPr="00773BEC">
        <w:t xml:space="preserve"> can be used for mapping of type </w:t>
      </w:r>
      <w:r w:rsidRPr="00773BEC">
        <w:rPr>
          <w:b/>
        </w:rPr>
        <w:t>native</w:t>
      </w:r>
      <w:r w:rsidRPr="00773BEC">
        <w:t xml:space="preserve"> and concrete implementation is left to the user.</w:t>
      </w:r>
    </w:p>
    <w:p w14:paraId="1E957F1A" w14:textId="77777777" w:rsidR="004C0BEA" w:rsidRPr="00773BEC" w:rsidRDefault="004C0BEA" w:rsidP="00764958">
      <w:pPr>
        <w:pStyle w:val="EX"/>
      </w:pPr>
      <w:r w:rsidRPr="00773BEC">
        <w:t xml:space="preserve">IDL </w:t>
      </w:r>
      <w:r w:rsidR="00764958" w:rsidRPr="00773BEC">
        <w:t>EXAMPLE</w:t>
      </w:r>
      <w:r w:rsidRPr="00773BEC">
        <w:t>:</w:t>
      </w:r>
    </w:p>
    <w:p w14:paraId="6839CA01" w14:textId="77777777" w:rsidR="004C0BEA" w:rsidRPr="00773BEC" w:rsidRDefault="004C0BEA">
      <w:pPr>
        <w:pStyle w:val="PL"/>
        <w:rPr>
          <w:noProof w:val="0"/>
        </w:rPr>
      </w:pPr>
      <w:r w:rsidRPr="00773BEC">
        <w:rPr>
          <w:b/>
          <w:noProof w:val="0"/>
        </w:rPr>
        <w:t>typedef native</w:t>
      </w:r>
      <w:r w:rsidRPr="00773BEC">
        <w:rPr>
          <w:noProof w:val="0"/>
        </w:rPr>
        <w:t xml:space="preserve"> MyNativeVariable;</w:t>
      </w:r>
    </w:p>
    <w:p w14:paraId="0C078619" w14:textId="77777777" w:rsidR="004C0BEA" w:rsidRPr="00773BEC" w:rsidRDefault="004C0BEA">
      <w:pPr>
        <w:pStyle w:val="PL"/>
        <w:rPr>
          <w:noProof w:val="0"/>
        </w:rPr>
      </w:pPr>
    </w:p>
    <w:p w14:paraId="17B0189E" w14:textId="77777777" w:rsidR="004C0BEA" w:rsidRPr="00773BEC" w:rsidRDefault="004C0BEA" w:rsidP="00764958">
      <w:pPr>
        <w:pStyle w:val="EX"/>
      </w:pPr>
      <w:r w:rsidRPr="00773BEC">
        <w:t xml:space="preserve">TTCN </w:t>
      </w:r>
      <w:r w:rsidR="00764958" w:rsidRPr="00773BEC">
        <w:t>EXAMPLE</w:t>
      </w:r>
      <w:r w:rsidRPr="00773BEC">
        <w:t>:</w:t>
      </w:r>
    </w:p>
    <w:p w14:paraId="59AD2D54" w14:textId="77777777" w:rsidR="004C0BEA" w:rsidRPr="00773BEC" w:rsidRDefault="004C0BEA">
      <w:pPr>
        <w:pStyle w:val="PL"/>
        <w:rPr>
          <w:noProof w:val="0"/>
        </w:rPr>
      </w:pPr>
      <w:r w:rsidRPr="00773BEC">
        <w:rPr>
          <w:b/>
          <w:noProof w:val="0"/>
        </w:rPr>
        <w:t>type</w:t>
      </w:r>
      <w:r w:rsidRPr="00773BEC">
        <w:rPr>
          <w:noProof w:val="0"/>
        </w:rPr>
        <w:t xml:space="preserve"> MyNativeVariable address;</w:t>
      </w:r>
    </w:p>
    <w:p w14:paraId="63B0D7BD" w14:textId="77777777" w:rsidR="004C0BEA" w:rsidRPr="00773BEC" w:rsidRDefault="004C0BEA">
      <w:pPr>
        <w:pStyle w:val="PL"/>
        <w:rPr>
          <w:noProof w:val="0"/>
        </w:rPr>
      </w:pPr>
    </w:p>
    <w:p w14:paraId="125160E7" w14:textId="77777777" w:rsidR="004C0BEA" w:rsidRPr="00773BEC" w:rsidRDefault="004C0BEA" w:rsidP="000D00A3">
      <w:pPr>
        <w:pStyle w:val="Heading1"/>
      </w:pPr>
      <w:bookmarkStart w:id="237" w:name="_Toc65592095"/>
      <w:bookmarkStart w:id="238" w:name="_Toc65593260"/>
      <w:bookmarkStart w:id="239" w:name="_Toc65757530"/>
      <w:bookmarkStart w:id="240" w:name="_Toc73104483"/>
      <w:r w:rsidRPr="00773BEC">
        <w:t>9</w:t>
      </w:r>
      <w:r w:rsidRPr="00773BEC">
        <w:tab/>
      </w:r>
      <w:r w:rsidR="000D697C" w:rsidRPr="00773BEC">
        <w:t xml:space="preserve">Importing exception </w:t>
      </w:r>
      <w:r w:rsidRPr="00773BEC">
        <w:t>declaration</w:t>
      </w:r>
      <w:bookmarkEnd w:id="237"/>
      <w:bookmarkEnd w:id="238"/>
      <w:bookmarkEnd w:id="239"/>
      <w:bookmarkEnd w:id="240"/>
    </w:p>
    <w:p w14:paraId="56FF3F54" w14:textId="77777777" w:rsidR="004C0BEA" w:rsidRPr="00773BEC" w:rsidRDefault="004C0BEA" w:rsidP="000D00A3">
      <w:pPr>
        <w:keepNext/>
        <w:keepLines/>
      </w:pPr>
      <w:r w:rsidRPr="00773BEC">
        <w:t xml:space="preserve">In IDL, exceptions are used in conjunction with operations to handle exceptional conditions during an operation call. Thus, a special struct-like </w:t>
      </w:r>
      <w:r w:rsidRPr="00773BEC">
        <w:rPr>
          <w:b/>
        </w:rPr>
        <w:t>exception</w:t>
      </w:r>
      <w:r w:rsidRPr="00773BEC">
        <w:t xml:space="preserve"> type is provided which has to be associated with each operation that can trigger this exception. TTCN-3 also supports the use of exceptions with procedure calls by binding it to signature definitions. However, it provides no special </w:t>
      </w:r>
      <w:r w:rsidRPr="00773BEC">
        <w:rPr>
          <w:b/>
        </w:rPr>
        <w:t>exception</w:t>
      </w:r>
      <w:r w:rsidRPr="00773BEC">
        <w:t xml:space="preserve"> type. Hence, exceptions are defined by using type </w:t>
      </w:r>
      <w:r w:rsidRPr="00773BEC">
        <w:rPr>
          <w:b/>
        </w:rPr>
        <w:t>record</w:t>
      </w:r>
      <w:r w:rsidRPr="00773BEC">
        <w:t>.</w:t>
      </w:r>
    </w:p>
    <w:p w14:paraId="192D6950" w14:textId="77777777" w:rsidR="004C0BEA" w:rsidRPr="00773BEC" w:rsidRDefault="004C0BEA">
      <w:r w:rsidRPr="00773BEC">
        <w:t xml:space="preserve">A definition of an </w:t>
      </w:r>
      <w:r w:rsidRPr="00773BEC">
        <w:rPr>
          <w:b/>
        </w:rPr>
        <w:t>exception</w:t>
      </w:r>
      <w:r w:rsidRPr="00773BEC">
        <w:t xml:space="preserve"> is shown in the following example. The use of exception binding in signature definitions and exception catching is shown in the context of operation declaration.</w:t>
      </w:r>
    </w:p>
    <w:p w14:paraId="7E2DD5D6" w14:textId="77777777" w:rsidR="004C0BEA" w:rsidRPr="00773BEC" w:rsidRDefault="004C0BEA" w:rsidP="0058600F">
      <w:pPr>
        <w:pStyle w:val="EX"/>
        <w:keepNext/>
      </w:pPr>
      <w:r w:rsidRPr="00773BEC">
        <w:lastRenderedPageBreak/>
        <w:t xml:space="preserve">IDL </w:t>
      </w:r>
      <w:r w:rsidR="00764958" w:rsidRPr="00773BEC">
        <w:t>EXAMPLE</w:t>
      </w:r>
      <w:r w:rsidRPr="00773BEC">
        <w:t>:</w:t>
      </w:r>
    </w:p>
    <w:p w14:paraId="3F71604A" w14:textId="77777777" w:rsidR="004C0BEA" w:rsidRPr="00773BEC" w:rsidRDefault="004C0BEA">
      <w:pPr>
        <w:pStyle w:val="PL"/>
        <w:rPr>
          <w:noProof w:val="0"/>
        </w:rPr>
      </w:pPr>
      <w:r w:rsidRPr="00773BEC">
        <w:rPr>
          <w:b/>
          <w:noProof w:val="0"/>
        </w:rPr>
        <w:t>exception</w:t>
      </w:r>
      <w:r w:rsidRPr="00773BEC">
        <w:rPr>
          <w:noProof w:val="0"/>
        </w:rPr>
        <w:t xml:space="preserve"> NotFoundException {</w:t>
      </w:r>
    </w:p>
    <w:p w14:paraId="7B87BFEF" w14:textId="77777777" w:rsidR="004C0BEA" w:rsidRPr="00773BEC" w:rsidRDefault="004C0BEA">
      <w:pPr>
        <w:pStyle w:val="PL"/>
        <w:rPr>
          <w:noProof w:val="0"/>
        </w:rPr>
      </w:pPr>
      <w:r w:rsidRPr="00773BEC">
        <w:rPr>
          <w:noProof w:val="0"/>
        </w:rPr>
        <w:t xml:space="preserve">          NotFoundReason why;</w:t>
      </w:r>
    </w:p>
    <w:p w14:paraId="21DB37DA" w14:textId="77777777" w:rsidR="004C0BEA" w:rsidRPr="00773BEC" w:rsidRDefault="004C0BEA">
      <w:pPr>
        <w:pStyle w:val="PL"/>
        <w:rPr>
          <w:noProof w:val="0"/>
        </w:rPr>
      </w:pPr>
      <w:r w:rsidRPr="00773BEC">
        <w:rPr>
          <w:noProof w:val="0"/>
        </w:rPr>
        <w:t xml:space="preserve">          Name rest_of_name; };</w:t>
      </w:r>
    </w:p>
    <w:p w14:paraId="71FA5BC4" w14:textId="77777777" w:rsidR="004C0BEA" w:rsidRPr="00773BEC" w:rsidRDefault="004C0BEA">
      <w:pPr>
        <w:pStyle w:val="PL"/>
        <w:rPr>
          <w:noProof w:val="0"/>
        </w:rPr>
      </w:pPr>
    </w:p>
    <w:p w14:paraId="2C9F6989" w14:textId="77777777" w:rsidR="004C0BEA" w:rsidRPr="00773BEC" w:rsidRDefault="004C0BEA" w:rsidP="007F4522">
      <w:pPr>
        <w:pStyle w:val="EX"/>
        <w:keepNext/>
      </w:pPr>
      <w:r w:rsidRPr="00773BEC">
        <w:t xml:space="preserve">TTCN </w:t>
      </w:r>
      <w:r w:rsidR="00764958" w:rsidRPr="00773BEC">
        <w:t>EXAMPLE</w:t>
      </w:r>
      <w:r w:rsidRPr="00773BEC">
        <w:t>:</w:t>
      </w:r>
    </w:p>
    <w:p w14:paraId="7AA08602" w14:textId="77777777" w:rsidR="004C0BEA" w:rsidRPr="00773BEC" w:rsidRDefault="004C0BEA" w:rsidP="007F4522">
      <w:pPr>
        <w:pStyle w:val="PL"/>
        <w:keepNext/>
        <w:rPr>
          <w:noProof w:val="0"/>
        </w:rPr>
      </w:pPr>
      <w:r w:rsidRPr="00773BEC">
        <w:rPr>
          <w:noProof w:val="0"/>
        </w:rPr>
        <w:t>// definition of an exception type</w:t>
      </w:r>
    </w:p>
    <w:p w14:paraId="7B41E160" w14:textId="77777777" w:rsidR="004C0BEA" w:rsidRPr="00773BEC" w:rsidRDefault="004C0BEA" w:rsidP="007F4522">
      <w:pPr>
        <w:pStyle w:val="PL"/>
        <w:keepNext/>
        <w:rPr>
          <w:noProof w:val="0"/>
        </w:rPr>
      </w:pPr>
      <w:r w:rsidRPr="00773BEC">
        <w:rPr>
          <w:b/>
          <w:noProof w:val="0"/>
        </w:rPr>
        <w:t>type</w:t>
      </w:r>
      <w:r w:rsidRPr="00773BEC">
        <w:rPr>
          <w:noProof w:val="0"/>
        </w:rPr>
        <w:t xml:space="preserve"> </w:t>
      </w:r>
      <w:r w:rsidRPr="00773BEC">
        <w:rPr>
          <w:b/>
          <w:noProof w:val="0"/>
        </w:rPr>
        <w:t>record</w:t>
      </w:r>
      <w:r w:rsidRPr="00773BEC">
        <w:rPr>
          <w:noProof w:val="0"/>
        </w:rPr>
        <w:t xml:space="preserve"> NotFoundException {</w:t>
      </w:r>
    </w:p>
    <w:p w14:paraId="29701A62" w14:textId="77777777" w:rsidR="004C0BEA" w:rsidRPr="00773BEC" w:rsidRDefault="004C0BEA" w:rsidP="007F4522">
      <w:pPr>
        <w:pStyle w:val="PL"/>
        <w:keepNext/>
        <w:rPr>
          <w:noProof w:val="0"/>
        </w:rPr>
      </w:pPr>
      <w:r w:rsidRPr="00773BEC">
        <w:rPr>
          <w:noProof w:val="0"/>
        </w:rPr>
        <w:t xml:space="preserve">     NotFoundReason why,</w:t>
      </w:r>
    </w:p>
    <w:p w14:paraId="4CB0FAD7" w14:textId="77777777" w:rsidR="004C0BEA" w:rsidRPr="00773BEC" w:rsidRDefault="004C0BEA">
      <w:pPr>
        <w:pStyle w:val="PL"/>
        <w:rPr>
          <w:noProof w:val="0"/>
        </w:rPr>
      </w:pPr>
      <w:r w:rsidRPr="00773BEC">
        <w:rPr>
          <w:noProof w:val="0"/>
        </w:rPr>
        <w:t xml:space="preserve">     Name rest_of_name }</w:t>
      </w:r>
    </w:p>
    <w:p w14:paraId="3C93F0C2" w14:textId="77777777" w:rsidR="004C0BEA" w:rsidRPr="00773BEC" w:rsidRDefault="004C0BEA">
      <w:pPr>
        <w:pStyle w:val="PL"/>
        <w:rPr>
          <w:noProof w:val="0"/>
        </w:rPr>
      </w:pPr>
    </w:p>
    <w:p w14:paraId="12881679" w14:textId="77777777" w:rsidR="004C0BEA" w:rsidRPr="00773BEC" w:rsidRDefault="004C0BEA">
      <w:pPr>
        <w:pStyle w:val="PL"/>
        <w:rPr>
          <w:noProof w:val="0"/>
        </w:rPr>
      </w:pPr>
      <w:r w:rsidRPr="00773BEC">
        <w:rPr>
          <w:noProof w:val="0"/>
        </w:rPr>
        <w:t>// definition of a template for the</w:t>
      </w:r>
    </w:p>
    <w:p w14:paraId="09D2EB30" w14:textId="77777777" w:rsidR="004C0BEA" w:rsidRPr="00773BEC" w:rsidRDefault="004C0BEA">
      <w:pPr>
        <w:pStyle w:val="PL"/>
        <w:rPr>
          <w:noProof w:val="0"/>
        </w:rPr>
      </w:pPr>
      <w:r w:rsidRPr="00773BEC">
        <w:rPr>
          <w:noProof w:val="0"/>
        </w:rPr>
        <w:t>// defined exception type</w:t>
      </w:r>
    </w:p>
    <w:p w14:paraId="7B9551FF" w14:textId="77777777" w:rsidR="004C0BEA" w:rsidRPr="00773BEC" w:rsidRDefault="004C0BEA">
      <w:pPr>
        <w:pStyle w:val="PL"/>
        <w:rPr>
          <w:noProof w:val="0"/>
        </w:rPr>
      </w:pPr>
      <w:r w:rsidRPr="00773BEC">
        <w:rPr>
          <w:b/>
          <w:noProof w:val="0"/>
        </w:rPr>
        <w:t>template</w:t>
      </w:r>
      <w:r w:rsidRPr="00773BEC">
        <w:rPr>
          <w:noProof w:val="0"/>
        </w:rPr>
        <w:t xml:space="preserve"> NotFoundException</w:t>
      </w:r>
    </w:p>
    <w:p w14:paraId="2A77A15E" w14:textId="77777777" w:rsidR="004C0BEA" w:rsidRPr="00773BEC" w:rsidRDefault="004C0BEA">
      <w:pPr>
        <w:pStyle w:val="PL"/>
        <w:rPr>
          <w:noProof w:val="0"/>
        </w:rPr>
      </w:pPr>
      <w:r w:rsidRPr="00773BEC">
        <w:rPr>
          <w:noProof w:val="0"/>
        </w:rPr>
        <w:t xml:space="preserve">  NotFoundExceptionTemplate ( NotFoundReason reason, Name name ) := {</w:t>
      </w:r>
    </w:p>
    <w:p w14:paraId="4A766532" w14:textId="77777777" w:rsidR="004C0BEA" w:rsidRPr="00773BEC" w:rsidRDefault="004C0BEA">
      <w:pPr>
        <w:pStyle w:val="PL"/>
        <w:rPr>
          <w:noProof w:val="0"/>
        </w:rPr>
      </w:pPr>
      <w:r w:rsidRPr="00773BEC">
        <w:rPr>
          <w:noProof w:val="0"/>
        </w:rPr>
        <w:t xml:space="preserve">    why := reason,</w:t>
      </w:r>
    </w:p>
    <w:p w14:paraId="3B150508" w14:textId="77777777" w:rsidR="004C0BEA" w:rsidRPr="00773BEC" w:rsidRDefault="004C0BEA">
      <w:pPr>
        <w:pStyle w:val="PL"/>
        <w:rPr>
          <w:noProof w:val="0"/>
        </w:rPr>
      </w:pPr>
      <w:r w:rsidRPr="00773BEC">
        <w:rPr>
          <w:noProof w:val="0"/>
        </w:rPr>
        <w:t xml:space="preserve">    rest_of_name := name }</w:t>
      </w:r>
    </w:p>
    <w:p w14:paraId="306EE3E4" w14:textId="77777777" w:rsidR="004C0BEA" w:rsidRPr="00773BEC" w:rsidRDefault="004C0BEA">
      <w:pPr>
        <w:pStyle w:val="PL"/>
        <w:rPr>
          <w:noProof w:val="0"/>
        </w:rPr>
      </w:pPr>
    </w:p>
    <w:p w14:paraId="29296F75" w14:textId="3F0E4661" w:rsidR="008C2749" w:rsidRPr="00773BEC" w:rsidRDefault="008C2749" w:rsidP="00D53A9C">
      <w:pPr>
        <w:keepNext/>
      </w:pPr>
      <w:r w:rsidRPr="00773BEC">
        <w:t xml:space="preserve">In addition to user defined exceptions, there are CORBA </w:t>
      </w:r>
      <w:r w:rsidRPr="00773BEC">
        <w:rPr>
          <w:b/>
        </w:rPr>
        <w:t>system exceptions</w:t>
      </w:r>
      <w:r w:rsidRPr="00773BEC">
        <w:t xml:space="preserve"> defined in chapter 4 in</w:t>
      </w:r>
      <w:r w:rsidR="00D97475" w:rsidRPr="00773BEC">
        <w:t xml:space="preserve"> [</w:t>
      </w:r>
      <w:r w:rsidR="00D97475" w:rsidRPr="00773BEC">
        <w:fldChar w:fldCharType="begin"/>
      </w:r>
      <w:r w:rsidR="00D97475" w:rsidRPr="00773BEC">
        <w:instrText xml:space="preserve">REF REF_CORBA30 \h </w:instrText>
      </w:r>
      <w:r w:rsidR="00D97475" w:rsidRPr="00773BEC">
        <w:fldChar w:fldCharType="separate"/>
      </w:r>
      <w:r w:rsidR="003A3DF7" w:rsidRPr="00773BEC">
        <w:t>4</w:t>
      </w:r>
      <w:r w:rsidR="00D97475" w:rsidRPr="00773BEC">
        <w:fldChar w:fldCharType="end"/>
      </w:r>
      <w:r w:rsidR="00D97475" w:rsidRPr="00773BEC">
        <w:t>]</w:t>
      </w:r>
      <w:r w:rsidRPr="00773BEC">
        <w:t>. In order to make them available for use in TTCN-3, the following definitions are to be used:</w:t>
      </w:r>
    </w:p>
    <w:p w14:paraId="35A595E0" w14:textId="77777777" w:rsidR="008C2749" w:rsidRPr="00773BEC" w:rsidRDefault="008C2749" w:rsidP="00D53A9C">
      <w:pPr>
        <w:pStyle w:val="PL"/>
        <w:keepNext/>
        <w:rPr>
          <w:noProof w:val="0"/>
        </w:rPr>
      </w:pPr>
      <w:r w:rsidRPr="00773BEC">
        <w:rPr>
          <w:noProof w:val="0"/>
        </w:rPr>
        <w:tab/>
        <w:t>// CORBA system exceptions</w:t>
      </w:r>
    </w:p>
    <w:p w14:paraId="2C7378F5" w14:textId="77777777" w:rsidR="008C2749" w:rsidRPr="00773BEC" w:rsidRDefault="008C2749" w:rsidP="00D53A9C">
      <w:pPr>
        <w:pStyle w:val="PL"/>
        <w:keepNext/>
        <w:rPr>
          <w:noProof w:val="0"/>
        </w:rPr>
      </w:pPr>
      <w:r w:rsidRPr="00773BEC">
        <w:rPr>
          <w:noProof w:val="0"/>
        </w:rPr>
        <w:t xml:space="preserve">   </w:t>
      </w:r>
      <w:r w:rsidRPr="00773BEC">
        <w:rPr>
          <w:noProof w:val="0"/>
        </w:rPr>
        <w:tab/>
        <w:t>type record UNKNOWN{}</w:t>
      </w:r>
      <w:r w:rsidRPr="00773BEC">
        <w:rPr>
          <w:noProof w:val="0"/>
        </w:rPr>
        <w:tab/>
      </w:r>
      <w:r w:rsidRPr="00773BEC">
        <w:rPr>
          <w:noProof w:val="0"/>
        </w:rPr>
        <w:tab/>
      </w:r>
      <w:r w:rsidRPr="00773BEC">
        <w:rPr>
          <w:noProof w:val="0"/>
        </w:rPr>
        <w:tab/>
      </w:r>
      <w:r w:rsidRPr="00773BEC">
        <w:rPr>
          <w:noProof w:val="0"/>
        </w:rPr>
        <w:tab/>
        <w:t>// the unknown type record</w:t>
      </w:r>
    </w:p>
    <w:p w14:paraId="64F42CE3" w14:textId="77777777" w:rsidR="008C2749" w:rsidRPr="00773BEC" w:rsidRDefault="008C2749" w:rsidP="008C2749">
      <w:pPr>
        <w:pStyle w:val="PL"/>
        <w:rPr>
          <w:noProof w:val="0"/>
        </w:rPr>
      </w:pPr>
      <w:r w:rsidRPr="00773BEC">
        <w:rPr>
          <w:noProof w:val="0"/>
        </w:rPr>
        <w:t xml:space="preserve">   </w:t>
      </w:r>
      <w:r w:rsidRPr="00773BEC">
        <w:rPr>
          <w:noProof w:val="0"/>
        </w:rPr>
        <w:tab/>
        <w:t>type record BAD_PARAM{}</w:t>
      </w:r>
      <w:r w:rsidRPr="00773BEC">
        <w:rPr>
          <w:noProof w:val="0"/>
        </w:rPr>
        <w:tab/>
      </w:r>
      <w:r w:rsidRPr="00773BEC">
        <w:rPr>
          <w:noProof w:val="0"/>
        </w:rPr>
        <w:tab/>
      </w:r>
      <w:r w:rsidRPr="00773BEC">
        <w:rPr>
          <w:noProof w:val="0"/>
        </w:rPr>
        <w:tab/>
        <w:t>// an invalid parameter was passed</w:t>
      </w:r>
    </w:p>
    <w:p w14:paraId="066AF129" w14:textId="77777777" w:rsidR="008C2749" w:rsidRPr="00773BEC" w:rsidRDefault="008C2749" w:rsidP="008C2749">
      <w:pPr>
        <w:pStyle w:val="PL"/>
        <w:rPr>
          <w:noProof w:val="0"/>
        </w:rPr>
      </w:pPr>
      <w:r w:rsidRPr="00773BEC">
        <w:rPr>
          <w:noProof w:val="0"/>
        </w:rPr>
        <w:t xml:space="preserve">   </w:t>
      </w:r>
      <w:r w:rsidRPr="00773BEC">
        <w:rPr>
          <w:noProof w:val="0"/>
        </w:rPr>
        <w:tab/>
        <w:t>type record NO_MEMORY{}</w:t>
      </w:r>
      <w:r w:rsidRPr="00773BEC">
        <w:rPr>
          <w:noProof w:val="0"/>
        </w:rPr>
        <w:tab/>
      </w:r>
      <w:r w:rsidRPr="00773BEC">
        <w:rPr>
          <w:noProof w:val="0"/>
        </w:rPr>
        <w:tab/>
      </w:r>
      <w:r w:rsidRPr="00773BEC">
        <w:rPr>
          <w:noProof w:val="0"/>
        </w:rPr>
        <w:tab/>
        <w:t>// dynamic memory allocation failure</w:t>
      </w:r>
    </w:p>
    <w:p w14:paraId="4FB26C90" w14:textId="77777777" w:rsidR="008C2749" w:rsidRPr="00773BEC" w:rsidRDefault="008C2749" w:rsidP="008C2749">
      <w:pPr>
        <w:pStyle w:val="PL"/>
        <w:rPr>
          <w:noProof w:val="0"/>
        </w:rPr>
      </w:pPr>
      <w:r w:rsidRPr="00773BEC">
        <w:rPr>
          <w:noProof w:val="0"/>
        </w:rPr>
        <w:t xml:space="preserve">   </w:t>
      </w:r>
      <w:r w:rsidRPr="00773BEC">
        <w:rPr>
          <w:noProof w:val="0"/>
        </w:rPr>
        <w:tab/>
        <w:t>type record IMP_LIMIT{}</w:t>
      </w:r>
      <w:r w:rsidRPr="00773BEC">
        <w:rPr>
          <w:noProof w:val="0"/>
        </w:rPr>
        <w:tab/>
      </w:r>
      <w:r w:rsidRPr="00773BEC">
        <w:rPr>
          <w:noProof w:val="0"/>
        </w:rPr>
        <w:tab/>
      </w:r>
      <w:r w:rsidRPr="00773BEC">
        <w:rPr>
          <w:noProof w:val="0"/>
        </w:rPr>
        <w:tab/>
        <w:t>// violated implementation limit</w:t>
      </w:r>
    </w:p>
    <w:p w14:paraId="0AFBB2C6" w14:textId="77777777" w:rsidR="008C2749" w:rsidRPr="00773BEC" w:rsidRDefault="008C2749" w:rsidP="008C2749">
      <w:pPr>
        <w:pStyle w:val="PL"/>
        <w:rPr>
          <w:noProof w:val="0"/>
        </w:rPr>
      </w:pPr>
      <w:r w:rsidRPr="00773BEC">
        <w:rPr>
          <w:noProof w:val="0"/>
        </w:rPr>
        <w:t xml:space="preserve">   </w:t>
      </w:r>
      <w:r w:rsidRPr="00773BEC">
        <w:rPr>
          <w:noProof w:val="0"/>
        </w:rPr>
        <w:tab/>
        <w:t>type record COMM_FAILURE{}</w:t>
      </w:r>
      <w:r w:rsidRPr="00773BEC">
        <w:rPr>
          <w:noProof w:val="0"/>
        </w:rPr>
        <w:tab/>
      </w:r>
      <w:r w:rsidRPr="00773BEC">
        <w:rPr>
          <w:noProof w:val="0"/>
        </w:rPr>
        <w:tab/>
      </w:r>
      <w:r w:rsidRPr="00773BEC">
        <w:rPr>
          <w:noProof w:val="0"/>
        </w:rPr>
        <w:tab/>
        <w:t>// communication failure</w:t>
      </w:r>
    </w:p>
    <w:p w14:paraId="7505FCF7" w14:textId="77777777" w:rsidR="008C2749" w:rsidRPr="00773BEC" w:rsidRDefault="008C2749" w:rsidP="008C2749">
      <w:pPr>
        <w:pStyle w:val="PL"/>
        <w:rPr>
          <w:noProof w:val="0"/>
        </w:rPr>
      </w:pPr>
      <w:r w:rsidRPr="00773BEC">
        <w:rPr>
          <w:noProof w:val="0"/>
        </w:rPr>
        <w:t xml:space="preserve">   </w:t>
      </w:r>
      <w:r w:rsidRPr="00773BEC">
        <w:rPr>
          <w:noProof w:val="0"/>
        </w:rPr>
        <w:tab/>
        <w:t>type record INV_OBJREF{}</w:t>
      </w:r>
      <w:r w:rsidRPr="00773BEC">
        <w:rPr>
          <w:noProof w:val="0"/>
        </w:rPr>
        <w:tab/>
      </w:r>
      <w:r w:rsidRPr="00773BEC">
        <w:rPr>
          <w:noProof w:val="0"/>
        </w:rPr>
        <w:tab/>
      </w:r>
      <w:r w:rsidRPr="00773BEC">
        <w:rPr>
          <w:noProof w:val="0"/>
        </w:rPr>
        <w:tab/>
        <w:t>// invalid object reference</w:t>
      </w:r>
    </w:p>
    <w:p w14:paraId="01C681ED" w14:textId="77777777" w:rsidR="008C2749" w:rsidRPr="00773BEC" w:rsidRDefault="008C2749" w:rsidP="008C2749">
      <w:pPr>
        <w:pStyle w:val="PL"/>
        <w:rPr>
          <w:noProof w:val="0"/>
        </w:rPr>
      </w:pPr>
      <w:r w:rsidRPr="00773BEC">
        <w:rPr>
          <w:noProof w:val="0"/>
        </w:rPr>
        <w:tab/>
        <w:t>type record NO_PERMISSION{}</w:t>
      </w:r>
      <w:r w:rsidRPr="00773BEC">
        <w:rPr>
          <w:noProof w:val="0"/>
        </w:rPr>
        <w:tab/>
      </w:r>
      <w:r w:rsidRPr="00773BEC">
        <w:rPr>
          <w:noProof w:val="0"/>
        </w:rPr>
        <w:tab/>
        <w:t>// no permission for attempted op.</w:t>
      </w:r>
    </w:p>
    <w:p w14:paraId="37730DAE" w14:textId="77777777" w:rsidR="008C2749" w:rsidRPr="00773BEC" w:rsidRDefault="008C2749" w:rsidP="008C2749">
      <w:pPr>
        <w:pStyle w:val="PL"/>
        <w:rPr>
          <w:noProof w:val="0"/>
        </w:rPr>
      </w:pPr>
      <w:r w:rsidRPr="00773BEC">
        <w:rPr>
          <w:noProof w:val="0"/>
        </w:rPr>
        <w:tab/>
        <w:t>type record INTERNAL{}</w:t>
      </w:r>
      <w:r w:rsidRPr="00773BEC">
        <w:rPr>
          <w:noProof w:val="0"/>
        </w:rPr>
        <w:tab/>
      </w:r>
      <w:r w:rsidRPr="00773BEC">
        <w:rPr>
          <w:noProof w:val="0"/>
        </w:rPr>
        <w:tab/>
      </w:r>
      <w:r w:rsidRPr="00773BEC">
        <w:rPr>
          <w:noProof w:val="0"/>
        </w:rPr>
        <w:tab/>
      </w:r>
      <w:r w:rsidRPr="00773BEC">
        <w:rPr>
          <w:noProof w:val="0"/>
        </w:rPr>
        <w:tab/>
        <w:t>// ORB internal error</w:t>
      </w:r>
    </w:p>
    <w:p w14:paraId="53E0A8F9" w14:textId="77777777" w:rsidR="008C2749" w:rsidRPr="00773BEC" w:rsidRDefault="008C2749" w:rsidP="008C2749">
      <w:pPr>
        <w:pStyle w:val="PL"/>
        <w:rPr>
          <w:noProof w:val="0"/>
        </w:rPr>
      </w:pPr>
      <w:r w:rsidRPr="00773BEC">
        <w:rPr>
          <w:noProof w:val="0"/>
        </w:rPr>
        <w:tab/>
        <w:t>type record MARSHAL{}</w:t>
      </w:r>
      <w:r w:rsidRPr="00773BEC">
        <w:rPr>
          <w:noProof w:val="0"/>
        </w:rPr>
        <w:tab/>
      </w:r>
      <w:r w:rsidRPr="00773BEC">
        <w:rPr>
          <w:noProof w:val="0"/>
        </w:rPr>
        <w:tab/>
      </w:r>
      <w:r w:rsidRPr="00773BEC">
        <w:rPr>
          <w:noProof w:val="0"/>
        </w:rPr>
        <w:tab/>
      </w:r>
      <w:r w:rsidRPr="00773BEC">
        <w:rPr>
          <w:noProof w:val="0"/>
        </w:rPr>
        <w:tab/>
        <w:t>// error marshaling param/result</w:t>
      </w:r>
    </w:p>
    <w:p w14:paraId="6CBF445A" w14:textId="77777777" w:rsidR="008C2749" w:rsidRPr="00773BEC" w:rsidRDefault="008C2749" w:rsidP="008C2749">
      <w:pPr>
        <w:pStyle w:val="PL"/>
        <w:rPr>
          <w:noProof w:val="0"/>
        </w:rPr>
      </w:pPr>
      <w:r w:rsidRPr="00773BEC">
        <w:rPr>
          <w:noProof w:val="0"/>
        </w:rPr>
        <w:tab/>
        <w:t>type record INITIALIZE{}</w:t>
      </w:r>
      <w:r w:rsidRPr="00773BEC">
        <w:rPr>
          <w:noProof w:val="0"/>
        </w:rPr>
        <w:tab/>
      </w:r>
      <w:r w:rsidRPr="00773BEC">
        <w:rPr>
          <w:noProof w:val="0"/>
        </w:rPr>
        <w:tab/>
      </w:r>
      <w:r w:rsidRPr="00773BEC">
        <w:rPr>
          <w:noProof w:val="0"/>
        </w:rPr>
        <w:tab/>
        <w:t>// ORB initialization failure</w:t>
      </w:r>
    </w:p>
    <w:p w14:paraId="00AE201E" w14:textId="77777777" w:rsidR="008C2749" w:rsidRPr="00773BEC" w:rsidRDefault="008C2749" w:rsidP="008C2749">
      <w:pPr>
        <w:pStyle w:val="PL"/>
        <w:rPr>
          <w:noProof w:val="0"/>
        </w:rPr>
      </w:pPr>
      <w:r w:rsidRPr="00773BEC">
        <w:rPr>
          <w:noProof w:val="0"/>
        </w:rPr>
        <w:tab/>
        <w:t>type record NO_IMPLEMENT{}</w:t>
      </w:r>
      <w:r w:rsidRPr="00773BEC">
        <w:rPr>
          <w:noProof w:val="0"/>
        </w:rPr>
        <w:tab/>
      </w:r>
      <w:r w:rsidRPr="00773BEC">
        <w:rPr>
          <w:noProof w:val="0"/>
        </w:rPr>
        <w:tab/>
      </w:r>
      <w:r w:rsidRPr="00773BEC">
        <w:rPr>
          <w:noProof w:val="0"/>
        </w:rPr>
        <w:tab/>
        <w:t>// operation implementation unavailable</w:t>
      </w:r>
    </w:p>
    <w:p w14:paraId="3312D646" w14:textId="77777777" w:rsidR="008C2749" w:rsidRPr="00773BEC" w:rsidRDefault="008C2749" w:rsidP="008C2749">
      <w:pPr>
        <w:pStyle w:val="PL"/>
        <w:rPr>
          <w:noProof w:val="0"/>
        </w:rPr>
      </w:pPr>
      <w:r w:rsidRPr="00773BEC">
        <w:rPr>
          <w:noProof w:val="0"/>
        </w:rPr>
        <w:tab/>
        <w:t>type record BAD_TYPECODE{}</w:t>
      </w:r>
      <w:r w:rsidRPr="00773BEC">
        <w:rPr>
          <w:noProof w:val="0"/>
        </w:rPr>
        <w:tab/>
      </w:r>
      <w:r w:rsidRPr="00773BEC">
        <w:rPr>
          <w:noProof w:val="0"/>
        </w:rPr>
        <w:tab/>
      </w:r>
      <w:r w:rsidRPr="00773BEC">
        <w:rPr>
          <w:noProof w:val="0"/>
        </w:rPr>
        <w:tab/>
        <w:t>// bad typecode</w:t>
      </w:r>
    </w:p>
    <w:p w14:paraId="74B2F7D2" w14:textId="77777777" w:rsidR="008C2749" w:rsidRPr="00773BEC" w:rsidRDefault="008C2749" w:rsidP="008C2749">
      <w:pPr>
        <w:pStyle w:val="PL"/>
        <w:rPr>
          <w:noProof w:val="0"/>
        </w:rPr>
      </w:pPr>
      <w:r w:rsidRPr="00773BEC">
        <w:rPr>
          <w:noProof w:val="0"/>
        </w:rPr>
        <w:tab/>
        <w:t>type record BAD_OPERATION{}</w:t>
      </w:r>
      <w:r w:rsidRPr="00773BEC">
        <w:rPr>
          <w:noProof w:val="0"/>
        </w:rPr>
        <w:tab/>
      </w:r>
      <w:r w:rsidRPr="00773BEC">
        <w:rPr>
          <w:noProof w:val="0"/>
        </w:rPr>
        <w:tab/>
        <w:t>// invalid operation</w:t>
      </w:r>
    </w:p>
    <w:p w14:paraId="10DA2811" w14:textId="77777777" w:rsidR="008C2749" w:rsidRPr="00773BEC" w:rsidRDefault="008C2749" w:rsidP="008C2749">
      <w:pPr>
        <w:pStyle w:val="PL"/>
        <w:rPr>
          <w:noProof w:val="0"/>
        </w:rPr>
      </w:pPr>
      <w:r w:rsidRPr="00773BEC">
        <w:rPr>
          <w:noProof w:val="0"/>
        </w:rPr>
        <w:tab/>
        <w:t>type record NO_RESOURCES{}</w:t>
      </w:r>
      <w:r w:rsidRPr="00773BEC">
        <w:rPr>
          <w:noProof w:val="0"/>
        </w:rPr>
        <w:tab/>
      </w:r>
      <w:r w:rsidRPr="00773BEC">
        <w:rPr>
          <w:noProof w:val="0"/>
        </w:rPr>
        <w:tab/>
      </w:r>
      <w:r w:rsidRPr="00773BEC">
        <w:rPr>
          <w:noProof w:val="0"/>
        </w:rPr>
        <w:tab/>
        <w:t>// insufficient resources for req.</w:t>
      </w:r>
    </w:p>
    <w:p w14:paraId="1C3FDE48" w14:textId="77777777" w:rsidR="008C2749" w:rsidRPr="00773BEC" w:rsidRDefault="008C2749" w:rsidP="008C2749">
      <w:pPr>
        <w:pStyle w:val="PL"/>
        <w:rPr>
          <w:noProof w:val="0"/>
        </w:rPr>
      </w:pPr>
      <w:r w:rsidRPr="00773BEC">
        <w:rPr>
          <w:noProof w:val="0"/>
        </w:rPr>
        <w:tab/>
        <w:t>type record NO_RESPONSE{}</w:t>
      </w:r>
      <w:r w:rsidRPr="00773BEC">
        <w:rPr>
          <w:noProof w:val="0"/>
        </w:rPr>
        <w:tab/>
      </w:r>
      <w:r w:rsidRPr="00773BEC">
        <w:rPr>
          <w:noProof w:val="0"/>
        </w:rPr>
        <w:tab/>
      </w:r>
      <w:r w:rsidRPr="00773BEC">
        <w:rPr>
          <w:noProof w:val="0"/>
        </w:rPr>
        <w:tab/>
        <w:t>// response to req. not yet available</w:t>
      </w:r>
    </w:p>
    <w:p w14:paraId="593F3C48" w14:textId="77777777" w:rsidR="008C2749" w:rsidRPr="00773BEC" w:rsidRDefault="008C2749" w:rsidP="008C2749">
      <w:pPr>
        <w:pStyle w:val="PL"/>
        <w:rPr>
          <w:noProof w:val="0"/>
        </w:rPr>
      </w:pPr>
      <w:r w:rsidRPr="00773BEC">
        <w:rPr>
          <w:noProof w:val="0"/>
        </w:rPr>
        <w:tab/>
        <w:t>type record PERSIST_STORE{}</w:t>
      </w:r>
      <w:r w:rsidRPr="00773BEC">
        <w:rPr>
          <w:noProof w:val="0"/>
        </w:rPr>
        <w:tab/>
      </w:r>
      <w:r w:rsidRPr="00773BEC">
        <w:rPr>
          <w:noProof w:val="0"/>
        </w:rPr>
        <w:tab/>
        <w:t>// persistent storage failure</w:t>
      </w:r>
    </w:p>
    <w:p w14:paraId="69F884F9" w14:textId="77777777" w:rsidR="008C2749" w:rsidRPr="00773BEC" w:rsidRDefault="008C2749" w:rsidP="008C2749">
      <w:pPr>
        <w:pStyle w:val="PL"/>
        <w:rPr>
          <w:noProof w:val="0"/>
        </w:rPr>
      </w:pPr>
      <w:r w:rsidRPr="00773BEC">
        <w:rPr>
          <w:noProof w:val="0"/>
        </w:rPr>
        <w:tab/>
        <w:t>type record BAD_INV_ORDER{}</w:t>
      </w:r>
      <w:r w:rsidRPr="00773BEC">
        <w:rPr>
          <w:noProof w:val="0"/>
        </w:rPr>
        <w:tab/>
      </w:r>
      <w:r w:rsidRPr="00773BEC">
        <w:rPr>
          <w:noProof w:val="0"/>
        </w:rPr>
        <w:tab/>
        <w:t>// routine invocations out of order</w:t>
      </w:r>
    </w:p>
    <w:p w14:paraId="7E123718" w14:textId="77777777" w:rsidR="008C2749" w:rsidRPr="00773BEC" w:rsidRDefault="008C2749" w:rsidP="008C2749">
      <w:pPr>
        <w:pStyle w:val="PL"/>
        <w:rPr>
          <w:noProof w:val="0"/>
        </w:rPr>
      </w:pPr>
      <w:r w:rsidRPr="00773BEC">
        <w:rPr>
          <w:noProof w:val="0"/>
        </w:rPr>
        <w:tab/>
        <w:t>type record TRANSIENT{}</w:t>
      </w:r>
      <w:r w:rsidRPr="00773BEC">
        <w:rPr>
          <w:noProof w:val="0"/>
        </w:rPr>
        <w:tab/>
      </w:r>
      <w:r w:rsidRPr="00773BEC">
        <w:rPr>
          <w:noProof w:val="0"/>
        </w:rPr>
        <w:tab/>
      </w:r>
      <w:r w:rsidRPr="00773BEC">
        <w:rPr>
          <w:noProof w:val="0"/>
        </w:rPr>
        <w:tab/>
        <w:t>// transient failure - reissue request</w:t>
      </w:r>
    </w:p>
    <w:p w14:paraId="1BD8907A" w14:textId="77777777" w:rsidR="008C2749" w:rsidRPr="00773BEC" w:rsidRDefault="008C2749" w:rsidP="008C2749">
      <w:pPr>
        <w:pStyle w:val="PL"/>
        <w:rPr>
          <w:noProof w:val="0"/>
        </w:rPr>
      </w:pPr>
      <w:r w:rsidRPr="00773BEC">
        <w:rPr>
          <w:noProof w:val="0"/>
        </w:rPr>
        <w:tab/>
        <w:t>type record FREE_MEM{}</w:t>
      </w:r>
      <w:r w:rsidRPr="00773BEC">
        <w:rPr>
          <w:noProof w:val="0"/>
        </w:rPr>
        <w:tab/>
      </w:r>
      <w:r w:rsidRPr="00773BEC">
        <w:rPr>
          <w:noProof w:val="0"/>
        </w:rPr>
        <w:tab/>
      </w:r>
      <w:r w:rsidRPr="00773BEC">
        <w:rPr>
          <w:noProof w:val="0"/>
        </w:rPr>
        <w:tab/>
      </w:r>
      <w:r w:rsidRPr="00773BEC">
        <w:rPr>
          <w:noProof w:val="0"/>
        </w:rPr>
        <w:tab/>
        <w:t>// cannot free memory</w:t>
      </w:r>
    </w:p>
    <w:p w14:paraId="5E2B5C6E" w14:textId="77777777" w:rsidR="008C2749" w:rsidRPr="00773BEC" w:rsidRDefault="008C2749" w:rsidP="008C2749">
      <w:pPr>
        <w:pStyle w:val="PL"/>
        <w:rPr>
          <w:noProof w:val="0"/>
        </w:rPr>
      </w:pPr>
      <w:r w:rsidRPr="00773BEC">
        <w:rPr>
          <w:noProof w:val="0"/>
        </w:rPr>
        <w:tab/>
        <w:t>type record INV_IDENT{}</w:t>
      </w:r>
      <w:r w:rsidRPr="00773BEC">
        <w:rPr>
          <w:noProof w:val="0"/>
        </w:rPr>
        <w:tab/>
      </w:r>
      <w:r w:rsidRPr="00773BEC">
        <w:rPr>
          <w:noProof w:val="0"/>
        </w:rPr>
        <w:tab/>
      </w:r>
      <w:r w:rsidRPr="00773BEC">
        <w:rPr>
          <w:noProof w:val="0"/>
        </w:rPr>
        <w:tab/>
        <w:t>// invalid identifier syntax</w:t>
      </w:r>
    </w:p>
    <w:p w14:paraId="4085C612" w14:textId="77777777" w:rsidR="008C2749" w:rsidRPr="00773BEC" w:rsidRDefault="008C2749" w:rsidP="008C2749">
      <w:pPr>
        <w:pStyle w:val="PL"/>
        <w:rPr>
          <w:noProof w:val="0"/>
        </w:rPr>
      </w:pPr>
      <w:r w:rsidRPr="00773BEC">
        <w:rPr>
          <w:noProof w:val="0"/>
        </w:rPr>
        <w:tab/>
        <w:t>type record INV_FLAG{}</w:t>
      </w:r>
      <w:r w:rsidRPr="00773BEC">
        <w:rPr>
          <w:noProof w:val="0"/>
        </w:rPr>
        <w:tab/>
      </w:r>
      <w:r w:rsidRPr="00773BEC">
        <w:rPr>
          <w:noProof w:val="0"/>
        </w:rPr>
        <w:tab/>
      </w:r>
      <w:r w:rsidRPr="00773BEC">
        <w:rPr>
          <w:noProof w:val="0"/>
        </w:rPr>
        <w:tab/>
      </w:r>
      <w:r w:rsidRPr="00773BEC">
        <w:rPr>
          <w:noProof w:val="0"/>
        </w:rPr>
        <w:tab/>
        <w:t>// invalid flag was specified</w:t>
      </w:r>
    </w:p>
    <w:p w14:paraId="670C7FC5" w14:textId="77777777" w:rsidR="008C2749" w:rsidRPr="00773BEC" w:rsidRDefault="008C2749" w:rsidP="008C2749">
      <w:pPr>
        <w:pStyle w:val="PL"/>
        <w:rPr>
          <w:noProof w:val="0"/>
        </w:rPr>
      </w:pPr>
      <w:r w:rsidRPr="00773BEC">
        <w:rPr>
          <w:noProof w:val="0"/>
        </w:rPr>
        <w:tab/>
        <w:t>type record INTF_REPOS{}</w:t>
      </w:r>
      <w:r w:rsidRPr="00773BEC">
        <w:rPr>
          <w:noProof w:val="0"/>
        </w:rPr>
        <w:tab/>
      </w:r>
      <w:r w:rsidRPr="00773BEC">
        <w:rPr>
          <w:noProof w:val="0"/>
        </w:rPr>
        <w:tab/>
      </w:r>
      <w:r w:rsidRPr="00773BEC">
        <w:rPr>
          <w:noProof w:val="0"/>
        </w:rPr>
        <w:tab/>
        <w:t>// error accessing interface repository</w:t>
      </w:r>
    </w:p>
    <w:p w14:paraId="658EA399" w14:textId="77777777" w:rsidR="008C2749" w:rsidRPr="00773BEC" w:rsidRDefault="008C2749" w:rsidP="008C2749">
      <w:pPr>
        <w:pStyle w:val="PL"/>
        <w:rPr>
          <w:noProof w:val="0"/>
        </w:rPr>
      </w:pPr>
      <w:r w:rsidRPr="00773BEC">
        <w:rPr>
          <w:noProof w:val="0"/>
        </w:rPr>
        <w:tab/>
        <w:t>type record BAD_CONTEXT{}</w:t>
      </w:r>
      <w:r w:rsidRPr="00773BEC">
        <w:rPr>
          <w:noProof w:val="0"/>
        </w:rPr>
        <w:tab/>
      </w:r>
      <w:r w:rsidRPr="00773BEC">
        <w:rPr>
          <w:noProof w:val="0"/>
        </w:rPr>
        <w:tab/>
      </w:r>
      <w:r w:rsidRPr="00773BEC">
        <w:rPr>
          <w:noProof w:val="0"/>
        </w:rPr>
        <w:tab/>
        <w:t>// error processing context object</w:t>
      </w:r>
    </w:p>
    <w:p w14:paraId="2C27082A" w14:textId="77777777" w:rsidR="008C2749" w:rsidRPr="00773BEC" w:rsidRDefault="008C2749" w:rsidP="008C2749">
      <w:pPr>
        <w:pStyle w:val="PL"/>
        <w:rPr>
          <w:noProof w:val="0"/>
        </w:rPr>
      </w:pPr>
      <w:r w:rsidRPr="00773BEC">
        <w:rPr>
          <w:noProof w:val="0"/>
        </w:rPr>
        <w:tab/>
        <w:t>type record OBJ_ADAPTER{}</w:t>
      </w:r>
      <w:r w:rsidRPr="00773BEC">
        <w:rPr>
          <w:noProof w:val="0"/>
        </w:rPr>
        <w:tab/>
      </w:r>
      <w:r w:rsidRPr="00773BEC">
        <w:rPr>
          <w:noProof w:val="0"/>
        </w:rPr>
        <w:tab/>
      </w:r>
      <w:r w:rsidRPr="00773BEC">
        <w:rPr>
          <w:noProof w:val="0"/>
        </w:rPr>
        <w:tab/>
        <w:t>// failure detected by object adapter</w:t>
      </w:r>
    </w:p>
    <w:p w14:paraId="7070F617" w14:textId="77777777" w:rsidR="008C2749" w:rsidRPr="00773BEC" w:rsidRDefault="008C2749" w:rsidP="008C2749">
      <w:pPr>
        <w:pStyle w:val="PL"/>
        <w:rPr>
          <w:noProof w:val="0"/>
        </w:rPr>
      </w:pPr>
      <w:r w:rsidRPr="00773BEC">
        <w:rPr>
          <w:noProof w:val="0"/>
        </w:rPr>
        <w:tab/>
        <w:t>type record DATA_CONVERSION{}</w:t>
      </w:r>
      <w:r w:rsidRPr="00773BEC">
        <w:rPr>
          <w:noProof w:val="0"/>
        </w:rPr>
        <w:tab/>
      </w:r>
      <w:r w:rsidRPr="00773BEC">
        <w:rPr>
          <w:noProof w:val="0"/>
        </w:rPr>
        <w:tab/>
        <w:t>// data conversion error</w:t>
      </w:r>
    </w:p>
    <w:p w14:paraId="389DD175" w14:textId="77777777" w:rsidR="008C2749" w:rsidRPr="00773BEC" w:rsidRDefault="008C2749" w:rsidP="008C2749">
      <w:pPr>
        <w:pStyle w:val="PL"/>
        <w:rPr>
          <w:noProof w:val="0"/>
        </w:rPr>
      </w:pPr>
      <w:r w:rsidRPr="00773BEC">
        <w:rPr>
          <w:noProof w:val="0"/>
        </w:rPr>
        <w:tab/>
        <w:t>type record OBJECT_NOT_EXIST{}</w:t>
      </w:r>
      <w:r w:rsidRPr="00773BEC">
        <w:rPr>
          <w:noProof w:val="0"/>
        </w:rPr>
        <w:tab/>
      </w:r>
      <w:r w:rsidRPr="00773BEC">
        <w:rPr>
          <w:noProof w:val="0"/>
        </w:rPr>
        <w:tab/>
        <w:t>// non-existent object, delete reference</w:t>
      </w:r>
    </w:p>
    <w:p w14:paraId="19794E26" w14:textId="77777777" w:rsidR="008C2749" w:rsidRPr="00773BEC" w:rsidRDefault="008C2749" w:rsidP="008C2749">
      <w:pPr>
        <w:pStyle w:val="PL"/>
        <w:rPr>
          <w:noProof w:val="0"/>
        </w:rPr>
      </w:pPr>
      <w:r w:rsidRPr="00773BEC">
        <w:rPr>
          <w:noProof w:val="0"/>
        </w:rPr>
        <w:tab/>
        <w:t>type record TRANSACTION_REQUIRED{}</w:t>
      </w:r>
      <w:r w:rsidRPr="00773BEC">
        <w:rPr>
          <w:noProof w:val="0"/>
        </w:rPr>
        <w:tab/>
        <w:t>// transaction required</w:t>
      </w:r>
    </w:p>
    <w:p w14:paraId="5DB7B6B5" w14:textId="77777777" w:rsidR="008C2749" w:rsidRPr="00773BEC" w:rsidRDefault="008C2749" w:rsidP="008C2749">
      <w:pPr>
        <w:pStyle w:val="PL"/>
        <w:rPr>
          <w:noProof w:val="0"/>
        </w:rPr>
      </w:pPr>
      <w:r w:rsidRPr="00773BEC">
        <w:rPr>
          <w:noProof w:val="0"/>
        </w:rPr>
        <w:tab/>
        <w:t>type record TRANSACTION_ROLLEDBACK{}// transaction rolled back</w:t>
      </w:r>
    </w:p>
    <w:p w14:paraId="6BE932B7" w14:textId="77777777" w:rsidR="008C2749" w:rsidRPr="00773BEC" w:rsidRDefault="008C2749" w:rsidP="008C2749">
      <w:pPr>
        <w:pStyle w:val="PL"/>
        <w:rPr>
          <w:noProof w:val="0"/>
        </w:rPr>
      </w:pPr>
      <w:r w:rsidRPr="00773BEC">
        <w:rPr>
          <w:noProof w:val="0"/>
        </w:rPr>
        <w:tab/>
        <w:t>type record INVALID_TRANSACTION{}</w:t>
      </w:r>
      <w:r w:rsidRPr="00773BEC">
        <w:rPr>
          <w:noProof w:val="0"/>
        </w:rPr>
        <w:tab/>
        <w:t>// invalid transaction</w:t>
      </w:r>
    </w:p>
    <w:p w14:paraId="6C4B8512" w14:textId="77777777" w:rsidR="008C2749" w:rsidRPr="00773BEC" w:rsidRDefault="008C2749" w:rsidP="008C2749">
      <w:pPr>
        <w:pStyle w:val="PL"/>
        <w:rPr>
          <w:noProof w:val="0"/>
        </w:rPr>
      </w:pPr>
      <w:r w:rsidRPr="00773BEC">
        <w:rPr>
          <w:noProof w:val="0"/>
        </w:rPr>
        <w:tab/>
        <w:t>type record INV_POLICY{}</w:t>
      </w:r>
      <w:r w:rsidRPr="00773BEC">
        <w:rPr>
          <w:noProof w:val="0"/>
        </w:rPr>
        <w:tab/>
      </w:r>
      <w:r w:rsidRPr="00773BEC">
        <w:rPr>
          <w:noProof w:val="0"/>
        </w:rPr>
        <w:tab/>
      </w:r>
      <w:r w:rsidRPr="00773BEC">
        <w:rPr>
          <w:noProof w:val="0"/>
        </w:rPr>
        <w:tab/>
        <w:t>// invalid policy</w:t>
      </w:r>
    </w:p>
    <w:p w14:paraId="283D07A4" w14:textId="77777777" w:rsidR="008C2749" w:rsidRPr="00773BEC" w:rsidRDefault="008C2749" w:rsidP="008C2749">
      <w:pPr>
        <w:pStyle w:val="PL"/>
        <w:rPr>
          <w:noProof w:val="0"/>
        </w:rPr>
      </w:pPr>
      <w:r w:rsidRPr="00773BEC">
        <w:rPr>
          <w:noProof w:val="0"/>
        </w:rPr>
        <w:tab/>
        <w:t>type record CODESET_INCOMPATIBLE{}</w:t>
      </w:r>
      <w:r w:rsidRPr="00773BEC">
        <w:rPr>
          <w:noProof w:val="0"/>
        </w:rPr>
        <w:tab/>
        <w:t>// incompatible code set</w:t>
      </w:r>
    </w:p>
    <w:p w14:paraId="485ADB0C" w14:textId="77777777" w:rsidR="008C2749" w:rsidRPr="00773BEC" w:rsidRDefault="008C2749" w:rsidP="008C2749">
      <w:pPr>
        <w:pStyle w:val="PL"/>
        <w:rPr>
          <w:noProof w:val="0"/>
        </w:rPr>
      </w:pPr>
      <w:r w:rsidRPr="00773BEC">
        <w:rPr>
          <w:noProof w:val="0"/>
        </w:rPr>
        <w:t xml:space="preserve">   </w:t>
      </w:r>
      <w:r w:rsidRPr="00773BEC">
        <w:rPr>
          <w:noProof w:val="0"/>
        </w:rPr>
        <w:tab/>
        <w:t>type record REBIND{}</w:t>
      </w:r>
      <w:r w:rsidRPr="00773BEC">
        <w:rPr>
          <w:noProof w:val="0"/>
        </w:rPr>
        <w:tab/>
      </w:r>
      <w:r w:rsidRPr="00773BEC">
        <w:rPr>
          <w:noProof w:val="0"/>
        </w:rPr>
        <w:tab/>
      </w:r>
      <w:r w:rsidRPr="00773BEC">
        <w:rPr>
          <w:noProof w:val="0"/>
        </w:rPr>
        <w:tab/>
      </w:r>
      <w:r w:rsidRPr="00773BEC">
        <w:rPr>
          <w:noProof w:val="0"/>
        </w:rPr>
        <w:tab/>
        <w:t>// rebind needed</w:t>
      </w:r>
    </w:p>
    <w:p w14:paraId="6092253D" w14:textId="77777777" w:rsidR="008C2749" w:rsidRPr="00773BEC" w:rsidRDefault="008C2749" w:rsidP="008C2749">
      <w:pPr>
        <w:pStyle w:val="PL"/>
        <w:rPr>
          <w:noProof w:val="0"/>
        </w:rPr>
      </w:pPr>
      <w:r w:rsidRPr="00773BEC">
        <w:rPr>
          <w:noProof w:val="0"/>
        </w:rPr>
        <w:t xml:space="preserve">   </w:t>
      </w:r>
      <w:r w:rsidRPr="00773BEC">
        <w:rPr>
          <w:noProof w:val="0"/>
        </w:rPr>
        <w:tab/>
        <w:t>type record TIMEOUT{}</w:t>
      </w:r>
      <w:r w:rsidRPr="00773BEC">
        <w:rPr>
          <w:noProof w:val="0"/>
        </w:rPr>
        <w:tab/>
      </w:r>
      <w:r w:rsidRPr="00773BEC">
        <w:rPr>
          <w:noProof w:val="0"/>
        </w:rPr>
        <w:tab/>
      </w:r>
      <w:r w:rsidRPr="00773BEC">
        <w:rPr>
          <w:noProof w:val="0"/>
        </w:rPr>
        <w:tab/>
      </w:r>
      <w:r w:rsidRPr="00773BEC">
        <w:rPr>
          <w:noProof w:val="0"/>
        </w:rPr>
        <w:tab/>
        <w:t>// operation timed out</w:t>
      </w:r>
    </w:p>
    <w:p w14:paraId="61AB72BE" w14:textId="77777777" w:rsidR="008C2749" w:rsidRPr="00773BEC" w:rsidRDefault="008C2749" w:rsidP="008C2749">
      <w:pPr>
        <w:pStyle w:val="PL"/>
        <w:rPr>
          <w:noProof w:val="0"/>
        </w:rPr>
      </w:pPr>
      <w:r w:rsidRPr="00773BEC">
        <w:rPr>
          <w:noProof w:val="0"/>
        </w:rPr>
        <w:t xml:space="preserve">   </w:t>
      </w:r>
      <w:r w:rsidRPr="00773BEC">
        <w:rPr>
          <w:noProof w:val="0"/>
        </w:rPr>
        <w:tab/>
        <w:t>type record TRANSACTION_UNAVAILABLE{} // no transaction</w:t>
      </w:r>
    </w:p>
    <w:p w14:paraId="095DDE36" w14:textId="77777777" w:rsidR="008C2749" w:rsidRPr="00773BEC" w:rsidRDefault="008C2749" w:rsidP="008C2749">
      <w:pPr>
        <w:pStyle w:val="PL"/>
        <w:rPr>
          <w:noProof w:val="0"/>
        </w:rPr>
      </w:pPr>
      <w:r w:rsidRPr="00773BEC">
        <w:rPr>
          <w:noProof w:val="0"/>
        </w:rPr>
        <w:t xml:space="preserve">   </w:t>
      </w:r>
      <w:r w:rsidRPr="00773BEC">
        <w:rPr>
          <w:noProof w:val="0"/>
        </w:rPr>
        <w:tab/>
        <w:t>type record TRANSACTION_MODE{}</w:t>
      </w:r>
      <w:r w:rsidRPr="00773BEC">
        <w:rPr>
          <w:noProof w:val="0"/>
        </w:rPr>
        <w:tab/>
      </w:r>
      <w:r w:rsidRPr="00773BEC">
        <w:rPr>
          <w:noProof w:val="0"/>
        </w:rPr>
        <w:tab/>
        <w:t>// invalid transaction mode</w:t>
      </w:r>
    </w:p>
    <w:p w14:paraId="71226268" w14:textId="77777777" w:rsidR="008C2749" w:rsidRPr="00773BEC" w:rsidRDefault="008C2749" w:rsidP="008C2749">
      <w:pPr>
        <w:pStyle w:val="PL"/>
        <w:rPr>
          <w:noProof w:val="0"/>
        </w:rPr>
      </w:pPr>
      <w:r w:rsidRPr="00773BEC">
        <w:rPr>
          <w:noProof w:val="0"/>
        </w:rPr>
        <w:t xml:space="preserve">   </w:t>
      </w:r>
      <w:r w:rsidRPr="00773BEC">
        <w:rPr>
          <w:noProof w:val="0"/>
        </w:rPr>
        <w:tab/>
        <w:t>type record BAD_QOS{}</w:t>
      </w:r>
      <w:r w:rsidRPr="00773BEC">
        <w:rPr>
          <w:noProof w:val="0"/>
        </w:rPr>
        <w:tab/>
      </w:r>
      <w:r w:rsidRPr="00773BEC">
        <w:rPr>
          <w:noProof w:val="0"/>
        </w:rPr>
        <w:tab/>
      </w:r>
      <w:r w:rsidRPr="00773BEC">
        <w:rPr>
          <w:noProof w:val="0"/>
        </w:rPr>
        <w:tab/>
      </w:r>
      <w:r w:rsidRPr="00773BEC">
        <w:rPr>
          <w:noProof w:val="0"/>
        </w:rPr>
        <w:tab/>
        <w:t>// bad quality of service</w:t>
      </w:r>
    </w:p>
    <w:p w14:paraId="4F2610BD" w14:textId="77777777" w:rsidR="008C2749" w:rsidRPr="00773BEC" w:rsidRDefault="008C2749" w:rsidP="008C2749">
      <w:pPr>
        <w:pStyle w:val="PL"/>
        <w:rPr>
          <w:noProof w:val="0"/>
        </w:rPr>
      </w:pPr>
      <w:r w:rsidRPr="00773BEC">
        <w:rPr>
          <w:noProof w:val="0"/>
        </w:rPr>
        <w:t xml:space="preserve">   </w:t>
      </w:r>
      <w:r w:rsidRPr="00773BEC">
        <w:rPr>
          <w:noProof w:val="0"/>
        </w:rPr>
        <w:tab/>
        <w:t>type record INVALID_ACTIVITY{}</w:t>
      </w:r>
      <w:r w:rsidRPr="00773BEC">
        <w:rPr>
          <w:noProof w:val="0"/>
        </w:rPr>
        <w:tab/>
      </w:r>
      <w:r w:rsidRPr="00773BEC">
        <w:rPr>
          <w:noProof w:val="0"/>
        </w:rPr>
        <w:tab/>
        <w:t>// bad quality of service</w:t>
      </w:r>
    </w:p>
    <w:p w14:paraId="025CFE4D" w14:textId="77777777" w:rsidR="008C2749" w:rsidRPr="00773BEC" w:rsidRDefault="008C2749" w:rsidP="008C2749">
      <w:pPr>
        <w:pStyle w:val="PL"/>
        <w:rPr>
          <w:noProof w:val="0"/>
        </w:rPr>
      </w:pPr>
      <w:r w:rsidRPr="00773BEC">
        <w:rPr>
          <w:noProof w:val="0"/>
        </w:rPr>
        <w:t xml:space="preserve">   </w:t>
      </w:r>
      <w:r w:rsidRPr="00773BEC">
        <w:rPr>
          <w:noProof w:val="0"/>
        </w:rPr>
        <w:tab/>
        <w:t>type record ACTIVITY_COMPLETED{}</w:t>
      </w:r>
      <w:r w:rsidRPr="00773BEC">
        <w:rPr>
          <w:noProof w:val="0"/>
        </w:rPr>
        <w:tab/>
        <w:t>// bad quality of service</w:t>
      </w:r>
    </w:p>
    <w:p w14:paraId="44948911" w14:textId="77777777" w:rsidR="008C2749" w:rsidRPr="00773BEC" w:rsidRDefault="008C2749" w:rsidP="008C2749">
      <w:pPr>
        <w:pStyle w:val="PL"/>
        <w:rPr>
          <w:noProof w:val="0"/>
        </w:rPr>
      </w:pPr>
      <w:r w:rsidRPr="00773BEC">
        <w:rPr>
          <w:noProof w:val="0"/>
        </w:rPr>
        <w:t xml:space="preserve">   </w:t>
      </w:r>
      <w:r w:rsidRPr="00773BEC">
        <w:rPr>
          <w:noProof w:val="0"/>
        </w:rPr>
        <w:tab/>
        <w:t xml:space="preserve">type record ACTIVITY_REQUIRED{} </w:t>
      </w:r>
      <w:r w:rsidRPr="00773BEC">
        <w:rPr>
          <w:noProof w:val="0"/>
        </w:rPr>
        <w:tab/>
        <w:t>// bad quality of service</w:t>
      </w:r>
    </w:p>
    <w:p w14:paraId="115B3AC1" w14:textId="77777777" w:rsidR="008C2749" w:rsidRPr="00773BEC" w:rsidRDefault="008C2749" w:rsidP="008C2749">
      <w:pPr>
        <w:pStyle w:val="PL"/>
        <w:rPr>
          <w:noProof w:val="0"/>
        </w:rPr>
      </w:pPr>
    </w:p>
    <w:p w14:paraId="73E9C5F7" w14:textId="77777777" w:rsidR="008C2749" w:rsidRPr="00773BEC" w:rsidRDefault="008C2749" w:rsidP="008C2749">
      <w:pPr>
        <w:pStyle w:val="PL"/>
        <w:rPr>
          <w:noProof w:val="0"/>
        </w:rPr>
      </w:pPr>
      <w:r w:rsidRPr="00773BEC">
        <w:rPr>
          <w:noProof w:val="0"/>
        </w:rPr>
        <w:tab/>
        <w:t>type union SYSTEM_EXCEPTION {</w:t>
      </w:r>
    </w:p>
    <w:p w14:paraId="6A5C9C59" w14:textId="77777777" w:rsidR="008C2749" w:rsidRPr="00773BEC" w:rsidRDefault="008C2749" w:rsidP="008C2749">
      <w:pPr>
        <w:pStyle w:val="PL"/>
        <w:rPr>
          <w:noProof w:val="0"/>
        </w:rPr>
      </w:pPr>
      <w:r w:rsidRPr="00773BEC">
        <w:rPr>
          <w:noProof w:val="0"/>
        </w:rPr>
        <w:tab/>
      </w:r>
      <w:r w:rsidRPr="00773BEC">
        <w:rPr>
          <w:noProof w:val="0"/>
        </w:rPr>
        <w:tab/>
        <w:t>UNKNOWN</w:t>
      </w:r>
      <w:r w:rsidRPr="00773BEC">
        <w:rPr>
          <w:noProof w:val="0"/>
        </w:rPr>
        <w:tab/>
      </w:r>
      <w:r w:rsidRPr="00773BEC">
        <w:rPr>
          <w:noProof w:val="0"/>
        </w:rPr>
        <w:tab/>
      </w:r>
      <w:r w:rsidRPr="00773BEC">
        <w:rPr>
          <w:noProof w:val="0"/>
        </w:rPr>
        <w:tab/>
      </w:r>
      <w:r w:rsidRPr="00773BEC">
        <w:rPr>
          <w:noProof w:val="0"/>
        </w:rPr>
        <w:tab/>
      </w:r>
      <w:r w:rsidR="008B3120" w:rsidRPr="00773BEC">
        <w:rPr>
          <w:noProof w:val="0"/>
        </w:rPr>
        <w:tab/>
      </w:r>
      <w:r w:rsidRPr="00773BEC">
        <w:rPr>
          <w:noProof w:val="0"/>
        </w:rPr>
        <w:tab/>
        <w:t>u</w:t>
      </w:r>
      <w:r w:rsidRPr="00773BEC">
        <w:rPr>
          <w:caps/>
          <w:noProof w:val="0"/>
        </w:rPr>
        <w:t>nknown</w:t>
      </w:r>
      <w:r w:rsidRPr="00773BEC">
        <w:rPr>
          <w:noProof w:val="0"/>
        </w:rPr>
        <w:t>,</w:t>
      </w:r>
    </w:p>
    <w:p w14:paraId="7DE6F9D7" w14:textId="77777777" w:rsidR="008C2749" w:rsidRPr="00773BEC" w:rsidRDefault="008C2749" w:rsidP="008C2749">
      <w:pPr>
        <w:pStyle w:val="PL"/>
        <w:rPr>
          <w:noProof w:val="0"/>
        </w:rPr>
      </w:pPr>
      <w:r w:rsidRPr="00773BEC">
        <w:rPr>
          <w:noProof w:val="0"/>
        </w:rPr>
        <w:t xml:space="preserve">   </w:t>
      </w:r>
      <w:r w:rsidRPr="00773BEC">
        <w:rPr>
          <w:noProof w:val="0"/>
        </w:rPr>
        <w:tab/>
      </w:r>
      <w:r w:rsidRPr="00773BEC">
        <w:rPr>
          <w:noProof w:val="0"/>
        </w:rPr>
        <w:tab/>
        <w:t>BAD_PARAM</w:t>
      </w:r>
      <w:r w:rsidRPr="00773BEC">
        <w:rPr>
          <w:noProof w:val="0"/>
        </w:rPr>
        <w:tab/>
      </w:r>
      <w:r w:rsidRPr="00773BEC">
        <w:rPr>
          <w:noProof w:val="0"/>
        </w:rPr>
        <w:tab/>
      </w:r>
      <w:r w:rsidRPr="00773BEC">
        <w:rPr>
          <w:noProof w:val="0"/>
        </w:rPr>
        <w:tab/>
      </w:r>
      <w:r w:rsidR="008B3120" w:rsidRPr="00773BEC">
        <w:rPr>
          <w:noProof w:val="0"/>
        </w:rPr>
        <w:tab/>
      </w:r>
      <w:r w:rsidRPr="00773BEC">
        <w:rPr>
          <w:noProof w:val="0"/>
        </w:rPr>
        <w:tab/>
        <w:t>bAD_PARAM,</w:t>
      </w:r>
    </w:p>
    <w:p w14:paraId="210BA272" w14:textId="77777777" w:rsidR="008C2749" w:rsidRPr="00773BEC" w:rsidRDefault="008C2749" w:rsidP="008C2749">
      <w:pPr>
        <w:pStyle w:val="PL"/>
        <w:rPr>
          <w:noProof w:val="0"/>
        </w:rPr>
      </w:pPr>
      <w:r w:rsidRPr="00773BEC">
        <w:rPr>
          <w:noProof w:val="0"/>
        </w:rPr>
        <w:tab/>
      </w:r>
      <w:r w:rsidRPr="00773BEC">
        <w:rPr>
          <w:noProof w:val="0"/>
        </w:rPr>
        <w:tab/>
        <w:t>NO_MEMORY</w:t>
      </w:r>
      <w:r w:rsidRPr="00773BEC">
        <w:rPr>
          <w:noProof w:val="0"/>
        </w:rPr>
        <w:tab/>
      </w:r>
      <w:r w:rsidRPr="00773BEC">
        <w:rPr>
          <w:noProof w:val="0"/>
        </w:rPr>
        <w:tab/>
      </w:r>
      <w:r w:rsidRPr="00773BEC">
        <w:rPr>
          <w:noProof w:val="0"/>
        </w:rPr>
        <w:tab/>
      </w:r>
      <w:r w:rsidR="008B3120" w:rsidRPr="00773BEC">
        <w:rPr>
          <w:noProof w:val="0"/>
        </w:rPr>
        <w:tab/>
      </w:r>
      <w:r w:rsidRPr="00773BEC">
        <w:rPr>
          <w:noProof w:val="0"/>
        </w:rPr>
        <w:tab/>
        <w:t>nO_MEMORY,</w:t>
      </w:r>
    </w:p>
    <w:p w14:paraId="5663B446" w14:textId="77777777" w:rsidR="008C2749" w:rsidRPr="00773BEC" w:rsidRDefault="008C2749" w:rsidP="008C2749">
      <w:pPr>
        <w:pStyle w:val="PL"/>
        <w:rPr>
          <w:noProof w:val="0"/>
        </w:rPr>
      </w:pPr>
      <w:r w:rsidRPr="00773BEC">
        <w:rPr>
          <w:noProof w:val="0"/>
        </w:rPr>
        <w:tab/>
      </w:r>
      <w:r w:rsidRPr="00773BEC">
        <w:rPr>
          <w:noProof w:val="0"/>
        </w:rPr>
        <w:tab/>
        <w:t>IMP_LIMIT</w:t>
      </w:r>
      <w:r w:rsidRPr="00773BEC">
        <w:rPr>
          <w:noProof w:val="0"/>
        </w:rPr>
        <w:tab/>
      </w:r>
      <w:r w:rsidRPr="00773BEC">
        <w:rPr>
          <w:noProof w:val="0"/>
        </w:rPr>
        <w:tab/>
      </w:r>
      <w:r w:rsidRPr="00773BEC">
        <w:rPr>
          <w:noProof w:val="0"/>
        </w:rPr>
        <w:tab/>
      </w:r>
      <w:r w:rsidR="008B3120" w:rsidRPr="00773BEC">
        <w:rPr>
          <w:noProof w:val="0"/>
        </w:rPr>
        <w:tab/>
      </w:r>
      <w:r w:rsidRPr="00773BEC">
        <w:rPr>
          <w:noProof w:val="0"/>
        </w:rPr>
        <w:tab/>
        <w:t>iMP_LIMIT,</w:t>
      </w:r>
    </w:p>
    <w:p w14:paraId="4A07B87F" w14:textId="77777777" w:rsidR="008C2749" w:rsidRPr="00773BEC" w:rsidRDefault="008C2749" w:rsidP="008C2749">
      <w:pPr>
        <w:pStyle w:val="PL"/>
        <w:rPr>
          <w:noProof w:val="0"/>
        </w:rPr>
      </w:pPr>
      <w:r w:rsidRPr="00773BEC">
        <w:rPr>
          <w:noProof w:val="0"/>
        </w:rPr>
        <w:tab/>
      </w:r>
      <w:r w:rsidRPr="00773BEC">
        <w:rPr>
          <w:noProof w:val="0"/>
        </w:rPr>
        <w:tab/>
        <w:t>COMM_FAILURE</w:t>
      </w:r>
      <w:r w:rsidRPr="00773BEC">
        <w:rPr>
          <w:noProof w:val="0"/>
        </w:rPr>
        <w:tab/>
      </w:r>
      <w:r w:rsidRPr="00773BEC">
        <w:rPr>
          <w:noProof w:val="0"/>
        </w:rPr>
        <w:tab/>
      </w:r>
      <w:r w:rsidR="008B3120" w:rsidRPr="00773BEC">
        <w:rPr>
          <w:noProof w:val="0"/>
        </w:rPr>
        <w:tab/>
      </w:r>
      <w:r w:rsidRPr="00773BEC">
        <w:rPr>
          <w:noProof w:val="0"/>
        </w:rPr>
        <w:tab/>
        <w:t>cOMM_FAILURE,</w:t>
      </w:r>
    </w:p>
    <w:p w14:paraId="253DBC86" w14:textId="77777777" w:rsidR="008C2749" w:rsidRPr="00773BEC" w:rsidRDefault="008C2749" w:rsidP="008C2749">
      <w:pPr>
        <w:pStyle w:val="PL"/>
        <w:rPr>
          <w:noProof w:val="0"/>
        </w:rPr>
      </w:pPr>
      <w:r w:rsidRPr="00773BEC">
        <w:rPr>
          <w:noProof w:val="0"/>
        </w:rPr>
        <w:tab/>
      </w:r>
      <w:r w:rsidRPr="00773BEC">
        <w:rPr>
          <w:noProof w:val="0"/>
        </w:rPr>
        <w:tab/>
        <w:t>INV_OBJREF</w:t>
      </w:r>
      <w:r w:rsidRPr="00773BEC">
        <w:rPr>
          <w:noProof w:val="0"/>
        </w:rPr>
        <w:tab/>
      </w:r>
      <w:r w:rsidRPr="00773BEC">
        <w:rPr>
          <w:noProof w:val="0"/>
        </w:rPr>
        <w:tab/>
      </w:r>
      <w:r w:rsidRPr="00773BEC">
        <w:rPr>
          <w:noProof w:val="0"/>
        </w:rPr>
        <w:tab/>
      </w:r>
      <w:r w:rsidR="008B3120" w:rsidRPr="00773BEC">
        <w:rPr>
          <w:noProof w:val="0"/>
        </w:rPr>
        <w:tab/>
      </w:r>
      <w:r w:rsidRPr="00773BEC">
        <w:rPr>
          <w:noProof w:val="0"/>
        </w:rPr>
        <w:tab/>
        <w:t>iNV_OBJREF,</w:t>
      </w:r>
    </w:p>
    <w:p w14:paraId="4C763918" w14:textId="77777777" w:rsidR="008C2749" w:rsidRPr="00773BEC" w:rsidRDefault="008C2749" w:rsidP="008C2749">
      <w:pPr>
        <w:pStyle w:val="PL"/>
        <w:rPr>
          <w:noProof w:val="0"/>
        </w:rPr>
      </w:pPr>
      <w:r w:rsidRPr="00773BEC">
        <w:rPr>
          <w:noProof w:val="0"/>
        </w:rPr>
        <w:tab/>
      </w:r>
      <w:r w:rsidRPr="00773BEC">
        <w:rPr>
          <w:noProof w:val="0"/>
        </w:rPr>
        <w:tab/>
        <w:t>NO_PERMISSION</w:t>
      </w:r>
      <w:r w:rsidRPr="00773BEC">
        <w:rPr>
          <w:noProof w:val="0"/>
        </w:rPr>
        <w:tab/>
      </w:r>
      <w:r w:rsidRPr="00773BEC">
        <w:rPr>
          <w:noProof w:val="0"/>
        </w:rPr>
        <w:tab/>
      </w:r>
      <w:r w:rsidR="008B3120" w:rsidRPr="00773BEC">
        <w:rPr>
          <w:noProof w:val="0"/>
        </w:rPr>
        <w:tab/>
      </w:r>
      <w:r w:rsidRPr="00773BEC">
        <w:rPr>
          <w:noProof w:val="0"/>
        </w:rPr>
        <w:tab/>
        <w:t>nO_PERMISSION,</w:t>
      </w:r>
    </w:p>
    <w:p w14:paraId="6E793471" w14:textId="77777777" w:rsidR="008C2749" w:rsidRPr="00773BEC" w:rsidRDefault="008C2749" w:rsidP="008C2749">
      <w:pPr>
        <w:pStyle w:val="PL"/>
        <w:rPr>
          <w:noProof w:val="0"/>
        </w:rPr>
      </w:pPr>
      <w:r w:rsidRPr="00773BEC">
        <w:rPr>
          <w:noProof w:val="0"/>
        </w:rPr>
        <w:tab/>
      </w:r>
      <w:r w:rsidRPr="00773BEC">
        <w:rPr>
          <w:noProof w:val="0"/>
        </w:rPr>
        <w:tab/>
        <w:t>INTERNAL</w:t>
      </w:r>
      <w:r w:rsidRPr="00773BEC">
        <w:rPr>
          <w:noProof w:val="0"/>
        </w:rPr>
        <w:tab/>
      </w:r>
      <w:r w:rsidRPr="00773BEC">
        <w:rPr>
          <w:noProof w:val="0"/>
        </w:rPr>
        <w:tab/>
      </w:r>
      <w:r w:rsidRPr="00773BEC">
        <w:rPr>
          <w:noProof w:val="0"/>
        </w:rPr>
        <w:tab/>
      </w:r>
      <w:r w:rsidR="008B3120" w:rsidRPr="00773BEC">
        <w:rPr>
          <w:noProof w:val="0"/>
        </w:rPr>
        <w:tab/>
      </w:r>
      <w:r w:rsidRPr="00773BEC">
        <w:rPr>
          <w:noProof w:val="0"/>
        </w:rPr>
        <w:tab/>
        <w:t>iNTERNAL,</w:t>
      </w:r>
    </w:p>
    <w:p w14:paraId="3ADDD461" w14:textId="77777777" w:rsidR="008C2749" w:rsidRPr="00773BEC" w:rsidRDefault="008C2749" w:rsidP="008C2749">
      <w:pPr>
        <w:pStyle w:val="PL"/>
        <w:rPr>
          <w:noProof w:val="0"/>
        </w:rPr>
      </w:pPr>
      <w:r w:rsidRPr="00773BEC">
        <w:rPr>
          <w:noProof w:val="0"/>
        </w:rPr>
        <w:tab/>
      </w:r>
      <w:r w:rsidRPr="00773BEC">
        <w:rPr>
          <w:noProof w:val="0"/>
        </w:rPr>
        <w:tab/>
        <w:t>MARSHAL</w:t>
      </w:r>
      <w:r w:rsidRPr="00773BEC">
        <w:rPr>
          <w:noProof w:val="0"/>
        </w:rPr>
        <w:tab/>
      </w:r>
      <w:r w:rsidRPr="00773BEC">
        <w:rPr>
          <w:noProof w:val="0"/>
        </w:rPr>
        <w:tab/>
      </w:r>
      <w:r w:rsidRPr="00773BEC">
        <w:rPr>
          <w:noProof w:val="0"/>
        </w:rPr>
        <w:tab/>
      </w:r>
      <w:r w:rsidRPr="00773BEC">
        <w:rPr>
          <w:noProof w:val="0"/>
        </w:rPr>
        <w:tab/>
      </w:r>
      <w:r w:rsidR="008B3120" w:rsidRPr="00773BEC">
        <w:rPr>
          <w:noProof w:val="0"/>
        </w:rPr>
        <w:tab/>
      </w:r>
      <w:r w:rsidRPr="00773BEC">
        <w:rPr>
          <w:noProof w:val="0"/>
        </w:rPr>
        <w:tab/>
        <w:t>mARSHAL,</w:t>
      </w:r>
    </w:p>
    <w:p w14:paraId="6B29547E" w14:textId="77777777" w:rsidR="008C2749" w:rsidRPr="00773BEC" w:rsidRDefault="008C2749" w:rsidP="008C2749">
      <w:pPr>
        <w:pStyle w:val="PL"/>
        <w:rPr>
          <w:noProof w:val="0"/>
        </w:rPr>
      </w:pPr>
      <w:r w:rsidRPr="00773BEC">
        <w:rPr>
          <w:noProof w:val="0"/>
        </w:rPr>
        <w:tab/>
      </w:r>
      <w:r w:rsidRPr="00773BEC">
        <w:rPr>
          <w:noProof w:val="0"/>
        </w:rPr>
        <w:tab/>
        <w:t>INITIALIZE</w:t>
      </w:r>
      <w:r w:rsidRPr="00773BEC">
        <w:rPr>
          <w:noProof w:val="0"/>
        </w:rPr>
        <w:tab/>
      </w:r>
      <w:r w:rsidRPr="00773BEC">
        <w:rPr>
          <w:noProof w:val="0"/>
        </w:rPr>
        <w:tab/>
      </w:r>
      <w:r w:rsidRPr="00773BEC">
        <w:rPr>
          <w:noProof w:val="0"/>
        </w:rPr>
        <w:tab/>
      </w:r>
      <w:r w:rsidR="008B3120" w:rsidRPr="00773BEC">
        <w:rPr>
          <w:noProof w:val="0"/>
        </w:rPr>
        <w:tab/>
      </w:r>
      <w:r w:rsidRPr="00773BEC">
        <w:rPr>
          <w:noProof w:val="0"/>
        </w:rPr>
        <w:tab/>
        <w:t>iNITIALIZE,</w:t>
      </w:r>
    </w:p>
    <w:p w14:paraId="2B9B5C03" w14:textId="77777777" w:rsidR="008C2749" w:rsidRPr="00773BEC" w:rsidRDefault="008C2749" w:rsidP="008C2749">
      <w:pPr>
        <w:pStyle w:val="PL"/>
        <w:rPr>
          <w:noProof w:val="0"/>
        </w:rPr>
      </w:pPr>
      <w:r w:rsidRPr="00773BEC">
        <w:rPr>
          <w:noProof w:val="0"/>
        </w:rPr>
        <w:tab/>
      </w:r>
      <w:r w:rsidRPr="00773BEC">
        <w:rPr>
          <w:noProof w:val="0"/>
        </w:rPr>
        <w:tab/>
        <w:t>NO_IMPLEMENT</w:t>
      </w:r>
      <w:r w:rsidRPr="00773BEC">
        <w:rPr>
          <w:noProof w:val="0"/>
        </w:rPr>
        <w:tab/>
      </w:r>
      <w:r w:rsidRPr="00773BEC">
        <w:rPr>
          <w:noProof w:val="0"/>
        </w:rPr>
        <w:tab/>
      </w:r>
      <w:r w:rsidR="008B3120" w:rsidRPr="00773BEC">
        <w:rPr>
          <w:noProof w:val="0"/>
        </w:rPr>
        <w:tab/>
      </w:r>
      <w:r w:rsidRPr="00773BEC">
        <w:rPr>
          <w:noProof w:val="0"/>
        </w:rPr>
        <w:tab/>
        <w:t>nO_IMPLEMENT,</w:t>
      </w:r>
    </w:p>
    <w:p w14:paraId="0225AAD9" w14:textId="77777777" w:rsidR="008C2749" w:rsidRPr="00773BEC" w:rsidRDefault="008C2749" w:rsidP="008C2749">
      <w:pPr>
        <w:pStyle w:val="PL"/>
        <w:rPr>
          <w:noProof w:val="0"/>
        </w:rPr>
      </w:pPr>
      <w:r w:rsidRPr="00773BEC">
        <w:rPr>
          <w:noProof w:val="0"/>
        </w:rPr>
        <w:tab/>
      </w:r>
      <w:r w:rsidRPr="00773BEC">
        <w:rPr>
          <w:noProof w:val="0"/>
        </w:rPr>
        <w:tab/>
        <w:t>BAD_TYPECODE</w:t>
      </w:r>
      <w:r w:rsidRPr="00773BEC">
        <w:rPr>
          <w:noProof w:val="0"/>
        </w:rPr>
        <w:tab/>
      </w:r>
      <w:r w:rsidRPr="00773BEC">
        <w:rPr>
          <w:noProof w:val="0"/>
        </w:rPr>
        <w:tab/>
      </w:r>
      <w:r w:rsidR="008B3120" w:rsidRPr="00773BEC">
        <w:rPr>
          <w:noProof w:val="0"/>
        </w:rPr>
        <w:tab/>
      </w:r>
      <w:r w:rsidRPr="00773BEC">
        <w:rPr>
          <w:noProof w:val="0"/>
        </w:rPr>
        <w:tab/>
        <w:t>bAD_TYPECODE,</w:t>
      </w:r>
    </w:p>
    <w:p w14:paraId="7A17EC71" w14:textId="77777777" w:rsidR="008C2749" w:rsidRPr="00773BEC" w:rsidRDefault="008C2749" w:rsidP="008C2749">
      <w:pPr>
        <w:pStyle w:val="PL"/>
        <w:rPr>
          <w:noProof w:val="0"/>
        </w:rPr>
      </w:pPr>
      <w:r w:rsidRPr="00773BEC">
        <w:rPr>
          <w:noProof w:val="0"/>
        </w:rPr>
        <w:lastRenderedPageBreak/>
        <w:tab/>
      </w:r>
      <w:r w:rsidRPr="00773BEC">
        <w:rPr>
          <w:noProof w:val="0"/>
        </w:rPr>
        <w:tab/>
        <w:t>BAD_OPERATION</w:t>
      </w:r>
      <w:r w:rsidRPr="00773BEC">
        <w:rPr>
          <w:noProof w:val="0"/>
        </w:rPr>
        <w:tab/>
      </w:r>
      <w:r w:rsidRPr="00773BEC">
        <w:rPr>
          <w:noProof w:val="0"/>
        </w:rPr>
        <w:tab/>
      </w:r>
      <w:r w:rsidR="008B3120" w:rsidRPr="00773BEC">
        <w:rPr>
          <w:noProof w:val="0"/>
        </w:rPr>
        <w:tab/>
      </w:r>
      <w:r w:rsidRPr="00773BEC">
        <w:rPr>
          <w:noProof w:val="0"/>
        </w:rPr>
        <w:tab/>
        <w:t>bAD_OPERATION,</w:t>
      </w:r>
    </w:p>
    <w:p w14:paraId="02D6B24E" w14:textId="77777777" w:rsidR="008C2749" w:rsidRPr="00773BEC" w:rsidRDefault="008C2749" w:rsidP="008C2749">
      <w:pPr>
        <w:pStyle w:val="PL"/>
        <w:rPr>
          <w:noProof w:val="0"/>
        </w:rPr>
      </w:pPr>
      <w:r w:rsidRPr="00773BEC">
        <w:rPr>
          <w:noProof w:val="0"/>
        </w:rPr>
        <w:tab/>
      </w:r>
      <w:r w:rsidRPr="00773BEC">
        <w:rPr>
          <w:noProof w:val="0"/>
        </w:rPr>
        <w:tab/>
        <w:t>NO_RESOURCES</w:t>
      </w:r>
      <w:r w:rsidRPr="00773BEC">
        <w:rPr>
          <w:noProof w:val="0"/>
        </w:rPr>
        <w:tab/>
      </w:r>
      <w:r w:rsidRPr="00773BEC">
        <w:rPr>
          <w:noProof w:val="0"/>
        </w:rPr>
        <w:tab/>
      </w:r>
      <w:r w:rsidR="008B3120" w:rsidRPr="00773BEC">
        <w:rPr>
          <w:noProof w:val="0"/>
        </w:rPr>
        <w:tab/>
      </w:r>
      <w:r w:rsidRPr="00773BEC">
        <w:rPr>
          <w:noProof w:val="0"/>
        </w:rPr>
        <w:tab/>
        <w:t>nO_RESOURCES,</w:t>
      </w:r>
    </w:p>
    <w:p w14:paraId="0182F923" w14:textId="77777777" w:rsidR="008C2749" w:rsidRPr="00773BEC" w:rsidRDefault="008C2749" w:rsidP="008C2749">
      <w:pPr>
        <w:pStyle w:val="PL"/>
        <w:rPr>
          <w:noProof w:val="0"/>
        </w:rPr>
      </w:pPr>
      <w:r w:rsidRPr="00773BEC">
        <w:rPr>
          <w:noProof w:val="0"/>
        </w:rPr>
        <w:tab/>
      </w:r>
      <w:r w:rsidRPr="00773BEC">
        <w:rPr>
          <w:noProof w:val="0"/>
        </w:rPr>
        <w:tab/>
        <w:t>NO_RESPONSE</w:t>
      </w:r>
      <w:r w:rsidRPr="00773BEC">
        <w:rPr>
          <w:noProof w:val="0"/>
        </w:rPr>
        <w:tab/>
      </w:r>
      <w:r w:rsidRPr="00773BEC">
        <w:rPr>
          <w:noProof w:val="0"/>
        </w:rPr>
        <w:tab/>
      </w:r>
      <w:r w:rsidRPr="00773BEC">
        <w:rPr>
          <w:noProof w:val="0"/>
        </w:rPr>
        <w:tab/>
      </w:r>
      <w:r w:rsidR="008B3120" w:rsidRPr="00773BEC">
        <w:rPr>
          <w:noProof w:val="0"/>
        </w:rPr>
        <w:tab/>
      </w:r>
      <w:r w:rsidRPr="00773BEC">
        <w:rPr>
          <w:noProof w:val="0"/>
        </w:rPr>
        <w:tab/>
        <w:t>nO_RESPONSE,</w:t>
      </w:r>
    </w:p>
    <w:p w14:paraId="189C59EF" w14:textId="77777777" w:rsidR="008C2749" w:rsidRPr="00773BEC" w:rsidRDefault="008C2749" w:rsidP="008C2749">
      <w:pPr>
        <w:pStyle w:val="PL"/>
        <w:rPr>
          <w:noProof w:val="0"/>
        </w:rPr>
      </w:pPr>
      <w:r w:rsidRPr="00773BEC">
        <w:rPr>
          <w:noProof w:val="0"/>
        </w:rPr>
        <w:tab/>
      </w:r>
      <w:r w:rsidRPr="00773BEC">
        <w:rPr>
          <w:noProof w:val="0"/>
        </w:rPr>
        <w:tab/>
        <w:t>PERSIST_STORE</w:t>
      </w:r>
      <w:r w:rsidRPr="00773BEC">
        <w:rPr>
          <w:noProof w:val="0"/>
        </w:rPr>
        <w:tab/>
      </w:r>
      <w:r w:rsidRPr="00773BEC">
        <w:rPr>
          <w:noProof w:val="0"/>
        </w:rPr>
        <w:tab/>
      </w:r>
      <w:r w:rsidR="008B3120" w:rsidRPr="00773BEC">
        <w:rPr>
          <w:noProof w:val="0"/>
        </w:rPr>
        <w:tab/>
      </w:r>
      <w:r w:rsidRPr="00773BEC">
        <w:rPr>
          <w:noProof w:val="0"/>
        </w:rPr>
        <w:tab/>
        <w:t>pERSIST_STORE,</w:t>
      </w:r>
    </w:p>
    <w:p w14:paraId="4132E25C" w14:textId="77777777" w:rsidR="008C2749" w:rsidRPr="00773BEC" w:rsidRDefault="008C2749" w:rsidP="008C2749">
      <w:pPr>
        <w:pStyle w:val="PL"/>
        <w:rPr>
          <w:noProof w:val="0"/>
        </w:rPr>
      </w:pPr>
      <w:r w:rsidRPr="00773BEC">
        <w:rPr>
          <w:noProof w:val="0"/>
        </w:rPr>
        <w:tab/>
      </w:r>
      <w:r w:rsidRPr="00773BEC">
        <w:rPr>
          <w:noProof w:val="0"/>
        </w:rPr>
        <w:tab/>
        <w:t>BAD_INV_ORDER</w:t>
      </w:r>
      <w:r w:rsidRPr="00773BEC">
        <w:rPr>
          <w:noProof w:val="0"/>
        </w:rPr>
        <w:tab/>
      </w:r>
      <w:r w:rsidRPr="00773BEC">
        <w:rPr>
          <w:noProof w:val="0"/>
        </w:rPr>
        <w:tab/>
      </w:r>
      <w:r w:rsidRPr="00773BEC">
        <w:rPr>
          <w:noProof w:val="0"/>
        </w:rPr>
        <w:tab/>
      </w:r>
      <w:r w:rsidR="008B3120" w:rsidRPr="00773BEC">
        <w:rPr>
          <w:noProof w:val="0"/>
        </w:rPr>
        <w:tab/>
      </w:r>
      <w:r w:rsidRPr="00773BEC">
        <w:rPr>
          <w:noProof w:val="0"/>
        </w:rPr>
        <w:t>bAD_INV_ORDER,</w:t>
      </w:r>
    </w:p>
    <w:p w14:paraId="5822C782" w14:textId="77777777" w:rsidR="008C2749" w:rsidRPr="00773BEC" w:rsidRDefault="008C2749" w:rsidP="008C2749">
      <w:pPr>
        <w:pStyle w:val="PL"/>
        <w:rPr>
          <w:noProof w:val="0"/>
        </w:rPr>
      </w:pPr>
      <w:r w:rsidRPr="00773BEC">
        <w:rPr>
          <w:noProof w:val="0"/>
        </w:rPr>
        <w:tab/>
      </w:r>
      <w:r w:rsidRPr="00773BEC">
        <w:rPr>
          <w:noProof w:val="0"/>
        </w:rPr>
        <w:tab/>
        <w:t>TRANSIENT</w:t>
      </w:r>
      <w:r w:rsidRPr="00773BEC">
        <w:rPr>
          <w:noProof w:val="0"/>
        </w:rPr>
        <w:tab/>
      </w:r>
      <w:r w:rsidRPr="00773BEC">
        <w:rPr>
          <w:noProof w:val="0"/>
        </w:rPr>
        <w:tab/>
      </w:r>
      <w:r w:rsidRPr="00773BEC">
        <w:rPr>
          <w:noProof w:val="0"/>
        </w:rPr>
        <w:tab/>
      </w:r>
      <w:r w:rsidRPr="00773BEC">
        <w:rPr>
          <w:noProof w:val="0"/>
        </w:rPr>
        <w:tab/>
      </w:r>
      <w:r w:rsidR="008B3120" w:rsidRPr="00773BEC">
        <w:rPr>
          <w:noProof w:val="0"/>
        </w:rPr>
        <w:tab/>
      </w:r>
      <w:r w:rsidRPr="00773BEC">
        <w:rPr>
          <w:noProof w:val="0"/>
        </w:rPr>
        <w:t>tRANSIENT,</w:t>
      </w:r>
    </w:p>
    <w:p w14:paraId="494C9B58" w14:textId="77777777" w:rsidR="008C2749" w:rsidRPr="00773BEC" w:rsidRDefault="008C2749" w:rsidP="008C2749">
      <w:pPr>
        <w:pStyle w:val="PL"/>
        <w:rPr>
          <w:noProof w:val="0"/>
        </w:rPr>
      </w:pPr>
      <w:r w:rsidRPr="00773BEC">
        <w:rPr>
          <w:noProof w:val="0"/>
        </w:rPr>
        <w:tab/>
      </w:r>
      <w:r w:rsidRPr="00773BEC">
        <w:rPr>
          <w:noProof w:val="0"/>
        </w:rPr>
        <w:tab/>
        <w:t>FREE_MEM</w:t>
      </w:r>
      <w:r w:rsidRPr="00773BEC">
        <w:rPr>
          <w:noProof w:val="0"/>
        </w:rPr>
        <w:tab/>
      </w:r>
      <w:r w:rsidRPr="00773BEC">
        <w:rPr>
          <w:noProof w:val="0"/>
        </w:rPr>
        <w:tab/>
      </w:r>
      <w:r w:rsidRPr="00773BEC">
        <w:rPr>
          <w:noProof w:val="0"/>
        </w:rPr>
        <w:tab/>
      </w:r>
      <w:r w:rsidRPr="00773BEC">
        <w:rPr>
          <w:noProof w:val="0"/>
        </w:rPr>
        <w:tab/>
      </w:r>
      <w:r w:rsidR="008B3120" w:rsidRPr="00773BEC">
        <w:rPr>
          <w:noProof w:val="0"/>
        </w:rPr>
        <w:tab/>
      </w:r>
      <w:r w:rsidRPr="00773BEC">
        <w:rPr>
          <w:noProof w:val="0"/>
        </w:rPr>
        <w:t>fREE_MEM,</w:t>
      </w:r>
    </w:p>
    <w:p w14:paraId="1AF065FF" w14:textId="77777777" w:rsidR="008C2749" w:rsidRPr="00773BEC" w:rsidRDefault="008C2749" w:rsidP="008C2749">
      <w:pPr>
        <w:pStyle w:val="PL"/>
        <w:rPr>
          <w:noProof w:val="0"/>
        </w:rPr>
      </w:pPr>
      <w:r w:rsidRPr="00773BEC">
        <w:rPr>
          <w:noProof w:val="0"/>
        </w:rPr>
        <w:tab/>
      </w:r>
      <w:r w:rsidRPr="00773BEC">
        <w:rPr>
          <w:noProof w:val="0"/>
        </w:rPr>
        <w:tab/>
        <w:t>INV_IDENT</w:t>
      </w:r>
      <w:r w:rsidRPr="00773BEC">
        <w:rPr>
          <w:noProof w:val="0"/>
        </w:rPr>
        <w:tab/>
      </w:r>
      <w:r w:rsidRPr="00773BEC">
        <w:rPr>
          <w:noProof w:val="0"/>
        </w:rPr>
        <w:tab/>
      </w:r>
      <w:r w:rsidRPr="00773BEC">
        <w:rPr>
          <w:noProof w:val="0"/>
        </w:rPr>
        <w:tab/>
      </w:r>
      <w:r w:rsidRPr="00773BEC">
        <w:rPr>
          <w:noProof w:val="0"/>
        </w:rPr>
        <w:tab/>
      </w:r>
      <w:r w:rsidR="008B3120" w:rsidRPr="00773BEC">
        <w:rPr>
          <w:noProof w:val="0"/>
        </w:rPr>
        <w:tab/>
      </w:r>
      <w:r w:rsidRPr="00773BEC">
        <w:rPr>
          <w:noProof w:val="0"/>
        </w:rPr>
        <w:t>iNV_IDENT,</w:t>
      </w:r>
    </w:p>
    <w:p w14:paraId="1385B81D" w14:textId="77777777" w:rsidR="008C2749" w:rsidRPr="00773BEC" w:rsidRDefault="008C2749" w:rsidP="008C2749">
      <w:pPr>
        <w:pStyle w:val="PL"/>
        <w:rPr>
          <w:noProof w:val="0"/>
        </w:rPr>
      </w:pPr>
      <w:r w:rsidRPr="00773BEC">
        <w:rPr>
          <w:noProof w:val="0"/>
        </w:rPr>
        <w:tab/>
      </w:r>
      <w:r w:rsidRPr="00773BEC">
        <w:rPr>
          <w:noProof w:val="0"/>
        </w:rPr>
        <w:tab/>
        <w:t>INV_FLAG</w:t>
      </w:r>
      <w:r w:rsidRPr="00773BEC">
        <w:rPr>
          <w:noProof w:val="0"/>
        </w:rPr>
        <w:tab/>
      </w:r>
      <w:r w:rsidRPr="00773BEC">
        <w:rPr>
          <w:noProof w:val="0"/>
        </w:rPr>
        <w:tab/>
      </w:r>
      <w:r w:rsidRPr="00773BEC">
        <w:rPr>
          <w:noProof w:val="0"/>
        </w:rPr>
        <w:tab/>
      </w:r>
      <w:r w:rsidRPr="00773BEC">
        <w:rPr>
          <w:noProof w:val="0"/>
        </w:rPr>
        <w:tab/>
      </w:r>
      <w:r w:rsidR="008B3120" w:rsidRPr="00773BEC">
        <w:rPr>
          <w:noProof w:val="0"/>
        </w:rPr>
        <w:tab/>
      </w:r>
      <w:r w:rsidRPr="00773BEC">
        <w:rPr>
          <w:noProof w:val="0"/>
        </w:rPr>
        <w:t>iNV_FLAG,</w:t>
      </w:r>
    </w:p>
    <w:p w14:paraId="0BF4E729" w14:textId="77777777" w:rsidR="008C2749" w:rsidRPr="00773BEC" w:rsidRDefault="008C2749" w:rsidP="008C2749">
      <w:pPr>
        <w:pStyle w:val="PL"/>
        <w:rPr>
          <w:noProof w:val="0"/>
        </w:rPr>
      </w:pPr>
      <w:r w:rsidRPr="00773BEC">
        <w:rPr>
          <w:noProof w:val="0"/>
        </w:rPr>
        <w:tab/>
      </w:r>
      <w:r w:rsidRPr="00773BEC">
        <w:rPr>
          <w:noProof w:val="0"/>
        </w:rPr>
        <w:tab/>
        <w:t>INTF_REPOS</w:t>
      </w:r>
      <w:r w:rsidRPr="00773BEC">
        <w:rPr>
          <w:noProof w:val="0"/>
        </w:rPr>
        <w:tab/>
      </w:r>
      <w:r w:rsidRPr="00773BEC">
        <w:rPr>
          <w:noProof w:val="0"/>
        </w:rPr>
        <w:tab/>
      </w:r>
      <w:r w:rsidRPr="00773BEC">
        <w:rPr>
          <w:noProof w:val="0"/>
        </w:rPr>
        <w:tab/>
      </w:r>
      <w:r w:rsidRPr="00773BEC">
        <w:rPr>
          <w:noProof w:val="0"/>
        </w:rPr>
        <w:tab/>
      </w:r>
      <w:r w:rsidR="008B3120" w:rsidRPr="00773BEC">
        <w:rPr>
          <w:noProof w:val="0"/>
        </w:rPr>
        <w:tab/>
      </w:r>
      <w:r w:rsidRPr="00773BEC">
        <w:rPr>
          <w:noProof w:val="0"/>
        </w:rPr>
        <w:t>iNTF_REPOS,</w:t>
      </w:r>
    </w:p>
    <w:p w14:paraId="4D54D354" w14:textId="77777777" w:rsidR="008C2749" w:rsidRPr="00773BEC" w:rsidRDefault="008C2749" w:rsidP="008C2749">
      <w:pPr>
        <w:pStyle w:val="PL"/>
        <w:rPr>
          <w:noProof w:val="0"/>
        </w:rPr>
      </w:pPr>
      <w:r w:rsidRPr="00773BEC">
        <w:rPr>
          <w:noProof w:val="0"/>
        </w:rPr>
        <w:tab/>
      </w:r>
      <w:r w:rsidRPr="00773BEC">
        <w:rPr>
          <w:noProof w:val="0"/>
        </w:rPr>
        <w:tab/>
        <w:t>BAD_CONTEXT</w:t>
      </w:r>
      <w:r w:rsidRPr="00773BEC">
        <w:rPr>
          <w:noProof w:val="0"/>
        </w:rPr>
        <w:tab/>
      </w:r>
      <w:r w:rsidRPr="00773BEC">
        <w:rPr>
          <w:noProof w:val="0"/>
        </w:rPr>
        <w:tab/>
      </w:r>
      <w:r w:rsidRPr="00773BEC">
        <w:rPr>
          <w:noProof w:val="0"/>
        </w:rPr>
        <w:tab/>
      </w:r>
      <w:r w:rsidRPr="00773BEC">
        <w:rPr>
          <w:noProof w:val="0"/>
        </w:rPr>
        <w:tab/>
      </w:r>
      <w:r w:rsidR="008B3120" w:rsidRPr="00773BEC">
        <w:rPr>
          <w:noProof w:val="0"/>
        </w:rPr>
        <w:tab/>
      </w:r>
      <w:r w:rsidRPr="00773BEC">
        <w:rPr>
          <w:noProof w:val="0"/>
        </w:rPr>
        <w:t>bAD_CONTEXT,</w:t>
      </w:r>
    </w:p>
    <w:p w14:paraId="4A3C29A3" w14:textId="77777777" w:rsidR="008C2749" w:rsidRPr="00773BEC" w:rsidRDefault="008C2749" w:rsidP="008C2749">
      <w:pPr>
        <w:pStyle w:val="PL"/>
        <w:rPr>
          <w:noProof w:val="0"/>
        </w:rPr>
      </w:pPr>
      <w:r w:rsidRPr="00773BEC">
        <w:rPr>
          <w:noProof w:val="0"/>
        </w:rPr>
        <w:tab/>
      </w:r>
      <w:r w:rsidRPr="00773BEC">
        <w:rPr>
          <w:noProof w:val="0"/>
        </w:rPr>
        <w:tab/>
        <w:t>OBJ_ADAPTER</w:t>
      </w:r>
      <w:r w:rsidRPr="00773BEC">
        <w:rPr>
          <w:noProof w:val="0"/>
        </w:rPr>
        <w:tab/>
      </w:r>
      <w:r w:rsidRPr="00773BEC">
        <w:rPr>
          <w:noProof w:val="0"/>
        </w:rPr>
        <w:tab/>
      </w:r>
      <w:r w:rsidRPr="00773BEC">
        <w:rPr>
          <w:noProof w:val="0"/>
        </w:rPr>
        <w:tab/>
      </w:r>
      <w:r w:rsidRPr="00773BEC">
        <w:rPr>
          <w:noProof w:val="0"/>
        </w:rPr>
        <w:tab/>
      </w:r>
      <w:r w:rsidR="008B3120" w:rsidRPr="00773BEC">
        <w:rPr>
          <w:noProof w:val="0"/>
        </w:rPr>
        <w:tab/>
      </w:r>
      <w:r w:rsidRPr="00773BEC">
        <w:rPr>
          <w:noProof w:val="0"/>
        </w:rPr>
        <w:t>oBJ_ADAPTER,</w:t>
      </w:r>
    </w:p>
    <w:p w14:paraId="0116302E" w14:textId="77777777" w:rsidR="008C2749" w:rsidRPr="00773BEC" w:rsidRDefault="008C2749" w:rsidP="008C2749">
      <w:pPr>
        <w:pStyle w:val="PL"/>
        <w:rPr>
          <w:noProof w:val="0"/>
        </w:rPr>
      </w:pPr>
      <w:r w:rsidRPr="00773BEC">
        <w:rPr>
          <w:noProof w:val="0"/>
        </w:rPr>
        <w:tab/>
      </w:r>
      <w:r w:rsidRPr="00773BEC">
        <w:rPr>
          <w:noProof w:val="0"/>
        </w:rPr>
        <w:tab/>
        <w:t>DATA_CONVERSION</w:t>
      </w:r>
      <w:r w:rsidRPr="00773BEC">
        <w:rPr>
          <w:noProof w:val="0"/>
        </w:rPr>
        <w:tab/>
      </w:r>
      <w:r w:rsidRPr="00773BEC">
        <w:rPr>
          <w:noProof w:val="0"/>
        </w:rPr>
        <w:tab/>
      </w:r>
      <w:r w:rsidRPr="00773BEC">
        <w:rPr>
          <w:noProof w:val="0"/>
        </w:rPr>
        <w:tab/>
      </w:r>
      <w:r w:rsidR="008B3120" w:rsidRPr="00773BEC">
        <w:rPr>
          <w:noProof w:val="0"/>
        </w:rPr>
        <w:tab/>
      </w:r>
      <w:r w:rsidRPr="00773BEC">
        <w:rPr>
          <w:noProof w:val="0"/>
        </w:rPr>
        <w:t>dATA_CONVERSION,</w:t>
      </w:r>
    </w:p>
    <w:p w14:paraId="4B42FFA5" w14:textId="77777777" w:rsidR="008C2749" w:rsidRPr="00773BEC" w:rsidRDefault="008C2749" w:rsidP="008C2749">
      <w:pPr>
        <w:pStyle w:val="PL"/>
        <w:rPr>
          <w:noProof w:val="0"/>
        </w:rPr>
      </w:pPr>
      <w:r w:rsidRPr="00773BEC">
        <w:rPr>
          <w:noProof w:val="0"/>
        </w:rPr>
        <w:tab/>
      </w:r>
      <w:r w:rsidRPr="00773BEC">
        <w:rPr>
          <w:noProof w:val="0"/>
        </w:rPr>
        <w:tab/>
        <w:t>OBJECT_NOT_EXIST</w:t>
      </w:r>
      <w:r w:rsidRPr="00773BEC">
        <w:rPr>
          <w:noProof w:val="0"/>
        </w:rPr>
        <w:tab/>
      </w:r>
      <w:r w:rsidRPr="00773BEC">
        <w:rPr>
          <w:noProof w:val="0"/>
        </w:rPr>
        <w:tab/>
      </w:r>
      <w:r w:rsidR="008B3120" w:rsidRPr="00773BEC">
        <w:rPr>
          <w:noProof w:val="0"/>
        </w:rPr>
        <w:tab/>
      </w:r>
      <w:r w:rsidRPr="00773BEC">
        <w:rPr>
          <w:noProof w:val="0"/>
        </w:rPr>
        <w:t>oBJECT_NOT_EXIST,</w:t>
      </w:r>
    </w:p>
    <w:p w14:paraId="645639DA" w14:textId="77777777" w:rsidR="008C2749" w:rsidRPr="00773BEC" w:rsidRDefault="008C2749" w:rsidP="008C2749">
      <w:pPr>
        <w:pStyle w:val="PL"/>
        <w:rPr>
          <w:noProof w:val="0"/>
        </w:rPr>
      </w:pPr>
      <w:r w:rsidRPr="00773BEC">
        <w:rPr>
          <w:noProof w:val="0"/>
        </w:rPr>
        <w:tab/>
      </w:r>
      <w:r w:rsidRPr="00773BEC">
        <w:rPr>
          <w:noProof w:val="0"/>
        </w:rPr>
        <w:tab/>
        <w:t>TRANSACTION_REQUIRED</w:t>
      </w:r>
      <w:r w:rsidRPr="00773BEC">
        <w:rPr>
          <w:noProof w:val="0"/>
        </w:rPr>
        <w:tab/>
      </w:r>
      <w:r w:rsidR="008B3120" w:rsidRPr="00773BEC">
        <w:rPr>
          <w:noProof w:val="0"/>
        </w:rPr>
        <w:tab/>
      </w:r>
      <w:r w:rsidRPr="00773BEC">
        <w:rPr>
          <w:noProof w:val="0"/>
        </w:rPr>
        <w:t>tRANSACTION_REQUIRED,</w:t>
      </w:r>
    </w:p>
    <w:p w14:paraId="5AF64E7D" w14:textId="77777777" w:rsidR="008C2749" w:rsidRPr="00773BEC" w:rsidRDefault="008C2749" w:rsidP="008C2749">
      <w:pPr>
        <w:pStyle w:val="PL"/>
        <w:rPr>
          <w:noProof w:val="0"/>
        </w:rPr>
      </w:pPr>
      <w:r w:rsidRPr="00773BEC">
        <w:rPr>
          <w:noProof w:val="0"/>
        </w:rPr>
        <w:tab/>
      </w:r>
      <w:r w:rsidRPr="00773BEC">
        <w:rPr>
          <w:noProof w:val="0"/>
        </w:rPr>
        <w:tab/>
        <w:t>TRANSACTION_ROLLEDBACK</w:t>
      </w:r>
      <w:r w:rsidRPr="00773BEC">
        <w:rPr>
          <w:noProof w:val="0"/>
        </w:rPr>
        <w:tab/>
      </w:r>
      <w:r w:rsidR="008B3120" w:rsidRPr="00773BEC">
        <w:rPr>
          <w:noProof w:val="0"/>
        </w:rPr>
        <w:tab/>
      </w:r>
      <w:r w:rsidRPr="00773BEC">
        <w:rPr>
          <w:noProof w:val="0"/>
        </w:rPr>
        <w:t>tRANSACTION_ROLLEDBACK,</w:t>
      </w:r>
    </w:p>
    <w:p w14:paraId="362DF9A3" w14:textId="77777777" w:rsidR="008C2749" w:rsidRPr="00773BEC" w:rsidRDefault="008C2749" w:rsidP="008C2749">
      <w:pPr>
        <w:pStyle w:val="PL"/>
        <w:rPr>
          <w:noProof w:val="0"/>
        </w:rPr>
      </w:pPr>
      <w:r w:rsidRPr="00773BEC">
        <w:rPr>
          <w:noProof w:val="0"/>
        </w:rPr>
        <w:tab/>
      </w:r>
      <w:r w:rsidRPr="00773BEC">
        <w:rPr>
          <w:noProof w:val="0"/>
        </w:rPr>
        <w:tab/>
        <w:t>INVALID_TRANSACTION</w:t>
      </w:r>
      <w:r w:rsidRPr="00773BEC">
        <w:rPr>
          <w:noProof w:val="0"/>
        </w:rPr>
        <w:tab/>
      </w:r>
      <w:r w:rsidRPr="00773BEC">
        <w:rPr>
          <w:noProof w:val="0"/>
        </w:rPr>
        <w:tab/>
      </w:r>
      <w:r w:rsidR="008B3120" w:rsidRPr="00773BEC">
        <w:rPr>
          <w:noProof w:val="0"/>
        </w:rPr>
        <w:tab/>
      </w:r>
      <w:r w:rsidRPr="00773BEC">
        <w:rPr>
          <w:noProof w:val="0"/>
        </w:rPr>
        <w:t>iNVALID_TRANSACTION,</w:t>
      </w:r>
    </w:p>
    <w:p w14:paraId="1CCEAF18" w14:textId="77777777" w:rsidR="008C2749" w:rsidRPr="00773BEC" w:rsidRDefault="008C2749" w:rsidP="008C2749">
      <w:pPr>
        <w:pStyle w:val="PL"/>
        <w:rPr>
          <w:noProof w:val="0"/>
        </w:rPr>
      </w:pPr>
      <w:r w:rsidRPr="00773BEC">
        <w:rPr>
          <w:noProof w:val="0"/>
        </w:rPr>
        <w:tab/>
      </w:r>
      <w:r w:rsidRPr="00773BEC">
        <w:rPr>
          <w:noProof w:val="0"/>
        </w:rPr>
        <w:tab/>
        <w:t>INV_POLICY</w:t>
      </w:r>
      <w:r w:rsidRPr="00773BEC">
        <w:rPr>
          <w:noProof w:val="0"/>
        </w:rPr>
        <w:tab/>
      </w:r>
      <w:r w:rsidRPr="00773BEC">
        <w:rPr>
          <w:noProof w:val="0"/>
        </w:rPr>
        <w:tab/>
      </w:r>
      <w:r w:rsidRPr="00773BEC">
        <w:rPr>
          <w:noProof w:val="0"/>
        </w:rPr>
        <w:tab/>
      </w:r>
      <w:r w:rsidRPr="00773BEC">
        <w:rPr>
          <w:noProof w:val="0"/>
        </w:rPr>
        <w:tab/>
      </w:r>
      <w:r w:rsidR="008B3120" w:rsidRPr="00773BEC">
        <w:rPr>
          <w:noProof w:val="0"/>
        </w:rPr>
        <w:tab/>
      </w:r>
      <w:r w:rsidRPr="00773BEC">
        <w:rPr>
          <w:noProof w:val="0"/>
        </w:rPr>
        <w:t>iNV_POLICY,</w:t>
      </w:r>
    </w:p>
    <w:p w14:paraId="401FED22" w14:textId="77777777" w:rsidR="008C2749" w:rsidRPr="00773BEC" w:rsidRDefault="008C2749" w:rsidP="008C2749">
      <w:pPr>
        <w:pStyle w:val="PL"/>
        <w:rPr>
          <w:noProof w:val="0"/>
        </w:rPr>
      </w:pPr>
      <w:r w:rsidRPr="00773BEC">
        <w:rPr>
          <w:noProof w:val="0"/>
        </w:rPr>
        <w:tab/>
      </w:r>
      <w:r w:rsidRPr="00773BEC">
        <w:rPr>
          <w:noProof w:val="0"/>
        </w:rPr>
        <w:tab/>
        <w:t>CODESET_INCOMPATIBLE</w:t>
      </w:r>
      <w:r w:rsidRPr="00773BEC">
        <w:rPr>
          <w:noProof w:val="0"/>
        </w:rPr>
        <w:tab/>
      </w:r>
      <w:r w:rsidR="008B3120" w:rsidRPr="00773BEC">
        <w:rPr>
          <w:noProof w:val="0"/>
        </w:rPr>
        <w:tab/>
      </w:r>
      <w:r w:rsidRPr="00773BEC">
        <w:rPr>
          <w:noProof w:val="0"/>
        </w:rPr>
        <w:t>cODESET_INCOMPATIBLE,</w:t>
      </w:r>
    </w:p>
    <w:p w14:paraId="23D8FAC9" w14:textId="77777777" w:rsidR="008C2749" w:rsidRPr="00773BEC" w:rsidRDefault="008C2749" w:rsidP="008C2749">
      <w:pPr>
        <w:pStyle w:val="PL"/>
        <w:rPr>
          <w:noProof w:val="0"/>
        </w:rPr>
      </w:pPr>
      <w:r w:rsidRPr="00773BEC">
        <w:rPr>
          <w:noProof w:val="0"/>
        </w:rPr>
        <w:tab/>
      </w:r>
      <w:r w:rsidRPr="00773BEC">
        <w:rPr>
          <w:noProof w:val="0"/>
        </w:rPr>
        <w:tab/>
        <w:t>REBIND</w:t>
      </w:r>
      <w:r w:rsidRPr="00773BEC">
        <w:rPr>
          <w:noProof w:val="0"/>
        </w:rPr>
        <w:tab/>
      </w:r>
      <w:r w:rsidRPr="00773BEC">
        <w:rPr>
          <w:noProof w:val="0"/>
        </w:rPr>
        <w:tab/>
      </w:r>
      <w:r w:rsidRPr="00773BEC">
        <w:rPr>
          <w:noProof w:val="0"/>
        </w:rPr>
        <w:tab/>
      </w:r>
      <w:r w:rsidRPr="00773BEC">
        <w:rPr>
          <w:noProof w:val="0"/>
        </w:rPr>
        <w:tab/>
      </w:r>
      <w:r w:rsidRPr="00773BEC">
        <w:rPr>
          <w:noProof w:val="0"/>
        </w:rPr>
        <w:tab/>
      </w:r>
      <w:r w:rsidR="008B3120" w:rsidRPr="00773BEC">
        <w:rPr>
          <w:noProof w:val="0"/>
        </w:rPr>
        <w:tab/>
      </w:r>
      <w:r w:rsidRPr="00773BEC">
        <w:rPr>
          <w:noProof w:val="0"/>
        </w:rPr>
        <w:t>rEBIND,</w:t>
      </w:r>
    </w:p>
    <w:p w14:paraId="5619A4CB" w14:textId="77777777" w:rsidR="008C2749" w:rsidRPr="00773BEC" w:rsidRDefault="008C2749" w:rsidP="008C2749">
      <w:pPr>
        <w:pStyle w:val="PL"/>
        <w:rPr>
          <w:noProof w:val="0"/>
        </w:rPr>
      </w:pPr>
      <w:r w:rsidRPr="00773BEC">
        <w:rPr>
          <w:noProof w:val="0"/>
        </w:rPr>
        <w:tab/>
      </w:r>
      <w:r w:rsidRPr="00773BEC">
        <w:rPr>
          <w:noProof w:val="0"/>
        </w:rPr>
        <w:tab/>
        <w:t>TIMEOUT</w:t>
      </w:r>
      <w:r w:rsidRPr="00773BEC">
        <w:rPr>
          <w:noProof w:val="0"/>
        </w:rPr>
        <w:tab/>
      </w:r>
      <w:r w:rsidRPr="00773BEC">
        <w:rPr>
          <w:noProof w:val="0"/>
        </w:rPr>
        <w:tab/>
      </w:r>
      <w:r w:rsidRPr="00773BEC">
        <w:rPr>
          <w:noProof w:val="0"/>
        </w:rPr>
        <w:tab/>
      </w:r>
      <w:r w:rsidRPr="00773BEC">
        <w:rPr>
          <w:noProof w:val="0"/>
        </w:rPr>
        <w:tab/>
      </w:r>
      <w:r w:rsidRPr="00773BEC">
        <w:rPr>
          <w:noProof w:val="0"/>
        </w:rPr>
        <w:tab/>
      </w:r>
      <w:r w:rsidR="008B3120" w:rsidRPr="00773BEC">
        <w:rPr>
          <w:noProof w:val="0"/>
        </w:rPr>
        <w:tab/>
      </w:r>
      <w:r w:rsidRPr="00773BEC">
        <w:rPr>
          <w:noProof w:val="0"/>
        </w:rPr>
        <w:t>tIMEOUT,</w:t>
      </w:r>
    </w:p>
    <w:p w14:paraId="30D3ED4B" w14:textId="77777777" w:rsidR="008C2749" w:rsidRPr="00773BEC" w:rsidRDefault="008C2749" w:rsidP="008C2749">
      <w:pPr>
        <w:pStyle w:val="PL"/>
        <w:rPr>
          <w:noProof w:val="0"/>
        </w:rPr>
      </w:pPr>
      <w:r w:rsidRPr="00773BEC">
        <w:rPr>
          <w:noProof w:val="0"/>
        </w:rPr>
        <w:tab/>
      </w:r>
      <w:r w:rsidRPr="00773BEC">
        <w:rPr>
          <w:noProof w:val="0"/>
        </w:rPr>
        <w:tab/>
        <w:t>TRANSACTION_UNAVAILABLE</w:t>
      </w:r>
      <w:r w:rsidRPr="00773BEC">
        <w:rPr>
          <w:noProof w:val="0"/>
        </w:rPr>
        <w:tab/>
        <w:t>tRANSACTION_UNAVAILABLE,</w:t>
      </w:r>
    </w:p>
    <w:p w14:paraId="4D431F27" w14:textId="77777777" w:rsidR="008C2749" w:rsidRPr="00773BEC" w:rsidRDefault="008C2749" w:rsidP="008C2749">
      <w:pPr>
        <w:pStyle w:val="PL"/>
        <w:rPr>
          <w:noProof w:val="0"/>
        </w:rPr>
      </w:pPr>
      <w:r w:rsidRPr="00773BEC">
        <w:rPr>
          <w:noProof w:val="0"/>
        </w:rPr>
        <w:tab/>
      </w:r>
      <w:r w:rsidRPr="00773BEC">
        <w:rPr>
          <w:noProof w:val="0"/>
        </w:rPr>
        <w:tab/>
        <w:t>TRANSACTION_MODE</w:t>
      </w:r>
      <w:r w:rsidRPr="00773BEC">
        <w:rPr>
          <w:noProof w:val="0"/>
        </w:rPr>
        <w:tab/>
      </w:r>
      <w:r w:rsidRPr="00773BEC">
        <w:rPr>
          <w:noProof w:val="0"/>
        </w:rPr>
        <w:tab/>
      </w:r>
      <w:r w:rsidR="008B3120" w:rsidRPr="00773BEC">
        <w:rPr>
          <w:noProof w:val="0"/>
        </w:rPr>
        <w:tab/>
      </w:r>
      <w:r w:rsidRPr="00773BEC">
        <w:rPr>
          <w:noProof w:val="0"/>
        </w:rPr>
        <w:t>tRANSACTION_MODE,</w:t>
      </w:r>
    </w:p>
    <w:p w14:paraId="230EEAE5" w14:textId="77777777" w:rsidR="008C2749" w:rsidRPr="00773BEC" w:rsidRDefault="008C2749" w:rsidP="008C2749">
      <w:pPr>
        <w:pStyle w:val="PL"/>
        <w:rPr>
          <w:noProof w:val="0"/>
        </w:rPr>
      </w:pPr>
      <w:r w:rsidRPr="00773BEC">
        <w:rPr>
          <w:noProof w:val="0"/>
        </w:rPr>
        <w:tab/>
      </w:r>
      <w:r w:rsidRPr="00773BEC">
        <w:rPr>
          <w:noProof w:val="0"/>
        </w:rPr>
        <w:tab/>
        <w:t>BAD_QOS</w:t>
      </w:r>
      <w:r w:rsidRPr="00773BEC">
        <w:rPr>
          <w:noProof w:val="0"/>
        </w:rPr>
        <w:tab/>
      </w:r>
      <w:r w:rsidRPr="00773BEC">
        <w:rPr>
          <w:noProof w:val="0"/>
        </w:rPr>
        <w:tab/>
      </w:r>
      <w:r w:rsidRPr="00773BEC">
        <w:rPr>
          <w:noProof w:val="0"/>
        </w:rPr>
        <w:tab/>
      </w:r>
      <w:r w:rsidRPr="00773BEC">
        <w:rPr>
          <w:noProof w:val="0"/>
        </w:rPr>
        <w:tab/>
      </w:r>
      <w:r w:rsidR="008B3120" w:rsidRPr="00773BEC">
        <w:rPr>
          <w:noProof w:val="0"/>
        </w:rPr>
        <w:tab/>
      </w:r>
      <w:r w:rsidRPr="00773BEC">
        <w:rPr>
          <w:noProof w:val="0"/>
        </w:rPr>
        <w:tab/>
        <w:t>bAD_QOS,</w:t>
      </w:r>
    </w:p>
    <w:p w14:paraId="0E5610DC" w14:textId="77777777" w:rsidR="008C2749" w:rsidRPr="00773BEC" w:rsidRDefault="008C2749" w:rsidP="008C2749">
      <w:pPr>
        <w:pStyle w:val="PL"/>
        <w:rPr>
          <w:noProof w:val="0"/>
        </w:rPr>
      </w:pPr>
      <w:r w:rsidRPr="00773BEC">
        <w:rPr>
          <w:noProof w:val="0"/>
        </w:rPr>
        <w:tab/>
      </w:r>
      <w:r w:rsidRPr="00773BEC">
        <w:rPr>
          <w:noProof w:val="0"/>
        </w:rPr>
        <w:tab/>
        <w:t>INVALID_ACTIVITY</w:t>
      </w:r>
      <w:r w:rsidRPr="00773BEC">
        <w:rPr>
          <w:noProof w:val="0"/>
        </w:rPr>
        <w:tab/>
      </w:r>
      <w:r w:rsidR="008B3120" w:rsidRPr="00773BEC">
        <w:rPr>
          <w:noProof w:val="0"/>
        </w:rPr>
        <w:tab/>
      </w:r>
      <w:r w:rsidRPr="00773BEC">
        <w:rPr>
          <w:noProof w:val="0"/>
        </w:rPr>
        <w:tab/>
        <w:t>iNVALID_ACTIVITY,</w:t>
      </w:r>
    </w:p>
    <w:p w14:paraId="16D18E35" w14:textId="77777777" w:rsidR="008C2749" w:rsidRPr="00773BEC" w:rsidRDefault="008C2749" w:rsidP="008C2749">
      <w:pPr>
        <w:pStyle w:val="PL"/>
        <w:rPr>
          <w:noProof w:val="0"/>
        </w:rPr>
      </w:pPr>
      <w:r w:rsidRPr="00773BEC">
        <w:rPr>
          <w:noProof w:val="0"/>
        </w:rPr>
        <w:tab/>
      </w:r>
      <w:r w:rsidRPr="00773BEC">
        <w:rPr>
          <w:noProof w:val="0"/>
        </w:rPr>
        <w:tab/>
        <w:t>ACTIVITY_COMPLETED</w:t>
      </w:r>
      <w:r w:rsidRPr="00773BEC">
        <w:rPr>
          <w:noProof w:val="0"/>
        </w:rPr>
        <w:tab/>
      </w:r>
      <w:r w:rsidRPr="00773BEC">
        <w:rPr>
          <w:noProof w:val="0"/>
        </w:rPr>
        <w:tab/>
      </w:r>
      <w:r w:rsidR="008B3120" w:rsidRPr="00773BEC">
        <w:rPr>
          <w:noProof w:val="0"/>
        </w:rPr>
        <w:tab/>
      </w:r>
      <w:r w:rsidRPr="00773BEC">
        <w:rPr>
          <w:noProof w:val="0"/>
        </w:rPr>
        <w:t>aCTIVITY_COMPLETED,</w:t>
      </w:r>
    </w:p>
    <w:p w14:paraId="00494945" w14:textId="77777777" w:rsidR="008C2749" w:rsidRPr="00773BEC" w:rsidRDefault="008C2749" w:rsidP="008C2749">
      <w:pPr>
        <w:pStyle w:val="PL"/>
        <w:rPr>
          <w:noProof w:val="0"/>
        </w:rPr>
      </w:pPr>
      <w:r w:rsidRPr="00773BEC">
        <w:rPr>
          <w:noProof w:val="0"/>
        </w:rPr>
        <w:tab/>
      </w:r>
      <w:r w:rsidRPr="00773BEC">
        <w:rPr>
          <w:noProof w:val="0"/>
        </w:rPr>
        <w:tab/>
        <w:t>ACTIVITY_REQUIRED</w:t>
      </w:r>
      <w:r w:rsidRPr="00773BEC">
        <w:rPr>
          <w:noProof w:val="0"/>
        </w:rPr>
        <w:tab/>
      </w:r>
      <w:r w:rsidRPr="00773BEC">
        <w:rPr>
          <w:noProof w:val="0"/>
        </w:rPr>
        <w:tab/>
      </w:r>
      <w:r w:rsidR="008B3120" w:rsidRPr="00773BEC">
        <w:rPr>
          <w:noProof w:val="0"/>
        </w:rPr>
        <w:tab/>
      </w:r>
      <w:r w:rsidRPr="00773BEC">
        <w:rPr>
          <w:noProof w:val="0"/>
        </w:rPr>
        <w:t>aCTIVITY_REQUIRED</w:t>
      </w:r>
    </w:p>
    <w:p w14:paraId="168C9085" w14:textId="77777777" w:rsidR="008C2749" w:rsidRPr="00773BEC" w:rsidRDefault="008C2749" w:rsidP="00431FE2">
      <w:pPr>
        <w:pStyle w:val="PL"/>
        <w:rPr>
          <w:noProof w:val="0"/>
        </w:rPr>
      </w:pPr>
      <w:r w:rsidRPr="00773BEC">
        <w:rPr>
          <w:noProof w:val="0"/>
        </w:rPr>
        <w:tab/>
        <w:t>}</w:t>
      </w:r>
    </w:p>
    <w:p w14:paraId="2990F77D" w14:textId="77777777" w:rsidR="002333C2" w:rsidRPr="00773BEC" w:rsidRDefault="002333C2" w:rsidP="00431FE2">
      <w:pPr>
        <w:pStyle w:val="PL"/>
        <w:rPr>
          <w:noProof w:val="0"/>
        </w:rPr>
      </w:pPr>
    </w:p>
    <w:p w14:paraId="39734EF5" w14:textId="77777777" w:rsidR="004C0BEA" w:rsidRPr="00773BEC" w:rsidRDefault="004C0BEA" w:rsidP="009103BE">
      <w:pPr>
        <w:pStyle w:val="Heading1"/>
      </w:pPr>
      <w:bookmarkStart w:id="241" w:name="_Toc65592096"/>
      <w:bookmarkStart w:id="242" w:name="_Toc65593261"/>
      <w:bookmarkStart w:id="243" w:name="_Toc65757531"/>
      <w:bookmarkStart w:id="244" w:name="_Toc73104484"/>
      <w:r w:rsidRPr="00773BEC">
        <w:t>10</w:t>
      </w:r>
      <w:r w:rsidRPr="00773BEC">
        <w:tab/>
      </w:r>
      <w:r w:rsidR="000D697C" w:rsidRPr="00773BEC">
        <w:t xml:space="preserve">Importing operation </w:t>
      </w:r>
      <w:r w:rsidRPr="00773BEC">
        <w:t>declaration</w:t>
      </w:r>
      <w:bookmarkEnd w:id="241"/>
      <w:bookmarkEnd w:id="242"/>
      <w:bookmarkEnd w:id="243"/>
      <w:bookmarkEnd w:id="244"/>
    </w:p>
    <w:p w14:paraId="17A8E32D" w14:textId="77777777" w:rsidR="004C0BEA" w:rsidRPr="00773BEC" w:rsidRDefault="004C0BEA">
      <w:r w:rsidRPr="00773BEC">
        <w:t>Apart from attributes, operations are the main part of interface definitions in IDL and are used, for instance, in the CORBA scheme as procedures which can be called by clients. Procedure calls in general are supported by TTCN-3 by means of synchronous communication operations which are used in combination with ports.</w:t>
      </w:r>
    </w:p>
    <w:p w14:paraId="451FE47A" w14:textId="77777777" w:rsidR="004C0BEA" w:rsidRPr="00773BEC" w:rsidRDefault="004C0BEA" w:rsidP="00197315">
      <w:pPr>
        <w:keepNext/>
        <w:keepLines/>
      </w:pPr>
      <w:r w:rsidRPr="00773BEC">
        <w:t xml:space="preserve">IDL supports an optional </w:t>
      </w:r>
      <w:r w:rsidRPr="00773BEC">
        <w:rPr>
          <w:b/>
        </w:rPr>
        <w:t>oneway</w:t>
      </w:r>
      <w:r w:rsidRPr="00773BEC">
        <w:t xml:space="preserve"> attribute for operations which implies best-effort invocation semantics without a guarantee of delivery but with a most-once invocation semantics. Message or procedure-based ports can be used for </w:t>
      </w:r>
      <w:r w:rsidRPr="00773BEC">
        <w:rPr>
          <w:b/>
        </w:rPr>
        <w:t>oneway</w:t>
      </w:r>
      <w:r w:rsidRPr="00773BEC">
        <w:t xml:space="preserve"> procedures because both would be a valid mapping based upon IDL. However, the use of procedure-based ports for </w:t>
      </w:r>
      <w:r w:rsidRPr="00773BEC">
        <w:rPr>
          <w:b/>
        </w:rPr>
        <w:t>oneway</w:t>
      </w:r>
      <w:r w:rsidRPr="00773BEC">
        <w:t xml:space="preserve"> procedures is recommended because the IDL specification does not guarantee that </w:t>
      </w:r>
      <w:r w:rsidRPr="00773BEC">
        <w:rPr>
          <w:b/>
        </w:rPr>
        <w:t>oneway</w:t>
      </w:r>
      <w:r w:rsidRPr="00773BEC">
        <w:t xml:space="preserve"> calls are non-blocking or asynchronous. Furthermore, CORBA implements </w:t>
      </w:r>
      <w:r w:rsidRPr="00773BEC">
        <w:rPr>
          <w:b/>
        </w:rPr>
        <w:t>oneway</w:t>
      </w:r>
      <w:r w:rsidRPr="00773BEC">
        <w:t xml:space="preserve"> procedures by synchronous communication, too. Use of non-blocking or blocking procedures for </w:t>
      </w:r>
      <w:r w:rsidRPr="00773BEC">
        <w:rPr>
          <w:b/>
        </w:rPr>
        <w:t>oneway</w:t>
      </w:r>
      <w:r w:rsidRPr="00773BEC">
        <w:t xml:space="preserve"> operations is left to the user. Mapped </w:t>
      </w:r>
      <w:r w:rsidRPr="00773BEC">
        <w:rPr>
          <w:b/>
        </w:rPr>
        <w:t>oneway</w:t>
      </w:r>
      <w:r w:rsidRPr="00773BEC">
        <w:t xml:space="preserve"> operations acquire an additional </w:t>
      </w:r>
      <w:r w:rsidRPr="00773BEC">
        <w:rPr>
          <w:b/>
        </w:rPr>
        <w:t>variant</w:t>
      </w:r>
      <w:r w:rsidRPr="00773BEC">
        <w:t xml:space="preserve"> attribute (see example).</w:t>
      </w:r>
    </w:p>
    <w:p w14:paraId="738CFFD2" w14:textId="77777777" w:rsidR="004C0BEA" w:rsidRPr="00773BEC" w:rsidRDefault="004C0BEA">
      <w:r w:rsidRPr="00773BEC">
        <w:t xml:space="preserve">The parameter attributes </w:t>
      </w:r>
      <w:r w:rsidRPr="00773BEC">
        <w:rPr>
          <w:b/>
        </w:rPr>
        <w:t>in</w:t>
      </w:r>
      <w:r w:rsidRPr="00773BEC">
        <w:t xml:space="preserve">, </w:t>
      </w:r>
      <w:r w:rsidRPr="00773BEC">
        <w:rPr>
          <w:b/>
        </w:rPr>
        <w:t>inout</w:t>
      </w:r>
      <w:r w:rsidRPr="00773BEC">
        <w:t xml:space="preserve"> and </w:t>
      </w:r>
      <w:r w:rsidRPr="00773BEC">
        <w:rPr>
          <w:b/>
        </w:rPr>
        <w:t>out</w:t>
      </w:r>
      <w:r w:rsidRPr="00773BEC">
        <w:t xml:space="preserve"> describe the transmission direction of parameters and can be mapped directly to the communication parameter attributes in TTCN-3 because they have the exact same semantics.</w:t>
      </w:r>
    </w:p>
    <w:p w14:paraId="033F23E3" w14:textId="77777777" w:rsidR="004C0BEA" w:rsidRPr="00773BEC" w:rsidRDefault="004C0BEA">
      <w:r w:rsidRPr="00773BEC">
        <w:t xml:space="preserve">A </w:t>
      </w:r>
      <w:r w:rsidRPr="00773BEC">
        <w:rPr>
          <w:b/>
        </w:rPr>
        <w:t>raise</w:t>
      </w:r>
      <w:r w:rsidRPr="00773BEC">
        <w:t xml:space="preserve"> expression specifies all </w:t>
      </w:r>
      <w:r w:rsidR="008C2749" w:rsidRPr="00773BEC">
        <w:t xml:space="preserve">user-defined </w:t>
      </w:r>
      <w:r w:rsidRPr="00773BEC">
        <w:t xml:space="preserve">exceptions which can be thrown by an operation. </w:t>
      </w:r>
      <w:r w:rsidR="008C2749" w:rsidRPr="00773BEC">
        <w:t xml:space="preserve">In addition, all CORBA system exceptions as defined in clause 9 can be raised. The raise expression </w:t>
      </w:r>
      <w:r w:rsidRPr="00773BEC">
        <w:t xml:space="preserve">can be mapped directly to TTCN-3 because it can be indicated by the procedure signature definition by specifying </w:t>
      </w:r>
      <w:r w:rsidR="008C2749" w:rsidRPr="00773BEC">
        <w:t>the list of exceptions.</w:t>
      </w:r>
    </w:p>
    <w:p w14:paraId="2850740A" w14:textId="0F5DD4AB" w:rsidR="004C0BEA" w:rsidRPr="00773BEC" w:rsidRDefault="004C0BEA">
      <w:r w:rsidRPr="00773BEC">
        <w:t xml:space="preserve">A </w:t>
      </w:r>
      <w:r w:rsidRPr="00773BEC">
        <w:rPr>
          <w:b/>
        </w:rPr>
        <w:t>context</w:t>
      </w:r>
      <w:r w:rsidRPr="00773BEC">
        <w:t xml:space="preserve"> expression provides access to local properties of the called operation. These properties consist of a name and a string value. The </w:t>
      </w:r>
      <w:r w:rsidRPr="00773BEC">
        <w:rPr>
          <w:b/>
        </w:rPr>
        <w:t>context</w:t>
      </w:r>
      <w:r w:rsidRPr="00773BEC">
        <w:t xml:space="preserve"> expression can be matched by redefining the operation with the context parameters included in the operat</w:t>
      </w:r>
      <w:r w:rsidR="00431FE2" w:rsidRPr="00773BEC">
        <w:t xml:space="preserve">ion parameters (see </w:t>
      </w:r>
      <w:r w:rsidR="0093409D" w:rsidRPr="00773BEC">
        <w:t>clause</w:t>
      </w:r>
      <w:r w:rsidR="00431FE2" w:rsidRPr="00773BEC">
        <w:t xml:space="preserve"> 4.6 in</w:t>
      </w:r>
      <w:r w:rsidR="00D97475" w:rsidRPr="00773BEC">
        <w:t xml:space="preserve"> [</w:t>
      </w:r>
      <w:r w:rsidR="00D97475" w:rsidRPr="00773BEC">
        <w:fldChar w:fldCharType="begin"/>
      </w:r>
      <w:r w:rsidR="00D97475" w:rsidRPr="00773BEC">
        <w:instrText xml:space="preserve">REF REF_CORBA30 \h </w:instrText>
      </w:r>
      <w:r w:rsidR="00D97475" w:rsidRPr="00773BEC">
        <w:fldChar w:fldCharType="separate"/>
      </w:r>
      <w:r w:rsidR="003A3DF7" w:rsidRPr="00773BEC">
        <w:t>4</w:t>
      </w:r>
      <w:r w:rsidR="00D97475" w:rsidRPr="00773BEC">
        <w:fldChar w:fldCharType="end"/>
      </w:r>
      <w:r w:rsidR="00D97475" w:rsidRPr="00773BEC">
        <w:t>]</w:t>
      </w:r>
      <w:r w:rsidRPr="00773BEC">
        <w:t xml:space="preserve">). The additional parameter </w:t>
      </w:r>
      <w:r w:rsidR="00175E87" w:rsidRPr="00773BEC">
        <w:t>shall</w:t>
      </w:r>
      <w:r w:rsidRPr="00773BEC">
        <w:t xml:space="preserve"> be of type </w:t>
      </w:r>
      <w:r w:rsidRPr="00773BEC">
        <w:rPr>
          <w:b/>
        </w:rPr>
        <w:t>array</w:t>
      </w:r>
      <w:r w:rsidRPr="00773BEC">
        <w:t xml:space="preserve"> containing a type </w:t>
      </w:r>
      <w:r w:rsidRPr="00773BEC">
        <w:rPr>
          <w:b/>
        </w:rPr>
        <w:t>record</w:t>
      </w:r>
      <w:r w:rsidRPr="00773BEC">
        <w:t xml:space="preserve"> for each context parameter. The </w:t>
      </w:r>
      <w:r w:rsidRPr="00773BEC">
        <w:rPr>
          <w:b/>
        </w:rPr>
        <w:t>record</w:t>
      </w:r>
      <w:r w:rsidRPr="00773BEC">
        <w:t xml:space="preserve"> itself contains two variables of type </w:t>
      </w:r>
      <w:r w:rsidRPr="00773BEC">
        <w:rPr>
          <w:b/>
        </w:rPr>
        <w:t>string</w:t>
      </w:r>
      <w:r w:rsidRPr="00773BEC">
        <w:t xml:space="preserve"> for the context name and value.</w:t>
      </w:r>
    </w:p>
    <w:p w14:paraId="31805C6F" w14:textId="77777777" w:rsidR="004C0BEA" w:rsidRPr="00773BEC" w:rsidRDefault="004C0BEA" w:rsidP="00764958">
      <w:pPr>
        <w:pStyle w:val="EX"/>
      </w:pPr>
      <w:r w:rsidRPr="00773BEC">
        <w:t xml:space="preserve">IDL </w:t>
      </w:r>
      <w:r w:rsidR="00764958" w:rsidRPr="00773BEC">
        <w:t>EXAMPLE</w:t>
      </w:r>
      <w:r w:rsidRPr="00773BEC">
        <w:t>:</w:t>
      </w:r>
    </w:p>
    <w:p w14:paraId="2466CCAB" w14:textId="77777777" w:rsidR="004C0BEA" w:rsidRPr="00773BEC" w:rsidRDefault="004C0BEA">
      <w:pPr>
        <w:pStyle w:val="PL"/>
        <w:rPr>
          <w:noProof w:val="0"/>
        </w:rPr>
      </w:pPr>
      <w:r w:rsidRPr="00773BEC">
        <w:rPr>
          <w:noProof w:val="0"/>
        </w:rPr>
        <w:t xml:space="preserve">// </w:t>
      </w:r>
      <w:r w:rsidR="008C2749" w:rsidRPr="00773BEC">
        <w:rPr>
          <w:noProof w:val="0"/>
        </w:rPr>
        <w:t>NotFoundException</w:t>
      </w:r>
      <w:r w:rsidRPr="00773BEC">
        <w:rPr>
          <w:noProof w:val="0"/>
        </w:rPr>
        <w:t xml:space="preserve"> is defined </w:t>
      </w:r>
      <w:r w:rsidR="008C2749" w:rsidRPr="00773BEC">
        <w:rPr>
          <w:noProof w:val="0"/>
        </w:rPr>
        <w:t>clause "Exception declaration"</w:t>
      </w:r>
    </w:p>
    <w:p w14:paraId="16C67465" w14:textId="77777777" w:rsidR="004C0BEA" w:rsidRPr="00773BEC" w:rsidRDefault="004C0BEA">
      <w:pPr>
        <w:pStyle w:val="PL"/>
        <w:rPr>
          <w:noProof w:val="0"/>
        </w:rPr>
      </w:pPr>
    </w:p>
    <w:p w14:paraId="566C09FA" w14:textId="77777777" w:rsidR="004C0BEA" w:rsidRPr="00773BEC" w:rsidRDefault="004C0BEA">
      <w:pPr>
        <w:pStyle w:val="PL"/>
        <w:rPr>
          <w:noProof w:val="0"/>
        </w:rPr>
      </w:pPr>
      <w:r w:rsidRPr="00773BEC">
        <w:rPr>
          <w:b/>
          <w:noProof w:val="0"/>
        </w:rPr>
        <w:t>string</w:t>
      </w:r>
      <w:r w:rsidRPr="00773BEC">
        <w:rPr>
          <w:noProof w:val="0"/>
        </w:rPr>
        <w:t xml:space="preserve"> remoteProc1( </w:t>
      </w:r>
      <w:r w:rsidRPr="00773BEC">
        <w:rPr>
          <w:b/>
          <w:noProof w:val="0"/>
        </w:rPr>
        <w:t>in</w:t>
      </w:r>
      <w:r w:rsidRPr="00773BEC">
        <w:rPr>
          <w:noProof w:val="0"/>
        </w:rPr>
        <w:t xml:space="preserve"> long Par11, </w:t>
      </w:r>
      <w:r w:rsidRPr="00773BEC">
        <w:rPr>
          <w:b/>
          <w:noProof w:val="0"/>
        </w:rPr>
        <w:t>out</w:t>
      </w:r>
      <w:r w:rsidRPr="00773BEC">
        <w:rPr>
          <w:noProof w:val="0"/>
        </w:rPr>
        <w:t xml:space="preserve"> long Par12, </w:t>
      </w:r>
      <w:r w:rsidRPr="00773BEC">
        <w:rPr>
          <w:b/>
          <w:noProof w:val="0"/>
        </w:rPr>
        <w:t>inout</w:t>
      </w:r>
      <w:r w:rsidRPr="00773BEC">
        <w:rPr>
          <w:noProof w:val="0"/>
        </w:rPr>
        <w:t xml:space="preserve"> string name1 )</w:t>
      </w:r>
    </w:p>
    <w:p w14:paraId="09C79A02" w14:textId="77777777" w:rsidR="004C0BEA" w:rsidRPr="00773BEC" w:rsidRDefault="004C0BEA">
      <w:pPr>
        <w:pStyle w:val="PL"/>
        <w:rPr>
          <w:noProof w:val="0"/>
        </w:rPr>
      </w:pPr>
      <w:r w:rsidRPr="00773BEC">
        <w:rPr>
          <w:noProof w:val="0"/>
        </w:rPr>
        <w:t xml:space="preserve">     </w:t>
      </w:r>
      <w:r w:rsidRPr="00773BEC">
        <w:rPr>
          <w:b/>
          <w:noProof w:val="0"/>
        </w:rPr>
        <w:t>raises</w:t>
      </w:r>
      <w:r w:rsidRPr="00773BEC">
        <w:rPr>
          <w:noProof w:val="0"/>
        </w:rPr>
        <w:t>( NotFound</w:t>
      </w:r>
      <w:r w:rsidR="008C2749" w:rsidRPr="00773BEC">
        <w:rPr>
          <w:noProof w:val="0"/>
        </w:rPr>
        <w:t>Exception</w:t>
      </w:r>
      <w:r w:rsidRPr="00773BEC">
        <w:rPr>
          <w:noProof w:val="0"/>
        </w:rPr>
        <w:t xml:space="preserve"> )</w:t>
      </w:r>
    </w:p>
    <w:p w14:paraId="496BFE91" w14:textId="77777777" w:rsidR="004C0BEA" w:rsidRPr="00773BEC" w:rsidRDefault="004C0BEA">
      <w:pPr>
        <w:pStyle w:val="PL"/>
        <w:rPr>
          <w:noProof w:val="0"/>
        </w:rPr>
      </w:pPr>
      <w:r w:rsidRPr="00773BEC">
        <w:rPr>
          <w:noProof w:val="0"/>
        </w:rPr>
        <w:t xml:space="preserve">     </w:t>
      </w:r>
      <w:r w:rsidRPr="00773BEC">
        <w:rPr>
          <w:b/>
          <w:noProof w:val="0"/>
        </w:rPr>
        <w:t>context</w:t>
      </w:r>
      <w:r w:rsidRPr="00773BEC">
        <w:rPr>
          <w:noProof w:val="0"/>
        </w:rPr>
        <w:t>( "MyContext1" );</w:t>
      </w:r>
    </w:p>
    <w:p w14:paraId="4F11D139" w14:textId="77777777" w:rsidR="004C0BEA" w:rsidRPr="00773BEC" w:rsidRDefault="004C0BEA">
      <w:pPr>
        <w:pStyle w:val="PL"/>
        <w:rPr>
          <w:noProof w:val="0"/>
        </w:rPr>
      </w:pPr>
    </w:p>
    <w:p w14:paraId="79945BA8" w14:textId="77777777" w:rsidR="004C0BEA" w:rsidRPr="00773BEC" w:rsidRDefault="004C0BEA">
      <w:pPr>
        <w:pStyle w:val="PL"/>
        <w:keepNext/>
        <w:rPr>
          <w:noProof w:val="0"/>
        </w:rPr>
      </w:pPr>
      <w:r w:rsidRPr="00773BEC">
        <w:rPr>
          <w:noProof w:val="0"/>
        </w:rPr>
        <w:t>// oneway procedure: no return value and no inout or out allowed!!!</w:t>
      </w:r>
    </w:p>
    <w:p w14:paraId="4B8D4812" w14:textId="77777777" w:rsidR="004C0BEA" w:rsidRPr="00773BEC" w:rsidRDefault="004C0BEA">
      <w:pPr>
        <w:pStyle w:val="PL"/>
        <w:rPr>
          <w:noProof w:val="0"/>
        </w:rPr>
      </w:pPr>
      <w:r w:rsidRPr="00773BEC">
        <w:rPr>
          <w:b/>
          <w:noProof w:val="0"/>
        </w:rPr>
        <w:t>oneway</w:t>
      </w:r>
      <w:r w:rsidRPr="00773BEC">
        <w:rPr>
          <w:noProof w:val="0"/>
        </w:rPr>
        <w:t xml:space="preserve"> </w:t>
      </w:r>
      <w:r w:rsidRPr="00773BEC">
        <w:rPr>
          <w:b/>
          <w:noProof w:val="0"/>
        </w:rPr>
        <w:t>void</w:t>
      </w:r>
      <w:r w:rsidRPr="00773BEC">
        <w:rPr>
          <w:noProof w:val="0"/>
        </w:rPr>
        <w:t xml:space="preserve"> remoteProc2( </w:t>
      </w:r>
      <w:r w:rsidRPr="00773BEC">
        <w:rPr>
          <w:b/>
          <w:noProof w:val="0"/>
        </w:rPr>
        <w:t>in</w:t>
      </w:r>
      <w:r w:rsidRPr="00773BEC">
        <w:rPr>
          <w:noProof w:val="0"/>
        </w:rPr>
        <w:t xml:space="preserve"> long Par21, </w:t>
      </w:r>
      <w:r w:rsidRPr="00773BEC">
        <w:rPr>
          <w:b/>
          <w:noProof w:val="0"/>
        </w:rPr>
        <w:t>in</w:t>
      </w:r>
      <w:r w:rsidRPr="00773BEC">
        <w:rPr>
          <w:noProof w:val="0"/>
        </w:rPr>
        <w:t xml:space="preserve"> long Par22, </w:t>
      </w:r>
      <w:r w:rsidRPr="00773BEC">
        <w:rPr>
          <w:b/>
          <w:noProof w:val="0"/>
        </w:rPr>
        <w:t>in</w:t>
      </w:r>
      <w:r w:rsidRPr="00773BEC">
        <w:rPr>
          <w:noProof w:val="0"/>
        </w:rPr>
        <w:t xml:space="preserve"> string name2 );</w:t>
      </w:r>
    </w:p>
    <w:p w14:paraId="0612C71D" w14:textId="77777777" w:rsidR="004C0BEA" w:rsidRPr="00773BEC" w:rsidRDefault="004C0BEA">
      <w:pPr>
        <w:pStyle w:val="PL"/>
        <w:rPr>
          <w:noProof w:val="0"/>
        </w:rPr>
      </w:pPr>
    </w:p>
    <w:p w14:paraId="196D5E95" w14:textId="77777777" w:rsidR="004C0BEA" w:rsidRPr="00773BEC" w:rsidRDefault="004C0BEA" w:rsidP="0058600F">
      <w:pPr>
        <w:pStyle w:val="EX"/>
        <w:keepNext/>
      </w:pPr>
      <w:r w:rsidRPr="00773BEC">
        <w:lastRenderedPageBreak/>
        <w:t xml:space="preserve">TTCN </w:t>
      </w:r>
      <w:r w:rsidR="00764958" w:rsidRPr="00773BEC">
        <w:t>EXAMPLE</w:t>
      </w:r>
      <w:r w:rsidRPr="00773BEC">
        <w:t>:</w:t>
      </w:r>
    </w:p>
    <w:p w14:paraId="13D232B4" w14:textId="77777777" w:rsidR="004C0BEA" w:rsidRPr="00773BEC" w:rsidRDefault="004C0BEA">
      <w:pPr>
        <w:pStyle w:val="PL"/>
        <w:rPr>
          <w:noProof w:val="0"/>
        </w:rPr>
      </w:pPr>
      <w:r w:rsidRPr="00773BEC">
        <w:rPr>
          <w:noProof w:val="0"/>
        </w:rPr>
        <w:t>// only operation definition</w:t>
      </w:r>
    </w:p>
    <w:p w14:paraId="01EFDC31" w14:textId="77777777" w:rsidR="004C0BEA" w:rsidRPr="00773BEC" w:rsidRDefault="004C0BEA">
      <w:pPr>
        <w:pStyle w:val="PL"/>
        <w:rPr>
          <w:noProof w:val="0"/>
        </w:rPr>
      </w:pPr>
    </w:p>
    <w:p w14:paraId="69DEEB23" w14:textId="77777777" w:rsidR="004C0BEA" w:rsidRPr="00773BEC" w:rsidRDefault="004C0BEA">
      <w:pPr>
        <w:pStyle w:val="PL"/>
        <w:rPr>
          <w:noProof w:val="0"/>
        </w:rPr>
      </w:pPr>
      <w:r w:rsidRPr="00773BEC">
        <w:rPr>
          <w:b/>
          <w:noProof w:val="0"/>
        </w:rPr>
        <w:t>type</w:t>
      </w:r>
      <w:r w:rsidRPr="00773BEC">
        <w:rPr>
          <w:noProof w:val="0"/>
        </w:rPr>
        <w:t xml:space="preserve"> </w:t>
      </w:r>
      <w:r w:rsidRPr="00773BEC">
        <w:rPr>
          <w:b/>
          <w:noProof w:val="0"/>
        </w:rPr>
        <w:t>record</w:t>
      </w:r>
      <w:r w:rsidRPr="00773BEC">
        <w:rPr>
          <w:noProof w:val="0"/>
        </w:rPr>
        <w:t xml:space="preserve"> IDLContextElement {</w:t>
      </w:r>
    </w:p>
    <w:p w14:paraId="27EF856B" w14:textId="77777777" w:rsidR="004C0BEA" w:rsidRPr="00773BEC" w:rsidRDefault="004C0BEA">
      <w:pPr>
        <w:pStyle w:val="PL"/>
        <w:rPr>
          <w:noProof w:val="0"/>
        </w:rPr>
      </w:pPr>
      <w:r w:rsidRPr="00773BEC">
        <w:rPr>
          <w:noProof w:val="0"/>
        </w:rPr>
        <w:t xml:space="preserve">    </w:t>
      </w:r>
      <w:r w:rsidRPr="00773BEC">
        <w:rPr>
          <w:b/>
          <w:noProof w:val="0"/>
        </w:rPr>
        <w:t xml:space="preserve">iso8859string </w:t>
      </w:r>
      <w:r w:rsidRPr="00773BEC">
        <w:rPr>
          <w:noProof w:val="0"/>
        </w:rPr>
        <w:t>name,</w:t>
      </w:r>
    </w:p>
    <w:p w14:paraId="2ADE3356" w14:textId="77777777" w:rsidR="004C0BEA" w:rsidRPr="00773BEC" w:rsidRDefault="004C0BEA">
      <w:pPr>
        <w:pStyle w:val="PL"/>
        <w:rPr>
          <w:noProof w:val="0"/>
        </w:rPr>
      </w:pPr>
      <w:r w:rsidRPr="00773BEC">
        <w:rPr>
          <w:noProof w:val="0"/>
        </w:rPr>
        <w:t xml:space="preserve">    </w:t>
      </w:r>
      <w:r w:rsidRPr="00773BEC">
        <w:rPr>
          <w:b/>
          <w:noProof w:val="0"/>
        </w:rPr>
        <w:t xml:space="preserve">iso8859string </w:t>
      </w:r>
      <w:r w:rsidRPr="00773BEC">
        <w:rPr>
          <w:noProof w:val="0"/>
        </w:rPr>
        <w:t>value_</w:t>
      </w:r>
    </w:p>
    <w:p w14:paraId="29643F70" w14:textId="77777777" w:rsidR="004C0BEA" w:rsidRPr="00773BEC" w:rsidRDefault="004C0BEA">
      <w:pPr>
        <w:pStyle w:val="PL"/>
        <w:rPr>
          <w:noProof w:val="0"/>
        </w:rPr>
      </w:pPr>
      <w:r w:rsidRPr="00773BEC">
        <w:rPr>
          <w:noProof w:val="0"/>
        </w:rPr>
        <w:t>}</w:t>
      </w:r>
    </w:p>
    <w:p w14:paraId="05E27353" w14:textId="77777777" w:rsidR="004C0BEA" w:rsidRPr="00773BEC" w:rsidRDefault="004C0BEA">
      <w:pPr>
        <w:pStyle w:val="PL"/>
        <w:rPr>
          <w:noProof w:val="0"/>
        </w:rPr>
      </w:pPr>
    </w:p>
    <w:p w14:paraId="5B6EDD24" w14:textId="77777777" w:rsidR="004C0BEA" w:rsidRPr="00773BEC" w:rsidRDefault="004C0BEA">
      <w:pPr>
        <w:pStyle w:val="PL"/>
        <w:rPr>
          <w:noProof w:val="0"/>
        </w:rPr>
      </w:pPr>
      <w:r w:rsidRPr="00773BEC">
        <w:rPr>
          <w:b/>
          <w:noProof w:val="0"/>
        </w:rPr>
        <w:t>type</w:t>
      </w:r>
      <w:r w:rsidRPr="00773BEC">
        <w:rPr>
          <w:noProof w:val="0"/>
        </w:rPr>
        <w:t xml:space="preserve"> </w:t>
      </w:r>
      <w:r w:rsidRPr="00773BEC">
        <w:rPr>
          <w:b/>
          <w:noProof w:val="0"/>
        </w:rPr>
        <w:t>record</w:t>
      </w:r>
      <w:r w:rsidRPr="00773BEC">
        <w:rPr>
          <w:noProof w:val="0"/>
        </w:rPr>
        <w:t xml:space="preserve"> </w:t>
      </w:r>
      <w:r w:rsidRPr="00773BEC">
        <w:rPr>
          <w:b/>
          <w:noProof w:val="0"/>
        </w:rPr>
        <w:t>of</w:t>
      </w:r>
      <w:r w:rsidRPr="00773BEC">
        <w:rPr>
          <w:noProof w:val="0"/>
        </w:rPr>
        <w:t xml:space="preserve"> IDLContextElement IDLContext;</w:t>
      </w:r>
    </w:p>
    <w:p w14:paraId="47268B70" w14:textId="77777777" w:rsidR="004C0BEA" w:rsidRPr="00773BEC" w:rsidRDefault="004C0BEA">
      <w:pPr>
        <w:pStyle w:val="PL"/>
        <w:rPr>
          <w:noProof w:val="0"/>
        </w:rPr>
      </w:pPr>
    </w:p>
    <w:p w14:paraId="2CC02DF7" w14:textId="77777777" w:rsidR="004C0BEA" w:rsidRPr="00773BEC" w:rsidRDefault="004C0BEA">
      <w:pPr>
        <w:pStyle w:val="PL"/>
        <w:rPr>
          <w:noProof w:val="0"/>
        </w:rPr>
      </w:pPr>
      <w:r w:rsidRPr="00773BEC">
        <w:rPr>
          <w:b/>
          <w:noProof w:val="0"/>
        </w:rPr>
        <w:t>signature</w:t>
      </w:r>
      <w:r w:rsidRPr="00773BEC">
        <w:rPr>
          <w:noProof w:val="0"/>
        </w:rPr>
        <w:t xml:space="preserve"> RemoteProcSignature1(</w:t>
      </w:r>
    </w:p>
    <w:p w14:paraId="63B0343F" w14:textId="77777777" w:rsidR="004C0BEA" w:rsidRPr="00773BEC" w:rsidRDefault="004C0BEA">
      <w:pPr>
        <w:pStyle w:val="PL"/>
        <w:rPr>
          <w:noProof w:val="0"/>
        </w:rPr>
      </w:pPr>
      <w:r w:rsidRPr="00773BEC">
        <w:rPr>
          <w:noProof w:val="0"/>
        </w:rPr>
        <w:t xml:space="preserve">             </w:t>
      </w:r>
      <w:r w:rsidRPr="00773BEC">
        <w:rPr>
          <w:b/>
          <w:noProof w:val="0"/>
        </w:rPr>
        <w:t>in</w:t>
      </w:r>
      <w:r w:rsidRPr="00773BEC">
        <w:rPr>
          <w:noProof w:val="0"/>
        </w:rPr>
        <w:t xml:space="preserve"> </w:t>
      </w:r>
      <w:r w:rsidRPr="00773BEC">
        <w:rPr>
          <w:b/>
          <w:noProof w:val="0"/>
        </w:rPr>
        <w:t>long</w:t>
      </w:r>
      <w:r w:rsidRPr="00773BEC">
        <w:rPr>
          <w:noProof w:val="0"/>
        </w:rPr>
        <w:t xml:space="preserve"> Par11, </w:t>
      </w:r>
      <w:r w:rsidRPr="00773BEC">
        <w:rPr>
          <w:b/>
          <w:noProof w:val="0"/>
        </w:rPr>
        <w:t>out</w:t>
      </w:r>
      <w:r w:rsidRPr="00773BEC">
        <w:rPr>
          <w:noProof w:val="0"/>
        </w:rPr>
        <w:t xml:space="preserve"> </w:t>
      </w:r>
      <w:r w:rsidRPr="00773BEC">
        <w:rPr>
          <w:b/>
          <w:noProof w:val="0"/>
        </w:rPr>
        <w:t>long</w:t>
      </w:r>
      <w:r w:rsidRPr="00773BEC">
        <w:rPr>
          <w:noProof w:val="0"/>
        </w:rPr>
        <w:t xml:space="preserve"> Par12,</w:t>
      </w:r>
    </w:p>
    <w:p w14:paraId="79D134B8" w14:textId="77777777" w:rsidR="004C0BEA" w:rsidRPr="00773BEC" w:rsidRDefault="004C0BEA">
      <w:pPr>
        <w:pStyle w:val="PL"/>
        <w:rPr>
          <w:noProof w:val="0"/>
        </w:rPr>
      </w:pPr>
      <w:r w:rsidRPr="00773BEC">
        <w:rPr>
          <w:noProof w:val="0"/>
        </w:rPr>
        <w:t xml:space="preserve">             </w:t>
      </w:r>
      <w:r w:rsidRPr="00773BEC">
        <w:rPr>
          <w:b/>
          <w:noProof w:val="0"/>
        </w:rPr>
        <w:t>inout</w:t>
      </w:r>
      <w:r w:rsidRPr="00773BEC">
        <w:rPr>
          <w:noProof w:val="0"/>
        </w:rPr>
        <w:t xml:space="preserve"> </w:t>
      </w:r>
      <w:r w:rsidRPr="00773BEC">
        <w:rPr>
          <w:b/>
          <w:noProof w:val="0"/>
        </w:rPr>
        <w:t>charstring</w:t>
      </w:r>
      <w:r w:rsidRPr="00773BEC">
        <w:rPr>
          <w:noProof w:val="0"/>
        </w:rPr>
        <w:t xml:space="preserve"> name1, </w:t>
      </w:r>
      <w:r w:rsidRPr="00773BEC">
        <w:rPr>
          <w:b/>
          <w:noProof w:val="0"/>
        </w:rPr>
        <w:t>in</w:t>
      </w:r>
      <w:r w:rsidRPr="00773BEC">
        <w:rPr>
          <w:noProof w:val="0"/>
        </w:rPr>
        <w:t xml:space="preserve"> IDLContext context )</w:t>
      </w:r>
    </w:p>
    <w:p w14:paraId="69E05CE5" w14:textId="77777777" w:rsidR="004C0BEA" w:rsidRPr="00773BEC" w:rsidRDefault="004C0BEA">
      <w:pPr>
        <w:pStyle w:val="PL"/>
        <w:rPr>
          <w:noProof w:val="0"/>
        </w:rPr>
      </w:pPr>
      <w:r w:rsidRPr="00773BEC">
        <w:rPr>
          <w:noProof w:val="0"/>
        </w:rPr>
        <w:t xml:space="preserve">          </w:t>
      </w:r>
      <w:r w:rsidRPr="00773BEC">
        <w:rPr>
          <w:b/>
          <w:noProof w:val="0"/>
        </w:rPr>
        <w:t>return</w:t>
      </w:r>
      <w:r w:rsidRPr="00773BEC">
        <w:rPr>
          <w:noProof w:val="0"/>
        </w:rPr>
        <w:t xml:space="preserve"> </w:t>
      </w:r>
      <w:r w:rsidRPr="00773BEC">
        <w:rPr>
          <w:b/>
          <w:noProof w:val="0"/>
        </w:rPr>
        <w:t>iso8859string</w:t>
      </w:r>
    </w:p>
    <w:p w14:paraId="5F58A650" w14:textId="77777777" w:rsidR="008C2749" w:rsidRPr="00773BEC" w:rsidRDefault="004C0BEA" w:rsidP="008C2749">
      <w:pPr>
        <w:pStyle w:val="PL"/>
        <w:rPr>
          <w:noProof w:val="0"/>
        </w:rPr>
      </w:pPr>
      <w:r w:rsidRPr="00773BEC">
        <w:rPr>
          <w:noProof w:val="0"/>
        </w:rPr>
        <w:t xml:space="preserve">          </w:t>
      </w:r>
      <w:r w:rsidRPr="00773BEC">
        <w:rPr>
          <w:b/>
          <w:noProof w:val="0"/>
        </w:rPr>
        <w:t>exception</w:t>
      </w:r>
      <w:r w:rsidRPr="00773BEC">
        <w:rPr>
          <w:noProof w:val="0"/>
        </w:rPr>
        <w:t>(</w:t>
      </w:r>
      <w:r w:rsidR="008C2749" w:rsidRPr="00773BEC">
        <w:rPr>
          <w:noProof w:val="0"/>
        </w:rPr>
        <w:t xml:space="preserve"> // user-defined exception</w:t>
      </w:r>
      <w:r w:rsidR="008C2749" w:rsidRPr="00773BEC" w:rsidDel="00473713">
        <w:rPr>
          <w:noProof w:val="0"/>
        </w:rPr>
        <w:t xml:space="preserve"> </w:t>
      </w:r>
    </w:p>
    <w:p w14:paraId="66F14532" w14:textId="77777777" w:rsidR="008C2749" w:rsidRPr="00773BEC" w:rsidRDefault="008C2749" w:rsidP="008C2749">
      <w:pPr>
        <w:pStyle w:val="PL"/>
        <w:rPr>
          <w:noProof w:val="0"/>
        </w:rPr>
      </w:pPr>
      <w:r w:rsidRPr="00773BEC">
        <w:rPr>
          <w:noProof w:val="0"/>
        </w:rPr>
        <w:tab/>
      </w:r>
      <w:r w:rsidRPr="00773BEC">
        <w:rPr>
          <w:noProof w:val="0"/>
        </w:rPr>
        <w:tab/>
      </w:r>
      <w:r w:rsidRPr="00773BEC">
        <w:rPr>
          <w:noProof w:val="0"/>
        </w:rPr>
        <w:tab/>
      </w:r>
      <w:r w:rsidRPr="00773BEC">
        <w:rPr>
          <w:noProof w:val="0"/>
        </w:rPr>
        <w:tab/>
      </w:r>
      <w:r w:rsidRPr="00773BEC">
        <w:rPr>
          <w:noProof w:val="0"/>
        </w:rPr>
        <w:tab/>
      </w:r>
      <w:r w:rsidRPr="00773BEC">
        <w:rPr>
          <w:noProof w:val="0"/>
        </w:rPr>
        <w:tab/>
      </w:r>
      <w:r w:rsidR="004C0BEA" w:rsidRPr="00773BEC">
        <w:rPr>
          <w:noProof w:val="0"/>
        </w:rPr>
        <w:t>NotFoundException</w:t>
      </w:r>
      <w:r w:rsidRPr="00773BEC">
        <w:rPr>
          <w:noProof w:val="0"/>
        </w:rPr>
        <w:t>,</w:t>
      </w:r>
    </w:p>
    <w:p w14:paraId="50F86BDA" w14:textId="77777777" w:rsidR="008C2749" w:rsidRPr="00773BEC" w:rsidRDefault="008C2749" w:rsidP="008C2749">
      <w:pPr>
        <w:pStyle w:val="PL"/>
        <w:rPr>
          <w:noProof w:val="0"/>
        </w:rPr>
      </w:pPr>
      <w:r w:rsidRPr="00773BEC">
        <w:rPr>
          <w:noProof w:val="0"/>
        </w:rPr>
        <w:tab/>
      </w:r>
      <w:r w:rsidRPr="00773BEC">
        <w:rPr>
          <w:noProof w:val="0"/>
        </w:rPr>
        <w:tab/>
      </w:r>
      <w:r w:rsidRPr="00773BEC">
        <w:rPr>
          <w:noProof w:val="0"/>
        </w:rPr>
        <w:tab/>
      </w:r>
      <w:r w:rsidRPr="00773BEC">
        <w:rPr>
          <w:noProof w:val="0"/>
        </w:rPr>
        <w:tab/>
      </w:r>
      <w:r w:rsidRPr="00773BEC">
        <w:rPr>
          <w:noProof w:val="0"/>
        </w:rPr>
        <w:tab/>
        <w:t xml:space="preserve">    SYSTEM_EXCEPTION</w:t>
      </w:r>
    </w:p>
    <w:p w14:paraId="654E581E" w14:textId="77777777" w:rsidR="004C0BEA" w:rsidRPr="00773BEC" w:rsidRDefault="008C2749" w:rsidP="008C2749">
      <w:pPr>
        <w:pStyle w:val="PL"/>
        <w:rPr>
          <w:noProof w:val="0"/>
        </w:rPr>
      </w:pPr>
      <w:r w:rsidRPr="00773BEC">
        <w:rPr>
          <w:noProof w:val="0"/>
        </w:rPr>
        <w:tab/>
      </w:r>
      <w:r w:rsidRPr="00773BEC">
        <w:rPr>
          <w:noProof w:val="0"/>
        </w:rPr>
        <w:tab/>
      </w:r>
      <w:r w:rsidRPr="00773BEC">
        <w:rPr>
          <w:noProof w:val="0"/>
        </w:rPr>
        <w:tab/>
      </w:r>
      <w:r w:rsidRPr="00773BEC">
        <w:rPr>
          <w:noProof w:val="0"/>
        </w:rPr>
        <w:tab/>
        <w:t xml:space="preserve">    </w:t>
      </w:r>
      <w:r w:rsidR="004C0BEA" w:rsidRPr="00773BEC">
        <w:rPr>
          <w:noProof w:val="0"/>
        </w:rPr>
        <w:t>);</w:t>
      </w:r>
    </w:p>
    <w:p w14:paraId="09977382" w14:textId="77777777" w:rsidR="004C0BEA" w:rsidRPr="00773BEC" w:rsidRDefault="004C0BEA" w:rsidP="00D53A9C">
      <w:pPr>
        <w:pStyle w:val="PL"/>
        <w:keepNext/>
        <w:rPr>
          <w:noProof w:val="0"/>
        </w:rPr>
      </w:pPr>
    </w:p>
    <w:p w14:paraId="1236F854" w14:textId="77777777" w:rsidR="004C0BEA" w:rsidRPr="00773BEC" w:rsidRDefault="004C0BEA" w:rsidP="00D53A9C">
      <w:pPr>
        <w:pStyle w:val="PL"/>
        <w:keepNext/>
        <w:rPr>
          <w:noProof w:val="0"/>
        </w:rPr>
      </w:pPr>
      <w:r w:rsidRPr="00773BEC">
        <w:rPr>
          <w:b/>
          <w:noProof w:val="0"/>
        </w:rPr>
        <w:t>signature</w:t>
      </w:r>
      <w:r w:rsidRPr="00773BEC">
        <w:rPr>
          <w:noProof w:val="0"/>
        </w:rPr>
        <w:t xml:space="preserve"> RemoteProcSignature2(</w:t>
      </w:r>
    </w:p>
    <w:p w14:paraId="61E16789" w14:textId="77777777" w:rsidR="004C0BEA" w:rsidRPr="00773BEC" w:rsidRDefault="004C0BEA" w:rsidP="00D53A9C">
      <w:pPr>
        <w:pStyle w:val="PL"/>
        <w:keepNext/>
        <w:rPr>
          <w:noProof w:val="0"/>
        </w:rPr>
      </w:pPr>
      <w:r w:rsidRPr="00773BEC">
        <w:rPr>
          <w:noProof w:val="0"/>
        </w:rPr>
        <w:t xml:space="preserve">             </w:t>
      </w:r>
      <w:r w:rsidRPr="00773BEC">
        <w:rPr>
          <w:b/>
          <w:noProof w:val="0"/>
        </w:rPr>
        <w:t>in</w:t>
      </w:r>
      <w:r w:rsidRPr="00773BEC">
        <w:rPr>
          <w:noProof w:val="0"/>
        </w:rPr>
        <w:t xml:space="preserve"> </w:t>
      </w:r>
      <w:r w:rsidRPr="00773BEC">
        <w:rPr>
          <w:b/>
          <w:noProof w:val="0"/>
        </w:rPr>
        <w:t>long</w:t>
      </w:r>
      <w:r w:rsidRPr="00773BEC">
        <w:rPr>
          <w:noProof w:val="0"/>
        </w:rPr>
        <w:t xml:space="preserve"> Par21, </w:t>
      </w:r>
      <w:r w:rsidRPr="00773BEC">
        <w:rPr>
          <w:b/>
          <w:noProof w:val="0"/>
        </w:rPr>
        <w:t>in</w:t>
      </w:r>
      <w:r w:rsidRPr="00773BEC">
        <w:rPr>
          <w:noProof w:val="0"/>
        </w:rPr>
        <w:t xml:space="preserve"> </w:t>
      </w:r>
      <w:r w:rsidRPr="00773BEC">
        <w:rPr>
          <w:b/>
          <w:noProof w:val="0"/>
        </w:rPr>
        <w:t>long</w:t>
      </w:r>
      <w:r w:rsidRPr="00773BEC">
        <w:rPr>
          <w:noProof w:val="0"/>
        </w:rPr>
        <w:t xml:space="preserve"> Par22,</w:t>
      </w:r>
    </w:p>
    <w:p w14:paraId="1F4DD561" w14:textId="77777777" w:rsidR="004C0BEA" w:rsidRPr="00773BEC" w:rsidRDefault="004C0BEA">
      <w:pPr>
        <w:pStyle w:val="PL"/>
        <w:rPr>
          <w:noProof w:val="0"/>
        </w:rPr>
      </w:pPr>
      <w:r w:rsidRPr="00773BEC">
        <w:rPr>
          <w:noProof w:val="0"/>
        </w:rPr>
        <w:t xml:space="preserve">             </w:t>
      </w:r>
      <w:r w:rsidRPr="00773BEC">
        <w:rPr>
          <w:b/>
          <w:noProof w:val="0"/>
        </w:rPr>
        <w:t>in</w:t>
      </w:r>
      <w:r w:rsidRPr="00773BEC">
        <w:rPr>
          <w:noProof w:val="0"/>
        </w:rPr>
        <w:t xml:space="preserve"> </w:t>
      </w:r>
      <w:r w:rsidRPr="00773BEC">
        <w:rPr>
          <w:b/>
          <w:noProof w:val="0"/>
        </w:rPr>
        <w:t>iso8859string</w:t>
      </w:r>
      <w:r w:rsidRPr="00773BEC">
        <w:rPr>
          <w:noProof w:val="0"/>
        </w:rPr>
        <w:t xml:space="preserve"> name2 )</w:t>
      </w:r>
    </w:p>
    <w:p w14:paraId="07FF9F37" w14:textId="77777777" w:rsidR="008C2749" w:rsidRPr="00773BEC" w:rsidRDefault="008C2749" w:rsidP="008C2749">
      <w:pPr>
        <w:pStyle w:val="PL"/>
        <w:rPr>
          <w:noProof w:val="0"/>
        </w:rPr>
      </w:pPr>
      <w:r w:rsidRPr="00773BEC">
        <w:rPr>
          <w:noProof w:val="0"/>
        </w:rPr>
        <w:tab/>
      </w:r>
      <w:r w:rsidRPr="00773BEC">
        <w:rPr>
          <w:noProof w:val="0"/>
        </w:rPr>
        <w:tab/>
        <w:t xml:space="preserve">  exception ( SYSTEM_EXCEPTION )</w:t>
      </w:r>
    </w:p>
    <w:p w14:paraId="748BC490" w14:textId="77777777" w:rsidR="004C0BEA" w:rsidRPr="00773BEC" w:rsidRDefault="004C0BEA">
      <w:pPr>
        <w:pStyle w:val="PL"/>
        <w:rPr>
          <w:noProof w:val="0"/>
        </w:rPr>
      </w:pPr>
      <w:r w:rsidRPr="00773BEC">
        <w:rPr>
          <w:noProof w:val="0"/>
        </w:rPr>
        <w:t xml:space="preserve">          </w:t>
      </w:r>
      <w:r w:rsidRPr="00773BEC">
        <w:rPr>
          <w:b/>
          <w:noProof w:val="0"/>
        </w:rPr>
        <w:t>with</w:t>
      </w:r>
      <w:r w:rsidRPr="00773BEC">
        <w:rPr>
          <w:noProof w:val="0"/>
        </w:rPr>
        <w:t xml:space="preserve"> { </w:t>
      </w:r>
      <w:r w:rsidRPr="00773BEC">
        <w:rPr>
          <w:b/>
          <w:noProof w:val="0"/>
        </w:rPr>
        <w:t>variant</w:t>
      </w:r>
      <w:r w:rsidRPr="00773BEC">
        <w:rPr>
          <w:noProof w:val="0"/>
        </w:rPr>
        <w:t xml:space="preserve"> "IDL:oneway FORMAL/01-12-01 v.2.6" };</w:t>
      </w:r>
    </w:p>
    <w:p w14:paraId="3100C25F" w14:textId="77777777" w:rsidR="004C0BEA" w:rsidRPr="00773BEC" w:rsidRDefault="004C0BEA">
      <w:pPr>
        <w:pStyle w:val="PL"/>
        <w:rPr>
          <w:noProof w:val="0"/>
        </w:rPr>
      </w:pPr>
    </w:p>
    <w:p w14:paraId="052D8C4F" w14:textId="77777777" w:rsidR="004C0BEA" w:rsidRPr="00773BEC" w:rsidRDefault="004C0BEA">
      <w:pPr>
        <w:pStyle w:val="PL"/>
        <w:rPr>
          <w:noProof w:val="0"/>
        </w:rPr>
      </w:pPr>
      <w:r w:rsidRPr="00773BEC">
        <w:rPr>
          <w:b/>
          <w:noProof w:val="0"/>
        </w:rPr>
        <w:t>type</w:t>
      </w:r>
      <w:r w:rsidRPr="00773BEC">
        <w:rPr>
          <w:noProof w:val="0"/>
        </w:rPr>
        <w:t xml:space="preserve"> </w:t>
      </w:r>
      <w:r w:rsidRPr="00773BEC">
        <w:rPr>
          <w:b/>
          <w:noProof w:val="0"/>
        </w:rPr>
        <w:t>port</w:t>
      </w:r>
      <w:r w:rsidRPr="00773BEC">
        <w:rPr>
          <w:noProof w:val="0"/>
        </w:rPr>
        <w:t xml:space="preserve"> RemoteProcPort </w:t>
      </w:r>
      <w:r w:rsidRPr="00773BEC">
        <w:rPr>
          <w:b/>
          <w:noProof w:val="0"/>
        </w:rPr>
        <w:t>procedure</w:t>
      </w:r>
      <w:r w:rsidRPr="00773BEC">
        <w:rPr>
          <w:noProof w:val="0"/>
        </w:rPr>
        <w:t xml:space="preserve"> {</w:t>
      </w:r>
    </w:p>
    <w:p w14:paraId="3F6C655A" w14:textId="77777777" w:rsidR="004C0BEA" w:rsidRPr="00773BEC" w:rsidRDefault="004C0BEA">
      <w:pPr>
        <w:pStyle w:val="PL"/>
        <w:rPr>
          <w:noProof w:val="0"/>
        </w:rPr>
      </w:pPr>
      <w:r w:rsidRPr="00773BEC">
        <w:rPr>
          <w:noProof w:val="0"/>
        </w:rPr>
        <w:t xml:space="preserve">          </w:t>
      </w:r>
      <w:r w:rsidRPr="00773BEC">
        <w:rPr>
          <w:b/>
          <w:noProof w:val="0"/>
        </w:rPr>
        <w:t>out</w:t>
      </w:r>
      <w:r w:rsidRPr="00773BEC">
        <w:rPr>
          <w:noProof w:val="0"/>
        </w:rPr>
        <w:t xml:space="preserve"> RemoteProcSignature1;</w:t>
      </w:r>
    </w:p>
    <w:p w14:paraId="3C78FF71" w14:textId="77777777" w:rsidR="004C0BEA" w:rsidRPr="00773BEC" w:rsidRDefault="004C0BEA">
      <w:pPr>
        <w:pStyle w:val="PL"/>
        <w:rPr>
          <w:noProof w:val="0"/>
        </w:rPr>
      </w:pPr>
      <w:r w:rsidRPr="00773BEC">
        <w:rPr>
          <w:noProof w:val="0"/>
        </w:rPr>
        <w:t xml:space="preserve">          </w:t>
      </w:r>
      <w:r w:rsidRPr="00773BEC">
        <w:rPr>
          <w:b/>
          <w:noProof w:val="0"/>
        </w:rPr>
        <w:t>out</w:t>
      </w:r>
      <w:r w:rsidRPr="00773BEC">
        <w:rPr>
          <w:noProof w:val="0"/>
        </w:rPr>
        <w:t xml:space="preserve"> RemoteProcSignature2</w:t>
      </w:r>
    </w:p>
    <w:p w14:paraId="08EC726A" w14:textId="77777777" w:rsidR="004C0BEA" w:rsidRPr="00773BEC" w:rsidRDefault="004C0BEA">
      <w:pPr>
        <w:pStyle w:val="PL"/>
        <w:rPr>
          <w:noProof w:val="0"/>
        </w:rPr>
      </w:pPr>
      <w:r w:rsidRPr="00773BEC">
        <w:rPr>
          <w:noProof w:val="0"/>
        </w:rPr>
        <w:t>}</w:t>
      </w:r>
    </w:p>
    <w:p w14:paraId="71EDF03F" w14:textId="77777777" w:rsidR="004C0BEA" w:rsidRPr="00773BEC" w:rsidRDefault="004C0BEA">
      <w:pPr>
        <w:pStyle w:val="PL"/>
        <w:rPr>
          <w:noProof w:val="0"/>
        </w:rPr>
      </w:pPr>
    </w:p>
    <w:p w14:paraId="50269360" w14:textId="77777777" w:rsidR="004C0BEA" w:rsidRPr="00773BEC" w:rsidRDefault="004C0BEA">
      <w:pPr>
        <w:pStyle w:val="PL"/>
        <w:rPr>
          <w:noProof w:val="0"/>
        </w:rPr>
      </w:pPr>
      <w:r w:rsidRPr="00773BEC">
        <w:rPr>
          <w:b/>
          <w:noProof w:val="0"/>
        </w:rPr>
        <w:t>type</w:t>
      </w:r>
      <w:r w:rsidRPr="00773BEC">
        <w:rPr>
          <w:noProof w:val="0"/>
        </w:rPr>
        <w:t xml:space="preserve"> </w:t>
      </w:r>
      <w:r w:rsidRPr="00773BEC">
        <w:rPr>
          <w:b/>
          <w:noProof w:val="0"/>
        </w:rPr>
        <w:t>component</w:t>
      </w:r>
      <w:r w:rsidRPr="00773BEC">
        <w:rPr>
          <w:noProof w:val="0"/>
        </w:rPr>
        <w:t xml:space="preserve"> CorbaSystem {</w:t>
      </w:r>
    </w:p>
    <w:p w14:paraId="72F0B8B1" w14:textId="77777777" w:rsidR="004C0BEA" w:rsidRPr="00773BEC" w:rsidRDefault="004C0BEA">
      <w:pPr>
        <w:pStyle w:val="PL"/>
        <w:rPr>
          <w:noProof w:val="0"/>
        </w:rPr>
      </w:pPr>
      <w:r w:rsidRPr="00773BEC">
        <w:rPr>
          <w:noProof w:val="0"/>
        </w:rPr>
        <w:t xml:space="preserve">     </w:t>
      </w:r>
      <w:r w:rsidRPr="00773BEC">
        <w:rPr>
          <w:b/>
          <w:noProof w:val="0"/>
        </w:rPr>
        <w:t>port</w:t>
      </w:r>
      <w:r w:rsidRPr="00773BEC">
        <w:rPr>
          <w:noProof w:val="0"/>
        </w:rPr>
        <w:t xml:space="preserve"> RemoteProcPort PCO</w:t>
      </w:r>
    </w:p>
    <w:p w14:paraId="17EA50F2" w14:textId="77777777" w:rsidR="004C0BEA" w:rsidRPr="00773BEC" w:rsidRDefault="004C0BEA">
      <w:pPr>
        <w:pStyle w:val="PL"/>
        <w:rPr>
          <w:noProof w:val="0"/>
        </w:rPr>
      </w:pPr>
      <w:r w:rsidRPr="00773BEC">
        <w:rPr>
          <w:noProof w:val="0"/>
        </w:rPr>
        <w:t>}</w:t>
      </w:r>
    </w:p>
    <w:p w14:paraId="13300419" w14:textId="77777777" w:rsidR="004C0BEA" w:rsidRPr="00773BEC" w:rsidRDefault="004C0BEA">
      <w:pPr>
        <w:pStyle w:val="PL"/>
        <w:rPr>
          <w:noProof w:val="0"/>
        </w:rPr>
      </w:pPr>
    </w:p>
    <w:p w14:paraId="3419DEB1" w14:textId="77777777" w:rsidR="004C0BEA" w:rsidRPr="00773BEC" w:rsidRDefault="004C0BEA" w:rsidP="009103BE">
      <w:pPr>
        <w:pStyle w:val="Heading1"/>
      </w:pPr>
      <w:bookmarkStart w:id="245" w:name="_Toc65592097"/>
      <w:bookmarkStart w:id="246" w:name="_Toc65593262"/>
      <w:bookmarkStart w:id="247" w:name="_Toc65757532"/>
      <w:bookmarkStart w:id="248" w:name="_Toc73104485"/>
      <w:r w:rsidRPr="00773BEC">
        <w:t>11</w:t>
      </w:r>
      <w:r w:rsidRPr="00773BEC">
        <w:tab/>
      </w:r>
      <w:r w:rsidR="000D697C" w:rsidRPr="00773BEC">
        <w:t xml:space="preserve">Importing attribute </w:t>
      </w:r>
      <w:r w:rsidRPr="00773BEC">
        <w:t>declaration</w:t>
      </w:r>
      <w:bookmarkEnd w:id="245"/>
      <w:bookmarkEnd w:id="246"/>
      <w:bookmarkEnd w:id="247"/>
      <w:bookmarkEnd w:id="248"/>
    </w:p>
    <w:p w14:paraId="5F80FB33" w14:textId="77777777" w:rsidR="004C0BEA" w:rsidRPr="00773BEC" w:rsidRDefault="004C0BEA">
      <w:r w:rsidRPr="00773BEC">
        <w:t xml:space="preserve">An </w:t>
      </w:r>
      <w:r w:rsidRPr="00773BEC">
        <w:rPr>
          <w:b/>
        </w:rPr>
        <w:t>attribute</w:t>
      </w:r>
      <w:r w:rsidRPr="00773BEC">
        <w:t xml:space="preserve"> is like a set- and get-operation pair to access a value. If an attribute is marked as </w:t>
      </w:r>
      <w:r w:rsidRPr="00773BEC">
        <w:rPr>
          <w:b/>
        </w:rPr>
        <w:t>readonly</w:t>
      </w:r>
      <w:r w:rsidRPr="00773BEC">
        <w:t>, only the get</w:t>
      </w:r>
      <w:r w:rsidR="009C4436" w:rsidRPr="00773BEC">
        <w:noBreakHyphen/>
      </w:r>
      <w:r w:rsidRPr="00773BEC">
        <w:t>operation is used. Therefore, attribute mapping can be done by the operation mapping.</w:t>
      </w:r>
    </w:p>
    <w:p w14:paraId="7231B7A1" w14:textId="77777777" w:rsidR="004C0BEA" w:rsidRPr="00773BEC" w:rsidRDefault="004C0BEA" w:rsidP="009103BE">
      <w:pPr>
        <w:pStyle w:val="Heading1"/>
      </w:pPr>
      <w:bookmarkStart w:id="249" w:name="_Toc65592098"/>
      <w:bookmarkStart w:id="250" w:name="_Toc65593263"/>
      <w:bookmarkStart w:id="251" w:name="_Toc65757533"/>
      <w:bookmarkStart w:id="252" w:name="_Toc73104486"/>
      <w:r w:rsidRPr="00773BEC">
        <w:t>12</w:t>
      </w:r>
      <w:r w:rsidRPr="00773BEC">
        <w:tab/>
        <w:t>Names and scoping</w:t>
      </w:r>
      <w:bookmarkEnd w:id="249"/>
      <w:bookmarkEnd w:id="250"/>
      <w:bookmarkEnd w:id="251"/>
      <w:bookmarkEnd w:id="252"/>
    </w:p>
    <w:p w14:paraId="785E8F19" w14:textId="77777777" w:rsidR="004C0BEA" w:rsidRPr="00773BEC" w:rsidRDefault="004C0BEA">
      <w:r w:rsidRPr="00773BEC">
        <w:t>The name definition scheme of IDL does not collide with the name definition in TTCN-3. Scoping is more restrictive in IDL than in TTCN-3, where the IDL scoping rules have to be mapped appropriately to allow seamless mapping. IDL uses nested scopes for modules, interfaces, structures, unions, operations and exceptions and identifiers are scoped in types, constants, enumeration values, exceptions, interfaces, attributes and operations. The hierarchical scopes in TTCN</w:t>
      </w:r>
      <w:r w:rsidR="009C4436" w:rsidRPr="00773BEC">
        <w:noBreakHyphen/>
      </w:r>
      <w:r w:rsidRPr="00773BEC">
        <w:t xml:space="preserve">3 are </w:t>
      </w:r>
      <w:r w:rsidRPr="00773BEC">
        <w:rPr>
          <w:b/>
        </w:rPr>
        <w:t>module</w:t>
      </w:r>
      <w:r w:rsidRPr="00773BEC">
        <w:t xml:space="preserve">, control part of module, </w:t>
      </w:r>
      <w:r w:rsidRPr="00773BEC">
        <w:rPr>
          <w:b/>
        </w:rPr>
        <w:t>function</w:t>
      </w:r>
      <w:r w:rsidRPr="00773BEC">
        <w:t xml:space="preserve">, </w:t>
      </w:r>
      <w:r w:rsidRPr="00773BEC">
        <w:rPr>
          <w:b/>
        </w:rPr>
        <w:t>testcase</w:t>
      </w:r>
      <w:r w:rsidRPr="00773BEC">
        <w:t xml:space="preserve"> and statement blocks within control part of </w:t>
      </w:r>
      <w:r w:rsidRPr="00773BEC">
        <w:rPr>
          <w:b/>
        </w:rPr>
        <w:t>module</w:t>
      </w:r>
      <w:r w:rsidRPr="00773BEC">
        <w:t xml:space="preserve">, </w:t>
      </w:r>
      <w:r w:rsidRPr="00773BEC">
        <w:rPr>
          <w:b/>
        </w:rPr>
        <w:t>function</w:t>
      </w:r>
      <w:r w:rsidRPr="00773BEC">
        <w:t xml:space="preserve"> and </w:t>
      </w:r>
      <w:r w:rsidRPr="00773BEC">
        <w:rPr>
          <w:b/>
        </w:rPr>
        <w:t>testcase</w:t>
      </w:r>
      <w:r w:rsidRPr="00773BEC">
        <w:t>.</w:t>
      </w:r>
    </w:p>
    <w:p w14:paraId="5EA4BCC6" w14:textId="77777777" w:rsidR="004C0BEA" w:rsidRPr="00773BEC" w:rsidRDefault="004C0BEA">
      <w:r w:rsidRPr="00773BEC">
        <w:t xml:space="preserve">Furthermore, TTCN-3 supports no overloading of identifiers so that no identifier name can be used more than once in a scope hierarchy. However, IDL allows redefinition of self defined types if defined inside a </w:t>
      </w:r>
      <w:r w:rsidRPr="00773BEC">
        <w:rPr>
          <w:b/>
        </w:rPr>
        <w:t>module</w:t>
      </w:r>
      <w:r w:rsidRPr="00773BEC">
        <w:t xml:space="preserve">, </w:t>
      </w:r>
      <w:r w:rsidRPr="00773BEC">
        <w:rPr>
          <w:b/>
        </w:rPr>
        <w:t>interface</w:t>
      </w:r>
      <w:r w:rsidRPr="00773BEC">
        <w:t xml:space="preserve"> or </w:t>
      </w:r>
      <w:r w:rsidRPr="00773BEC">
        <w:rPr>
          <w:b/>
        </w:rPr>
        <w:t>valuetype</w:t>
      </w:r>
      <w:r w:rsidRPr="00773BEC">
        <w:t xml:space="preserve">. Hence, identifiers have to be mapped by using their path name including all </w:t>
      </w:r>
      <w:r w:rsidRPr="00773BEC">
        <w:rPr>
          <w:b/>
        </w:rPr>
        <w:t>interface</w:t>
      </w:r>
      <w:r w:rsidRPr="00773BEC">
        <w:t xml:space="preserve"> and </w:t>
      </w:r>
      <w:r w:rsidRPr="00773BEC">
        <w:rPr>
          <w:b/>
        </w:rPr>
        <w:t>valuetype</w:t>
      </w:r>
      <w:r w:rsidRPr="00773BEC">
        <w:t xml:space="preserve"> names as designated in IDL and TTCN-3. The use of module names is not necessary because they are reflected by the TTCN</w:t>
      </w:r>
      <w:r w:rsidR="009C4436" w:rsidRPr="00773BEC">
        <w:noBreakHyphen/>
      </w:r>
      <w:r w:rsidRPr="00773BEC">
        <w:t>3 module structure. An underscore is used as a separator and ex</w:t>
      </w:r>
      <w:r w:rsidR="008B3120" w:rsidRPr="00773BEC">
        <w:t>isting underscores are doubled.</w:t>
      </w:r>
    </w:p>
    <w:p w14:paraId="70EADA28" w14:textId="77777777" w:rsidR="004C0BEA" w:rsidRPr="00773BEC" w:rsidRDefault="004C0BEA">
      <w:r w:rsidRPr="00773BEC">
        <w:t xml:space="preserve">Several new identifiers are generated during transformation of IDL types by adding to the original IDL type identifier suffixes like: </w:t>
      </w:r>
      <w:r w:rsidR="00F3436B" w:rsidRPr="00773BEC">
        <w:t>"</w:t>
      </w:r>
      <w:r w:rsidRPr="00773BEC">
        <w:t>Type</w:t>
      </w:r>
      <w:r w:rsidR="00F3436B" w:rsidRPr="00773BEC">
        <w:t>"</w:t>
      </w:r>
      <w:r w:rsidRPr="00773BEC">
        <w:t xml:space="preserve">, </w:t>
      </w:r>
      <w:r w:rsidR="00F3436B" w:rsidRPr="00773BEC">
        <w:t>"</w:t>
      </w:r>
      <w:r w:rsidRPr="00773BEC">
        <w:t>Enum</w:t>
      </w:r>
      <w:r w:rsidR="00F3436B" w:rsidRPr="00773BEC">
        <w:t>"</w:t>
      </w:r>
      <w:r w:rsidRPr="00773BEC">
        <w:t xml:space="preserve">, </w:t>
      </w:r>
      <w:r w:rsidR="00F3436B" w:rsidRPr="00773BEC">
        <w:t>"</w:t>
      </w:r>
      <w:r w:rsidRPr="00773BEC">
        <w:t>Object</w:t>
      </w:r>
      <w:r w:rsidR="00F3436B" w:rsidRPr="00773BEC">
        <w:t>"</w:t>
      </w:r>
      <w:r w:rsidRPr="00773BEC">
        <w:t xml:space="preserve">, </w:t>
      </w:r>
      <w:r w:rsidR="00F3436B" w:rsidRPr="00773BEC">
        <w:t>"</w:t>
      </w:r>
      <w:r w:rsidRPr="00773BEC">
        <w:t>Interface</w:t>
      </w:r>
      <w:r w:rsidR="00F3436B" w:rsidRPr="00773BEC">
        <w:t>"</w:t>
      </w:r>
      <w:r w:rsidRPr="00773BEC">
        <w:t xml:space="preserve">, etc. This approach and the use of TTCN-3 keywords in IDL modules can cause a name clashes, which are to be resolved by a suffix </w:t>
      </w:r>
      <w:r w:rsidR="00F3436B" w:rsidRPr="00773BEC">
        <w:t>"</w:t>
      </w:r>
      <w:r w:rsidRPr="00773BEC">
        <w:t>_</w:t>
      </w:r>
      <w:r w:rsidR="00F3436B" w:rsidRPr="00773BEC">
        <w:t>"</w:t>
      </w:r>
      <w:r w:rsidRPr="00773BEC">
        <w:t>:</w:t>
      </w:r>
    </w:p>
    <w:p w14:paraId="7CC035C0" w14:textId="2111E861" w:rsidR="004323F4" w:rsidRPr="00773BEC" w:rsidRDefault="00371ABC" w:rsidP="00F17A78">
      <w:pPr>
        <w:pStyle w:val="NO"/>
      </w:pPr>
      <w:r w:rsidRPr="00773BEC">
        <w:t>NOTE:</w:t>
      </w:r>
      <w:r w:rsidRPr="00773BEC">
        <w:tab/>
      </w:r>
      <w:r w:rsidR="004367CC" w:rsidRPr="00773BEC">
        <w:t>ETSI ES 201 873</w:t>
      </w:r>
      <w:r w:rsidR="004367CC" w:rsidRPr="00773BEC">
        <w:noBreakHyphen/>
        <w:t>1</w:t>
      </w:r>
      <w:r w:rsidRPr="00773BEC">
        <w:t xml:space="preserve"> [</w:t>
      </w:r>
      <w:r w:rsidR="00FC3737" w:rsidRPr="00773BEC">
        <w:fldChar w:fldCharType="begin"/>
      </w:r>
      <w:r w:rsidRPr="00773BEC">
        <w:instrText xml:space="preserve"> REF REF_ES201873_1 \h </w:instrText>
      </w:r>
      <w:r w:rsidR="00FC3737" w:rsidRPr="00773BEC">
        <w:fldChar w:fldCharType="separate"/>
      </w:r>
      <w:r w:rsidR="003A3DF7" w:rsidRPr="00773BEC">
        <w:t>1</w:t>
      </w:r>
      <w:r w:rsidR="00FC3737" w:rsidRPr="00773BEC">
        <w:fldChar w:fldCharType="end"/>
      </w:r>
      <w:r w:rsidRPr="00773BEC">
        <w:t>] clause A.1.5 table A.2 defines the keywords of the core language. However, TTCN</w:t>
      </w:r>
      <w:r w:rsidR="00E709FD" w:rsidRPr="00773BEC">
        <w:noBreakHyphen/>
      </w:r>
      <w:r w:rsidRPr="00773BEC">
        <w:t xml:space="preserve">3 language extensions (see </w:t>
      </w:r>
      <w:r w:rsidR="00D97475" w:rsidRPr="00773BEC">
        <w:t>[</w:t>
      </w:r>
      <w:r w:rsidR="00D97475" w:rsidRPr="00773BEC">
        <w:fldChar w:fldCharType="begin"/>
      </w:r>
      <w:r w:rsidR="00D97475" w:rsidRPr="00773BEC">
        <w:instrText xml:space="preserve">REF REF_ES202781 \h </w:instrText>
      </w:r>
      <w:r w:rsidR="00D97475" w:rsidRPr="00773BEC">
        <w:fldChar w:fldCharType="separate"/>
      </w:r>
      <w:r w:rsidR="003A3DF7" w:rsidRPr="00773BEC">
        <w:t>i.5</w:t>
      </w:r>
      <w:r w:rsidR="00D97475" w:rsidRPr="00773BEC">
        <w:fldChar w:fldCharType="end"/>
      </w:r>
      <w:r w:rsidR="00D97475" w:rsidRPr="00773BEC">
        <w:t>]</w:t>
      </w:r>
      <w:r w:rsidRPr="00773BEC">
        <w:t xml:space="preserve"> to</w:t>
      </w:r>
      <w:r w:rsidR="00D97475" w:rsidRPr="00773BEC">
        <w:t xml:space="preserve"> [</w:t>
      </w:r>
      <w:r w:rsidR="00D97475" w:rsidRPr="00773BEC">
        <w:fldChar w:fldCharType="begin"/>
      </w:r>
      <w:r w:rsidR="00D97475" w:rsidRPr="00773BEC">
        <w:instrText xml:space="preserve">REF REF_ES202786 \h </w:instrText>
      </w:r>
      <w:r w:rsidR="00D97475" w:rsidRPr="00773BEC">
        <w:fldChar w:fldCharType="separate"/>
      </w:r>
      <w:r w:rsidR="003A3DF7" w:rsidRPr="00773BEC">
        <w:t>i.9</w:t>
      </w:r>
      <w:r w:rsidR="00D97475" w:rsidRPr="00773BEC">
        <w:fldChar w:fldCharType="end"/>
      </w:r>
      <w:r w:rsidR="00D97475" w:rsidRPr="00773BEC">
        <w:t>]</w:t>
      </w:r>
      <w:r w:rsidRPr="00773BEC">
        <w:t xml:space="preserve">, </w:t>
      </w:r>
      <w:r w:rsidR="006E00C4" w:rsidRPr="00773BEC">
        <w:t>but</w:t>
      </w:r>
      <w:r w:rsidRPr="00773BEC">
        <w:t xml:space="preserve"> other extensions may also be published </w:t>
      </w:r>
      <w:r w:rsidR="006E00C4" w:rsidRPr="00773BEC">
        <w:t>after</w:t>
      </w:r>
      <w:r w:rsidRPr="00773BEC">
        <w:t xml:space="preserve"> the publication of th</w:t>
      </w:r>
      <w:r w:rsidR="0065787F" w:rsidRPr="00773BEC">
        <w:t>e present</w:t>
      </w:r>
      <w:r w:rsidRPr="00773BEC">
        <w:t xml:space="preserve"> document) may define additional keywords and rules </w:t>
      </w:r>
      <w:r w:rsidR="006E00C4" w:rsidRPr="00773BEC">
        <w:t>for</w:t>
      </w:r>
      <w:r w:rsidRPr="00773BEC">
        <w:t xml:space="preserve"> handling those keywords in TTCN-3 modules requiring the given extension.</w:t>
      </w:r>
    </w:p>
    <w:p w14:paraId="74DB0573" w14:textId="77777777" w:rsidR="004C0BEA" w:rsidRPr="00773BEC" w:rsidRDefault="004C0BEA" w:rsidP="0058600F">
      <w:pPr>
        <w:pStyle w:val="EX"/>
        <w:keepNext/>
      </w:pPr>
      <w:r w:rsidRPr="00773BEC">
        <w:lastRenderedPageBreak/>
        <w:t xml:space="preserve">IDL </w:t>
      </w:r>
      <w:r w:rsidR="00764958" w:rsidRPr="00773BEC">
        <w:t>EXAMPLE</w:t>
      </w:r>
      <w:r w:rsidRPr="00773BEC">
        <w:t>:</w:t>
      </w:r>
    </w:p>
    <w:p w14:paraId="116D12FA" w14:textId="77777777" w:rsidR="004C0BEA" w:rsidRPr="00773BEC" w:rsidRDefault="004C0BEA">
      <w:pPr>
        <w:pStyle w:val="PL"/>
        <w:rPr>
          <w:noProof w:val="0"/>
        </w:rPr>
      </w:pPr>
      <w:r w:rsidRPr="00773BEC">
        <w:rPr>
          <w:rFonts w:cs="Arial"/>
          <w:b/>
          <w:bCs/>
          <w:noProof w:val="0"/>
        </w:rPr>
        <w:t xml:space="preserve">interface </w:t>
      </w:r>
      <w:r w:rsidRPr="00773BEC">
        <w:rPr>
          <w:noProof w:val="0"/>
        </w:rPr>
        <w:t xml:space="preserve">identifier { </w:t>
      </w:r>
    </w:p>
    <w:p w14:paraId="207DC096" w14:textId="77777777" w:rsidR="004C0BEA" w:rsidRPr="00773BEC" w:rsidRDefault="004C0BEA">
      <w:pPr>
        <w:pStyle w:val="PL"/>
        <w:rPr>
          <w:noProof w:val="0"/>
        </w:rPr>
      </w:pPr>
      <w:r w:rsidRPr="00773BEC">
        <w:rPr>
          <w:noProof w:val="0"/>
        </w:rPr>
        <w:t xml:space="preserve">... body definitions ... </w:t>
      </w:r>
    </w:p>
    <w:p w14:paraId="13520413" w14:textId="77777777" w:rsidR="004C0BEA" w:rsidRPr="00773BEC" w:rsidRDefault="004C0BEA">
      <w:pPr>
        <w:pStyle w:val="PL"/>
        <w:rPr>
          <w:noProof w:val="0"/>
        </w:rPr>
      </w:pPr>
      <w:r w:rsidRPr="00773BEC">
        <w:rPr>
          <w:noProof w:val="0"/>
        </w:rPr>
        <w:t>};</w:t>
      </w:r>
    </w:p>
    <w:p w14:paraId="4C730E9D" w14:textId="77777777" w:rsidR="004C0BEA" w:rsidRPr="00773BEC" w:rsidRDefault="004C0BEA">
      <w:pPr>
        <w:pStyle w:val="PL"/>
        <w:rPr>
          <w:noProof w:val="0"/>
        </w:rPr>
      </w:pPr>
    </w:p>
    <w:p w14:paraId="75048256" w14:textId="77777777" w:rsidR="004C0BEA" w:rsidRPr="00773BEC" w:rsidRDefault="004C0BEA">
      <w:pPr>
        <w:pStyle w:val="PL"/>
        <w:rPr>
          <w:noProof w:val="0"/>
        </w:rPr>
      </w:pPr>
      <w:r w:rsidRPr="00773BEC">
        <w:rPr>
          <w:noProof w:val="0"/>
        </w:rPr>
        <w:t>//an example of the identifier, which can cause a name clash</w:t>
      </w:r>
    </w:p>
    <w:p w14:paraId="49090D42" w14:textId="77777777" w:rsidR="004C0BEA" w:rsidRPr="00773BEC" w:rsidRDefault="004C0BEA">
      <w:pPr>
        <w:pStyle w:val="PL"/>
        <w:rPr>
          <w:noProof w:val="0"/>
        </w:rPr>
      </w:pPr>
      <w:r w:rsidRPr="00773BEC">
        <w:rPr>
          <w:b/>
          <w:noProof w:val="0"/>
        </w:rPr>
        <w:t>typedef</w:t>
      </w:r>
      <w:r w:rsidRPr="00773BEC">
        <w:rPr>
          <w:noProof w:val="0"/>
        </w:rPr>
        <w:t xml:space="preserve"> </w:t>
      </w:r>
      <w:r w:rsidRPr="00773BEC">
        <w:rPr>
          <w:b/>
          <w:noProof w:val="0"/>
        </w:rPr>
        <w:t>long</w:t>
      </w:r>
      <w:r w:rsidRPr="00773BEC">
        <w:rPr>
          <w:noProof w:val="0"/>
        </w:rPr>
        <w:t xml:space="preserve"> identifierObject;</w:t>
      </w:r>
    </w:p>
    <w:p w14:paraId="7B4E8C18" w14:textId="77777777" w:rsidR="004C0BEA" w:rsidRPr="00773BEC" w:rsidRDefault="004C0BEA">
      <w:pPr>
        <w:pStyle w:val="PL"/>
        <w:rPr>
          <w:noProof w:val="0"/>
        </w:rPr>
      </w:pPr>
    </w:p>
    <w:p w14:paraId="0F615CDF" w14:textId="77777777" w:rsidR="004C0BEA" w:rsidRPr="00773BEC" w:rsidRDefault="004C0BEA" w:rsidP="00CC4137">
      <w:pPr>
        <w:pStyle w:val="EX"/>
        <w:keepNext/>
      </w:pPr>
      <w:r w:rsidRPr="00773BEC">
        <w:t xml:space="preserve">TTCN </w:t>
      </w:r>
      <w:r w:rsidR="00764958" w:rsidRPr="00773BEC">
        <w:t>EXAMPLE</w:t>
      </w:r>
      <w:r w:rsidRPr="00773BEC">
        <w:t>:</w:t>
      </w:r>
    </w:p>
    <w:p w14:paraId="25349D12" w14:textId="77777777" w:rsidR="004C0BEA" w:rsidRPr="00773BEC" w:rsidRDefault="004C0BEA" w:rsidP="00CC4137">
      <w:pPr>
        <w:pStyle w:val="PL"/>
        <w:keepNext/>
        <w:rPr>
          <w:noProof w:val="0"/>
        </w:rPr>
      </w:pPr>
      <w:r w:rsidRPr="00773BEC">
        <w:rPr>
          <w:rFonts w:cs="Arial"/>
          <w:b/>
          <w:bCs/>
          <w:noProof w:val="0"/>
        </w:rPr>
        <w:t xml:space="preserve">group </w:t>
      </w:r>
      <w:r w:rsidRPr="00773BEC">
        <w:rPr>
          <w:noProof w:val="0"/>
        </w:rPr>
        <w:t>identifierInterface {</w:t>
      </w:r>
    </w:p>
    <w:p w14:paraId="6E7A8F02" w14:textId="77777777" w:rsidR="004C0BEA" w:rsidRPr="00773BEC" w:rsidRDefault="004C0BEA">
      <w:pPr>
        <w:pStyle w:val="PL"/>
        <w:rPr>
          <w:noProof w:val="0"/>
        </w:rPr>
      </w:pPr>
      <w:r w:rsidRPr="00773BEC">
        <w:rPr>
          <w:noProof w:val="0"/>
        </w:rPr>
        <w:t>... body definitions ...</w:t>
      </w:r>
    </w:p>
    <w:p w14:paraId="6ECD26E6" w14:textId="77777777" w:rsidR="004C0BEA" w:rsidRPr="00773BEC" w:rsidRDefault="004C0BEA">
      <w:pPr>
        <w:pStyle w:val="PL"/>
        <w:rPr>
          <w:rFonts w:cs="Arial"/>
          <w:b/>
          <w:bCs/>
          <w:noProof w:val="0"/>
        </w:rPr>
      </w:pPr>
    </w:p>
    <w:p w14:paraId="4F5A4A67" w14:textId="77777777" w:rsidR="004C0BEA" w:rsidRPr="00773BEC" w:rsidRDefault="004C0BEA">
      <w:pPr>
        <w:pStyle w:val="PL"/>
        <w:rPr>
          <w:noProof w:val="0"/>
        </w:rPr>
      </w:pPr>
      <w:r w:rsidRPr="00773BEC">
        <w:rPr>
          <w:rFonts w:cs="Arial"/>
          <w:b/>
          <w:bCs/>
          <w:noProof w:val="0"/>
        </w:rPr>
        <w:tab/>
        <w:t xml:space="preserve">type port </w:t>
      </w:r>
      <w:r w:rsidRPr="00773BEC">
        <w:rPr>
          <w:noProof w:val="0"/>
        </w:rPr>
        <w:t xml:space="preserve">identifier </w:t>
      </w:r>
      <w:r w:rsidRPr="00773BEC">
        <w:rPr>
          <w:rFonts w:cs="Arial"/>
          <w:b/>
          <w:bCs/>
          <w:noProof w:val="0"/>
        </w:rPr>
        <w:t xml:space="preserve">procedure </w:t>
      </w:r>
      <w:r w:rsidRPr="00773BEC">
        <w:rPr>
          <w:noProof w:val="0"/>
        </w:rPr>
        <w:t>{ ... }</w:t>
      </w:r>
    </w:p>
    <w:p w14:paraId="55E52D34" w14:textId="77777777" w:rsidR="004C0BEA" w:rsidRPr="00773BEC" w:rsidRDefault="004C0BEA">
      <w:pPr>
        <w:pStyle w:val="PL"/>
        <w:rPr>
          <w:noProof w:val="0"/>
        </w:rPr>
      </w:pPr>
    </w:p>
    <w:p w14:paraId="54041149" w14:textId="77777777" w:rsidR="004C0BEA" w:rsidRPr="00773BEC" w:rsidRDefault="004C0BEA">
      <w:pPr>
        <w:pStyle w:val="PL"/>
        <w:rPr>
          <w:noProof w:val="0"/>
        </w:rPr>
      </w:pPr>
      <w:r w:rsidRPr="00773BEC">
        <w:rPr>
          <w:noProof w:val="0"/>
        </w:rPr>
        <w:tab/>
        <w:t xml:space="preserve">//the suffix </w:t>
      </w:r>
      <w:r w:rsidR="00675D1B" w:rsidRPr="00773BEC">
        <w:rPr>
          <w:noProof w:val="0"/>
        </w:rPr>
        <w:t>'</w:t>
      </w:r>
      <w:r w:rsidRPr="00773BEC">
        <w:rPr>
          <w:noProof w:val="0"/>
        </w:rPr>
        <w:t>_</w:t>
      </w:r>
      <w:r w:rsidR="00675D1B" w:rsidRPr="00773BEC">
        <w:rPr>
          <w:noProof w:val="0"/>
        </w:rPr>
        <w:t>'</w:t>
      </w:r>
      <w:r w:rsidRPr="00773BEC">
        <w:rPr>
          <w:noProof w:val="0"/>
        </w:rPr>
        <w:t xml:space="preserve"> is used only where necessary </w:t>
      </w:r>
    </w:p>
    <w:p w14:paraId="3B17FEDA" w14:textId="77777777" w:rsidR="004C0BEA" w:rsidRPr="00773BEC" w:rsidRDefault="004C0BEA">
      <w:pPr>
        <w:pStyle w:val="PL"/>
        <w:rPr>
          <w:noProof w:val="0"/>
        </w:rPr>
      </w:pPr>
      <w:r w:rsidRPr="00773BEC">
        <w:rPr>
          <w:noProof w:val="0"/>
        </w:rPr>
        <w:tab/>
        <w:t>//to resolve the name clash</w:t>
      </w:r>
    </w:p>
    <w:p w14:paraId="2298C92A" w14:textId="77777777" w:rsidR="008C2749" w:rsidRPr="00773BEC" w:rsidRDefault="008C2749" w:rsidP="008C2749">
      <w:pPr>
        <w:pStyle w:val="PL"/>
        <w:rPr>
          <w:noProof w:val="0"/>
        </w:rPr>
      </w:pPr>
      <w:r w:rsidRPr="00773BEC">
        <w:rPr>
          <w:noProof w:val="0"/>
        </w:rPr>
        <w:tab/>
      </w:r>
      <w:r w:rsidRPr="00773BEC">
        <w:rPr>
          <w:b/>
          <w:noProof w:val="0"/>
        </w:rPr>
        <w:t>type</w:t>
      </w:r>
      <w:r w:rsidRPr="00773BEC">
        <w:rPr>
          <w:noProof w:val="0"/>
        </w:rPr>
        <w:t xml:space="preserve"> </w:t>
      </w:r>
      <w:r w:rsidRPr="00773BEC">
        <w:rPr>
          <w:b/>
          <w:noProof w:val="0"/>
        </w:rPr>
        <w:t>charstring</w:t>
      </w:r>
      <w:r w:rsidRPr="00773BEC">
        <w:rPr>
          <w:noProof w:val="0"/>
        </w:rPr>
        <w:t xml:space="preserve"> identifierObject_;</w:t>
      </w:r>
    </w:p>
    <w:p w14:paraId="5A6A0D2C" w14:textId="77777777" w:rsidR="008C2749" w:rsidRPr="00773BEC" w:rsidRDefault="008C2749" w:rsidP="008C2749">
      <w:pPr>
        <w:pStyle w:val="PL"/>
        <w:rPr>
          <w:noProof w:val="0"/>
        </w:rPr>
      </w:pPr>
      <w:r w:rsidRPr="00773BEC">
        <w:rPr>
          <w:rFonts w:cs="Arial"/>
          <w:b/>
          <w:bCs/>
          <w:noProof w:val="0"/>
        </w:rPr>
        <w:tab/>
        <w:t xml:space="preserve">type </w:t>
      </w:r>
      <w:r w:rsidRPr="00773BEC">
        <w:rPr>
          <w:noProof w:val="0"/>
        </w:rPr>
        <w:t xml:space="preserve">identifierObject_ </w:t>
      </w:r>
      <w:r w:rsidRPr="00773BEC">
        <w:rPr>
          <w:rFonts w:cs="Arial"/>
          <w:b/>
          <w:bCs/>
          <w:noProof w:val="0"/>
        </w:rPr>
        <w:t>address</w:t>
      </w:r>
      <w:r w:rsidRPr="00773BEC">
        <w:rPr>
          <w:noProof w:val="0"/>
        </w:rPr>
        <w:t xml:space="preserve">; </w:t>
      </w:r>
    </w:p>
    <w:p w14:paraId="318844AD" w14:textId="77777777" w:rsidR="004C0BEA" w:rsidRPr="00773BEC" w:rsidRDefault="004C0BEA" w:rsidP="00A17355">
      <w:pPr>
        <w:pStyle w:val="PL"/>
        <w:keepNext/>
        <w:rPr>
          <w:noProof w:val="0"/>
        </w:rPr>
      </w:pPr>
      <w:r w:rsidRPr="00773BEC">
        <w:rPr>
          <w:noProof w:val="0"/>
        </w:rPr>
        <w:t>}</w:t>
      </w:r>
    </w:p>
    <w:p w14:paraId="53BF65B5" w14:textId="77777777" w:rsidR="004C0BEA" w:rsidRPr="00773BEC" w:rsidRDefault="004C0BEA">
      <w:pPr>
        <w:pStyle w:val="PL"/>
        <w:rPr>
          <w:noProof w:val="0"/>
        </w:rPr>
      </w:pPr>
    </w:p>
    <w:p w14:paraId="70ADA7D1" w14:textId="77777777" w:rsidR="004C0BEA" w:rsidRPr="00773BEC" w:rsidRDefault="004C0BEA">
      <w:pPr>
        <w:pStyle w:val="PL"/>
        <w:rPr>
          <w:noProof w:val="0"/>
        </w:rPr>
      </w:pPr>
      <w:r w:rsidRPr="00773BEC">
        <w:rPr>
          <w:b/>
          <w:noProof w:val="0"/>
        </w:rPr>
        <w:t>type</w:t>
      </w:r>
      <w:r w:rsidRPr="00773BEC">
        <w:rPr>
          <w:noProof w:val="0"/>
        </w:rPr>
        <w:t xml:space="preserve"> </w:t>
      </w:r>
      <w:r w:rsidRPr="00773BEC">
        <w:rPr>
          <w:b/>
          <w:noProof w:val="0"/>
        </w:rPr>
        <w:t>long</w:t>
      </w:r>
      <w:r w:rsidRPr="00773BEC">
        <w:rPr>
          <w:noProof w:val="0"/>
        </w:rPr>
        <w:t xml:space="preserve"> identifierObject;</w:t>
      </w:r>
    </w:p>
    <w:p w14:paraId="510BFFAD" w14:textId="77777777" w:rsidR="004C0BEA" w:rsidRPr="00773BEC" w:rsidRDefault="004C0BEA" w:rsidP="00CB2BCF">
      <w:pPr>
        <w:pStyle w:val="PL"/>
        <w:rPr>
          <w:noProof w:val="0"/>
        </w:rPr>
      </w:pPr>
    </w:p>
    <w:p w14:paraId="545C6856" w14:textId="77777777" w:rsidR="004C0BEA" w:rsidRPr="00773BEC" w:rsidRDefault="004C0BEA" w:rsidP="0064338C">
      <w:pPr>
        <w:keepNext/>
        <w:keepLines/>
      </w:pPr>
      <w:r w:rsidRPr="00773BEC">
        <w:t>To indicate the special treatment of TTCN-3 statements derived from IDL, TTCN-3 provides a new mechanism to attach attributes to language elements. The use of attributes makes code more readable and require</w:t>
      </w:r>
      <w:r w:rsidR="007A01F0" w:rsidRPr="00773BEC">
        <w:t>s</w:t>
      </w:r>
      <w:r w:rsidRPr="00773BEC">
        <w:t xml:space="preserve"> no special naming scheme. Therefore, the </w:t>
      </w:r>
      <w:r w:rsidRPr="00773BEC">
        <w:rPr>
          <w:b/>
        </w:rPr>
        <w:t>variant</w:t>
      </w:r>
      <w:r w:rsidRPr="00773BEC">
        <w:t xml:space="preserve"> attribute can be used to indicate the derivation of types from IDL and the special treatment for encoding by the test system. This is used in TTCN-3 for the </w:t>
      </w:r>
      <w:r w:rsidRPr="00773BEC">
        <w:rPr>
          <w:b/>
        </w:rPr>
        <w:t xml:space="preserve">IDLfixed </w:t>
      </w:r>
      <w:r w:rsidRPr="00773BEC">
        <w:t>useful type:</w:t>
      </w:r>
    </w:p>
    <w:p w14:paraId="781B98EF" w14:textId="77777777" w:rsidR="004C0BEA" w:rsidRPr="00773BEC" w:rsidRDefault="004C0BEA" w:rsidP="0064338C">
      <w:pPr>
        <w:pStyle w:val="PL"/>
        <w:keepNext/>
        <w:keepLines/>
        <w:rPr>
          <w:noProof w:val="0"/>
        </w:rPr>
      </w:pPr>
      <w:r w:rsidRPr="00773BEC">
        <w:rPr>
          <w:b/>
          <w:noProof w:val="0"/>
        </w:rPr>
        <w:t>type record</w:t>
      </w:r>
      <w:r w:rsidRPr="00773BEC">
        <w:rPr>
          <w:noProof w:val="0"/>
        </w:rPr>
        <w:tab/>
      </w:r>
      <w:r w:rsidRPr="00773BEC">
        <w:rPr>
          <w:b/>
          <w:noProof w:val="0"/>
        </w:rPr>
        <w:t>IDLfixed</w:t>
      </w:r>
      <w:r w:rsidRPr="00773BEC">
        <w:rPr>
          <w:noProof w:val="0"/>
        </w:rPr>
        <w:t xml:space="preserve"> {</w:t>
      </w:r>
      <w:r w:rsidRPr="00773BEC">
        <w:rPr>
          <w:noProof w:val="0"/>
        </w:rPr>
        <w:br/>
      </w:r>
      <w:r w:rsidRPr="00773BEC">
        <w:rPr>
          <w:noProof w:val="0"/>
        </w:rPr>
        <w:tab/>
      </w:r>
      <w:r w:rsidRPr="00773BEC">
        <w:rPr>
          <w:noProof w:val="0"/>
        </w:rPr>
        <w:tab/>
      </w:r>
      <w:r w:rsidRPr="00773BEC">
        <w:rPr>
          <w:noProof w:val="0"/>
        </w:rPr>
        <w:tab/>
      </w:r>
      <w:r w:rsidRPr="00773BEC">
        <w:rPr>
          <w:noProof w:val="0"/>
        </w:rPr>
        <w:tab/>
      </w:r>
      <w:r w:rsidRPr="00773BEC">
        <w:rPr>
          <w:noProof w:val="0"/>
        </w:rPr>
        <w:tab/>
      </w:r>
      <w:r w:rsidRPr="00773BEC">
        <w:rPr>
          <w:noProof w:val="0"/>
        </w:rPr>
        <w:tab/>
      </w:r>
      <w:r w:rsidRPr="00773BEC">
        <w:rPr>
          <w:noProof w:val="0"/>
        </w:rPr>
        <w:tab/>
      </w:r>
      <w:r w:rsidRPr="00773BEC">
        <w:rPr>
          <w:b/>
          <w:noProof w:val="0"/>
        </w:rPr>
        <w:t>unsignedshort</w:t>
      </w:r>
      <w:r w:rsidRPr="00773BEC">
        <w:rPr>
          <w:noProof w:val="0"/>
        </w:rPr>
        <w:tab/>
        <w:t>digits,</w:t>
      </w:r>
      <w:r w:rsidRPr="00773BEC">
        <w:rPr>
          <w:noProof w:val="0"/>
        </w:rPr>
        <w:br/>
      </w:r>
      <w:r w:rsidRPr="00773BEC">
        <w:rPr>
          <w:noProof w:val="0"/>
        </w:rPr>
        <w:tab/>
      </w:r>
      <w:r w:rsidRPr="00773BEC">
        <w:rPr>
          <w:noProof w:val="0"/>
        </w:rPr>
        <w:tab/>
      </w:r>
      <w:r w:rsidRPr="00773BEC">
        <w:rPr>
          <w:noProof w:val="0"/>
        </w:rPr>
        <w:tab/>
      </w:r>
      <w:r w:rsidRPr="00773BEC">
        <w:rPr>
          <w:noProof w:val="0"/>
        </w:rPr>
        <w:tab/>
      </w:r>
      <w:r w:rsidRPr="00773BEC">
        <w:rPr>
          <w:noProof w:val="0"/>
        </w:rPr>
        <w:tab/>
      </w:r>
      <w:r w:rsidRPr="00773BEC">
        <w:rPr>
          <w:noProof w:val="0"/>
        </w:rPr>
        <w:tab/>
      </w:r>
      <w:r w:rsidRPr="00773BEC">
        <w:rPr>
          <w:noProof w:val="0"/>
        </w:rPr>
        <w:tab/>
      </w:r>
      <w:r w:rsidRPr="00773BEC">
        <w:rPr>
          <w:b/>
          <w:noProof w:val="0"/>
        </w:rPr>
        <w:t>short</w:t>
      </w:r>
      <w:r w:rsidRPr="00773BEC">
        <w:rPr>
          <w:noProof w:val="0"/>
        </w:rPr>
        <w:tab/>
        <w:t>scale,</w:t>
      </w:r>
      <w:r w:rsidRPr="00773BEC">
        <w:rPr>
          <w:noProof w:val="0"/>
        </w:rPr>
        <w:br/>
      </w:r>
      <w:r w:rsidRPr="00773BEC">
        <w:rPr>
          <w:noProof w:val="0"/>
        </w:rPr>
        <w:tab/>
      </w:r>
      <w:r w:rsidRPr="00773BEC">
        <w:rPr>
          <w:noProof w:val="0"/>
        </w:rPr>
        <w:tab/>
      </w:r>
      <w:r w:rsidRPr="00773BEC">
        <w:rPr>
          <w:noProof w:val="0"/>
        </w:rPr>
        <w:tab/>
      </w:r>
      <w:r w:rsidRPr="00773BEC">
        <w:rPr>
          <w:noProof w:val="0"/>
        </w:rPr>
        <w:tab/>
      </w:r>
      <w:r w:rsidRPr="00773BEC">
        <w:rPr>
          <w:noProof w:val="0"/>
        </w:rPr>
        <w:tab/>
      </w:r>
      <w:r w:rsidRPr="00773BEC">
        <w:rPr>
          <w:noProof w:val="0"/>
        </w:rPr>
        <w:tab/>
      </w:r>
      <w:r w:rsidRPr="00773BEC">
        <w:rPr>
          <w:noProof w:val="0"/>
        </w:rPr>
        <w:tab/>
      </w:r>
      <w:r w:rsidRPr="00773BEC">
        <w:rPr>
          <w:b/>
          <w:noProof w:val="0"/>
        </w:rPr>
        <w:t>charstring</w:t>
      </w:r>
      <w:r w:rsidR="002B0F33" w:rsidRPr="00773BEC">
        <w:rPr>
          <w:noProof w:val="0"/>
        </w:rPr>
        <w:tab/>
        <w:t>value_</w:t>
      </w:r>
      <w:r w:rsidR="002B0F33" w:rsidRPr="00773BEC">
        <w:rPr>
          <w:noProof w:val="0"/>
        </w:rPr>
        <w:br/>
      </w:r>
      <w:r w:rsidR="002B0F33" w:rsidRPr="00773BEC">
        <w:rPr>
          <w:noProof w:val="0"/>
        </w:rPr>
        <w:tab/>
      </w:r>
      <w:r w:rsidR="002B0F33" w:rsidRPr="00773BEC">
        <w:rPr>
          <w:noProof w:val="0"/>
        </w:rPr>
        <w:tab/>
      </w:r>
      <w:r w:rsidR="002B0F33" w:rsidRPr="00773BEC">
        <w:rPr>
          <w:noProof w:val="0"/>
        </w:rPr>
        <w:tab/>
      </w:r>
      <w:r w:rsidR="002B0F33" w:rsidRPr="00773BEC">
        <w:rPr>
          <w:noProof w:val="0"/>
        </w:rPr>
        <w:tab/>
      </w:r>
      <w:r w:rsidR="002B0F33" w:rsidRPr="00773BEC">
        <w:rPr>
          <w:noProof w:val="0"/>
        </w:rPr>
        <w:tab/>
      </w:r>
      <w:r w:rsidRPr="00773BEC">
        <w:rPr>
          <w:noProof w:val="0"/>
        </w:rPr>
        <w:tab/>
        <w:t>}</w:t>
      </w:r>
      <w:r w:rsidRPr="00773BEC">
        <w:rPr>
          <w:noProof w:val="0"/>
        </w:rPr>
        <w:br/>
      </w:r>
      <w:r w:rsidRPr="00773BEC">
        <w:rPr>
          <w:noProof w:val="0"/>
        </w:rPr>
        <w:tab/>
      </w:r>
      <w:r w:rsidRPr="00773BEC">
        <w:rPr>
          <w:noProof w:val="0"/>
        </w:rPr>
        <w:tab/>
      </w:r>
      <w:r w:rsidRPr="00773BEC">
        <w:rPr>
          <w:noProof w:val="0"/>
        </w:rPr>
        <w:tab/>
      </w:r>
      <w:r w:rsidRPr="00773BEC">
        <w:rPr>
          <w:noProof w:val="0"/>
        </w:rPr>
        <w:tab/>
      </w:r>
      <w:r w:rsidRPr="00773BEC">
        <w:rPr>
          <w:noProof w:val="0"/>
        </w:rPr>
        <w:tab/>
      </w:r>
      <w:r w:rsidRPr="00773BEC">
        <w:rPr>
          <w:noProof w:val="0"/>
        </w:rPr>
        <w:tab/>
      </w:r>
      <w:r w:rsidRPr="00773BEC">
        <w:rPr>
          <w:b/>
          <w:noProof w:val="0"/>
        </w:rPr>
        <w:t>with</w:t>
      </w:r>
      <w:r w:rsidRPr="00773BEC">
        <w:rPr>
          <w:noProof w:val="0"/>
        </w:rPr>
        <w:t xml:space="preserve"> { </w:t>
      </w:r>
      <w:r w:rsidRPr="00773BEC">
        <w:rPr>
          <w:b/>
          <w:noProof w:val="0"/>
        </w:rPr>
        <w:t>variant</w:t>
      </w:r>
      <w:r w:rsidRPr="00773BEC">
        <w:rPr>
          <w:noProof w:val="0"/>
        </w:rPr>
        <w:t xml:space="preserve"> "IDL:fixed FORMAL/01-12-01 v.2.6" };</w:t>
      </w:r>
    </w:p>
    <w:p w14:paraId="55C70607" w14:textId="77777777" w:rsidR="004C0BEA" w:rsidRPr="00773BEC" w:rsidRDefault="004C0BEA" w:rsidP="0064338C">
      <w:pPr>
        <w:pStyle w:val="PL"/>
        <w:keepNext/>
        <w:keepLines/>
        <w:rPr>
          <w:noProof w:val="0"/>
        </w:rPr>
      </w:pPr>
    </w:p>
    <w:p w14:paraId="4F3F2876" w14:textId="77777777" w:rsidR="004C0BEA" w:rsidRPr="00773BEC" w:rsidRDefault="004C0BEA" w:rsidP="0064338C">
      <w:pPr>
        <w:keepNext/>
        <w:keepLines/>
      </w:pPr>
      <w:r w:rsidRPr="00773BEC">
        <w:t>Names of new types which are specially defined for the IDL mapping and their use in conjunction with IDL shall always begin with the word IDL to provide better distinction.</w:t>
      </w:r>
    </w:p>
    <w:p w14:paraId="4500229D" w14:textId="56C32D99" w:rsidR="004C0BEA" w:rsidRPr="00773BEC" w:rsidRDefault="004C0BEA" w:rsidP="009103BE">
      <w:pPr>
        <w:pStyle w:val="Heading8"/>
      </w:pPr>
      <w:r w:rsidRPr="00773BEC">
        <w:br w:type="page"/>
      </w:r>
      <w:bookmarkStart w:id="253" w:name="_Toc65592099"/>
      <w:bookmarkStart w:id="254" w:name="_Toc65593264"/>
      <w:bookmarkStart w:id="255" w:name="_Toc65757534"/>
      <w:bookmarkStart w:id="256" w:name="_Toc73104487"/>
      <w:r w:rsidRPr="00773BEC">
        <w:lastRenderedPageBreak/>
        <w:t>Annex A (informative</w:t>
      </w:r>
      <w:r w:rsidR="00134CE6">
        <w:t>):</w:t>
      </w:r>
      <w:r w:rsidR="00134CE6">
        <w:br/>
      </w:r>
      <w:r w:rsidRPr="00773BEC">
        <w:t>Examples</w:t>
      </w:r>
      <w:bookmarkEnd w:id="253"/>
      <w:bookmarkEnd w:id="254"/>
      <w:bookmarkEnd w:id="255"/>
      <w:bookmarkEnd w:id="256"/>
    </w:p>
    <w:p w14:paraId="313CC285" w14:textId="77777777" w:rsidR="004C0BEA" w:rsidRPr="00773BEC" w:rsidRDefault="004C0BEA" w:rsidP="009103BE">
      <w:pPr>
        <w:pStyle w:val="Heading1"/>
      </w:pPr>
      <w:bookmarkStart w:id="257" w:name="_Toc65592100"/>
      <w:bookmarkStart w:id="258" w:name="_Toc65593265"/>
      <w:bookmarkStart w:id="259" w:name="_Toc65757535"/>
      <w:bookmarkStart w:id="260" w:name="_Toc73104488"/>
      <w:r w:rsidRPr="00773BEC">
        <w:t>A.1</w:t>
      </w:r>
      <w:r w:rsidRPr="00773BEC">
        <w:tab/>
      </w:r>
      <w:r w:rsidR="0001607F" w:rsidRPr="00773BEC">
        <w:t>The e</w:t>
      </w:r>
      <w:r w:rsidRPr="00773BEC">
        <w:t>xample</w:t>
      </w:r>
      <w:bookmarkEnd w:id="257"/>
      <w:bookmarkEnd w:id="258"/>
      <w:bookmarkEnd w:id="259"/>
      <w:bookmarkEnd w:id="260"/>
    </w:p>
    <w:p w14:paraId="02FF27DC" w14:textId="77777777" w:rsidR="004C0BEA" w:rsidRPr="00773BEC" w:rsidRDefault="004C0BEA">
      <w:r w:rsidRPr="00773BEC">
        <w:t>The following example shows how a mapping would look like if a complete IDL and TTCN-3 specification, including a test case, is used. It is only intended to give an impression of how the different elements have to be mapped and used in TTCN-3.</w:t>
      </w:r>
    </w:p>
    <w:p w14:paraId="11A8D79A" w14:textId="77777777" w:rsidR="004C0BEA" w:rsidRPr="00773BEC" w:rsidRDefault="004C0BEA">
      <w:r w:rsidRPr="00773BEC">
        <w:t>Some parts are used from the CORBA standard like the Naming Service with slight modifications to cover more IDL elements.</w:t>
      </w:r>
    </w:p>
    <w:p w14:paraId="1563D6AA" w14:textId="77777777" w:rsidR="004C0BEA" w:rsidRPr="00773BEC" w:rsidRDefault="0001607F" w:rsidP="0001607F">
      <w:pPr>
        <w:pStyle w:val="Heading1"/>
      </w:pPr>
      <w:bookmarkStart w:id="261" w:name="_Toc65592101"/>
      <w:bookmarkStart w:id="262" w:name="_Toc65593266"/>
      <w:bookmarkStart w:id="263" w:name="_Toc65757536"/>
      <w:bookmarkStart w:id="264" w:name="_Toc73104489"/>
      <w:r w:rsidRPr="00773BEC">
        <w:t>A.2</w:t>
      </w:r>
      <w:r w:rsidR="004C0BEA" w:rsidRPr="00773BEC">
        <w:tab/>
        <w:t>IDL specification</w:t>
      </w:r>
      <w:bookmarkEnd w:id="261"/>
      <w:bookmarkEnd w:id="262"/>
      <w:bookmarkEnd w:id="263"/>
      <w:bookmarkEnd w:id="264"/>
    </w:p>
    <w:p w14:paraId="322EE637" w14:textId="77777777" w:rsidR="004C0BEA" w:rsidRPr="00773BEC" w:rsidRDefault="004C0BEA">
      <w:pPr>
        <w:pStyle w:val="PL"/>
        <w:rPr>
          <w:noProof w:val="0"/>
        </w:rPr>
      </w:pPr>
      <w:r w:rsidRPr="00773BEC">
        <w:rPr>
          <w:b/>
          <w:noProof w:val="0"/>
        </w:rPr>
        <w:t>module</w:t>
      </w:r>
      <w:r w:rsidRPr="00773BEC">
        <w:rPr>
          <w:noProof w:val="0"/>
        </w:rPr>
        <w:t xml:space="preserve"> ttcnExample</w:t>
      </w:r>
    </w:p>
    <w:p w14:paraId="4C429722" w14:textId="77777777" w:rsidR="004C0BEA" w:rsidRPr="00773BEC" w:rsidRDefault="004C0BEA">
      <w:pPr>
        <w:pStyle w:val="PL"/>
        <w:rPr>
          <w:noProof w:val="0"/>
        </w:rPr>
      </w:pPr>
      <w:r w:rsidRPr="00773BEC">
        <w:rPr>
          <w:noProof w:val="0"/>
        </w:rPr>
        <w:t>{</w:t>
      </w:r>
    </w:p>
    <w:p w14:paraId="31ACD44F" w14:textId="77777777" w:rsidR="004C0BEA" w:rsidRPr="00773BEC" w:rsidRDefault="004C0BEA">
      <w:pPr>
        <w:pStyle w:val="PL"/>
        <w:rPr>
          <w:noProof w:val="0"/>
        </w:rPr>
      </w:pPr>
      <w:r w:rsidRPr="00773BEC">
        <w:rPr>
          <w:noProof w:val="0"/>
        </w:rPr>
        <w:t xml:space="preserve">    // ***********</w:t>
      </w:r>
    </w:p>
    <w:p w14:paraId="4E59B630" w14:textId="77777777" w:rsidR="004C0BEA" w:rsidRPr="00773BEC" w:rsidRDefault="004C0BEA">
      <w:pPr>
        <w:pStyle w:val="PL"/>
        <w:rPr>
          <w:noProof w:val="0"/>
        </w:rPr>
      </w:pPr>
      <w:r w:rsidRPr="00773BEC">
        <w:rPr>
          <w:noProof w:val="0"/>
        </w:rPr>
        <w:t xml:space="preserve">    // Basic Types</w:t>
      </w:r>
    </w:p>
    <w:p w14:paraId="62AF20F5" w14:textId="77777777" w:rsidR="004C0BEA" w:rsidRPr="00773BEC" w:rsidRDefault="004C0BEA">
      <w:pPr>
        <w:pStyle w:val="PL"/>
        <w:rPr>
          <w:noProof w:val="0"/>
        </w:rPr>
      </w:pPr>
      <w:r w:rsidRPr="00773BEC">
        <w:rPr>
          <w:noProof w:val="0"/>
        </w:rPr>
        <w:t xml:space="preserve">    // ***********</w:t>
      </w:r>
    </w:p>
    <w:p w14:paraId="739048D1" w14:textId="77777777" w:rsidR="004C0BEA" w:rsidRPr="00773BEC" w:rsidRDefault="004C0BEA">
      <w:pPr>
        <w:pStyle w:val="PL"/>
        <w:rPr>
          <w:noProof w:val="0"/>
        </w:rPr>
      </w:pPr>
      <w:r w:rsidRPr="00773BEC">
        <w:rPr>
          <w:noProof w:val="0"/>
        </w:rPr>
        <w:t xml:space="preserve">    </w:t>
      </w:r>
      <w:r w:rsidRPr="00773BEC">
        <w:rPr>
          <w:b/>
          <w:noProof w:val="0"/>
        </w:rPr>
        <w:t>const</w:t>
      </w:r>
      <w:r w:rsidRPr="00773BEC">
        <w:rPr>
          <w:noProof w:val="0"/>
        </w:rPr>
        <w:t xml:space="preserve"> </w:t>
      </w:r>
      <w:r w:rsidRPr="00773BEC">
        <w:rPr>
          <w:b/>
          <w:noProof w:val="0"/>
        </w:rPr>
        <w:t>long</w:t>
      </w:r>
      <w:r w:rsidRPr="00773BEC">
        <w:rPr>
          <w:noProof w:val="0"/>
        </w:rPr>
        <w:t xml:space="preserve">    number     = 017;  // 017 == 0xF == 15</w:t>
      </w:r>
    </w:p>
    <w:p w14:paraId="014676C3" w14:textId="77777777" w:rsidR="004C0BEA" w:rsidRPr="00773BEC" w:rsidRDefault="004C0BEA">
      <w:pPr>
        <w:pStyle w:val="PL"/>
        <w:rPr>
          <w:noProof w:val="0"/>
        </w:rPr>
      </w:pPr>
      <w:r w:rsidRPr="00773BEC">
        <w:rPr>
          <w:noProof w:val="0"/>
        </w:rPr>
        <w:t xml:space="preserve">    </w:t>
      </w:r>
      <w:r w:rsidRPr="00773BEC">
        <w:rPr>
          <w:b/>
          <w:noProof w:val="0"/>
        </w:rPr>
        <w:t>const</w:t>
      </w:r>
      <w:r w:rsidRPr="00773BEC">
        <w:rPr>
          <w:noProof w:val="0"/>
        </w:rPr>
        <w:t xml:space="preserve"> </w:t>
      </w:r>
      <w:r w:rsidRPr="00773BEC">
        <w:rPr>
          <w:b/>
          <w:noProof w:val="0"/>
        </w:rPr>
        <w:t>long</w:t>
      </w:r>
      <w:r w:rsidRPr="00773BEC">
        <w:rPr>
          <w:noProof w:val="0"/>
        </w:rPr>
        <w:t xml:space="preserve">    size       = ( ( number &lt;&lt; 3 ) % 0x1F ) &amp; 0123;</w:t>
      </w:r>
    </w:p>
    <w:p w14:paraId="0746BBA2" w14:textId="77777777" w:rsidR="004C0BEA" w:rsidRPr="00773BEC" w:rsidRDefault="004C0BEA">
      <w:pPr>
        <w:pStyle w:val="PL"/>
        <w:rPr>
          <w:noProof w:val="0"/>
        </w:rPr>
      </w:pPr>
      <w:r w:rsidRPr="00773BEC">
        <w:rPr>
          <w:noProof w:val="0"/>
        </w:rPr>
        <w:t xml:space="preserve">    </w:t>
      </w:r>
      <w:r w:rsidRPr="00773BEC">
        <w:rPr>
          <w:b/>
          <w:noProof w:val="0"/>
        </w:rPr>
        <w:t>const</w:t>
      </w:r>
      <w:r w:rsidRPr="00773BEC">
        <w:rPr>
          <w:noProof w:val="0"/>
        </w:rPr>
        <w:t xml:space="preserve"> </w:t>
      </w:r>
      <w:r w:rsidRPr="00773BEC">
        <w:rPr>
          <w:b/>
          <w:noProof w:val="0"/>
        </w:rPr>
        <w:t>float</w:t>
      </w:r>
      <w:r w:rsidRPr="00773BEC">
        <w:rPr>
          <w:noProof w:val="0"/>
        </w:rPr>
        <w:t xml:space="preserve">   decimal    = 15.7;</w:t>
      </w:r>
    </w:p>
    <w:p w14:paraId="3F98F072" w14:textId="77777777" w:rsidR="004C0BEA" w:rsidRPr="00773BEC" w:rsidRDefault="004C0BEA">
      <w:pPr>
        <w:pStyle w:val="PL"/>
        <w:rPr>
          <w:noProof w:val="0"/>
        </w:rPr>
      </w:pPr>
    </w:p>
    <w:p w14:paraId="694D2C67" w14:textId="77777777" w:rsidR="004C0BEA" w:rsidRPr="00773BEC" w:rsidRDefault="004C0BEA">
      <w:pPr>
        <w:pStyle w:val="PL"/>
        <w:rPr>
          <w:noProof w:val="0"/>
        </w:rPr>
      </w:pPr>
      <w:r w:rsidRPr="00773BEC">
        <w:rPr>
          <w:noProof w:val="0"/>
        </w:rPr>
        <w:t xml:space="preserve">    </w:t>
      </w:r>
      <w:r w:rsidRPr="00773BEC">
        <w:rPr>
          <w:b/>
          <w:noProof w:val="0"/>
        </w:rPr>
        <w:t>const</w:t>
      </w:r>
      <w:r w:rsidRPr="00773BEC">
        <w:rPr>
          <w:noProof w:val="0"/>
        </w:rPr>
        <w:t xml:space="preserve"> </w:t>
      </w:r>
      <w:r w:rsidRPr="00773BEC">
        <w:rPr>
          <w:b/>
          <w:noProof w:val="0"/>
        </w:rPr>
        <w:t>char</w:t>
      </w:r>
      <w:r w:rsidRPr="00773BEC">
        <w:rPr>
          <w:noProof w:val="0"/>
        </w:rPr>
        <w:t xml:space="preserve">    letter     =  'A';</w:t>
      </w:r>
    </w:p>
    <w:p w14:paraId="50AD4BA0" w14:textId="77777777" w:rsidR="004C0BEA" w:rsidRPr="00773BEC" w:rsidRDefault="004C0BEA">
      <w:pPr>
        <w:pStyle w:val="PL"/>
        <w:rPr>
          <w:noProof w:val="0"/>
        </w:rPr>
      </w:pPr>
      <w:r w:rsidRPr="00773BEC">
        <w:rPr>
          <w:noProof w:val="0"/>
        </w:rPr>
        <w:t xml:space="preserve">    </w:t>
      </w:r>
      <w:r w:rsidRPr="00773BEC">
        <w:rPr>
          <w:b/>
          <w:noProof w:val="0"/>
        </w:rPr>
        <w:t>const</w:t>
      </w:r>
      <w:r w:rsidRPr="00773BEC">
        <w:rPr>
          <w:noProof w:val="0"/>
        </w:rPr>
        <w:t xml:space="preserve"> </w:t>
      </w:r>
      <w:r w:rsidRPr="00773BEC">
        <w:rPr>
          <w:b/>
          <w:noProof w:val="0"/>
        </w:rPr>
        <w:t>wchar</w:t>
      </w:r>
      <w:r w:rsidRPr="00773BEC">
        <w:rPr>
          <w:noProof w:val="0"/>
        </w:rPr>
        <w:t xml:space="preserve">   wideLetter =  L'A';</w:t>
      </w:r>
    </w:p>
    <w:p w14:paraId="233B1BA8" w14:textId="77777777" w:rsidR="004C0BEA" w:rsidRPr="00773BEC" w:rsidRDefault="004C0BEA">
      <w:pPr>
        <w:pStyle w:val="PL"/>
        <w:rPr>
          <w:noProof w:val="0"/>
        </w:rPr>
      </w:pPr>
    </w:p>
    <w:p w14:paraId="2DA0D067" w14:textId="77777777" w:rsidR="004C0BEA" w:rsidRPr="00773BEC" w:rsidRDefault="004C0BEA">
      <w:pPr>
        <w:pStyle w:val="PL"/>
        <w:rPr>
          <w:noProof w:val="0"/>
        </w:rPr>
      </w:pPr>
      <w:r w:rsidRPr="00773BEC">
        <w:rPr>
          <w:noProof w:val="0"/>
        </w:rPr>
        <w:t xml:space="preserve">    </w:t>
      </w:r>
      <w:r w:rsidRPr="00773BEC">
        <w:rPr>
          <w:b/>
          <w:noProof w:val="0"/>
        </w:rPr>
        <w:t>const</w:t>
      </w:r>
      <w:r w:rsidRPr="00773BEC">
        <w:rPr>
          <w:noProof w:val="0"/>
        </w:rPr>
        <w:t xml:space="preserve"> </w:t>
      </w:r>
      <w:r w:rsidRPr="00773BEC">
        <w:rPr>
          <w:b/>
          <w:noProof w:val="0"/>
        </w:rPr>
        <w:t>boolean</w:t>
      </w:r>
      <w:r w:rsidRPr="00773BEC">
        <w:rPr>
          <w:noProof w:val="0"/>
        </w:rPr>
        <w:t xml:space="preserve"> isValid    = </w:t>
      </w:r>
      <w:r w:rsidRPr="00773BEC">
        <w:rPr>
          <w:b/>
          <w:noProof w:val="0"/>
        </w:rPr>
        <w:t>TRUE</w:t>
      </w:r>
      <w:r w:rsidRPr="00773BEC">
        <w:rPr>
          <w:noProof w:val="0"/>
        </w:rPr>
        <w:t>;</w:t>
      </w:r>
    </w:p>
    <w:p w14:paraId="0D67C721" w14:textId="77777777" w:rsidR="004C0BEA" w:rsidRPr="00773BEC" w:rsidRDefault="004C0BEA">
      <w:pPr>
        <w:pStyle w:val="PL"/>
        <w:rPr>
          <w:noProof w:val="0"/>
        </w:rPr>
      </w:pPr>
      <w:r w:rsidRPr="00773BEC">
        <w:rPr>
          <w:noProof w:val="0"/>
        </w:rPr>
        <w:t xml:space="preserve">    </w:t>
      </w:r>
      <w:r w:rsidRPr="00773BEC">
        <w:rPr>
          <w:b/>
          <w:noProof w:val="0"/>
        </w:rPr>
        <w:t>const</w:t>
      </w:r>
      <w:r w:rsidRPr="00773BEC">
        <w:rPr>
          <w:noProof w:val="0"/>
        </w:rPr>
        <w:t xml:space="preserve"> </w:t>
      </w:r>
      <w:r w:rsidRPr="00773BEC">
        <w:rPr>
          <w:b/>
          <w:noProof w:val="0"/>
        </w:rPr>
        <w:t>octet</w:t>
      </w:r>
      <w:r w:rsidRPr="00773BEC">
        <w:rPr>
          <w:noProof w:val="0"/>
        </w:rPr>
        <w:t xml:space="preserve">   anOctet    = 0x55; // limited to 8 bit</w:t>
      </w:r>
    </w:p>
    <w:p w14:paraId="614EE9F2" w14:textId="77777777" w:rsidR="004C0BEA" w:rsidRPr="00773BEC" w:rsidRDefault="004C0BEA">
      <w:pPr>
        <w:pStyle w:val="PL"/>
        <w:rPr>
          <w:noProof w:val="0"/>
        </w:rPr>
      </w:pPr>
    </w:p>
    <w:p w14:paraId="2B71C228" w14:textId="77777777" w:rsidR="004C0BEA" w:rsidRPr="00773BEC" w:rsidRDefault="004C0BEA">
      <w:pPr>
        <w:pStyle w:val="PL"/>
        <w:rPr>
          <w:noProof w:val="0"/>
        </w:rPr>
      </w:pPr>
      <w:r w:rsidRPr="00773BEC">
        <w:rPr>
          <w:noProof w:val="0"/>
        </w:rPr>
        <w:t xml:space="preserve">    </w:t>
      </w:r>
      <w:r w:rsidRPr="00773BEC">
        <w:rPr>
          <w:b/>
          <w:noProof w:val="0"/>
        </w:rPr>
        <w:t>const</w:t>
      </w:r>
      <w:r w:rsidRPr="00773BEC">
        <w:rPr>
          <w:noProof w:val="0"/>
        </w:rPr>
        <w:t xml:space="preserve"> </w:t>
      </w:r>
      <w:r w:rsidRPr="00773BEC">
        <w:rPr>
          <w:b/>
          <w:noProof w:val="0"/>
        </w:rPr>
        <w:t>string</w:t>
      </w:r>
      <w:r w:rsidRPr="00773BEC">
        <w:rPr>
          <w:noProof w:val="0"/>
        </w:rPr>
        <w:t xml:space="preserve">  myName     =  "my name";</w:t>
      </w:r>
    </w:p>
    <w:p w14:paraId="463238D2" w14:textId="77777777" w:rsidR="004C0BEA" w:rsidRPr="00773BEC" w:rsidRDefault="004C0BEA">
      <w:pPr>
        <w:pStyle w:val="PL"/>
        <w:rPr>
          <w:noProof w:val="0"/>
        </w:rPr>
      </w:pPr>
      <w:r w:rsidRPr="00773BEC">
        <w:rPr>
          <w:noProof w:val="0"/>
        </w:rPr>
        <w:t xml:space="preserve">    </w:t>
      </w:r>
      <w:r w:rsidRPr="00773BEC">
        <w:rPr>
          <w:b/>
          <w:noProof w:val="0"/>
        </w:rPr>
        <w:t>const</w:t>
      </w:r>
      <w:r w:rsidRPr="00773BEC">
        <w:rPr>
          <w:noProof w:val="0"/>
        </w:rPr>
        <w:t xml:space="preserve"> </w:t>
      </w:r>
      <w:r w:rsidRPr="00773BEC">
        <w:rPr>
          <w:b/>
          <w:noProof w:val="0"/>
        </w:rPr>
        <w:t>wstring</w:t>
      </w:r>
      <w:r w:rsidRPr="00773BEC">
        <w:rPr>
          <w:noProof w:val="0"/>
        </w:rPr>
        <w:t xml:space="preserve"> wideMyName =  L"my name";</w:t>
      </w:r>
    </w:p>
    <w:p w14:paraId="0FBAA449" w14:textId="77777777" w:rsidR="004C0BEA" w:rsidRPr="00773BEC" w:rsidRDefault="004C0BEA">
      <w:pPr>
        <w:pStyle w:val="PL"/>
        <w:rPr>
          <w:noProof w:val="0"/>
        </w:rPr>
      </w:pPr>
    </w:p>
    <w:p w14:paraId="063D4FC0" w14:textId="77777777" w:rsidR="004C0BEA" w:rsidRPr="00773BEC" w:rsidRDefault="004C0BEA">
      <w:pPr>
        <w:pStyle w:val="PL"/>
        <w:rPr>
          <w:noProof w:val="0"/>
        </w:rPr>
      </w:pPr>
      <w:r w:rsidRPr="00773BEC">
        <w:rPr>
          <w:noProof w:val="0"/>
        </w:rPr>
        <w:t xml:space="preserve">    </w:t>
      </w:r>
      <w:r w:rsidRPr="00773BEC">
        <w:rPr>
          <w:b/>
          <w:noProof w:val="0"/>
        </w:rPr>
        <w:t>typedef</w:t>
      </w:r>
      <w:r w:rsidRPr="00773BEC">
        <w:rPr>
          <w:noProof w:val="0"/>
        </w:rPr>
        <w:t xml:space="preserve"> </w:t>
      </w:r>
      <w:r w:rsidRPr="00773BEC">
        <w:rPr>
          <w:b/>
          <w:noProof w:val="0"/>
        </w:rPr>
        <w:t>string</w:t>
      </w:r>
      <w:r w:rsidRPr="00773BEC">
        <w:rPr>
          <w:noProof w:val="0"/>
        </w:rPr>
        <w:t xml:space="preserve"> MyString;</w:t>
      </w:r>
    </w:p>
    <w:p w14:paraId="79293A4F" w14:textId="77777777" w:rsidR="004C0BEA" w:rsidRPr="00773BEC" w:rsidRDefault="004C0BEA">
      <w:pPr>
        <w:pStyle w:val="PL"/>
        <w:rPr>
          <w:noProof w:val="0"/>
        </w:rPr>
      </w:pPr>
    </w:p>
    <w:p w14:paraId="3DAEE66E" w14:textId="77777777" w:rsidR="004C0BEA" w:rsidRPr="00773BEC" w:rsidRDefault="004C0BEA">
      <w:pPr>
        <w:pStyle w:val="PL"/>
        <w:rPr>
          <w:noProof w:val="0"/>
        </w:rPr>
      </w:pPr>
      <w:r w:rsidRPr="00773BEC">
        <w:rPr>
          <w:noProof w:val="0"/>
        </w:rPr>
        <w:t xml:space="preserve">    // *****************</w:t>
      </w:r>
    </w:p>
    <w:p w14:paraId="79CADC01" w14:textId="77777777" w:rsidR="004C0BEA" w:rsidRPr="00773BEC" w:rsidRDefault="004C0BEA">
      <w:pPr>
        <w:pStyle w:val="PL"/>
        <w:rPr>
          <w:noProof w:val="0"/>
        </w:rPr>
      </w:pPr>
      <w:r w:rsidRPr="00773BEC">
        <w:rPr>
          <w:noProof w:val="0"/>
        </w:rPr>
        <w:t xml:space="preserve">    // Constructed Types</w:t>
      </w:r>
    </w:p>
    <w:p w14:paraId="76670E97" w14:textId="77777777" w:rsidR="004C0BEA" w:rsidRPr="00773BEC" w:rsidRDefault="004C0BEA">
      <w:pPr>
        <w:pStyle w:val="PL"/>
        <w:rPr>
          <w:noProof w:val="0"/>
        </w:rPr>
      </w:pPr>
      <w:r w:rsidRPr="00773BEC">
        <w:rPr>
          <w:noProof w:val="0"/>
        </w:rPr>
        <w:t xml:space="preserve">    // *****************</w:t>
      </w:r>
    </w:p>
    <w:p w14:paraId="6AA7BD59" w14:textId="77777777" w:rsidR="004C0BEA" w:rsidRPr="00773BEC" w:rsidRDefault="004C0BEA">
      <w:pPr>
        <w:pStyle w:val="PL"/>
        <w:rPr>
          <w:noProof w:val="0"/>
        </w:rPr>
      </w:pPr>
      <w:r w:rsidRPr="00773BEC">
        <w:rPr>
          <w:noProof w:val="0"/>
        </w:rPr>
        <w:t xml:space="preserve">    </w:t>
      </w:r>
      <w:r w:rsidRPr="00773BEC">
        <w:rPr>
          <w:b/>
          <w:noProof w:val="0"/>
        </w:rPr>
        <w:t>typedef</w:t>
      </w:r>
      <w:r w:rsidRPr="00773BEC">
        <w:rPr>
          <w:noProof w:val="0"/>
        </w:rPr>
        <w:t xml:space="preserve"> </w:t>
      </w:r>
      <w:r w:rsidRPr="00773BEC">
        <w:rPr>
          <w:b/>
          <w:noProof w:val="0"/>
        </w:rPr>
        <w:t>struct</w:t>
      </w:r>
      <w:r w:rsidRPr="00773BEC">
        <w:rPr>
          <w:noProof w:val="0"/>
        </w:rPr>
        <w:t xml:space="preserve"> NC {</w:t>
      </w:r>
    </w:p>
    <w:p w14:paraId="40180155" w14:textId="77777777" w:rsidR="004C0BEA" w:rsidRPr="00773BEC" w:rsidRDefault="004C0BEA">
      <w:pPr>
        <w:pStyle w:val="PL"/>
        <w:rPr>
          <w:noProof w:val="0"/>
        </w:rPr>
      </w:pPr>
      <w:r w:rsidRPr="00773BEC">
        <w:rPr>
          <w:noProof w:val="0"/>
        </w:rPr>
        <w:t xml:space="preserve">        MyString id;</w:t>
      </w:r>
    </w:p>
    <w:p w14:paraId="73F7F956" w14:textId="77777777" w:rsidR="004C0BEA" w:rsidRPr="00773BEC" w:rsidRDefault="004C0BEA">
      <w:pPr>
        <w:pStyle w:val="PL"/>
        <w:rPr>
          <w:noProof w:val="0"/>
        </w:rPr>
      </w:pPr>
      <w:r w:rsidRPr="00773BEC">
        <w:rPr>
          <w:noProof w:val="0"/>
        </w:rPr>
        <w:t xml:space="preserve">        MyString kind;</w:t>
      </w:r>
    </w:p>
    <w:p w14:paraId="0B2541D2" w14:textId="77777777" w:rsidR="004C0BEA" w:rsidRPr="00773BEC" w:rsidRDefault="004C0BEA">
      <w:pPr>
        <w:pStyle w:val="PL"/>
        <w:rPr>
          <w:noProof w:val="0"/>
        </w:rPr>
      </w:pPr>
      <w:r w:rsidRPr="00773BEC">
        <w:rPr>
          <w:noProof w:val="0"/>
        </w:rPr>
        <w:t xml:space="preserve">    } NameComponent;</w:t>
      </w:r>
    </w:p>
    <w:p w14:paraId="2F5AC638" w14:textId="77777777" w:rsidR="004C0BEA" w:rsidRPr="00773BEC" w:rsidRDefault="004C0BEA">
      <w:pPr>
        <w:pStyle w:val="PL"/>
        <w:rPr>
          <w:noProof w:val="0"/>
        </w:rPr>
      </w:pPr>
    </w:p>
    <w:p w14:paraId="48731D46" w14:textId="77777777" w:rsidR="004C0BEA" w:rsidRPr="00773BEC" w:rsidRDefault="004C0BEA">
      <w:pPr>
        <w:pStyle w:val="PL"/>
        <w:rPr>
          <w:noProof w:val="0"/>
        </w:rPr>
      </w:pPr>
      <w:r w:rsidRPr="00773BEC">
        <w:rPr>
          <w:noProof w:val="0"/>
        </w:rPr>
        <w:t xml:space="preserve">    </w:t>
      </w:r>
      <w:r w:rsidRPr="00773BEC">
        <w:rPr>
          <w:b/>
          <w:noProof w:val="0"/>
        </w:rPr>
        <w:t>union</w:t>
      </w:r>
      <w:r w:rsidRPr="00773BEC">
        <w:rPr>
          <w:noProof w:val="0"/>
        </w:rPr>
        <w:t xml:space="preserve"> MyUnion </w:t>
      </w:r>
      <w:r w:rsidRPr="00773BEC">
        <w:rPr>
          <w:b/>
          <w:noProof w:val="0"/>
        </w:rPr>
        <w:t>switch</w:t>
      </w:r>
      <w:r w:rsidRPr="00773BEC">
        <w:rPr>
          <w:noProof w:val="0"/>
        </w:rPr>
        <w:t xml:space="preserve">( </w:t>
      </w:r>
      <w:r w:rsidRPr="00773BEC">
        <w:rPr>
          <w:b/>
          <w:noProof w:val="0"/>
        </w:rPr>
        <w:t>long</w:t>
      </w:r>
      <w:r w:rsidRPr="00773BEC">
        <w:rPr>
          <w:noProof w:val="0"/>
        </w:rPr>
        <w:t xml:space="preserve"> ) {</w:t>
      </w:r>
    </w:p>
    <w:p w14:paraId="0336D27C" w14:textId="77777777" w:rsidR="004C0BEA" w:rsidRPr="00773BEC" w:rsidRDefault="004C0BEA">
      <w:pPr>
        <w:pStyle w:val="PL"/>
        <w:rPr>
          <w:noProof w:val="0"/>
        </w:rPr>
      </w:pPr>
      <w:r w:rsidRPr="00773BEC">
        <w:rPr>
          <w:noProof w:val="0"/>
        </w:rPr>
        <w:t xml:space="preserve">        </w:t>
      </w:r>
      <w:r w:rsidRPr="00773BEC">
        <w:rPr>
          <w:b/>
          <w:noProof w:val="0"/>
        </w:rPr>
        <w:t>case</w:t>
      </w:r>
      <w:r w:rsidRPr="00773BEC">
        <w:rPr>
          <w:noProof w:val="0"/>
        </w:rPr>
        <w:t xml:space="preserve"> 0 : </w:t>
      </w:r>
      <w:r w:rsidRPr="00773BEC">
        <w:rPr>
          <w:b/>
          <w:noProof w:val="0"/>
        </w:rPr>
        <w:t>boolean</w:t>
      </w:r>
      <w:r w:rsidRPr="00773BEC">
        <w:rPr>
          <w:noProof w:val="0"/>
        </w:rPr>
        <w:t xml:space="preserve"> b;</w:t>
      </w:r>
    </w:p>
    <w:p w14:paraId="6935A088" w14:textId="77777777" w:rsidR="004C0BEA" w:rsidRPr="00773BEC" w:rsidRDefault="004C0BEA">
      <w:pPr>
        <w:pStyle w:val="PL"/>
        <w:rPr>
          <w:noProof w:val="0"/>
        </w:rPr>
      </w:pPr>
      <w:r w:rsidRPr="00773BEC">
        <w:rPr>
          <w:noProof w:val="0"/>
        </w:rPr>
        <w:t xml:space="preserve">        </w:t>
      </w:r>
      <w:r w:rsidRPr="00773BEC">
        <w:rPr>
          <w:b/>
          <w:noProof w:val="0"/>
        </w:rPr>
        <w:t>case</w:t>
      </w:r>
      <w:r w:rsidRPr="00773BEC">
        <w:rPr>
          <w:noProof w:val="0"/>
        </w:rPr>
        <w:t xml:space="preserve"> 1 : </w:t>
      </w:r>
      <w:r w:rsidRPr="00773BEC">
        <w:rPr>
          <w:b/>
          <w:noProof w:val="0"/>
        </w:rPr>
        <w:t>char</w:t>
      </w:r>
      <w:r w:rsidRPr="00773BEC">
        <w:rPr>
          <w:noProof w:val="0"/>
        </w:rPr>
        <w:t xml:space="preserve"> c;</w:t>
      </w:r>
    </w:p>
    <w:p w14:paraId="495C782B" w14:textId="77777777" w:rsidR="004C0BEA" w:rsidRPr="00773BEC" w:rsidRDefault="004C0BEA">
      <w:pPr>
        <w:pStyle w:val="PL"/>
        <w:rPr>
          <w:noProof w:val="0"/>
        </w:rPr>
      </w:pPr>
      <w:r w:rsidRPr="00773BEC">
        <w:rPr>
          <w:noProof w:val="0"/>
        </w:rPr>
        <w:t xml:space="preserve">        </w:t>
      </w:r>
      <w:r w:rsidRPr="00773BEC">
        <w:rPr>
          <w:b/>
          <w:noProof w:val="0"/>
        </w:rPr>
        <w:t>case</w:t>
      </w:r>
      <w:r w:rsidRPr="00773BEC">
        <w:rPr>
          <w:noProof w:val="0"/>
        </w:rPr>
        <w:t xml:space="preserve"> 2 : </w:t>
      </w:r>
      <w:r w:rsidRPr="00773BEC">
        <w:rPr>
          <w:b/>
          <w:noProof w:val="0"/>
        </w:rPr>
        <w:t>octet</w:t>
      </w:r>
      <w:r w:rsidRPr="00773BEC">
        <w:rPr>
          <w:noProof w:val="0"/>
        </w:rPr>
        <w:t xml:space="preserve"> o;</w:t>
      </w:r>
    </w:p>
    <w:p w14:paraId="7B7AF6A3" w14:textId="77777777" w:rsidR="004C0BEA" w:rsidRPr="00773BEC" w:rsidRDefault="004C0BEA">
      <w:pPr>
        <w:pStyle w:val="PL"/>
        <w:rPr>
          <w:noProof w:val="0"/>
        </w:rPr>
      </w:pPr>
      <w:r w:rsidRPr="00773BEC">
        <w:rPr>
          <w:noProof w:val="0"/>
        </w:rPr>
        <w:t xml:space="preserve">        </w:t>
      </w:r>
      <w:r w:rsidRPr="00773BEC">
        <w:rPr>
          <w:b/>
          <w:noProof w:val="0"/>
        </w:rPr>
        <w:t>case</w:t>
      </w:r>
      <w:r w:rsidRPr="00773BEC">
        <w:rPr>
          <w:noProof w:val="0"/>
        </w:rPr>
        <w:t xml:space="preserve"> 3 : </w:t>
      </w:r>
      <w:r w:rsidRPr="00773BEC">
        <w:rPr>
          <w:b/>
          <w:noProof w:val="0"/>
        </w:rPr>
        <w:t>short</w:t>
      </w:r>
      <w:r w:rsidRPr="00773BEC">
        <w:rPr>
          <w:noProof w:val="0"/>
        </w:rPr>
        <w:t xml:space="preserve"> s;</w:t>
      </w:r>
    </w:p>
    <w:p w14:paraId="3754D66F" w14:textId="77777777" w:rsidR="004C0BEA" w:rsidRPr="00773BEC" w:rsidRDefault="004C0BEA">
      <w:pPr>
        <w:pStyle w:val="PL"/>
        <w:rPr>
          <w:noProof w:val="0"/>
        </w:rPr>
      </w:pPr>
      <w:r w:rsidRPr="00773BEC">
        <w:rPr>
          <w:noProof w:val="0"/>
        </w:rPr>
        <w:t xml:space="preserve">    };</w:t>
      </w:r>
    </w:p>
    <w:p w14:paraId="4CB326AE" w14:textId="77777777" w:rsidR="004C0BEA" w:rsidRPr="00773BEC" w:rsidRDefault="004C0BEA">
      <w:pPr>
        <w:pStyle w:val="PL"/>
        <w:rPr>
          <w:noProof w:val="0"/>
        </w:rPr>
      </w:pPr>
    </w:p>
    <w:p w14:paraId="0FDFD08F" w14:textId="77777777" w:rsidR="004C0BEA" w:rsidRPr="00773BEC" w:rsidRDefault="004C0BEA">
      <w:pPr>
        <w:pStyle w:val="PL"/>
        <w:rPr>
          <w:noProof w:val="0"/>
        </w:rPr>
      </w:pPr>
      <w:r w:rsidRPr="00773BEC">
        <w:rPr>
          <w:noProof w:val="0"/>
        </w:rPr>
        <w:t xml:space="preserve">    </w:t>
      </w:r>
      <w:r w:rsidRPr="00773BEC">
        <w:rPr>
          <w:b/>
          <w:noProof w:val="0"/>
        </w:rPr>
        <w:t>enum</w:t>
      </w:r>
      <w:r w:rsidRPr="00773BEC">
        <w:rPr>
          <w:noProof w:val="0"/>
        </w:rPr>
        <w:t xml:space="preserve"> NotFoundReason { missing_node, </w:t>
      </w:r>
    </w:p>
    <w:p w14:paraId="1850AE48" w14:textId="77777777" w:rsidR="004C0BEA" w:rsidRPr="00773BEC" w:rsidRDefault="004C0BEA">
      <w:pPr>
        <w:pStyle w:val="PL"/>
        <w:rPr>
          <w:noProof w:val="0"/>
        </w:rPr>
      </w:pPr>
      <w:r w:rsidRPr="00773BEC">
        <w:rPr>
          <w:noProof w:val="0"/>
        </w:rPr>
        <w:t xml:space="preserve">                          not_context, </w:t>
      </w:r>
    </w:p>
    <w:p w14:paraId="6A3AB9B3" w14:textId="77777777" w:rsidR="004C0BEA" w:rsidRPr="00773BEC" w:rsidRDefault="004C0BEA">
      <w:pPr>
        <w:pStyle w:val="PL"/>
        <w:rPr>
          <w:noProof w:val="0"/>
        </w:rPr>
      </w:pPr>
      <w:r w:rsidRPr="00773BEC">
        <w:rPr>
          <w:noProof w:val="0"/>
        </w:rPr>
        <w:t xml:space="preserve">                          not_object };</w:t>
      </w:r>
    </w:p>
    <w:p w14:paraId="69F2F50C" w14:textId="77777777" w:rsidR="004C0BEA" w:rsidRPr="00773BEC" w:rsidRDefault="004C0BEA">
      <w:pPr>
        <w:pStyle w:val="PL"/>
        <w:rPr>
          <w:noProof w:val="0"/>
        </w:rPr>
      </w:pPr>
    </w:p>
    <w:p w14:paraId="28AFB237" w14:textId="77777777" w:rsidR="004C0BEA" w:rsidRPr="00773BEC" w:rsidRDefault="004C0BEA">
      <w:pPr>
        <w:pStyle w:val="PL"/>
        <w:rPr>
          <w:noProof w:val="0"/>
        </w:rPr>
      </w:pPr>
      <w:r w:rsidRPr="00773BEC">
        <w:rPr>
          <w:noProof w:val="0"/>
        </w:rPr>
        <w:t xml:space="preserve">    // **************</w:t>
      </w:r>
    </w:p>
    <w:p w14:paraId="7754AE2F" w14:textId="77777777" w:rsidR="004C0BEA" w:rsidRPr="00773BEC" w:rsidRDefault="004C0BEA">
      <w:pPr>
        <w:pStyle w:val="PL"/>
        <w:rPr>
          <w:noProof w:val="0"/>
        </w:rPr>
      </w:pPr>
      <w:r w:rsidRPr="00773BEC">
        <w:rPr>
          <w:noProof w:val="0"/>
        </w:rPr>
        <w:t xml:space="preserve">    // Template Types</w:t>
      </w:r>
    </w:p>
    <w:p w14:paraId="06AB48D9" w14:textId="77777777" w:rsidR="004C0BEA" w:rsidRPr="00773BEC" w:rsidRDefault="004C0BEA">
      <w:pPr>
        <w:pStyle w:val="PL"/>
        <w:rPr>
          <w:noProof w:val="0"/>
        </w:rPr>
      </w:pPr>
      <w:r w:rsidRPr="00773BEC">
        <w:rPr>
          <w:noProof w:val="0"/>
        </w:rPr>
        <w:t xml:space="preserve">    // **************</w:t>
      </w:r>
    </w:p>
    <w:p w14:paraId="74166566" w14:textId="77777777" w:rsidR="004C0BEA" w:rsidRPr="00773BEC" w:rsidRDefault="004C0BEA">
      <w:pPr>
        <w:pStyle w:val="PL"/>
        <w:rPr>
          <w:noProof w:val="0"/>
        </w:rPr>
      </w:pPr>
      <w:r w:rsidRPr="00773BEC">
        <w:rPr>
          <w:noProof w:val="0"/>
        </w:rPr>
        <w:t xml:space="preserve">    </w:t>
      </w:r>
      <w:r w:rsidRPr="00773BEC">
        <w:rPr>
          <w:b/>
          <w:noProof w:val="0"/>
        </w:rPr>
        <w:t>typedef</w:t>
      </w:r>
      <w:r w:rsidRPr="00773BEC">
        <w:rPr>
          <w:noProof w:val="0"/>
        </w:rPr>
        <w:t xml:space="preserve"> </w:t>
      </w:r>
      <w:r w:rsidRPr="00773BEC">
        <w:rPr>
          <w:b/>
          <w:noProof w:val="0"/>
        </w:rPr>
        <w:t>sequence</w:t>
      </w:r>
      <w:r w:rsidRPr="00773BEC">
        <w:rPr>
          <w:noProof w:val="0"/>
        </w:rPr>
        <w:t xml:space="preserve"> &lt;NameComponent&gt; Name;</w:t>
      </w:r>
    </w:p>
    <w:p w14:paraId="1A3CFF94" w14:textId="77777777" w:rsidR="004C0BEA" w:rsidRPr="00773BEC" w:rsidRDefault="004C0BEA">
      <w:pPr>
        <w:pStyle w:val="PL"/>
        <w:rPr>
          <w:noProof w:val="0"/>
        </w:rPr>
      </w:pPr>
    </w:p>
    <w:p w14:paraId="31259E9E" w14:textId="77777777" w:rsidR="004C0BEA" w:rsidRPr="00773BEC" w:rsidRDefault="004C0BEA">
      <w:pPr>
        <w:pStyle w:val="PL"/>
        <w:rPr>
          <w:noProof w:val="0"/>
        </w:rPr>
      </w:pPr>
      <w:r w:rsidRPr="00773BEC">
        <w:rPr>
          <w:noProof w:val="0"/>
        </w:rPr>
        <w:t xml:space="preserve">    </w:t>
      </w:r>
      <w:r w:rsidRPr="00773BEC">
        <w:rPr>
          <w:b/>
          <w:noProof w:val="0"/>
        </w:rPr>
        <w:t>typedef</w:t>
      </w:r>
      <w:r w:rsidRPr="00773BEC">
        <w:rPr>
          <w:noProof w:val="0"/>
        </w:rPr>
        <w:t xml:space="preserve"> </w:t>
      </w:r>
      <w:r w:rsidRPr="00773BEC">
        <w:rPr>
          <w:b/>
          <w:noProof w:val="0"/>
        </w:rPr>
        <w:t>sequence</w:t>
      </w:r>
      <w:r w:rsidRPr="00773BEC">
        <w:rPr>
          <w:noProof w:val="0"/>
        </w:rPr>
        <w:t xml:space="preserve"> &lt;NameComponent&gt; Key;</w:t>
      </w:r>
    </w:p>
    <w:p w14:paraId="0B42E2AD" w14:textId="77777777" w:rsidR="004C0BEA" w:rsidRPr="00773BEC" w:rsidRDefault="004C0BEA">
      <w:pPr>
        <w:pStyle w:val="PL"/>
        <w:rPr>
          <w:noProof w:val="0"/>
        </w:rPr>
      </w:pPr>
    </w:p>
    <w:p w14:paraId="1FFEC112" w14:textId="77777777" w:rsidR="004C0BEA" w:rsidRPr="00773BEC" w:rsidRDefault="004C0BEA">
      <w:pPr>
        <w:pStyle w:val="PL"/>
        <w:rPr>
          <w:noProof w:val="0"/>
        </w:rPr>
      </w:pPr>
      <w:r w:rsidRPr="00773BEC">
        <w:rPr>
          <w:noProof w:val="0"/>
        </w:rPr>
        <w:t xml:space="preserve">    </w:t>
      </w:r>
      <w:r w:rsidRPr="00773BEC">
        <w:rPr>
          <w:b/>
          <w:noProof w:val="0"/>
        </w:rPr>
        <w:t>typedef</w:t>
      </w:r>
      <w:r w:rsidRPr="00773BEC">
        <w:rPr>
          <w:noProof w:val="0"/>
        </w:rPr>
        <w:t xml:space="preserve"> </w:t>
      </w:r>
      <w:r w:rsidRPr="00773BEC">
        <w:rPr>
          <w:b/>
          <w:noProof w:val="0"/>
        </w:rPr>
        <w:t>fixed</w:t>
      </w:r>
      <w:r w:rsidRPr="00773BEC">
        <w:rPr>
          <w:noProof w:val="0"/>
        </w:rPr>
        <w:t>&lt;12,7&gt; Fix;</w:t>
      </w:r>
    </w:p>
    <w:p w14:paraId="0B418830" w14:textId="77777777" w:rsidR="004C0BEA" w:rsidRPr="00773BEC" w:rsidRDefault="004C0BEA">
      <w:pPr>
        <w:pStyle w:val="PL"/>
        <w:rPr>
          <w:noProof w:val="0"/>
        </w:rPr>
      </w:pPr>
    </w:p>
    <w:p w14:paraId="6C125933" w14:textId="77777777" w:rsidR="004C0BEA" w:rsidRPr="00773BEC" w:rsidRDefault="004C0BEA">
      <w:pPr>
        <w:pStyle w:val="PL"/>
        <w:keepNext/>
        <w:keepLines/>
        <w:rPr>
          <w:noProof w:val="0"/>
        </w:rPr>
      </w:pPr>
      <w:r w:rsidRPr="00773BEC">
        <w:rPr>
          <w:noProof w:val="0"/>
        </w:rPr>
        <w:t xml:space="preserve">    // ******************</w:t>
      </w:r>
    </w:p>
    <w:p w14:paraId="16F4E979" w14:textId="77777777" w:rsidR="004C0BEA" w:rsidRPr="00773BEC" w:rsidRDefault="004C0BEA">
      <w:pPr>
        <w:pStyle w:val="PL"/>
        <w:keepNext/>
        <w:keepLines/>
        <w:rPr>
          <w:noProof w:val="0"/>
        </w:rPr>
      </w:pPr>
      <w:r w:rsidRPr="00773BEC">
        <w:rPr>
          <w:noProof w:val="0"/>
        </w:rPr>
        <w:t xml:space="preserve">    // Complex Declarator</w:t>
      </w:r>
    </w:p>
    <w:p w14:paraId="4CAD88D2" w14:textId="77777777" w:rsidR="004C0BEA" w:rsidRPr="00773BEC" w:rsidRDefault="004C0BEA">
      <w:pPr>
        <w:pStyle w:val="PL"/>
        <w:rPr>
          <w:noProof w:val="0"/>
        </w:rPr>
      </w:pPr>
      <w:r w:rsidRPr="00773BEC">
        <w:rPr>
          <w:noProof w:val="0"/>
        </w:rPr>
        <w:t xml:space="preserve">    // ******************</w:t>
      </w:r>
    </w:p>
    <w:p w14:paraId="3866AD2B" w14:textId="77777777" w:rsidR="004C0BEA" w:rsidRPr="00773BEC" w:rsidRDefault="004C0BEA">
      <w:pPr>
        <w:pStyle w:val="PL"/>
        <w:rPr>
          <w:noProof w:val="0"/>
        </w:rPr>
      </w:pPr>
      <w:r w:rsidRPr="00773BEC">
        <w:rPr>
          <w:noProof w:val="0"/>
        </w:rPr>
        <w:t xml:space="preserve">    </w:t>
      </w:r>
      <w:r w:rsidRPr="00773BEC">
        <w:rPr>
          <w:b/>
          <w:noProof w:val="0"/>
        </w:rPr>
        <w:t>typedef</w:t>
      </w:r>
      <w:r w:rsidRPr="00773BEC">
        <w:rPr>
          <w:noProof w:val="0"/>
        </w:rPr>
        <w:t xml:space="preserve"> </w:t>
      </w:r>
      <w:r w:rsidRPr="00773BEC">
        <w:rPr>
          <w:b/>
          <w:noProof w:val="0"/>
        </w:rPr>
        <w:t>long</w:t>
      </w:r>
      <w:r w:rsidRPr="00773BEC">
        <w:rPr>
          <w:noProof w:val="0"/>
        </w:rPr>
        <w:t xml:space="preserve"> NumberList[100];</w:t>
      </w:r>
    </w:p>
    <w:p w14:paraId="560E0C08" w14:textId="77777777" w:rsidR="004C0BEA" w:rsidRPr="00773BEC" w:rsidRDefault="004C0BEA">
      <w:pPr>
        <w:pStyle w:val="PL"/>
        <w:rPr>
          <w:noProof w:val="0"/>
        </w:rPr>
      </w:pPr>
    </w:p>
    <w:p w14:paraId="73F07EB2" w14:textId="77777777" w:rsidR="004C0BEA" w:rsidRPr="00773BEC" w:rsidRDefault="004C0BEA" w:rsidP="00A17355">
      <w:pPr>
        <w:pStyle w:val="PL"/>
        <w:keepNext/>
        <w:rPr>
          <w:noProof w:val="0"/>
        </w:rPr>
      </w:pPr>
      <w:r w:rsidRPr="00773BEC">
        <w:rPr>
          <w:noProof w:val="0"/>
        </w:rPr>
        <w:lastRenderedPageBreak/>
        <w:t xml:space="preserve">    </w:t>
      </w:r>
      <w:r w:rsidRPr="00773BEC">
        <w:rPr>
          <w:b/>
          <w:noProof w:val="0"/>
        </w:rPr>
        <w:t>native</w:t>
      </w:r>
      <w:r w:rsidRPr="00773BEC">
        <w:rPr>
          <w:noProof w:val="0"/>
        </w:rPr>
        <w:t xml:space="preserve"> MyNativeVariable;</w:t>
      </w:r>
    </w:p>
    <w:p w14:paraId="6C39732A" w14:textId="77777777" w:rsidR="004C0BEA" w:rsidRPr="00773BEC" w:rsidRDefault="004C0BEA">
      <w:pPr>
        <w:pStyle w:val="PL"/>
        <w:rPr>
          <w:noProof w:val="0"/>
        </w:rPr>
      </w:pPr>
    </w:p>
    <w:p w14:paraId="7303FFE0" w14:textId="77777777" w:rsidR="004C0BEA" w:rsidRPr="00773BEC" w:rsidRDefault="004C0BEA">
      <w:pPr>
        <w:pStyle w:val="PL"/>
        <w:rPr>
          <w:noProof w:val="0"/>
        </w:rPr>
      </w:pPr>
      <w:r w:rsidRPr="00773BEC">
        <w:rPr>
          <w:noProof w:val="0"/>
        </w:rPr>
        <w:t xml:space="preserve">    // ********************</w:t>
      </w:r>
    </w:p>
    <w:p w14:paraId="7B7C2AAF" w14:textId="77777777" w:rsidR="004C0BEA" w:rsidRPr="00773BEC" w:rsidRDefault="004C0BEA">
      <w:pPr>
        <w:pStyle w:val="PL"/>
        <w:rPr>
          <w:noProof w:val="0"/>
        </w:rPr>
      </w:pPr>
      <w:r w:rsidRPr="00773BEC">
        <w:rPr>
          <w:noProof w:val="0"/>
        </w:rPr>
        <w:t xml:space="preserve">    // Valuetype Definition</w:t>
      </w:r>
    </w:p>
    <w:p w14:paraId="657E7495" w14:textId="77777777" w:rsidR="004C0BEA" w:rsidRPr="00773BEC" w:rsidRDefault="004C0BEA">
      <w:pPr>
        <w:pStyle w:val="PL"/>
        <w:rPr>
          <w:noProof w:val="0"/>
        </w:rPr>
      </w:pPr>
      <w:r w:rsidRPr="00773BEC">
        <w:rPr>
          <w:noProof w:val="0"/>
        </w:rPr>
        <w:t xml:space="preserve">    // ********************</w:t>
      </w:r>
    </w:p>
    <w:p w14:paraId="3F4B5F75" w14:textId="77777777" w:rsidR="004C0BEA" w:rsidRPr="00773BEC" w:rsidRDefault="004C0BEA">
      <w:pPr>
        <w:pStyle w:val="PL"/>
        <w:rPr>
          <w:noProof w:val="0"/>
        </w:rPr>
      </w:pPr>
    </w:p>
    <w:p w14:paraId="4999D17D" w14:textId="77777777" w:rsidR="004C0BEA" w:rsidRPr="00773BEC" w:rsidRDefault="004C0BEA">
      <w:pPr>
        <w:pStyle w:val="PL"/>
        <w:rPr>
          <w:noProof w:val="0"/>
        </w:rPr>
      </w:pPr>
      <w:r w:rsidRPr="00773BEC">
        <w:rPr>
          <w:noProof w:val="0"/>
        </w:rPr>
        <w:t xml:space="preserve">    </w:t>
      </w:r>
      <w:r w:rsidRPr="00773BEC">
        <w:rPr>
          <w:b/>
          <w:noProof w:val="0"/>
        </w:rPr>
        <w:t>valuetype</w:t>
      </w:r>
      <w:r w:rsidRPr="00773BEC">
        <w:rPr>
          <w:noProof w:val="0"/>
        </w:rPr>
        <w:t xml:space="preserve"> StringValue </w:t>
      </w:r>
      <w:r w:rsidRPr="00773BEC">
        <w:rPr>
          <w:b/>
          <w:noProof w:val="0"/>
        </w:rPr>
        <w:t>string</w:t>
      </w:r>
      <w:r w:rsidRPr="00773BEC">
        <w:rPr>
          <w:noProof w:val="0"/>
        </w:rPr>
        <w:t>;</w:t>
      </w:r>
    </w:p>
    <w:p w14:paraId="2D0674EA" w14:textId="77777777" w:rsidR="004C0BEA" w:rsidRPr="00773BEC" w:rsidRDefault="004C0BEA">
      <w:pPr>
        <w:pStyle w:val="PL"/>
        <w:rPr>
          <w:noProof w:val="0"/>
        </w:rPr>
      </w:pPr>
    </w:p>
    <w:p w14:paraId="6BBFF9F1" w14:textId="77777777" w:rsidR="004C0BEA" w:rsidRPr="00773BEC" w:rsidRDefault="004C0BEA">
      <w:pPr>
        <w:pStyle w:val="PL"/>
        <w:rPr>
          <w:noProof w:val="0"/>
        </w:rPr>
      </w:pPr>
      <w:r w:rsidRPr="00773BEC">
        <w:rPr>
          <w:noProof w:val="0"/>
        </w:rPr>
        <w:t xml:space="preserve">    </w:t>
      </w:r>
      <w:r w:rsidRPr="00773BEC">
        <w:rPr>
          <w:b/>
          <w:noProof w:val="0"/>
        </w:rPr>
        <w:t>valuetype</w:t>
      </w:r>
      <w:r w:rsidRPr="00773BEC">
        <w:rPr>
          <w:noProof w:val="0"/>
        </w:rPr>
        <w:t xml:space="preserve"> EmployeeRecord { </w:t>
      </w:r>
    </w:p>
    <w:p w14:paraId="3EE47096" w14:textId="77777777" w:rsidR="004C0BEA" w:rsidRPr="00773BEC" w:rsidRDefault="004C0BEA">
      <w:pPr>
        <w:pStyle w:val="PL"/>
        <w:rPr>
          <w:noProof w:val="0"/>
        </w:rPr>
      </w:pPr>
      <w:r w:rsidRPr="00773BEC">
        <w:rPr>
          <w:noProof w:val="0"/>
        </w:rPr>
        <w:t xml:space="preserve">        // note this is not a CORBA::Object</w:t>
      </w:r>
    </w:p>
    <w:p w14:paraId="5CC002D5" w14:textId="77777777" w:rsidR="004C0BEA" w:rsidRPr="00773BEC" w:rsidRDefault="004C0BEA">
      <w:pPr>
        <w:pStyle w:val="PL"/>
        <w:rPr>
          <w:noProof w:val="0"/>
        </w:rPr>
      </w:pPr>
      <w:r w:rsidRPr="00773BEC">
        <w:rPr>
          <w:noProof w:val="0"/>
        </w:rPr>
        <w:t xml:space="preserve">        // state definition </w:t>
      </w:r>
    </w:p>
    <w:p w14:paraId="4D398523" w14:textId="77777777" w:rsidR="004C0BEA" w:rsidRPr="00773BEC" w:rsidRDefault="004C0BEA">
      <w:pPr>
        <w:pStyle w:val="PL"/>
        <w:rPr>
          <w:noProof w:val="0"/>
        </w:rPr>
      </w:pPr>
      <w:r w:rsidRPr="00773BEC">
        <w:rPr>
          <w:noProof w:val="0"/>
        </w:rPr>
        <w:t xml:space="preserve">        </w:t>
      </w:r>
      <w:r w:rsidRPr="00773BEC">
        <w:rPr>
          <w:b/>
          <w:noProof w:val="0"/>
        </w:rPr>
        <w:t>private</w:t>
      </w:r>
      <w:r w:rsidRPr="00773BEC">
        <w:rPr>
          <w:noProof w:val="0"/>
        </w:rPr>
        <w:t xml:space="preserve"> </w:t>
      </w:r>
      <w:r w:rsidRPr="00773BEC">
        <w:rPr>
          <w:b/>
          <w:noProof w:val="0"/>
        </w:rPr>
        <w:t>string</w:t>
      </w:r>
      <w:r w:rsidRPr="00773BEC">
        <w:rPr>
          <w:noProof w:val="0"/>
        </w:rPr>
        <w:t xml:space="preserve"> name; </w:t>
      </w:r>
    </w:p>
    <w:p w14:paraId="32B56ECD" w14:textId="77777777" w:rsidR="004C0BEA" w:rsidRPr="00773BEC" w:rsidRDefault="004C0BEA">
      <w:pPr>
        <w:pStyle w:val="PL"/>
        <w:rPr>
          <w:noProof w:val="0"/>
        </w:rPr>
      </w:pPr>
      <w:r w:rsidRPr="00773BEC">
        <w:rPr>
          <w:noProof w:val="0"/>
        </w:rPr>
        <w:t xml:space="preserve">        </w:t>
      </w:r>
      <w:r w:rsidRPr="00773BEC">
        <w:rPr>
          <w:b/>
          <w:noProof w:val="0"/>
        </w:rPr>
        <w:t>private</w:t>
      </w:r>
      <w:r w:rsidRPr="00773BEC">
        <w:rPr>
          <w:noProof w:val="0"/>
        </w:rPr>
        <w:t xml:space="preserve"> </w:t>
      </w:r>
      <w:r w:rsidRPr="00773BEC">
        <w:rPr>
          <w:b/>
          <w:noProof w:val="0"/>
        </w:rPr>
        <w:t>string</w:t>
      </w:r>
      <w:r w:rsidRPr="00773BEC">
        <w:rPr>
          <w:noProof w:val="0"/>
        </w:rPr>
        <w:t xml:space="preserve"> email; </w:t>
      </w:r>
    </w:p>
    <w:p w14:paraId="75687534" w14:textId="77777777" w:rsidR="004C0BEA" w:rsidRPr="00773BEC" w:rsidRDefault="004C0BEA">
      <w:pPr>
        <w:pStyle w:val="PL"/>
        <w:rPr>
          <w:noProof w:val="0"/>
        </w:rPr>
      </w:pPr>
      <w:r w:rsidRPr="00773BEC">
        <w:rPr>
          <w:noProof w:val="0"/>
        </w:rPr>
        <w:t xml:space="preserve">        </w:t>
      </w:r>
      <w:r w:rsidRPr="00773BEC">
        <w:rPr>
          <w:b/>
          <w:noProof w:val="0"/>
        </w:rPr>
        <w:t>private</w:t>
      </w:r>
      <w:r w:rsidRPr="00773BEC">
        <w:rPr>
          <w:noProof w:val="0"/>
        </w:rPr>
        <w:t xml:space="preserve"> </w:t>
      </w:r>
      <w:r w:rsidRPr="00773BEC">
        <w:rPr>
          <w:b/>
          <w:noProof w:val="0"/>
        </w:rPr>
        <w:t>string</w:t>
      </w:r>
      <w:r w:rsidRPr="00773BEC">
        <w:rPr>
          <w:noProof w:val="0"/>
        </w:rPr>
        <w:t xml:space="preserve"> SSN; </w:t>
      </w:r>
    </w:p>
    <w:p w14:paraId="436537B6" w14:textId="77777777" w:rsidR="004C0BEA" w:rsidRPr="00773BEC" w:rsidRDefault="004C0BEA">
      <w:pPr>
        <w:pStyle w:val="PL"/>
        <w:rPr>
          <w:noProof w:val="0"/>
        </w:rPr>
      </w:pPr>
      <w:r w:rsidRPr="00773BEC">
        <w:rPr>
          <w:noProof w:val="0"/>
        </w:rPr>
        <w:t xml:space="preserve"> </w:t>
      </w:r>
    </w:p>
    <w:p w14:paraId="1D1729A5" w14:textId="77777777" w:rsidR="004C0BEA" w:rsidRPr="00773BEC" w:rsidRDefault="004C0BEA">
      <w:pPr>
        <w:pStyle w:val="PL"/>
        <w:rPr>
          <w:noProof w:val="0"/>
        </w:rPr>
      </w:pPr>
      <w:r w:rsidRPr="00773BEC">
        <w:rPr>
          <w:noProof w:val="0"/>
        </w:rPr>
        <w:t xml:space="preserve">        // initializer </w:t>
      </w:r>
    </w:p>
    <w:p w14:paraId="1CA56155" w14:textId="77777777" w:rsidR="004C0BEA" w:rsidRPr="00773BEC" w:rsidRDefault="004C0BEA">
      <w:pPr>
        <w:pStyle w:val="PL"/>
        <w:rPr>
          <w:noProof w:val="0"/>
        </w:rPr>
      </w:pPr>
      <w:r w:rsidRPr="00773BEC">
        <w:rPr>
          <w:noProof w:val="0"/>
        </w:rPr>
        <w:t xml:space="preserve">        </w:t>
      </w:r>
      <w:r w:rsidRPr="00773BEC">
        <w:rPr>
          <w:b/>
          <w:noProof w:val="0"/>
        </w:rPr>
        <w:t>factory</w:t>
      </w:r>
      <w:r w:rsidRPr="00773BEC">
        <w:rPr>
          <w:noProof w:val="0"/>
        </w:rPr>
        <w:t xml:space="preserve"> init(</w:t>
      </w:r>
      <w:r w:rsidRPr="00773BEC">
        <w:rPr>
          <w:b/>
          <w:noProof w:val="0"/>
        </w:rPr>
        <w:t>in</w:t>
      </w:r>
      <w:r w:rsidRPr="00773BEC">
        <w:rPr>
          <w:noProof w:val="0"/>
        </w:rPr>
        <w:t xml:space="preserve"> </w:t>
      </w:r>
      <w:r w:rsidRPr="00773BEC">
        <w:rPr>
          <w:b/>
          <w:noProof w:val="0"/>
        </w:rPr>
        <w:t>string</w:t>
      </w:r>
      <w:r w:rsidRPr="00773BEC">
        <w:rPr>
          <w:noProof w:val="0"/>
        </w:rPr>
        <w:t xml:space="preserve"> name, </w:t>
      </w:r>
      <w:r w:rsidRPr="00773BEC">
        <w:rPr>
          <w:b/>
          <w:noProof w:val="0"/>
        </w:rPr>
        <w:t>in</w:t>
      </w:r>
      <w:r w:rsidRPr="00773BEC">
        <w:rPr>
          <w:noProof w:val="0"/>
        </w:rPr>
        <w:t xml:space="preserve"> </w:t>
      </w:r>
      <w:r w:rsidRPr="00773BEC">
        <w:rPr>
          <w:b/>
          <w:noProof w:val="0"/>
        </w:rPr>
        <w:t>string</w:t>
      </w:r>
      <w:r w:rsidRPr="00773BEC">
        <w:rPr>
          <w:noProof w:val="0"/>
        </w:rPr>
        <w:t xml:space="preserve"> SSN); </w:t>
      </w:r>
    </w:p>
    <w:p w14:paraId="0F93AACF" w14:textId="77777777" w:rsidR="004C0BEA" w:rsidRPr="00773BEC" w:rsidRDefault="004C0BEA">
      <w:pPr>
        <w:pStyle w:val="PL"/>
        <w:rPr>
          <w:noProof w:val="0"/>
        </w:rPr>
      </w:pPr>
      <w:r w:rsidRPr="00773BEC">
        <w:rPr>
          <w:noProof w:val="0"/>
        </w:rPr>
        <w:t xml:space="preserve">    };</w:t>
      </w:r>
    </w:p>
    <w:p w14:paraId="2F0C9221" w14:textId="77777777" w:rsidR="004C0BEA" w:rsidRPr="00773BEC" w:rsidRDefault="004C0BEA">
      <w:pPr>
        <w:pStyle w:val="PL"/>
        <w:rPr>
          <w:noProof w:val="0"/>
        </w:rPr>
      </w:pPr>
    </w:p>
    <w:p w14:paraId="104EC80B" w14:textId="77777777" w:rsidR="004C0BEA" w:rsidRPr="00773BEC" w:rsidRDefault="004C0BEA">
      <w:pPr>
        <w:pStyle w:val="PL"/>
        <w:rPr>
          <w:noProof w:val="0"/>
        </w:rPr>
      </w:pPr>
      <w:r w:rsidRPr="00773BEC">
        <w:rPr>
          <w:noProof w:val="0"/>
        </w:rPr>
        <w:t xml:space="preserve">    // ********************</w:t>
      </w:r>
    </w:p>
    <w:p w14:paraId="395D0F7C" w14:textId="77777777" w:rsidR="004C0BEA" w:rsidRPr="00773BEC" w:rsidRDefault="004C0BEA">
      <w:pPr>
        <w:pStyle w:val="PL"/>
        <w:rPr>
          <w:noProof w:val="0"/>
        </w:rPr>
      </w:pPr>
      <w:r w:rsidRPr="00773BEC">
        <w:rPr>
          <w:noProof w:val="0"/>
        </w:rPr>
        <w:t xml:space="preserve">    // Interface Definition</w:t>
      </w:r>
    </w:p>
    <w:p w14:paraId="4227D872" w14:textId="77777777" w:rsidR="004C0BEA" w:rsidRPr="00773BEC" w:rsidRDefault="004C0BEA">
      <w:pPr>
        <w:pStyle w:val="PL"/>
        <w:rPr>
          <w:noProof w:val="0"/>
        </w:rPr>
      </w:pPr>
      <w:r w:rsidRPr="00773BEC">
        <w:rPr>
          <w:noProof w:val="0"/>
        </w:rPr>
        <w:t xml:space="preserve">    // ********************</w:t>
      </w:r>
    </w:p>
    <w:p w14:paraId="0DA7636F" w14:textId="77777777" w:rsidR="004C0BEA" w:rsidRPr="00773BEC" w:rsidRDefault="004C0BEA">
      <w:pPr>
        <w:pStyle w:val="PL"/>
        <w:rPr>
          <w:noProof w:val="0"/>
        </w:rPr>
      </w:pPr>
      <w:r w:rsidRPr="00773BEC">
        <w:rPr>
          <w:noProof w:val="0"/>
        </w:rPr>
        <w:t xml:space="preserve">    </w:t>
      </w:r>
      <w:r w:rsidRPr="00773BEC">
        <w:rPr>
          <w:b/>
          <w:noProof w:val="0"/>
        </w:rPr>
        <w:t>interface</w:t>
      </w:r>
      <w:r w:rsidRPr="00773BEC">
        <w:rPr>
          <w:noProof w:val="0"/>
        </w:rPr>
        <w:t xml:space="preserve"> NamingContext {</w:t>
      </w:r>
    </w:p>
    <w:p w14:paraId="699E60E1" w14:textId="77777777" w:rsidR="004C0BEA" w:rsidRPr="00773BEC" w:rsidRDefault="004C0BEA">
      <w:pPr>
        <w:pStyle w:val="PL"/>
        <w:rPr>
          <w:noProof w:val="0"/>
        </w:rPr>
      </w:pPr>
      <w:r w:rsidRPr="00773BEC">
        <w:rPr>
          <w:noProof w:val="0"/>
        </w:rPr>
        <w:t xml:space="preserve">        </w:t>
      </w:r>
      <w:r w:rsidRPr="00773BEC">
        <w:rPr>
          <w:b/>
          <w:noProof w:val="0"/>
        </w:rPr>
        <w:t>attribute</w:t>
      </w:r>
      <w:r w:rsidRPr="00773BEC">
        <w:rPr>
          <w:noProof w:val="0"/>
        </w:rPr>
        <w:t xml:space="preserve"> </w:t>
      </w:r>
      <w:r w:rsidRPr="00773BEC">
        <w:rPr>
          <w:b/>
          <w:noProof w:val="0"/>
        </w:rPr>
        <w:t>string</w:t>
      </w:r>
      <w:r w:rsidRPr="00773BEC">
        <w:rPr>
          <w:noProof w:val="0"/>
        </w:rPr>
        <w:t xml:space="preserve"> object_type;</w:t>
      </w:r>
    </w:p>
    <w:p w14:paraId="7BF7837B" w14:textId="77777777" w:rsidR="004C0BEA" w:rsidRPr="00773BEC" w:rsidRDefault="004C0BEA">
      <w:pPr>
        <w:pStyle w:val="PL"/>
        <w:rPr>
          <w:noProof w:val="0"/>
        </w:rPr>
      </w:pPr>
      <w:r w:rsidRPr="00773BEC">
        <w:rPr>
          <w:noProof w:val="0"/>
        </w:rPr>
        <w:t xml:space="preserve">        </w:t>
      </w:r>
      <w:r w:rsidRPr="00773BEC">
        <w:rPr>
          <w:b/>
          <w:noProof w:val="0"/>
        </w:rPr>
        <w:t>readonly</w:t>
      </w:r>
      <w:r w:rsidRPr="00773BEC">
        <w:rPr>
          <w:noProof w:val="0"/>
        </w:rPr>
        <w:t xml:space="preserve"> </w:t>
      </w:r>
      <w:r w:rsidRPr="00773BEC">
        <w:rPr>
          <w:b/>
          <w:noProof w:val="0"/>
        </w:rPr>
        <w:t>attribute</w:t>
      </w:r>
      <w:r w:rsidRPr="00773BEC">
        <w:rPr>
          <w:noProof w:val="0"/>
        </w:rPr>
        <w:t xml:space="preserve"> Key external_form_id;</w:t>
      </w:r>
    </w:p>
    <w:p w14:paraId="617C0D87" w14:textId="77777777" w:rsidR="004C0BEA" w:rsidRPr="00773BEC" w:rsidRDefault="004C0BEA">
      <w:pPr>
        <w:pStyle w:val="PL"/>
        <w:rPr>
          <w:noProof w:val="0"/>
        </w:rPr>
      </w:pPr>
      <w:r w:rsidRPr="00773BEC">
        <w:rPr>
          <w:noProof w:val="0"/>
        </w:rPr>
        <w:t xml:space="preserve">        </w:t>
      </w:r>
    </w:p>
    <w:p w14:paraId="6F1FDA05" w14:textId="77777777" w:rsidR="004C0BEA" w:rsidRPr="00773BEC" w:rsidRDefault="004C0BEA">
      <w:pPr>
        <w:pStyle w:val="PL"/>
        <w:rPr>
          <w:noProof w:val="0"/>
        </w:rPr>
      </w:pPr>
      <w:r w:rsidRPr="00773BEC">
        <w:rPr>
          <w:noProof w:val="0"/>
        </w:rPr>
        <w:t xml:space="preserve">        </w:t>
      </w:r>
      <w:r w:rsidRPr="00773BEC">
        <w:rPr>
          <w:b/>
          <w:noProof w:val="0"/>
        </w:rPr>
        <w:t>exception</w:t>
      </w:r>
      <w:r w:rsidRPr="00773BEC">
        <w:rPr>
          <w:noProof w:val="0"/>
        </w:rPr>
        <w:t xml:space="preserve"> NotFound</w:t>
      </w:r>
      <w:r w:rsidR="008C2749" w:rsidRPr="00773BEC">
        <w:rPr>
          <w:noProof w:val="0"/>
        </w:rPr>
        <w:t>Exception</w:t>
      </w:r>
      <w:r w:rsidRPr="00773BEC">
        <w:rPr>
          <w:noProof w:val="0"/>
        </w:rPr>
        <w:t xml:space="preserve"> { </w:t>
      </w:r>
    </w:p>
    <w:p w14:paraId="33FBD3D3" w14:textId="77777777" w:rsidR="004C0BEA" w:rsidRPr="00773BEC" w:rsidRDefault="004C0BEA">
      <w:pPr>
        <w:pStyle w:val="PL"/>
        <w:rPr>
          <w:noProof w:val="0"/>
        </w:rPr>
      </w:pPr>
      <w:r w:rsidRPr="00773BEC">
        <w:rPr>
          <w:noProof w:val="0"/>
        </w:rPr>
        <w:t xml:space="preserve">            NotFoundReason why;</w:t>
      </w:r>
    </w:p>
    <w:p w14:paraId="5EFA0F9B" w14:textId="77777777" w:rsidR="004C0BEA" w:rsidRPr="00773BEC" w:rsidRDefault="004C0BEA">
      <w:pPr>
        <w:pStyle w:val="PL"/>
        <w:rPr>
          <w:noProof w:val="0"/>
        </w:rPr>
      </w:pPr>
      <w:r w:rsidRPr="00773BEC">
        <w:rPr>
          <w:noProof w:val="0"/>
        </w:rPr>
        <w:t xml:space="preserve">            Name rest_of_name;</w:t>
      </w:r>
    </w:p>
    <w:p w14:paraId="3A3591DD" w14:textId="77777777" w:rsidR="004C0BEA" w:rsidRPr="00773BEC" w:rsidRDefault="004C0BEA">
      <w:pPr>
        <w:pStyle w:val="PL"/>
        <w:rPr>
          <w:noProof w:val="0"/>
        </w:rPr>
      </w:pPr>
      <w:r w:rsidRPr="00773BEC">
        <w:rPr>
          <w:noProof w:val="0"/>
        </w:rPr>
        <w:t xml:space="preserve">        };</w:t>
      </w:r>
    </w:p>
    <w:p w14:paraId="34299BFC" w14:textId="77777777" w:rsidR="004C0BEA" w:rsidRPr="00773BEC" w:rsidRDefault="004C0BEA">
      <w:pPr>
        <w:pStyle w:val="PL"/>
        <w:rPr>
          <w:noProof w:val="0"/>
        </w:rPr>
      </w:pPr>
    </w:p>
    <w:p w14:paraId="3B51DE13" w14:textId="77777777" w:rsidR="004C0BEA" w:rsidRPr="00773BEC" w:rsidRDefault="004C0BEA">
      <w:pPr>
        <w:pStyle w:val="PL"/>
        <w:rPr>
          <w:noProof w:val="0"/>
        </w:rPr>
      </w:pPr>
      <w:r w:rsidRPr="00773BEC">
        <w:rPr>
          <w:noProof w:val="0"/>
        </w:rPr>
        <w:t xml:space="preserve">        MyString bind( </w:t>
      </w:r>
      <w:r w:rsidRPr="00773BEC">
        <w:rPr>
          <w:b/>
          <w:noProof w:val="0"/>
        </w:rPr>
        <w:t>in</w:t>
      </w:r>
      <w:r w:rsidRPr="00773BEC">
        <w:rPr>
          <w:noProof w:val="0"/>
        </w:rPr>
        <w:t xml:space="preserve"> Name n, </w:t>
      </w:r>
      <w:r w:rsidRPr="00773BEC">
        <w:rPr>
          <w:b/>
          <w:noProof w:val="0"/>
        </w:rPr>
        <w:t>inout</w:t>
      </w:r>
      <w:r w:rsidRPr="00773BEC">
        <w:rPr>
          <w:noProof w:val="0"/>
        </w:rPr>
        <w:t xml:space="preserve"> Object obj, </w:t>
      </w:r>
      <w:r w:rsidRPr="00773BEC">
        <w:rPr>
          <w:b/>
          <w:noProof w:val="0"/>
        </w:rPr>
        <w:t>out</w:t>
      </w:r>
      <w:r w:rsidRPr="00773BEC">
        <w:rPr>
          <w:noProof w:val="0"/>
        </w:rPr>
        <w:t xml:space="preserve"> Object myObj )             </w:t>
      </w:r>
    </w:p>
    <w:p w14:paraId="4EC15C56" w14:textId="77777777" w:rsidR="004C0BEA" w:rsidRPr="00773BEC" w:rsidRDefault="004C0BEA">
      <w:pPr>
        <w:pStyle w:val="PL"/>
        <w:rPr>
          <w:noProof w:val="0"/>
        </w:rPr>
      </w:pPr>
      <w:r w:rsidRPr="00773BEC">
        <w:rPr>
          <w:noProof w:val="0"/>
        </w:rPr>
        <w:t xml:space="preserve">            </w:t>
      </w:r>
      <w:r w:rsidRPr="00773BEC">
        <w:rPr>
          <w:b/>
          <w:noProof w:val="0"/>
        </w:rPr>
        <w:t>raises</w:t>
      </w:r>
      <w:r w:rsidRPr="00773BEC">
        <w:rPr>
          <w:noProof w:val="0"/>
        </w:rPr>
        <w:t>( NotFound</w:t>
      </w:r>
      <w:r w:rsidR="008C2749" w:rsidRPr="00773BEC">
        <w:rPr>
          <w:noProof w:val="0"/>
        </w:rPr>
        <w:t>Exception</w:t>
      </w:r>
      <w:r w:rsidRPr="00773BEC">
        <w:rPr>
          <w:noProof w:val="0"/>
        </w:rPr>
        <w:t xml:space="preserve"> ) </w:t>
      </w:r>
      <w:r w:rsidRPr="00773BEC">
        <w:rPr>
          <w:b/>
          <w:noProof w:val="0"/>
        </w:rPr>
        <w:t>context</w:t>
      </w:r>
      <w:r w:rsidRPr="00773BEC">
        <w:rPr>
          <w:noProof w:val="0"/>
        </w:rPr>
        <w:t xml:space="preserve"> ( "Hostname" );</w:t>
      </w:r>
    </w:p>
    <w:p w14:paraId="6B003C7C" w14:textId="77777777" w:rsidR="004C0BEA" w:rsidRPr="00773BEC" w:rsidRDefault="004C0BEA">
      <w:pPr>
        <w:pStyle w:val="PL"/>
        <w:rPr>
          <w:noProof w:val="0"/>
        </w:rPr>
      </w:pPr>
    </w:p>
    <w:p w14:paraId="031D5ACF" w14:textId="77777777" w:rsidR="004C0BEA" w:rsidRPr="00773BEC" w:rsidRDefault="004C0BEA">
      <w:pPr>
        <w:pStyle w:val="PL"/>
        <w:rPr>
          <w:noProof w:val="0"/>
        </w:rPr>
      </w:pPr>
      <w:r w:rsidRPr="00773BEC">
        <w:rPr>
          <w:noProof w:val="0"/>
        </w:rPr>
        <w:t xml:space="preserve">        </w:t>
      </w:r>
      <w:r w:rsidRPr="00773BEC">
        <w:rPr>
          <w:b/>
          <w:noProof w:val="0"/>
        </w:rPr>
        <w:t>oneway</w:t>
      </w:r>
      <w:r w:rsidRPr="00773BEC">
        <w:rPr>
          <w:noProof w:val="0"/>
        </w:rPr>
        <w:t xml:space="preserve"> </w:t>
      </w:r>
      <w:r w:rsidRPr="00773BEC">
        <w:rPr>
          <w:b/>
          <w:noProof w:val="0"/>
        </w:rPr>
        <w:t>void</w:t>
      </w:r>
      <w:r w:rsidRPr="00773BEC">
        <w:rPr>
          <w:noProof w:val="0"/>
        </w:rPr>
        <w:t xml:space="preserve"> rebind( </w:t>
      </w:r>
      <w:r w:rsidRPr="00773BEC">
        <w:rPr>
          <w:b/>
          <w:noProof w:val="0"/>
        </w:rPr>
        <w:t>in</w:t>
      </w:r>
      <w:r w:rsidRPr="00773BEC">
        <w:rPr>
          <w:noProof w:val="0"/>
        </w:rPr>
        <w:t xml:space="preserve"> Name n, </w:t>
      </w:r>
      <w:r w:rsidRPr="00773BEC">
        <w:rPr>
          <w:b/>
          <w:noProof w:val="0"/>
        </w:rPr>
        <w:t>in</w:t>
      </w:r>
      <w:r w:rsidRPr="00773BEC">
        <w:rPr>
          <w:noProof w:val="0"/>
        </w:rPr>
        <w:t xml:space="preserve"> Object obj );   </w:t>
      </w:r>
    </w:p>
    <w:p w14:paraId="1831711F" w14:textId="77777777" w:rsidR="004C0BEA" w:rsidRPr="00773BEC" w:rsidRDefault="004C0BEA">
      <w:pPr>
        <w:pStyle w:val="PL"/>
        <w:rPr>
          <w:noProof w:val="0"/>
        </w:rPr>
      </w:pPr>
    </w:p>
    <w:p w14:paraId="3BCD7567" w14:textId="77777777" w:rsidR="004C0BEA" w:rsidRPr="00773BEC" w:rsidRDefault="004C0BEA">
      <w:pPr>
        <w:pStyle w:val="PL"/>
        <w:rPr>
          <w:noProof w:val="0"/>
        </w:rPr>
      </w:pPr>
      <w:r w:rsidRPr="00773BEC">
        <w:rPr>
          <w:noProof w:val="0"/>
        </w:rPr>
        <w:t xml:space="preserve">    }; // end of interface NamingContext</w:t>
      </w:r>
    </w:p>
    <w:p w14:paraId="541DB14E" w14:textId="77777777" w:rsidR="004C0BEA" w:rsidRPr="00773BEC" w:rsidRDefault="004C0BEA">
      <w:pPr>
        <w:pStyle w:val="PL"/>
        <w:rPr>
          <w:noProof w:val="0"/>
        </w:rPr>
      </w:pPr>
    </w:p>
    <w:p w14:paraId="1227E2B8" w14:textId="77777777" w:rsidR="004C0BEA" w:rsidRPr="00773BEC" w:rsidRDefault="004C0BEA">
      <w:pPr>
        <w:pStyle w:val="PL"/>
        <w:rPr>
          <w:noProof w:val="0"/>
        </w:rPr>
      </w:pPr>
      <w:r w:rsidRPr="00773BEC">
        <w:rPr>
          <w:noProof w:val="0"/>
        </w:rPr>
        <w:t>}; // end of module ttcnExample</w:t>
      </w:r>
    </w:p>
    <w:p w14:paraId="1F31571B" w14:textId="77777777" w:rsidR="004C0BEA" w:rsidRPr="00773BEC" w:rsidRDefault="004C0BEA">
      <w:pPr>
        <w:pStyle w:val="PL"/>
        <w:rPr>
          <w:noProof w:val="0"/>
        </w:rPr>
      </w:pPr>
    </w:p>
    <w:p w14:paraId="42E76B5E" w14:textId="77777777" w:rsidR="004C0BEA" w:rsidRPr="00773BEC" w:rsidRDefault="004C0BEA" w:rsidP="0001607F">
      <w:pPr>
        <w:pStyle w:val="Heading1"/>
      </w:pPr>
      <w:bookmarkStart w:id="265" w:name="_Toc65592102"/>
      <w:bookmarkStart w:id="266" w:name="_Toc65593267"/>
      <w:bookmarkStart w:id="267" w:name="_Toc65757537"/>
      <w:bookmarkStart w:id="268" w:name="_Toc73104490"/>
      <w:r w:rsidRPr="00773BEC">
        <w:t>A.</w:t>
      </w:r>
      <w:r w:rsidR="0001607F" w:rsidRPr="00773BEC">
        <w:t>3</w:t>
      </w:r>
      <w:r w:rsidRPr="00773BEC">
        <w:tab/>
        <w:t>Derived TTCN-3 specification</w:t>
      </w:r>
      <w:bookmarkEnd w:id="265"/>
      <w:bookmarkEnd w:id="266"/>
      <w:bookmarkEnd w:id="267"/>
      <w:bookmarkEnd w:id="268"/>
    </w:p>
    <w:p w14:paraId="430ED6B5" w14:textId="77777777" w:rsidR="004C0BEA" w:rsidRPr="00773BEC" w:rsidRDefault="004C0BEA">
      <w:pPr>
        <w:pStyle w:val="PL"/>
        <w:rPr>
          <w:noProof w:val="0"/>
        </w:rPr>
      </w:pPr>
      <w:r w:rsidRPr="00773BEC">
        <w:rPr>
          <w:b/>
          <w:noProof w:val="0"/>
        </w:rPr>
        <w:t xml:space="preserve">module </w:t>
      </w:r>
      <w:r w:rsidRPr="00773BEC">
        <w:rPr>
          <w:noProof w:val="0"/>
        </w:rPr>
        <w:t>ttcnExample {</w:t>
      </w:r>
    </w:p>
    <w:p w14:paraId="2B4FA443" w14:textId="77777777" w:rsidR="004C0BEA" w:rsidRPr="00773BEC" w:rsidRDefault="004C0BEA">
      <w:pPr>
        <w:pStyle w:val="PL"/>
        <w:rPr>
          <w:b/>
          <w:noProof w:val="0"/>
        </w:rPr>
      </w:pPr>
      <w:r w:rsidRPr="00773BEC">
        <w:rPr>
          <w:b/>
          <w:noProof w:val="0"/>
        </w:rPr>
        <w:tab/>
      </w:r>
      <w:r w:rsidRPr="00773BEC">
        <w:rPr>
          <w:b/>
          <w:noProof w:val="0"/>
        </w:rPr>
        <w:tab/>
        <w:t xml:space="preserve">import from </w:t>
      </w:r>
      <w:r w:rsidRPr="00773BEC">
        <w:rPr>
          <w:noProof w:val="0"/>
        </w:rPr>
        <w:t>IDLaux</w:t>
      </w:r>
      <w:r w:rsidRPr="00773BEC">
        <w:rPr>
          <w:b/>
          <w:noProof w:val="0"/>
        </w:rPr>
        <w:t xml:space="preserve"> all;</w:t>
      </w:r>
    </w:p>
    <w:p w14:paraId="295D7542" w14:textId="77777777" w:rsidR="004C0BEA" w:rsidRPr="00773BEC" w:rsidRDefault="004C0BEA">
      <w:pPr>
        <w:pStyle w:val="PL"/>
        <w:rPr>
          <w:noProof w:val="0"/>
        </w:rPr>
      </w:pPr>
      <w:r w:rsidRPr="00773BEC">
        <w:rPr>
          <w:noProof w:val="0"/>
        </w:rPr>
        <w:tab/>
      </w:r>
      <w:r w:rsidRPr="00773BEC">
        <w:rPr>
          <w:noProof w:val="0"/>
        </w:rPr>
        <w:tab/>
        <w:t>// ********************************</w:t>
      </w:r>
    </w:p>
    <w:p w14:paraId="0168336E" w14:textId="77777777" w:rsidR="004C0BEA" w:rsidRPr="00773BEC" w:rsidRDefault="004C0BEA">
      <w:pPr>
        <w:pStyle w:val="PL"/>
        <w:rPr>
          <w:noProof w:val="0"/>
        </w:rPr>
      </w:pPr>
      <w:r w:rsidRPr="00773BEC">
        <w:rPr>
          <w:noProof w:val="0"/>
        </w:rPr>
        <w:tab/>
      </w:r>
      <w:r w:rsidRPr="00773BEC">
        <w:rPr>
          <w:noProof w:val="0"/>
        </w:rPr>
        <w:tab/>
        <w:t>// Mapping of the IDL Specification</w:t>
      </w:r>
    </w:p>
    <w:p w14:paraId="1589BD42" w14:textId="77777777" w:rsidR="004C0BEA" w:rsidRPr="00773BEC" w:rsidRDefault="004C0BEA">
      <w:pPr>
        <w:pStyle w:val="PL"/>
        <w:rPr>
          <w:noProof w:val="0"/>
        </w:rPr>
      </w:pPr>
      <w:r w:rsidRPr="00773BEC">
        <w:rPr>
          <w:noProof w:val="0"/>
        </w:rPr>
        <w:tab/>
      </w:r>
      <w:r w:rsidRPr="00773BEC">
        <w:rPr>
          <w:noProof w:val="0"/>
        </w:rPr>
        <w:tab/>
        <w:t>// ********************************</w:t>
      </w:r>
    </w:p>
    <w:p w14:paraId="602E4C97" w14:textId="77777777" w:rsidR="004C0BEA" w:rsidRPr="00773BEC" w:rsidRDefault="004C0BEA">
      <w:pPr>
        <w:pStyle w:val="PL"/>
        <w:rPr>
          <w:noProof w:val="0"/>
        </w:rPr>
      </w:pPr>
    </w:p>
    <w:p w14:paraId="6B3D2A5C" w14:textId="77777777" w:rsidR="004C0BEA" w:rsidRPr="00773BEC" w:rsidRDefault="004C0BEA">
      <w:pPr>
        <w:pStyle w:val="PL"/>
        <w:rPr>
          <w:noProof w:val="0"/>
        </w:rPr>
      </w:pPr>
      <w:r w:rsidRPr="00773BEC">
        <w:rPr>
          <w:noProof w:val="0"/>
        </w:rPr>
        <w:tab/>
      </w:r>
      <w:r w:rsidRPr="00773BEC">
        <w:rPr>
          <w:noProof w:val="0"/>
        </w:rPr>
        <w:tab/>
        <w:t>// **********************</w:t>
      </w:r>
    </w:p>
    <w:p w14:paraId="248F0A5A" w14:textId="77777777" w:rsidR="004C0BEA" w:rsidRPr="00773BEC" w:rsidRDefault="004C0BEA">
      <w:pPr>
        <w:pStyle w:val="PL"/>
        <w:rPr>
          <w:noProof w:val="0"/>
        </w:rPr>
      </w:pPr>
      <w:r w:rsidRPr="00773BEC">
        <w:rPr>
          <w:noProof w:val="0"/>
        </w:rPr>
        <w:tab/>
      </w:r>
      <w:r w:rsidRPr="00773BEC">
        <w:rPr>
          <w:noProof w:val="0"/>
        </w:rPr>
        <w:tab/>
        <w:t>// Mapping of Basic Types</w:t>
      </w:r>
    </w:p>
    <w:p w14:paraId="1E8CED26" w14:textId="77777777" w:rsidR="004C0BEA" w:rsidRPr="00773BEC" w:rsidRDefault="004C0BEA">
      <w:pPr>
        <w:pStyle w:val="PL"/>
        <w:rPr>
          <w:noProof w:val="0"/>
        </w:rPr>
      </w:pPr>
      <w:r w:rsidRPr="00773BEC">
        <w:rPr>
          <w:noProof w:val="0"/>
        </w:rPr>
        <w:tab/>
      </w:r>
      <w:r w:rsidRPr="00773BEC">
        <w:rPr>
          <w:noProof w:val="0"/>
        </w:rPr>
        <w:tab/>
        <w:t>// **********************</w:t>
      </w:r>
    </w:p>
    <w:p w14:paraId="1F72851A" w14:textId="77777777" w:rsidR="004C0BEA" w:rsidRPr="00773BEC" w:rsidRDefault="004C0BEA">
      <w:pPr>
        <w:pStyle w:val="PL"/>
        <w:rPr>
          <w:b/>
          <w:noProof w:val="0"/>
        </w:rPr>
      </w:pPr>
      <w:r w:rsidRPr="00773BEC">
        <w:rPr>
          <w:b/>
          <w:noProof w:val="0"/>
        </w:rPr>
        <w:tab/>
      </w:r>
      <w:r w:rsidRPr="00773BEC">
        <w:rPr>
          <w:b/>
          <w:noProof w:val="0"/>
        </w:rPr>
        <w:tab/>
        <w:t>const long number           := oct2int('17'O) ;</w:t>
      </w:r>
    </w:p>
    <w:p w14:paraId="0768F610" w14:textId="77777777" w:rsidR="004C0BEA" w:rsidRPr="00773BEC" w:rsidRDefault="004C0BEA">
      <w:pPr>
        <w:pStyle w:val="PL"/>
        <w:rPr>
          <w:b/>
          <w:noProof w:val="0"/>
        </w:rPr>
      </w:pPr>
      <w:r w:rsidRPr="00773BEC">
        <w:rPr>
          <w:b/>
          <w:noProof w:val="0"/>
        </w:rPr>
        <w:tab/>
      </w:r>
      <w:r w:rsidRPr="00773BEC">
        <w:rPr>
          <w:b/>
          <w:noProof w:val="0"/>
        </w:rPr>
        <w:tab/>
        <w:t>const long size             := oct2int(int2oct(oct2int(int2oct(number,4)&lt;&lt;3) mod hex2int('1F'H),4) and4b '0123'O);</w:t>
      </w:r>
    </w:p>
    <w:p w14:paraId="60B47F74" w14:textId="77777777" w:rsidR="004C0BEA" w:rsidRPr="00773BEC" w:rsidRDefault="004C0BEA">
      <w:pPr>
        <w:pStyle w:val="PL"/>
        <w:rPr>
          <w:b/>
          <w:noProof w:val="0"/>
        </w:rPr>
      </w:pPr>
      <w:r w:rsidRPr="00773BEC">
        <w:rPr>
          <w:b/>
          <w:noProof w:val="0"/>
        </w:rPr>
        <w:tab/>
      </w:r>
      <w:r w:rsidRPr="00773BEC">
        <w:rPr>
          <w:b/>
          <w:noProof w:val="0"/>
        </w:rPr>
        <w:tab/>
        <w:t>const IEEE754float decimal  := 15.7;</w:t>
      </w:r>
    </w:p>
    <w:p w14:paraId="078A7576" w14:textId="77777777" w:rsidR="004C0BEA" w:rsidRPr="00773BEC" w:rsidRDefault="004C0BEA">
      <w:pPr>
        <w:pStyle w:val="PL"/>
        <w:rPr>
          <w:b/>
          <w:noProof w:val="0"/>
        </w:rPr>
      </w:pPr>
    </w:p>
    <w:p w14:paraId="65C8EE0E" w14:textId="77777777" w:rsidR="00346144" w:rsidRPr="00773BEC" w:rsidRDefault="00346144" w:rsidP="00346144">
      <w:pPr>
        <w:pStyle w:val="PL"/>
        <w:rPr>
          <w:b/>
          <w:noProof w:val="0"/>
        </w:rPr>
      </w:pPr>
      <w:r w:rsidRPr="00773BEC">
        <w:rPr>
          <w:b/>
          <w:noProof w:val="0"/>
        </w:rPr>
        <w:t xml:space="preserve">    </w:t>
      </w:r>
      <w:r w:rsidRPr="00773BEC">
        <w:rPr>
          <w:b/>
          <w:noProof w:val="0"/>
        </w:rPr>
        <w:tab/>
        <w:t xml:space="preserve">type universal charstring </w:t>
      </w:r>
      <w:r w:rsidRPr="00773BEC">
        <w:rPr>
          <w:noProof w:val="0"/>
        </w:rPr>
        <w:t>uchar</w:t>
      </w:r>
      <w:r w:rsidRPr="00773BEC">
        <w:rPr>
          <w:b/>
          <w:noProof w:val="0"/>
        </w:rPr>
        <w:t xml:space="preserve"> length</w:t>
      </w:r>
      <w:r w:rsidRPr="00773BEC">
        <w:rPr>
          <w:noProof w:val="0"/>
        </w:rPr>
        <w:t>(1)</w:t>
      </w:r>
      <w:r w:rsidRPr="00773BEC">
        <w:rPr>
          <w:b/>
          <w:noProof w:val="0"/>
        </w:rPr>
        <w:t xml:space="preserve">; </w:t>
      </w:r>
    </w:p>
    <w:p w14:paraId="68618625" w14:textId="77777777" w:rsidR="004C0BEA" w:rsidRPr="00773BEC" w:rsidRDefault="004C0BEA">
      <w:pPr>
        <w:pStyle w:val="PL"/>
        <w:rPr>
          <w:b/>
          <w:noProof w:val="0"/>
        </w:rPr>
      </w:pPr>
      <w:r w:rsidRPr="00773BEC">
        <w:rPr>
          <w:b/>
          <w:noProof w:val="0"/>
        </w:rPr>
        <w:tab/>
      </w:r>
      <w:r w:rsidRPr="00773BEC">
        <w:rPr>
          <w:b/>
          <w:noProof w:val="0"/>
        </w:rPr>
        <w:tab/>
        <w:t xml:space="preserve">type </w:t>
      </w:r>
      <w:r w:rsidR="00346144" w:rsidRPr="00773BEC">
        <w:rPr>
          <w:b/>
          <w:noProof w:val="0"/>
        </w:rPr>
        <w:t xml:space="preserve">uchar </w:t>
      </w:r>
      <w:r w:rsidRPr="00773BEC">
        <w:rPr>
          <w:b/>
          <w:noProof w:val="0"/>
        </w:rPr>
        <w:t>iso8859char (char ( 0,0,0,0 ) .. char ( 0,0,0,255))</w:t>
      </w:r>
    </w:p>
    <w:p w14:paraId="00642B56" w14:textId="77777777" w:rsidR="004C0BEA" w:rsidRPr="00773BEC" w:rsidRDefault="004C0BEA">
      <w:pPr>
        <w:pStyle w:val="PL"/>
        <w:rPr>
          <w:b/>
          <w:noProof w:val="0"/>
        </w:rPr>
      </w:pPr>
      <w:r w:rsidRPr="00773BEC">
        <w:rPr>
          <w:b/>
          <w:noProof w:val="0"/>
        </w:rPr>
        <w:t xml:space="preserve">    </w:t>
      </w:r>
      <w:r w:rsidRPr="00773BEC">
        <w:rPr>
          <w:b/>
          <w:noProof w:val="0"/>
        </w:rPr>
        <w:tab/>
        <w:t>with { variant "8 bit" };</w:t>
      </w:r>
    </w:p>
    <w:p w14:paraId="1DDF3951" w14:textId="77777777" w:rsidR="004C0BEA" w:rsidRPr="00773BEC" w:rsidRDefault="004C0BEA">
      <w:pPr>
        <w:pStyle w:val="PL"/>
        <w:rPr>
          <w:b/>
          <w:noProof w:val="0"/>
        </w:rPr>
      </w:pPr>
    </w:p>
    <w:p w14:paraId="17A69F50" w14:textId="77777777" w:rsidR="004C0BEA" w:rsidRPr="00773BEC" w:rsidRDefault="004C0BEA">
      <w:pPr>
        <w:pStyle w:val="PL"/>
        <w:rPr>
          <w:b/>
          <w:noProof w:val="0"/>
        </w:rPr>
      </w:pPr>
      <w:r w:rsidRPr="00773BEC">
        <w:rPr>
          <w:b/>
          <w:noProof w:val="0"/>
        </w:rPr>
        <w:tab/>
      </w:r>
      <w:r w:rsidRPr="00773BEC">
        <w:rPr>
          <w:b/>
          <w:noProof w:val="0"/>
        </w:rPr>
        <w:tab/>
        <w:t>const iso8859char          letter     := "A";</w:t>
      </w:r>
    </w:p>
    <w:p w14:paraId="6E3A7B7A" w14:textId="77777777" w:rsidR="004C0BEA" w:rsidRPr="00773BEC" w:rsidRDefault="004C0BEA">
      <w:pPr>
        <w:pStyle w:val="PL"/>
        <w:rPr>
          <w:b/>
          <w:noProof w:val="0"/>
        </w:rPr>
      </w:pPr>
      <w:r w:rsidRPr="00773BEC">
        <w:rPr>
          <w:b/>
          <w:noProof w:val="0"/>
        </w:rPr>
        <w:tab/>
      </w:r>
      <w:r w:rsidRPr="00773BEC">
        <w:rPr>
          <w:b/>
          <w:noProof w:val="0"/>
        </w:rPr>
        <w:tab/>
        <w:t xml:space="preserve">const </w:t>
      </w:r>
      <w:r w:rsidR="00346144" w:rsidRPr="00773BEC">
        <w:rPr>
          <w:b/>
          <w:noProof w:val="0"/>
        </w:rPr>
        <w:t xml:space="preserve">uchar       </w:t>
      </w:r>
      <w:r w:rsidRPr="00773BEC">
        <w:rPr>
          <w:b/>
          <w:noProof w:val="0"/>
        </w:rPr>
        <w:t xml:space="preserve">      </w:t>
      </w:r>
      <w:r w:rsidR="00346144" w:rsidRPr="00773BEC">
        <w:rPr>
          <w:b/>
          <w:noProof w:val="0"/>
        </w:rPr>
        <w:t xml:space="preserve">   </w:t>
      </w:r>
      <w:r w:rsidRPr="00773BEC">
        <w:rPr>
          <w:b/>
          <w:noProof w:val="0"/>
        </w:rPr>
        <w:t>wideLetter := "A";</w:t>
      </w:r>
    </w:p>
    <w:p w14:paraId="549FF918" w14:textId="77777777" w:rsidR="004C0BEA" w:rsidRPr="00773BEC" w:rsidRDefault="004C0BEA">
      <w:pPr>
        <w:pStyle w:val="PL"/>
        <w:rPr>
          <w:b/>
          <w:noProof w:val="0"/>
        </w:rPr>
      </w:pPr>
    </w:p>
    <w:p w14:paraId="1823FEA3" w14:textId="77777777" w:rsidR="004C0BEA" w:rsidRPr="00773BEC" w:rsidRDefault="004C0BEA">
      <w:pPr>
        <w:pStyle w:val="PL"/>
        <w:rPr>
          <w:b/>
          <w:noProof w:val="0"/>
        </w:rPr>
      </w:pPr>
      <w:r w:rsidRPr="00773BEC">
        <w:rPr>
          <w:b/>
          <w:noProof w:val="0"/>
        </w:rPr>
        <w:tab/>
      </w:r>
      <w:r w:rsidRPr="00773BEC">
        <w:rPr>
          <w:b/>
          <w:noProof w:val="0"/>
        </w:rPr>
        <w:tab/>
        <w:t xml:space="preserve">const boolean              isValid    := true; </w:t>
      </w:r>
    </w:p>
    <w:p w14:paraId="37EC82CA" w14:textId="77777777" w:rsidR="004C0BEA" w:rsidRPr="00773BEC" w:rsidRDefault="004C0BEA">
      <w:pPr>
        <w:pStyle w:val="PL"/>
        <w:rPr>
          <w:b/>
          <w:noProof w:val="0"/>
        </w:rPr>
      </w:pPr>
      <w:r w:rsidRPr="00773BEC">
        <w:rPr>
          <w:b/>
          <w:noProof w:val="0"/>
        </w:rPr>
        <w:tab/>
      </w:r>
      <w:r w:rsidRPr="00773BEC">
        <w:rPr>
          <w:b/>
          <w:noProof w:val="0"/>
        </w:rPr>
        <w:tab/>
        <w:t>const octetstring          anOctet    := hex2oct('55'H);</w:t>
      </w:r>
    </w:p>
    <w:p w14:paraId="0762557B" w14:textId="77777777" w:rsidR="004C0BEA" w:rsidRPr="00773BEC" w:rsidRDefault="004C0BEA">
      <w:pPr>
        <w:pStyle w:val="PL"/>
        <w:rPr>
          <w:b/>
          <w:noProof w:val="0"/>
        </w:rPr>
      </w:pPr>
    </w:p>
    <w:p w14:paraId="6275F7D8" w14:textId="77777777" w:rsidR="004C0BEA" w:rsidRPr="00773BEC" w:rsidRDefault="004C0BEA">
      <w:pPr>
        <w:pStyle w:val="PL"/>
        <w:rPr>
          <w:b/>
          <w:noProof w:val="0"/>
        </w:rPr>
      </w:pPr>
      <w:r w:rsidRPr="00773BEC">
        <w:rPr>
          <w:b/>
          <w:noProof w:val="0"/>
        </w:rPr>
        <w:tab/>
      </w:r>
      <w:r w:rsidRPr="00773BEC">
        <w:rPr>
          <w:b/>
          <w:noProof w:val="0"/>
        </w:rPr>
        <w:tab/>
        <w:t>const iso8859string        myName     := "my name";</w:t>
      </w:r>
    </w:p>
    <w:p w14:paraId="62B20118" w14:textId="77777777" w:rsidR="004C0BEA" w:rsidRPr="00773BEC" w:rsidRDefault="004C0BEA">
      <w:pPr>
        <w:pStyle w:val="PL"/>
        <w:rPr>
          <w:b/>
          <w:noProof w:val="0"/>
        </w:rPr>
      </w:pPr>
      <w:r w:rsidRPr="00773BEC">
        <w:rPr>
          <w:b/>
          <w:noProof w:val="0"/>
        </w:rPr>
        <w:tab/>
      </w:r>
      <w:r w:rsidRPr="00773BEC">
        <w:rPr>
          <w:b/>
          <w:noProof w:val="0"/>
        </w:rPr>
        <w:tab/>
        <w:t>const universal charstring wideMyName := "my name";</w:t>
      </w:r>
    </w:p>
    <w:p w14:paraId="61E0D793" w14:textId="77777777" w:rsidR="004C0BEA" w:rsidRPr="00773BEC" w:rsidRDefault="004C0BEA">
      <w:pPr>
        <w:pStyle w:val="PL"/>
        <w:rPr>
          <w:b/>
          <w:noProof w:val="0"/>
        </w:rPr>
      </w:pPr>
    </w:p>
    <w:p w14:paraId="09BB04C9" w14:textId="77777777" w:rsidR="004C0BEA" w:rsidRPr="00773BEC" w:rsidRDefault="004C0BEA">
      <w:pPr>
        <w:pStyle w:val="PL"/>
        <w:rPr>
          <w:b/>
          <w:noProof w:val="0"/>
        </w:rPr>
      </w:pPr>
      <w:r w:rsidRPr="00773BEC">
        <w:rPr>
          <w:b/>
          <w:noProof w:val="0"/>
        </w:rPr>
        <w:tab/>
      </w:r>
      <w:r w:rsidRPr="00773BEC">
        <w:rPr>
          <w:b/>
          <w:noProof w:val="0"/>
        </w:rPr>
        <w:tab/>
        <w:t>type iso8859string MyString;</w:t>
      </w:r>
    </w:p>
    <w:p w14:paraId="66B35973" w14:textId="77777777" w:rsidR="004C0BEA" w:rsidRPr="00773BEC" w:rsidRDefault="004C0BEA">
      <w:pPr>
        <w:pStyle w:val="PL"/>
        <w:rPr>
          <w:b/>
          <w:noProof w:val="0"/>
        </w:rPr>
      </w:pPr>
    </w:p>
    <w:p w14:paraId="097B8718" w14:textId="77777777" w:rsidR="004C0BEA" w:rsidRPr="00773BEC" w:rsidRDefault="004C0BEA">
      <w:pPr>
        <w:pStyle w:val="PL"/>
        <w:rPr>
          <w:noProof w:val="0"/>
        </w:rPr>
      </w:pPr>
      <w:r w:rsidRPr="00773BEC">
        <w:rPr>
          <w:noProof w:val="0"/>
        </w:rPr>
        <w:tab/>
      </w:r>
      <w:r w:rsidRPr="00773BEC">
        <w:rPr>
          <w:noProof w:val="0"/>
        </w:rPr>
        <w:tab/>
        <w:t>// *****************</w:t>
      </w:r>
    </w:p>
    <w:p w14:paraId="62FA4FED" w14:textId="77777777" w:rsidR="004C0BEA" w:rsidRPr="00773BEC" w:rsidRDefault="004C0BEA">
      <w:pPr>
        <w:pStyle w:val="PL"/>
        <w:rPr>
          <w:noProof w:val="0"/>
        </w:rPr>
      </w:pPr>
      <w:r w:rsidRPr="00773BEC">
        <w:rPr>
          <w:noProof w:val="0"/>
        </w:rPr>
        <w:tab/>
      </w:r>
      <w:r w:rsidRPr="00773BEC">
        <w:rPr>
          <w:noProof w:val="0"/>
        </w:rPr>
        <w:tab/>
        <w:t>// Constructed Types</w:t>
      </w:r>
    </w:p>
    <w:p w14:paraId="37D91762" w14:textId="77777777" w:rsidR="004C0BEA" w:rsidRPr="00773BEC" w:rsidRDefault="004C0BEA">
      <w:pPr>
        <w:pStyle w:val="PL"/>
        <w:rPr>
          <w:noProof w:val="0"/>
        </w:rPr>
      </w:pPr>
      <w:r w:rsidRPr="00773BEC">
        <w:rPr>
          <w:noProof w:val="0"/>
        </w:rPr>
        <w:tab/>
      </w:r>
      <w:r w:rsidRPr="00773BEC">
        <w:rPr>
          <w:noProof w:val="0"/>
        </w:rPr>
        <w:tab/>
        <w:t>// *****************</w:t>
      </w:r>
    </w:p>
    <w:p w14:paraId="1E62CDBD" w14:textId="77777777" w:rsidR="004C0BEA" w:rsidRPr="00773BEC" w:rsidRDefault="004C0BEA">
      <w:pPr>
        <w:pStyle w:val="PL"/>
        <w:rPr>
          <w:noProof w:val="0"/>
        </w:rPr>
      </w:pPr>
    </w:p>
    <w:p w14:paraId="4F7B9BE8" w14:textId="77777777" w:rsidR="004C0BEA" w:rsidRPr="00773BEC" w:rsidRDefault="004C0BEA" w:rsidP="00D53A9C">
      <w:pPr>
        <w:pStyle w:val="PL"/>
        <w:keepNext/>
        <w:rPr>
          <w:noProof w:val="0"/>
        </w:rPr>
      </w:pPr>
      <w:r w:rsidRPr="00773BEC">
        <w:rPr>
          <w:noProof w:val="0"/>
        </w:rPr>
        <w:lastRenderedPageBreak/>
        <w:tab/>
      </w:r>
      <w:r w:rsidRPr="00773BEC">
        <w:rPr>
          <w:noProof w:val="0"/>
        </w:rPr>
        <w:tab/>
        <w:t>// ******</w:t>
      </w:r>
    </w:p>
    <w:p w14:paraId="541901BA" w14:textId="77777777" w:rsidR="004C0BEA" w:rsidRPr="00773BEC" w:rsidRDefault="004C0BEA" w:rsidP="00D53A9C">
      <w:pPr>
        <w:pStyle w:val="PL"/>
        <w:keepNext/>
        <w:rPr>
          <w:noProof w:val="0"/>
        </w:rPr>
      </w:pPr>
      <w:r w:rsidRPr="00773BEC">
        <w:rPr>
          <w:noProof w:val="0"/>
        </w:rPr>
        <w:tab/>
      </w:r>
      <w:r w:rsidRPr="00773BEC">
        <w:rPr>
          <w:noProof w:val="0"/>
        </w:rPr>
        <w:tab/>
        <w:t>// Struct</w:t>
      </w:r>
    </w:p>
    <w:p w14:paraId="5E640C5E" w14:textId="77777777" w:rsidR="004C0BEA" w:rsidRPr="00773BEC" w:rsidRDefault="004C0BEA">
      <w:pPr>
        <w:pStyle w:val="PL"/>
        <w:rPr>
          <w:noProof w:val="0"/>
        </w:rPr>
      </w:pPr>
      <w:r w:rsidRPr="00773BEC">
        <w:rPr>
          <w:noProof w:val="0"/>
        </w:rPr>
        <w:tab/>
      </w:r>
      <w:r w:rsidRPr="00773BEC">
        <w:rPr>
          <w:noProof w:val="0"/>
        </w:rPr>
        <w:tab/>
        <w:t>// ******</w:t>
      </w:r>
    </w:p>
    <w:p w14:paraId="3F3B5D25" w14:textId="77777777" w:rsidR="004C0BEA" w:rsidRPr="00773BEC" w:rsidRDefault="004C0BEA">
      <w:pPr>
        <w:pStyle w:val="PL"/>
        <w:rPr>
          <w:noProof w:val="0"/>
        </w:rPr>
      </w:pPr>
    </w:p>
    <w:p w14:paraId="63713CF7" w14:textId="77777777" w:rsidR="004C0BEA" w:rsidRPr="00773BEC" w:rsidRDefault="004C0BEA">
      <w:pPr>
        <w:pStyle w:val="PL"/>
        <w:rPr>
          <w:b/>
          <w:noProof w:val="0"/>
        </w:rPr>
      </w:pPr>
      <w:r w:rsidRPr="00773BEC">
        <w:rPr>
          <w:b/>
          <w:noProof w:val="0"/>
        </w:rPr>
        <w:tab/>
      </w:r>
      <w:r w:rsidRPr="00773BEC">
        <w:rPr>
          <w:b/>
          <w:noProof w:val="0"/>
        </w:rPr>
        <w:tab/>
        <w:t>type record NameComponent {</w:t>
      </w:r>
    </w:p>
    <w:p w14:paraId="0A3CB87C"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MyString id,</w:t>
      </w:r>
    </w:p>
    <w:p w14:paraId="567E1DF9"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MyString kind</w:t>
      </w:r>
    </w:p>
    <w:p w14:paraId="3F50CAC0" w14:textId="77777777" w:rsidR="004C0BEA" w:rsidRPr="00773BEC" w:rsidRDefault="004C0BEA">
      <w:pPr>
        <w:pStyle w:val="PL"/>
        <w:rPr>
          <w:b/>
          <w:noProof w:val="0"/>
        </w:rPr>
      </w:pPr>
      <w:r w:rsidRPr="00773BEC">
        <w:rPr>
          <w:b/>
          <w:noProof w:val="0"/>
        </w:rPr>
        <w:tab/>
      </w:r>
      <w:r w:rsidRPr="00773BEC">
        <w:rPr>
          <w:b/>
          <w:noProof w:val="0"/>
        </w:rPr>
        <w:tab/>
        <w:t>};</w:t>
      </w:r>
    </w:p>
    <w:p w14:paraId="197EF3CE" w14:textId="77777777" w:rsidR="004C0BEA" w:rsidRPr="00773BEC" w:rsidRDefault="004C0BEA">
      <w:pPr>
        <w:pStyle w:val="PL"/>
        <w:rPr>
          <w:noProof w:val="0"/>
        </w:rPr>
      </w:pPr>
    </w:p>
    <w:p w14:paraId="365BE753" w14:textId="77777777" w:rsidR="004C0BEA" w:rsidRPr="00773BEC" w:rsidRDefault="004C0BEA">
      <w:pPr>
        <w:pStyle w:val="PL"/>
        <w:rPr>
          <w:noProof w:val="0"/>
        </w:rPr>
      </w:pPr>
      <w:r w:rsidRPr="00773BEC">
        <w:rPr>
          <w:noProof w:val="0"/>
        </w:rPr>
        <w:tab/>
      </w:r>
      <w:r w:rsidRPr="00773BEC">
        <w:rPr>
          <w:noProof w:val="0"/>
        </w:rPr>
        <w:tab/>
        <w:t>// *****</w:t>
      </w:r>
    </w:p>
    <w:p w14:paraId="7EC62B8C" w14:textId="77777777" w:rsidR="004C0BEA" w:rsidRPr="00773BEC" w:rsidRDefault="004C0BEA">
      <w:pPr>
        <w:pStyle w:val="PL"/>
        <w:rPr>
          <w:noProof w:val="0"/>
        </w:rPr>
      </w:pPr>
      <w:r w:rsidRPr="00773BEC">
        <w:rPr>
          <w:noProof w:val="0"/>
        </w:rPr>
        <w:tab/>
      </w:r>
      <w:r w:rsidRPr="00773BEC">
        <w:rPr>
          <w:noProof w:val="0"/>
        </w:rPr>
        <w:tab/>
        <w:t>// Union</w:t>
      </w:r>
    </w:p>
    <w:p w14:paraId="1381963E" w14:textId="77777777" w:rsidR="004C0BEA" w:rsidRPr="00773BEC" w:rsidRDefault="004C0BEA">
      <w:pPr>
        <w:pStyle w:val="PL"/>
        <w:rPr>
          <w:noProof w:val="0"/>
        </w:rPr>
      </w:pPr>
      <w:r w:rsidRPr="00773BEC">
        <w:rPr>
          <w:noProof w:val="0"/>
        </w:rPr>
        <w:tab/>
      </w:r>
      <w:r w:rsidRPr="00773BEC">
        <w:rPr>
          <w:noProof w:val="0"/>
        </w:rPr>
        <w:tab/>
        <w:t>// *****</w:t>
      </w:r>
    </w:p>
    <w:p w14:paraId="6D6D9014" w14:textId="77777777" w:rsidR="004C0BEA" w:rsidRPr="00773BEC" w:rsidRDefault="004C0BEA">
      <w:pPr>
        <w:pStyle w:val="PL"/>
        <w:rPr>
          <w:b/>
          <w:noProof w:val="0"/>
        </w:rPr>
      </w:pPr>
      <w:r w:rsidRPr="00773BEC">
        <w:rPr>
          <w:b/>
          <w:noProof w:val="0"/>
        </w:rPr>
        <w:tab/>
      </w:r>
      <w:r w:rsidRPr="00773BEC">
        <w:rPr>
          <w:b/>
          <w:noProof w:val="0"/>
        </w:rPr>
        <w:tab/>
        <w:t>type union MyUnion  {</w:t>
      </w:r>
    </w:p>
    <w:p w14:paraId="1F3D3B04"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boolean b,</w:t>
      </w:r>
    </w:p>
    <w:p w14:paraId="0B0DC3BA"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iso8859char c,</w:t>
      </w:r>
    </w:p>
    <w:p w14:paraId="2A1A5DAF"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octetstring o,</w:t>
      </w:r>
    </w:p>
    <w:p w14:paraId="5088D55F"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short s</w:t>
      </w:r>
    </w:p>
    <w:p w14:paraId="2C6E6C56" w14:textId="77777777" w:rsidR="004C0BEA" w:rsidRPr="00773BEC" w:rsidRDefault="004C0BEA">
      <w:pPr>
        <w:pStyle w:val="PL"/>
        <w:rPr>
          <w:b/>
          <w:noProof w:val="0"/>
        </w:rPr>
      </w:pPr>
      <w:r w:rsidRPr="00773BEC">
        <w:rPr>
          <w:b/>
          <w:noProof w:val="0"/>
        </w:rPr>
        <w:tab/>
      </w:r>
      <w:r w:rsidRPr="00773BEC">
        <w:rPr>
          <w:b/>
          <w:noProof w:val="0"/>
        </w:rPr>
        <w:tab/>
        <w:t>};</w:t>
      </w:r>
    </w:p>
    <w:p w14:paraId="233EFC61" w14:textId="77777777" w:rsidR="004C0BEA" w:rsidRPr="00773BEC" w:rsidRDefault="004C0BEA">
      <w:pPr>
        <w:pStyle w:val="PL"/>
        <w:rPr>
          <w:noProof w:val="0"/>
        </w:rPr>
      </w:pPr>
    </w:p>
    <w:p w14:paraId="4264E69C" w14:textId="77777777" w:rsidR="004C0BEA" w:rsidRPr="00773BEC" w:rsidRDefault="004C0BEA">
      <w:pPr>
        <w:pStyle w:val="PL"/>
        <w:rPr>
          <w:noProof w:val="0"/>
        </w:rPr>
      </w:pPr>
      <w:r w:rsidRPr="00773BEC">
        <w:rPr>
          <w:noProof w:val="0"/>
        </w:rPr>
        <w:tab/>
      </w:r>
      <w:r w:rsidRPr="00773BEC">
        <w:rPr>
          <w:noProof w:val="0"/>
        </w:rPr>
        <w:tab/>
        <w:t>// ***********</w:t>
      </w:r>
    </w:p>
    <w:p w14:paraId="33EFD28D" w14:textId="77777777" w:rsidR="004C0BEA" w:rsidRPr="00773BEC" w:rsidRDefault="004C0BEA">
      <w:pPr>
        <w:pStyle w:val="PL"/>
        <w:rPr>
          <w:noProof w:val="0"/>
        </w:rPr>
      </w:pPr>
      <w:r w:rsidRPr="00773BEC">
        <w:rPr>
          <w:noProof w:val="0"/>
        </w:rPr>
        <w:tab/>
      </w:r>
      <w:r w:rsidRPr="00773BEC">
        <w:rPr>
          <w:noProof w:val="0"/>
        </w:rPr>
        <w:tab/>
        <w:t>// Enumeration</w:t>
      </w:r>
    </w:p>
    <w:p w14:paraId="126D49EF" w14:textId="77777777" w:rsidR="004C0BEA" w:rsidRPr="00773BEC" w:rsidRDefault="004C0BEA">
      <w:pPr>
        <w:pStyle w:val="PL"/>
        <w:rPr>
          <w:noProof w:val="0"/>
        </w:rPr>
      </w:pPr>
      <w:r w:rsidRPr="00773BEC">
        <w:rPr>
          <w:noProof w:val="0"/>
        </w:rPr>
        <w:tab/>
      </w:r>
      <w:r w:rsidRPr="00773BEC">
        <w:rPr>
          <w:noProof w:val="0"/>
        </w:rPr>
        <w:tab/>
        <w:t>// ***********</w:t>
      </w:r>
    </w:p>
    <w:p w14:paraId="05BA2015" w14:textId="77777777" w:rsidR="004C0BEA" w:rsidRPr="00773BEC" w:rsidRDefault="004C0BEA">
      <w:pPr>
        <w:pStyle w:val="PL"/>
        <w:rPr>
          <w:b/>
          <w:noProof w:val="0"/>
        </w:rPr>
      </w:pPr>
      <w:r w:rsidRPr="00773BEC">
        <w:rPr>
          <w:b/>
          <w:noProof w:val="0"/>
        </w:rPr>
        <w:tab/>
      </w:r>
      <w:r w:rsidRPr="00773BEC">
        <w:rPr>
          <w:b/>
          <w:noProof w:val="0"/>
        </w:rPr>
        <w:tab/>
        <w:t xml:space="preserve">type enumerated NotFoundReason { </w:t>
      </w:r>
    </w:p>
    <w:p w14:paraId="506D7954"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 xml:space="preserve">missing_node, </w:t>
      </w:r>
    </w:p>
    <w:p w14:paraId="12D47218"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 xml:space="preserve">not_context, </w:t>
      </w:r>
    </w:p>
    <w:p w14:paraId="7B29CFBE"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 xml:space="preserve">not_object </w:t>
      </w:r>
    </w:p>
    <w:p w14:paraId="0E13A1BD" w14:textId="77777777" w:rsidR="004C0BEA" w:rsidRPr="00773BEC" w:rsidRDefault="004C0BEA">
      <w:pPr>
        <w:pStyle w:val="PL"/>
        <w:rPr>
          <w:b/>
          <w:noProof w:val="0"/>
        </w:rPr>
      </w:pPr>
      <w:r w:rsidRPr="00773BEC">
        <w:rPr>
          <w:b/>
          <w:noProof w:val="0"/>
        </w:rPr>
        <w:tab/>
      </w:r>
      <w:r w:rsidRPr="00773BEC">
        <w:rPr>
          <w:b/>
          <w:noProof w:val="0"/>
        </w:rPr>
        <w:tab/>
        <w:t>}</w:t>
      </w:r>
    </w:p>
    <w:p w14:paraId="223090ED" w14:textId="77777777" w:rsidR="004C0BEA" w:rsidRPr="00773BEC" w:rsidRDefault="004C0BEA">
      <w:pPr>
        <w:pStyle w:val="PL"/>
        <w:rPr>
          <w:noProof w:val="0"/>
        </w:rPr>
      </w:pPr>
    </w:p>
    <w:p w14:paraId="3C348F97" w14:textId="77777777" w:rsidR="004C0BEA" w:rsidRPr="00773BEC" w:rsidRDefault="004C0BEA">
      <w:pPr>
        <w:pStyle w:val="PL"/>
        <w:rPr>
          <w:noProof w:val="0"/>
        </w:rPr>
      </w:pPr>
      <w:r w:rsidRPr="00773BEC">
        <w:rPr>
          <w:noProof w:val="0"/>
        </w:rPr>
        <w:tab/>
      </w:r>
      <w:r w:rsidRPr="00773BEC">
        <w:rPr>
          <w:noProof w:val="0"/>
        </w:rPr>
        <w:tab/>
        <w:t>// ********</w:t>
      </w:r>
    </w:p>
    <w:p w14:paraId="4775763C" w14:textId="77777777" w:rsidR="004C0BEA" w:rsidRPr="00773BEC" w:rsidRDefault="004C0BEA">
      <w:pPr>
        <w:pStyle w:val="PL"/>
        <w:rPr>
          <w:noProof w:val="0"/>
        </w:rPr>
      </w:pPr>
      <w:r w:rsidRPr="00773BEC">
        <w:rPr>
          <w:noProof w:val="0"/>
        </w:rPr>
        <w:tab/>
      </w:r>
      <w:r w:rsidRPr="00773BEC">
        <w:rPr>
          <w:noProof w:val="0"/>
        </w:rPr>
        <w:tab/>
        <w:t>// Sequence</w:t>
      </w:r>
    </w:p>
    <w:p w14:paraId="0045C899" w14:textId="77777777" w:rsidR="004C0BEA" w:rsidRPr="00773BEC" w:rsidRDefault="004C0BEA">
      <w:pPr>
        <w:pStyle w:val="PL"/>
        <w:rPr>
          <w:noProof w:val="0"/>
        </w:rPr>
      </w:pPr>
      <w:r w:rsidRPr="00773BEC">
        <w:rPr>
          <w:noProof w:val="0"/>
        </w:rPr>
        <w:tab/>
      </w:r>
      <w:r w:rsidRPr="00773BEC">
        <w:rPr>
          <w:noProof w:val="0"/>
        </w:rPr>
        <w:tab/>
        <w:t>// ********</w:t>
      </w:r>
    </w:p>
    <w:p w14:paraId="102D3F2C" w14:textId="77777777" w:rsidR="004C0BEA" w:rsidRPr="00773BEC" w:rsidRDefault="004C0BEA">
      <w:pPr>
        <w:pStyle w:val="PL"/>
        <w:rPr>
          <w:b/>
          <w:noProof w:val="0"/>
        </w:rPr>
      </w:pPr>
      <w:r w:rsidRPr="00773BEC">
        <w:rPr>
          <w:b/>
          <w:noProof w:val="0"/>
        </w:rPr>
        <w:tab/>
      </w:r>
      <w:r w:rsidRPr="00773BEC">
        <w:rPr>
          <w:b/>
          <w:noProof w:val="0"/>
        </w:rPr>
        <w:tab/>
        <w:t>type record of NameComponent Name;</w:t>
      </w:r>
    </w:p>
    <w:p w14:paraId="32DD2732" w14:textId="77777777" w:rsidR="004C0BEA" w:rsidRPr="00773BEC" w:rsidRDefault="004C0BEA">
      <w:pPr>
        <w:pStyle w:val="PL"/>
        <w:rPr>
          <w:b/>
          <w:noProof w:val="0"/>
        </w:rPr>
      </w:pPr>
      <w:r w:rsidRPr="00773BEC">
        <w:rPr>
          <w:b/>
          <w:noProof w:val="0"/>
        </w:rPr>
        <w:tab/>
      </w:r>
      <w:r w:rsidRPr="00773BEC">
        <w:rPr>
          <w:b/>
          <w:noProof w:val="0"/>
        </w:rPr>
        <w:tab/>
        <w:t>type record of NameComponent Key;</w:t>
      </w:r>
    </w:p>
    <w:p w14:paraId="69357173" w14:textId="77777777" w:rsidR="004C0BEA" w:rsidRPr="00773BEC" w:rsidRDefault="004C0BEA">
      <w:pPr>
        <w:pStyle w:val="PL"/>
        <w:rPr>
          <w:noProof w:val="0"/>
        </w:rPr>
      </w:pPr>
    </w:p>
    <w:p w14:paraId="424E3559" w14:textId="77777777" w:rsidR="004C0BEA" w:rsidRPr="00773BEC" w:rsidRDefault="004C0BEA">
      <w:pPr>
        <w:pStyle w:val="PL"/>
        <w:rPr>
          <w:noProof w:val="0"/>
        </w:rPr>
      </w:pPr>
      <w:r w:rsidRPr="00773BEC">
        <w:rPr>
          <w:noProof w:val="0"/>
        </w:rPr>
        <w:tab/>
      </w:r>
      <w:r w:rsidRPr="00773BEC">
        <w:rPr>
          <w:noProof w:val="0"/>
        </w:rPr>
        <w:tab/>
        <w:t>//******</w:t>
      </w:r>
    </w:p>
    <w:p w14:paraId="4D6178BD" w14:textId="77777777" w:rsidR="004C0BEA" w:rsidRPr="00773BEC" w:rsidRDefault="004C0BEA">
      <w:pPr>
        <w:pStyle w:val="PL"/>
        <w:rPr>
          <w:noProof w:val="0"/>
        </w:rPr>
      </w:pPr>
      <w:r w:rsidRPr="00773BEC">
        <w:rPr>
          <w:noProof w:val="0"/>
        </w:rPr>
        <w:tab/>
      </w:r>
      <w:r w:rsidRPr="00773BEC">
        <w:rPr>
          <w:noProof w:val="0"/>
        </w:rPr>
        <w:tab/>
        <w:t>// Fixed</w:t>
      </w:r>
    </w:p>
    <w:p w14:paraId="2F61C998" w14:textId="77777777" w:rsidR="004C0BEA" w:rsidRPr="00773BEC" w:rsidRDefault="004C0BEA">
      <w:pPr>
        <w:pStyle w:val="PL"/>
        <w:rPr>
          <w:noProof w:val="0"/>
        </w:rPr>
      </w:pPr>
      <w:r w:rsidRPr="00773BEC">
        <w:rPr>
          <w:noProof w:val="0"/>
        </w:rPr>
        <w:tab/>
      </w:r>
      <w:r w:rsidRPr="00773BEC">
        <w:rPr>
          <w:noProof w:val="0"/>
        </w:rPr>
        <w:tab/>
        <w:t>// *****</w:t>
      </w:r>
    </w:p>
    <w:p w14:paraId="557FAB60" w14:textId="77777777" w:rsidR="004C0BEA" w:rsidRPr="00773BEC" w:rsidRDefault="004C0BEA">
      <w:pPr>
        <w:pStyle w:val="PL"/>
        <w:rPr>
          <w:noProof w:val="0"/>
        </w:rPr>
      </w:pPr>
      <w:r w:rsidRPr="00773BEC">
        <w:rPr>
          <w:noProof w:val="0"/>
        </w:rPr>
        <w:tab/>
      </w:r>
      <w:r w:rsidRPr="00773BEC">
        <w:rPr>
          <w:noProof w:val="0"/>
        </w:rPr>
        <w:tab/>
        <w:t>// see also using of fixed in testcase below</w:t>
      </w:r>
    </w:p>
    <w:p w14:paraId="1DDE75F1" w14:textId="77777777" w:rsidR="004C0BEA" w:rsidRPr="00773BEC" w:rsidRDefault="004C0BEA">
      <w:pPr>
        <w:pStyle w:val="PL"/>
        <w:rPr>
          <w:b/>
          <w:noProof w:val="0"/>
        </w:rPr>
      </w:pPr>
      <w:r w:rsidRPr="00773BEC">
        <w:rPr>
          <w:b/>
          <w:noProof w:val="0"/>
        </w:rPr>
        <w:tab/>
      </w:r>
      <w:r w:rsidRPr="00773BEC">
        <w:rPr>
          <w:b/>
          <w:noProof w:val="0"/>
        </w:rPr>
        <w:tab/>
        <w:t>template IDLfixed fixTemplate := { 12, 7, ? };</w:t>
      </w:r>
    </w:p>
    <w:p w14:paraId="7A5F5FE3" w14:textId="77777777" w:rsidR="004C0BEA" w:rsidRPr="00773BEC" w:rsidRDefault="004C0BEA">
      <w:pPr>
        <w:pStyle w:val="PL"/>
        <w:rPr>
          <w:noProof w:val="0"/>
        </w:rPr>
      </w:pPr>
    </w:p>
    <w:p w14:paraId="37EE704A" w14:textId="77777777" w:rsidR="004C0BEA" w:rsidRPr="00773BEC" w:rsidRDefault="004C0BEA">
      <w:pPr>
        <w:pStyle w:val="PL"/>
        <w:rPr>
          <w:noProof w:val="0"/>
        </w:rPr>
      </w:pPr>
    </w:p>
    <w:p w14:paraId="5156A538" w14:textId="77777777" w:rsidR="004C0BEA" w:rsidRPr="00773BEC" w:rsidRDefault="004C0BEA">
      <w:pPr>
        <w:pStyle w:val="PL"/>
        <w:rPr>
          <w:noProof w:val="0"/>
        </w:rPr>
      </w:pPr>
      <w:r w:rsidRPr="00773BEC">
        <w:rPr>
          <w:noProof w:val="0"/>
        </w:rPr>
        <w:tab/>
      </w:r>
      <w:r w:rsidRPr="00773BEC">
        <w:rPr>
          <w:noProof w:val="0"/>
        </w:rPr>
        <w:tab/>
        <w:t xml:space="preserve">// ******************    </w:t>
      </w:r>
    </w:p>
    <w:p w14:paraId="040D2320" w14:textId="77777777" w:rsidR="004C0BEA" w:rsidRPr="00773BEC" w:rsidRDefault="004C0BEA">
      <w:pPr>
        <w:pStyle w:val="PL"/>
        <w:rPr>
          <w:noProof w:val="0"/>
        </w:rPr>
      </w:pPr>
      <w:r w:rsidRPr="00773BEC">
        <w:rPr>
          <w:noProof w:val="0"/>
        </w:rPr>
        <w:tab/>
      </w:r>
      <w:r w:rsidRPr="00773BEC">
        <w:rPr>
          <w:noProof w:val="0"/>
        </w:rPr>
        <w:tab/>
        <w:t>// Complex Declarator</w:t>
      </w:r>
    </w:p>
    <w:p w14:paraId="07092492" w14:textId="77777777" w:rsidR="004C0BEA" w:rsidRPr="00773BEC" w:rsidRDefault="004C0BEA">
      <w:pPr>
        <w:pStyle w:val="PL"/>
        <w:rPr>
          <w:noProof w:val="0"/>
        </w:rPr>
      </w:pPr>
      <w:r w:rsidRPr="00773BEC">
        <w:rPr>
          <w:noProof w:val="0"/>
        </w:rPr>
        <w:tab/>
      </w:r>
      <w:r w:rsidRPr="00773BEC">
        <w:rPr>
          <w:noProof w:val="0"/>
        </w:rPr>
        <w:tab/>
        <w:t>// ******************</w:t>
      </w:r>
    </w:p>
    <w:p w14:paraId="04CCB362" w14:textId="77777777" w:rsidR="004C0BEA" w:rsidRPr="00773BEC" w:rsidRDefault="004C0BEA">
      <w:pPr>
        <w:pStyle w:val="PL"/>
        <w:rPr>
          <w:noProof w:val="0"/>
        </w:rPr>
      </w:pPr>
      <w:r w:rsidRPr="00773BEC">
        <w:rPr>
          <w:noProof w:val="0"/>
        </w:rPr>
        <w:t xml:space="preserve">    </w:t>
      </w:r>
    </w:p>
    <w:p w14:paraId="3C0A6EE0" w14:textId="77777777" w:rsidR="004C0BEA" w:rsidRPr="00773BEC" w:rsidRDefault="004C0BEA">
      <w:pPr>
        <w:pStyle w:val="PL"/>
        <w:rPr>
          <w:b/>
          <w:noProof w:val="0"/>
        </w:rPr>
      </w:pPr>
      <w:r w:rsidRPr="00773BEC">
        <w:rPr>
          <w:b/>
          <w:noProof w:val="0"/>
        </w:rPr>
        <w:tab/>
      </w:r>
      <w:r w:rsidRPr="00773BEC">
        <w:rPr>
          <w:b/>
          <w:noProof w:val="0"/>
        </w:rPr>
        <w:tab/>
        <w:t>type long numberList[100];</w:t>
      </w:r>
    </w:p>
    <w:p w14:paraId="774C4AA8" w14:textId="77777777" w:rsidR="004C0BEA" w:rsidRPr="00773BEC" w:rsidRDefault="004C0BEA">
      <w:pPr>
        <w:pStyle w:val="PL"/>
        <w:rPr>
          <w:noProof w:val="0"/>
        </w:rPr>
      </w:pPr>
    </w:p>
    <w:p w14:paraId="44D91394" w14:textId="77777777" w:rsidR="004C0BEA" w:rsidRPr="00773BEC" w:rsidRDefault="004C0BEA">
      <w:pPr>
        <w:pStyle w:val="PL"/>
        <w:rPr>
          <w:noProof w:val="0"/>
        </w:rPr>
      </w:pPr>
      <w:r w:rsidRPr="00773BEC">
        <w:rPr>
          <w:noProof w:val="0"/>
        </w:rPr>
        <w:tab/>
      </w:r>
      <w:r w:rsidRPr="00773BEC">
        <w:rPr>
          <w:noProof w:val="0"/>
        </w:rPr>
        <w:tab/>
        <w:t>// see using of native in testcase below</w:t>
      </w:r>
    </w:p>
    <w:p w14:paraId="56D0FB0B" w14:textId="77777777" w:rsidR="004C0BEA" w:rsidRPr="00773BEC" w:rsidRDefault="004C0BEA">
      <w:pPr>
        <w:pStyle w:val="PL"/>
        <w:rPr>
          <w:noProof w:val="0"/>
        </w:rPr>
      </w:pPr>
    </w:p>
    <w:p w14:paraId="2A3BAC84" w14:textId="77777777" w:rsidR="004C0BEA" w:rsidRPr="00773BEC" w:rsidRDefault="004C0BEA">
      <w:pPr>
        <w:pStyle w:val="PL"/>
        <w:rPr>
          <w:noProof w:val="0"/>
        </w:rPr>
      </w:pPr>
      <w:r w:rsidRPr="00773BEC">
        <w:rPr>
          <w:noProof w:val="0"/>
        </w:rPr>
        <w:tab/>
      </w:r>
      <w:r w:rsidRPr="00773BEC">
        <w:rPr>
          <w:noProof w:val="0"/>
        </w:rPr>
        <w:tab/>
        <w:t>// ********************</w:t>
      </w:r>
    </w:p>
    <w:p w14:paraId="4E55FD6C" w14:textId="77777777" w:rsidR="004C0BEA" w:rsidRPr="00773BEC" w:rsidRDefault="004C0BEA">
      <w:pPr>
        <w:pStyle w:val="PL"/>
        <w:rPr>
          <w:noProof w:val="0"/>
        </w:rPr>
      </w:pPr>
      <w:r w:rsidRPr="00773BEC">
        <w:rPr>
          <w:noProof w:val="0"/>
        </w:rPr>
        <w:tab/>
      </w:r>
      <w:r w:rsidRPr="00773BEC">
        <w:rPr>
          <w:noProof w:val="0"/>
        </w:rPr>
        <w:tab/>
        <w:t>// Valuetype Definition</w:t>
      </w:r>
    </w:p>
    <w:p w14:paraId="53E7FE49" w14:textId="77777777" w:rsidR="004C0BEA" w:rsidRPr="00773BEC" w:rsidRDefault="004C0BEA">
      <w:pPr>
        <w:pStyle w:val="PL"/>
        <w:rPr>
          <w:noProof w:val="0"/>
        </w:rPr>
      </w:pPr>
      <w:r w:rsidRPr="00773BEC">
        <w:rPr>
          <w:noProof w:val="0"/>
        </w:rPr>
        <w:tab/>
      </w:r>
      <w:r w:rsidRPr="00773BEC">
        <w:rPr>
          <w:noProof w:val="0"/>
        </w:rPr>
        <w:tab/>
        <w:t>// ********************</w:t>
      </w:r>
    </w:p>
    <w:p w14:paraId="06131F7F" w14:textId="77777777" w:rsidR="004C0BEA" w:rsidRPr="00773BEC" w:rsidRDefault="004C0BEA">
      <w:pPr>
        <w:pStyle w:val="PL"/>
        <w:rPr>
          <w:b/>
          <w:noProof w:val="0"/>
        </w:rPr>
      </w:pPr>
      <w:r w:rsidRPr="00773BEC">
        <w:rPr>
          <w:b/>
          <w:noProof w:val="0"/>
        </w:rPr>
        <w:tab/>
      </w:r>
      <w:r w:rsidRPr="00773BEC">
        <w:rPr>
          <w:b/>
          <w:noProof w:val="0"/>
        </w:rPr>
        <w:tab/>
        <w:t>type iso8859string StringValue;</w:t>
      </w:r>
    </w:p>
    <w:p w14:paraId="26AC10F9" w14:textId="77777777" w:rsidR="004C0BEA" w:rsidRPr="00773BEC" w:rsidRDefault="004C0BEA">
      <w:pPr>
        <w:pStyle w:val="PL"/>
        <w:rPr>
          <w:b/>
          <w:noProof w:val="0"/>
        </w:rPr>
      </w:pPr>
      <w:r w:rsidRPr="00773BEC">
        <w:rPr>
          <w:b/>
          <w:noProof w:val="0"/>
        </w:rPr>
        <w:t xml:space="preserve">    </w:t>
      </w:r>
    </w:p>
    <w:p w14:paraId="3213DF06" w14:textId="77777777" w:rsidR="004C0BEA" w:rsidRPr="00773BEC" w:rsidRDefault="004C0BEA">
      <w:pPr>
        <w:pStyle w:val="PL"/>
        <w:rPr>
          <w:b/>
          <w:noProof w:val="0"/>
        </w:rPr>
      </w:pPr>
      <w:r w:rsidRPr="00773BEC">
        <w:rPr>
          <w:b/>
          <w:noProof w:val="0"/>
        </w:rPr>
        <w:tab/>
      </w:r>
      <w:r w:rsidRPr="00773BEC">
        <w:rPr>
          <w:b/>
          <w:noProof w:val="0"/>
        </w:rPr>
        <w:tab/>
        <w:t>type record EmployeeRecord {</w:t>
      </w:r>
    </w:p>
    <w:p w14:paraId="3F5FB65B"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iso8859string name,</w:t>
      </w:r>
    </w:p>
    <w:p w14:paraId="55E39E58"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iso8859string email,</w:t>
      </w:r>
    </w:p>
    <w:p w14:paraId="183E7548"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iso8859string SSN</w:t>
      </w:r>
    </w:p>
    <w:p w14:paraId="2F26006E" w14:textId="77777777" w:rsidR="004C0BEA" w:rsidRPr="00773BEC" w:rsidRDefault="004C0BEA">
      <w:pPr>
        <w:pStyle w:val="PL"/>
        <w:rPr>
          <w:b/>
          <w:noProof w:val="0"/>
        </w:rPr>
      </w:pPr>
      <w:r w:rsidRPr="00773BEC">
        <w:rPr>
          <w:b/>
          <w:noProof w:val="0"/>
        </w:rPr>
        <w:tab/>
      </w:r>
      <w:r w:rsidRPr="00773BEC">
        <w:rPr>
          <w:b/>
          <w:noProof w:val="0"/>
        </w:rPr>
        <w:tab/>
        <w:t>};</w:t>
      </w:r>
    </w:p>
    <w:p w14:paraId="5FEB5B6B" w14:textId="77777777" w:rsidR="004C0BEA" w:rsidRPr="00773BEC" w:rsidRDefault="004C0BEA">
      <w:pPr>
        <w:pStyle w:val="PL"/>
        <w:rPr>
          <w:noProof w:val="0"/>
        </w:rPr>
      </w:pPr>
    </w:p>
    <w:p w14:paraId="631F0171" w14:textId="77777777" w:rsidR="004C0BEA" w:rsidRPr="00773BEC" w:rsidRDefault="004C0BEA">
      <w:pPr>
        <w:pStyle w:val="PL"/>
        <w:rPr>
          <w:noProof w:val="0"/>
        </w:rPr>
      </w:pPr>
      <w:r w:rsidRPr="00773BEC">
        <w:rPr>
          <w:noProof w:val="0"/>
        </w:rPr>
        <w:tab/>
      </w:r>
      <w:r w:rsidRPr="00773BEC">
        <w:rPr>
          <w:noProof w:val="0"/>
        </w:rPr>
        <w:tab/>
        <w:t>// ********************</w:t>
      </w:r>
    </w:p>
    <w:p w14:paraId="378749A2" w14:textId="77777777" w:rsidR="004C0BEA" w:rsidRPr="00773BEC" w:rsidRDefault="004C0BEA">
      <w:pPr>
        <w:pStyle w:val="PL"/>
        <w:rPr>
          <w:noProof w:val="0"/>
        </w:rPr>
      </w:pPr>
      <w:r w:rsidRPr="00773BEC">
        <w:rPr>
          <w:noProof w:val="0"/>
        </w:rPr>
        <w:tab/>
      </w:r>
      <w:r w:rsidRPr="00773BEC">
        <w:rPr>
          <w:noProof w:val="0"/>
        </w:rPr>
        <w:tab/>
        <w:t>// Interface Definition</w:t>
      </w:r>
    </w:p>
    <w:p w14:paraId="5C208FCF" w14:textId="77777777" w:rsidR="004C0BEA" w:rsidRPr="00773BEC" w:rsidRDefault="004C0BEA">
      <w:pPr>
        <w:pStyle w:val="PL"/>
        <w:rPr>
          <w:noProof w:val="0"/>
        </w:rPr>
      </w:pPr>
      <w:r w:rsidRPr="00773BEC">
        <w:rPr>
          <w:noProof w:val="0"/>
        </w:rPr>
        <w:tab/>
      </w:r>
      <w:r w:rsidRPr="00773BEC">
        <w:rPr>
          <w:noProof w:val="0"/>
        </w:rPr>
        <w:tab/>
        <w:t>// ********************</w:t>
      </w:r>
    </w:p>
    <w:p w14:paraId="6839EEBC" w14:textId="77777777" w:rsidR="004C0BEA" w:rsidRPr="00773BEC" w:rsidRDefault="004C0BEA">
      <w:pPr>
        <w:pStyle w:val="PL"/>
        <w:rPr>
          <w:b/>
          <w:noProof w:val="0"/>
        </w:rPr>
      </w:pPr>
      <w:r w:rsidRPr="00773BEC">
        <w:rPr>
          <w:b/>
          <w:noProof w:val="0"/>
        </w:rPr>
        <w:tab/>
      </w:r>
      <w:r w:rsidRPr="00773BEC">
        <w:rPr>
          <w:b/>
          <w:noProof w:val="0"/>
        </w:rPr>
        <w:tab/>
        <w:t>type record IDLContextElement {</w:t>
      </w:r>
    </w:p>
    <w:p w14:paraId="118889C7"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iso8859string name,</w:t>
      </w:r>
    </w:p>
    <w:p w14:paraId="3E1A44DA"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iso8859string value_</w:t>
      </w:r>
    </w:p>
    <w:p w14:paraId="10D02375" w14:textId="77777777" w:rsidR="004C0BEA" w:rsidRPr="00773BEC" w:rsidRDefault="004C0BEA">
      <w:pPr>
        <w:pStyle w:val="PL"/>
        <w:rPr>
          <w:b/>
          <w:noProof w:val="0"/>
        </w:rPr>
      </w:pPr>
      <w:r w:rsidRPr="00773BEC">
        <w:rPr>
          <w:b/>
          <w:noProof w:val="0"/>
        </w:rPr>
        <w:tab/>
      </w:r>
      <w:r w:rsidRPr="00773BEC">
        <w:rPr>
          <w:b/>
          <w:noProof w:val="0"/>
        </w:rPr>
        <w:tab/>
        <w:t>}</w:t>
      </w:r>
    </w:p>
    <w:p w14:paraId="1BED0531" w14:textId="77777777" w:rsidR="004C0BEA" w:rsidRPr="00773BEC" w:rsidRDefault="004C0BEA">
      <w:pPr>
        <w:pStyle w:val="PL"/>
        <w:rPr>
          <w:b/>
          <w:noProof w:val="0"/>
        </w:rPr>
      </w:pPr>
    </w:p>
    <w:p w14:paraId="6EECD96D" w14:textId="77777777" w:rsidR="004C0BEA" w:rsidRPr="00773BEC" w:rsidRDefault="004C0BEA">
      <w:pPr>
        <w:pStyle w:val="PL"/>
        <w:rPr>
          <w:b/>
          <w:noProof w:val="0"/>
        </w:rPr>
      </w:pPr>
      <w:r w:rsidRPr="00773BEC">
        <w:rPr>
          <w:b/>
          <w:noProof w:val="0"/>
        </w:rPr>
        <w:tab/>
      </w:r>
      <w:r w:rsidRPr="00773BEC">
        <w:rPr>
          <w:b/>
          <w:noProof w:val="0"/>
        </w:rPr>
        <w:tab/>
        <w:t>type record of IDLContextElement IDLContext;</w:t>
      </w:r>
    </w:p>
    <w:p w14:paraId="0F5E2662" w14:textId="77777777" w:rsidR="004C0BEA" w:rsidRPr="00773BEC" w:rsidRDefault="004C0BEA">
      <w:pPr>
        <w:pStyle w:val="PL"/>
        <w:rPr>
          <w:b/>
          <w:noProof w:val="0"/>
        </w:rPr>
      </w:pPr>
    </w:p>
    <w:p w14:paraId="29F333C7" w14:textId="77777777" w:rsidR="004C0BEA" w:rsidRPr="00773BEC" w:rsidRDefault="004C0BEA">
      <w:pPr>
        <w:pStyle w:val="PL"/>
        <w:rPr>
          <w:b/>
          <w:noProof w:val="0"/>
        </w:rPr>
      </w:pPr>
    </w:p>
    <w:p w14:paraId="72161947" w14:textId="77777777" w:rsidR="004C0BEA" w:rsidRPr="00773BEC" w:rsidRDefault="004C0BEA">
      <w:pPr>
        <w:pStyle w:val="PL"/>
        <w:rPr>
          <w:b/>
          <w:noProof w:val="0"/>
        </w:rPr>
      </w:pPr>
      <w:r w:rsidRPr="00773BEC">
        <w:rPr>
          <w:b/>
          <w:noProof w:val="0"/>
        </w:rPr>
        <w:tab/>
      </w:r>
      <w:r w:rsidRPr="00773BEC">
        <w:rPr>
          <w:b/>
          <w:noProof w:val="0"/>
        </w:rPr>
        <w:tab/>
        <w:t>group NamingContextInterface {</w:t>
      </w:r>
    </w:p>
    <w:p w14:paraId="54D4BDA4" w14:textId="77777777" w:rsidR="004C0BEA" w:rsidRPr="00773BEC" w:rsidRDefault="004C0BEA">
      <w:pPr>
        <w:pStyle w:val="PL"/>
        <w:rPr>
          <w:b/>
          <w:noProof w:val="0"/>
        </w:rPr>
      </w:pPr>
    </w:p>
    <w:p w14:paraId="007C185F" w14:textId="77777777" w:rsidR="00EC7A22" w:rsidRPr="00773BEC" w:rsidRDefault="00EC7A22" w:rsidP="00EC7A22">
      <w:pPr>
        <w:pStyle w:val="PL"/>
        <w:rPr>
          <w:noProof w:val="0"/>
        </w:rPr>
      </w:pPr>
      <w:r w:rsidRPr="00773BEC">
        <w:rPr>
          <w:noProof w:val="0"/>
        </w:rPr>
        <w:tab/>
      </w:r>
      <w:r w:rsidRPr="00773BEC">
        <w:rPr>
          <w:noProof w:val="0"/>
        </w:rPr>
        <w:tab/>
      </w:r>
      <w:r w:rsidRPr="00773BEC">
        <w:rPr>
          <w:noProof w:val="0"/>
        </w:rPr>
        <w:tab/>
      </w:r>
      <w:r w:rsidRPr="00773BEC">
        <w:rPr>
          <w:b/>
          <w:noProof w:val="0"/>
        </w:rPr>
        <w:t>type</w:t>
      </w:r>
      <w:r w:rsidRPr="00773BEC">
        <w:rPr>
          <w:noProof w:val="0"/>
        </w:rPr>
        <w:t xml:space="preserve"> </w:t>
      </w:r>
      <w:r w:rsidRPr="00773BEC">
        <w:rPr>
          <w:b/>
          <w:noProof w:val="0"/>
        </w:rPr>
        <w:t>charstring</w:t>
      </w:r>
      <w:r w:rsidRPr="00773BEC">
        <w:rPr>
          <w:noProof w:val="0"/>
        </w:rPr>
        <w:t xml:space="preserve"> </w:t>
      </w:r>
      <w:r w:rsidRPr="00773BEC">
        <w:rPr>
          <w:b/>
          <w:noProof w:val="0"/>
        </w:rPr>
        <w:t>NamingContextObject</w:t>
      </w:r>
      <w:r w:rsidRPr="00773BEC">
        <w:rPr>
          <w:noProof w:val="0"/>
        </w:rPr>
        <w:t>;</w:t>
      </w:r>
    </w:p>
    <w:p w14:paraId="33BF952E"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 xml:space="preserve">type </w:t>
      </w:r>
      <w:r w:rsidR="00EC7A22" w:rsidRPr="00773BEC">
        <w:rPr>
          <w:b/>
          <w:noProof w:val="0"/>
        </w:rPr>
        <w:t>NamingContextObject address</w:t>
      </w:r>
      <w:r w:rsidRPr="00773BEC">
        <w:rPr>
          <w:b/>
          <w:noProof w:val="0"/>
        </w:rPr>
        <w:t>;</w:t>
      </w:r>
    </w:p>
    <w:p w14:paraId="57CAE70B" w14:textId="77777777" w:rsidR="004C0BEA" w:rsidRPr="00773BEC" w:rsidRDefault="004C0BEA">
      <w:pPr>
        <w:pStyle w:val="PL"/>
        <w:rPr>
          <w:b/>
          <w:noProof w:val="0"/>
        </w:rPr>
      </w:pPr>
    </w:p>
    <w:p w14:paraId="1E0E7477" w14:textId="77777777" w:rsidR="004C0BEA" w:rsidRPr="00773BEC" w:rsidRDefault="004C0BEA" w:rsidP="00D53A9C">
      <w:pPr>
        <w:pStyle w:val="PL"/>
        <w:keepNext/>
        <w:rPr>
          <w:noProof w:val="0"/>
        </w:rPr>
      </w:pPr>
      <w:r w:rsidRPr="00773BEC">
        <w:rPr>
          <w:noProof w:val="0"/>
        </w:rPr>
        <w:lastRenderedPageBreak/>
        <w:tab/>
      </w:r>
      <w:r w:rsidRPr="00773BEC">
        <w:rPr>
          <w:noProof w:val="0"/>
        </w:rPr>
        <w:tab/>
      </w:r>
      <w:r w:rsidRPr="00773BEC">
        <w:rPr>
          <w:noProof w:val="0"/>
        </w:rPr>
        <w:tab/>
        <w:t xml:space="preserve">// attribute object_type     </w:t>
      </w:r>
    </w:p>
    <w:p w14:paraId="2B96C4C2" w14:textId="77777777" w:rsidR="00EC7A22" w:rsidRPr="00773BEC" w:rsidRDefault="004C0BEA" w:rsidP="00D53A9C">
      <w:pPr>
        <w:pStyle w:val="PL"/>
        <w:keepNext/>
        <w:rPr>
          <w:b/>
          <w:noProof w:val="0"/>
        </w:rPr>
      </w:pPr>
      <w:r w:rsidRPr="00773BEC">
        <w:rPr>
          <w:b/>
          <w:noProof w:val="0"/>
        </w:rPr>
        <w:tab/>
      </w:r>
      <w:r w:rsidRPr="00773BEC">
        <w:rPr>
          <w:b/>
          <w:noProof w:val="0"/>
        </w:rPr>
        <w:tab/>
      </w:r>
      <w:r w:rsidRPr="00773BEC">
        <w:rPr>
          <w:b/>
          <w:noProof w:val="0"/>
        </w:rPr>
        <w:tab/>
        <w:t>signature NamingContext__object_typeGet () return iso8859string</w:t>
      </w:r>
    </w:p>
    <w:p w14:paraId="520723E9" w14:textId="77777777" w:rsidR="004C0BEA" w:rsidRPr="00773BEC" w:rsidRDefault="00EC7A22" w:rsidP="00EC7A22">
      <w:pPr>
        <w:pStyle w:val="PL"/>
        <w:rPr>
          <w:b/>
          <w:noProof w:val="0"/>
        </w:rPr>
      </w:pPr>
      <w:r w:rsidRPr="00773BEC">
        <w:rPr>
          <w:b/>
          <w:noProof w:val="0"/>
        </w:rPr>
        <w:tab/>
      </w:r>
      <w:r w:rsidRPr="00773BEC">
        <w:rPr>
          <w:b/>
          <w:noProof w:val="0"/>
        </w:rPr>
        <w:tab/>
      </w:r>
      <w:r w:rsidRPr="00773BEC">
        <w:rPr>
          <w:b/>
          <w:noProof w:val="0"/>
        </w:rPr>
        <w:tab/>
        <w:t>exception ( SYSTEM_EXCEPTION )</w:t>
      </w:r>
      <w:r w:rsidR="004C0BEA" w:rsidRPr="00773BEC">
        <w:rPr>
          <w:b/>
          <w:noProof w:val="0"/>
        </w:rPr>
        <w:t>;</w:t>
      </w:r>
    </w:p>
    <w:p w14:paraId="76F98EE3" w14:textId="77777777" w:rsidR="00EC7A22" w:rsidRPr="00773BEC" w:rsidRDefault="004C0BEA" w:rsidP="00EC7A22">
      <w:pPr>
        <w:pStyle w:val="PL"/>
        <w:rPr>
          <w:b/>
          <w:noProof w:val="0"/>
        </w:rPr>
      </w:pPr>
      <w:r w:rsidRPr="00773BEC">
        <w:rPr>
          <w:b/>
          <w:noProof w:val="0"/>
        </w:rPr>
        <w:tab/>
      </w:r>
      <w:r w:rsidRPr="00773BEC">
        <w:rPr>
          <w:b/>
          <w:noProof w:val="0"/>
        </w:rPr>
        <w:tab/>
      </w:r>
      <w:r w:rsidRPr="00773BEC">
        <w:rPr>
          <w:b/>
          <w:noProof w:val="0"/>
        </w:rPr>
        <w:tab/>
        <w:t>signature NamingContext__object_typeSet ( in iso8859string NamingContext__object_type )</w:t>
      </w:r>
      <w:r w:rsidR="00EC7A22" w:rsidRPr="00773BEC">
        <w:rPr>
          <w:b/>
          <w:noProof w:val="0"/>
        </w:rPr>
        <w:t xml:space="preserve"> </w:t>
      </w:r>
    </w:p>
    <w:p w14:paraId="5EEB9439" w14:textId="77777777" w:rsidR="004C0BEA" w:rsidRPr="00773BEC" w:rsidRDefault="00EC7A22" w:rsidP="00EC7A22">
      <w:pPr>
        <w:pStyle w:val="PL"/>
        <w:rPr>
          <w:b/>
          <w:noProof w:val="0"/>
        </w:rPr>
      </w:pPr>
      <w:r w:rsidRPr="00773BEC">
        <w:rPr>
          <w:b/>
          <w:noProof w:val="0"/>
        </w:rPr>
        <w:tab/>
      </w:r>
      <w:r w:rsidRPr="00773BEC">
        <w:rPr>
          <w:b/>
          <w:noProof w:val="0"/>
        </w:rPr>
        <w:tab/>
      </w:r>
      <w:r w:rsidRPr="00773BEC">
        <w:rPr>
          <w:b/>
          <w:noProof w:val="0"/>
        </w:rPr>
        <w:tab/>
        <w:t>exception ( SYSTEM_EXCEPTION )</w:t>
      </w:r>
      <w:r w:rsidR="004C0BEA" w:rsidRPr="00773BEC">
        <w:rPr>
          <w:b/>
          <w:noProof w:val="0"/>
        </w:rPr>
        <w:t>;</w:t>
      </w:r>
    </w:p>
    <w:p w14:paraId="0EA22EFE" w14:textId="77777777" w:rsidR="004C0BEA" w:rsidRPr="00773BEC" w:rsidRDefault="004C0BEA">
      <w:pPr>
        <w:pStyle w:val="PL"/>
        <w:rPr>
          <w:b/>
          <w:noProof w:val="0"/>
        </w:rPr>
      </w:pPr>
      <w:r w:rsidRPr="00773BEC">
        <w:rPr>
          <w:b/>
          <w:noProof w:val="0"/>
        </w:rPr>
        <w:t xml:space="preserve">    </w:t>
      </w:r>
    </w:p>
    <w:p w14:paraId="7EF18968" w14:textId="77777777" w:rsidR="004C0BEA" w:rsidRPr="00773BEC" w:rsidRDefault="004C0BEA" w:rsidP="008E7C65">
      <w:pPr>
        <w:pStyle w:val="PL"/>
        <w:keepNext/>
        <w:keepLines/>
        <w:rPr>
          <w:b/>
          <w:noProof w:val="0"/>
        </w:rPr>
      </w:pPr>
      <w:r w:rsidRPr="00773BEC">
        <w:rPr>
          <w:b/>
          <w:noProof w:val="0"/>
        </w:rPr>
        <w:tab/>
      </w:r>
      <w:r w:rsidRPr="00773BEC">
        <w:rPr>
          <w:b/>
          <w:noProof w:val="0"/>
        </w:rPr>
        <w:tab/>
      </w:r>
      <w:r w:rsidRPr="00773BEC">
        <w:rPr>
          <w:b/>
          <w:noProof w:val="0"/>
        </w:rPr>
        <w:tab/>
        <w:t>template NamingContext__object_typeSet ObjectTypeSetSignatureTemplate := {</w:t>
      </w:r>
    </w:p>
    <w:p w14:paraId="13315165" w14:textId="77777777" w:rsidR="004C0BEA" w:rsidRPr="00773BEC" w:rsidRDefault="004C0BEA" w:rsidP="008E7C65">
      <w:pPr>
        <w:pStyle w:val="PL"/>
        <w:keepNext/>
        <w:keepLines/>
        <w:rPr>
          <w:b/>
          <w:noProof w:val="0"/>
        </w:rPr>
      </w:pPr>
      <w:r w:rsidRPr="00773BEC">
        <w:rPr>
          <w:b/>
          <w:noProof w:val="0"/>
        </w:rPr>
        <w:tab/>
      </w:r>
      <w:r w:rsidRPr="00773BEC">
        <w:rPr>
          <w:b/>
          <w:noProof w:val="0"/>
        </w:rPr>
        <w:tab/>
      </w:r>
      <w:r w:rsidRPr="00773BEC">
        <w:rPr>
          <w:b/>
          <w:noProof w:val="0"/>
        </w:rPr>
        <w:tab/>
      </w:r>
      <w:r w:rsidRPr="00773BEC">
        <w:rPr>
          <w:b/>
          <w:noProof w:val="0"/>
        </w:rPr>
        <w:tab/>
        <w:t>object_type := "my object type"</w:t>
      </w:r>
    </w:p>
    <w:p w14:paraId="660C57D8"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w:t>
      </w:r>
    </w:p>
    <w:p w14:paraId="0292F69A" w14:textId="77777777" w:rsidR="004C0BEA" w:rsidRPr="00773BEC" w:rsidRDefault="004C0BEA">
      <w:pPr>
        <w:pStyle w:val="PL"/>
        <w:rPr>
          <w:b/>
          <w:noProof w:val="0"/>
        </w:rPr>
      </w:pPr>
    </w:p>
    <w:p w14:paraId="5B0B3275"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579B9B68"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attribute external_from_id</w:t>
      </w:r>
    </w:p>
    <w:p w14:paraId="07A5BAA7"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7BF65249" w14:textId="77777777" w:rsidR="00EC7A22" w:rsidRPr="00773BEC" w:rsidRDefault="004C0BEA" w:rsidP="00EC7A22">
      <w:pPr>
        <w:pStyle w:val="PL"/>
        <w:rPr>
          <w:b/>
          <w:noProof w:val="0"/>
        </w:rPr>
      </w:pPr>
      <w:r w:rsidRPr="00773BEC">
        <w:rPr>
          <w:b/>
          <w:noProof w:val="0"/>
        </w:rPr>
        <w:tab/>
      </w:r>
      <w:r w:rsidRPr="00773BEC">
        <w:rPr>
          <w:b/>
          <w:noProof w:val="0"/>
        </w:rPr>
        <w:tab/>
      </w:r>
      <w:r w:rsidRPr="00773BEC">
        <w:rPr>
          <w:b/>
          <w:noProof w:val="0"/>
        </w:rPr>
        <w:tab/>
        <w:t>signature NamingContext__external_form_idGet() return Key</w:t>
      </w:r>
    </w:p>
    <w:p w14:paraId="33BFAE82" w14:textId="77777777" w:rsidR="004C0BEA" w:rsidRPr="00773BEC" w:rsidRDefault="00EC7A22" w:rsidP="00EC7A22">
      <w:pPr>
        <w:pStyle w:val="PL"/>
        <w:rPr>
          <w:b/>
          <w:noProof w:val="0"/>
        </w:rPr>
      </w:pPr>
      <w:r w:rsidRPr="00773BEC">
        <w:rPr>
          <w:b/>
          <w:noProof w:val="0"/>
        </w:rPr>
        <w:tab/>
      </w:r>
      <w:r w:rsidRPr="00773BEC">
        <w:rPr>
          <w:b/>
          <w:noProof w:val="0"/>
        </w:rPr>
        <w:tab/>
      </w:r>
      <w:r w:rsidRPr="00773BEC">
        <w:rPr>
          <w:b/>
          <w:noProof w:val="0"/>
        </w:rPr>
        <w:tab/>
        <w:t>exception ( SYSTEM_EXCEPTION )</w:t>
      </w:r>
      <w:r w:rsidR="004C0BEA" w:rsidRPr="00773BEC">
        <w:rPr>
          <w:b/>
          <w:noProof w:val="0"/>
        </w:rPr>
        <w:t>;</w:t>
      </w:r>
    </w:p>
    <w:p w14:paraId="5B9691F5" w14:textId="77777777" w:rsidR="004C0BEA" w:rsidRPr="00773BEC" w:rsidRDefault="004C0BEA">
      <w:pPr>
        <w:pStyle w:val="PL"/>
        <w:rPr>
          <w:b/>
          <w:noProof w:val="0"/>
        </w:rPr>
      </w:pPr>
    </w:p>
    <w:p w14:paraId="3A6A50F3"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exception notFoundException</w:t>
      </w:r>
    </w:p>
    <w:p w14:paraId="1BB0582A"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type record NamingContext__NotFoundException {</w:t>
      </w:r>
    </w:p>
    <w:p w14:paraId="57330D96"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NotFoundReason why,</w:t>
      </w:r>
    </w:p>
    <w:p w14:paraId="5C9D1486"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Name rest_of_name</w:t>
      </w:r>
    </w:p>
    <w:p w14:paraId="11293B23"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w:t>
      </w:r>
    </w:p>
    <w:p w14:paraId="75CE7B1D" w14:textId="77777777" w:rsidR="004C0BEA" w:rsidRPr="00773BEC" w:rsidRDefault="004C0BEA">
      <w:pPr>
        <w:pStyle w:val="PL"/>
        <w:rPr>
          <w:b/>
          <w:noProof w:val="0"/>
        </w:rPr>
      </w:pPr>
      <w:r w:rsidRPr="00773BEC">
        <w:rPr>
          <w:b/>
          <w:noProof w:val="0"/>
        </w:rPr>
        <w:t xml:space="preserve">        </w:t>
      </w:r>
    </w:p>
    <w:p w14:paraId="0D55F9BB"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 xml:space="preserve">template NamingContext__NotFoundException </w:t>
      </w:r>
    </w:p>
    <w:p w14:paraId="365A2784"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NamingContext__NotFoundExceptionTemplate ( NotFoundReason reason, Name name ) := {</w:t>
      </w:r>
    </w:p>
    <w:p w14:paraId="3BAACFB7"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why          := reason,</w:t>
      </w:r>
    </w:p>
    <w:p w14:paraId="22EF7460"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rest_of_name := name</w:t>
      </w:r>
    </w:p>
    <w:p w14:paraId="575058FF"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w:t>
      </w:r>
    </w:p>
    <w:p w14:paraId="40730B79" w14:textId="77777777" w:rsidR="004C0BEA" w:rsidRPr="00773BEC" w:rsidRDefault="004C0BEA">
      <w:pPr>
        <w:pStyle w:val="PL"/>
        <w:rPr>
          <w:b/>
          <w:noProof w:val="0"/>
        </w:rPr>
      </w:pPr>
      <w:r w:rsidRPr="00773BEC">
        <w:rPr>
          <w:b/>
          <w:noProof w:val="0"/>
        </w:rPr>
        <w:t xml:space="preserve">        </w:t>
      </w:r>
    </w:p>
    <w:p w14:paraId="188BFCD2"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4D6ED24A"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bind procedure</w:t>
      </w:r>
    </w:p>
    <w:p w14:paraId="2F863E18"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4C08F70F" w14:textId="77777777" w:rsidR="00EC7A22" w:rsidRPr="00773BEC" w:rsidRDefault="004C0BEA">
      <w:pPr>
        <w:pStyle w:val="PL"/>
        <w:rPr>
          <w:b/>
          <w:noProof w:val="0"/>
        </w:rPr>
      </w:pPr>
      <w:r w:rsidRPr="00773BEC">
        <w:rPr>
          <w:b/>
          <w:noProof w:val="0"/>
        </w:rPr>
        <w:tab/>
      </w:r>
      <w:r w:rsidRPr="00773BEC">
        <w:rPr>
          <w:b/>
          <w:noProof w:val="0"/>
        </w:rPr>
        <w:tab/>
      </w:r>
      <w:r w:rsidRPr="00773BEC">
        <w:rPr>
          <w:b/>
          <w:noProof w:val="0"/>
        </w:rPr>
        <w:tab/>
        <w:t>signature NamingContext__BindSignature</w:t>
      </w:r>
    </w:p>
    <w:p w14:paraId="0EFADA36" w14:textId="77777777" w:rsidR="004C0BEA" w:rsidRPr="00773BEC" w:rsidRDefault="00EC7A22">
      <w:pPr>
        <w:pStyle w:val="PL"/>
        <w:rPr>
          <w:b/>
          <w:noProof w:val="0"/>
        </w:rPr>
      </w:pPr>
      <w:r w:rsidRPr="00773BEC">
        <w:rPr>
          <w:b/>
          <w:noProof w:val="0"/>
        </w:rPr>
        <w:t xml:space="preserve">              </w:t>
      </w:r>
      <w:r w:rsidR="004C0BEA" w:rsidRPr="00773BEC">
        <w:rPr>
          <w:b/>
          <w:noProof w:val="0"/>
        </w:rPr>
        <w:t>( in Name n, inout address obj, inout address  myObj,</w:t>
      </w:r>
    </w:p>
    <w:p w14:paraId="48920256"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in IDLContext context ) return MyString</w:t>
      </w:r>
    </w:p>
    <w:p w14:paraId="24708A57" w14:textId="77777777" w:rsidR="00EC7A22" w:rsidRPr="00773BEC" w:rsidRDefault="004C0BEA" w:rsidP="00EC7A22">
      <w:pPr>
        <w:pStyle w:val="PL"/>
        <w:rPr>
          <w:b/>
          <w:noProof w:val="0"/>
        </w:rPr>
      </w:pPr>
      <w:r w:rsidRPr="00773BEC">
        <w:rPr>
          <w:b/>
          <w:noProof w:val="0"/>
        </w:rPr>
        <w:tab/>
      </w:r>
      <w:r w:rsidRPr="00773BEC">
        <w:rPr>
          <w:b/>
          <w:noProof w:val="0"/>
        </w:rPr>
        <w:tab/>
      </w:r>
      <w:r w:rsidRPr="00773BEC">
        <w:rPr>
          <w:b/>
          <w:noProof w:val="0"/>
        </w:rPr>
        <w:tab/>
      </w:r>
      <w:r w:rsidRPr="00773BEC">
        <w:rPr>
          <w:b/>
          <w:noProof w:val="0"/>
        </w:rPr>
        <w:tab/>
        <w:t>exception(</w:t>
      </w:r>
      <w:r w:rsidR="00EC7A22" w:rsidRPr="00773BEC">
        <w:rPr>
          <w:b/>
          <w:noProof w:val="0"/>
        </w:rPr>
        <w:t xml:space="preserve"> </w:t>
      </w:r>
      <w:r w:rsidRPr="00773BEC">
        <w:rPr>
          <w:b/>
          <w:noProof w:val="0"/>
        </w:rPr>
        <w:t>NamingContext__NotFoundException</w:t>
      </w:r>
      <w:r w:rsidR="00EC7A22" w:rsidRPr="00773BEC">
        <w:rPr>
          <w:b/>
          <w:noProof w:val="0"/>
        </w:rPr>
        <w:t>,</w:t>
      </w:r>
    </w:p>
    <w:p w14:paraId="0C77F111" w14:textId="77777777" w:rsidR="004C0BEA" w:rsidRPr="00773BEC" w:rsidRDefault="00EC7A22" w:rsidP="00EC7A22">
      <w:pPr>
        <w:pStyle w:val="PL"/>
        <w:rPr>
          <w:b/>
          <w:noProof w:val="0"/>
        </w:rPr>
      </w:pPr>
      <w:r w:rsidRPr="00773BEC">
        <w:rPr>
          <w:b/>
          <w:noProof w:val="0"/>
        </w:rPr>
        <w:tab/>
      </w:r>
      <w:r w:rsidRPr="00773BEC">
        <w:rPr>
          <w:b/>
          <w:noProof w:val="0"/>
        </w:rPr>
        <w:tab/>
      </w:r>
      <w:r w:rsidRPr="00773BEC">
        <w:rPr>
          <w:b/>
          <w:noProof w:val="0"/>
        </w:rPr>
        <w:tab/>
      </w:r>
      <w:r w:rsidRPr="00773BEC">
        <w:rPr>
          <w:b/>
          <w:noProof w:val="0"/>
        </w:rPr>
        <w:tab/>
      </w:r>
      <w:r w:rsidRPr="00773BEC">
        <w:rPr>
          <w:b/>
          <w:noProof w:val="0"/>
        </w:rPr>
        <w:tab/>
      </w:r>
      <w:r w:rsidRPr="00773BEC">
        <w:rPr>
          <w:b/>
          <w:noProof w:val="0"/>
        </w:rPr>
        <w:tab/>
        <w:t xml:space="preserve">   SYSTEM_EXCEPTION</w:t>
      </w:r>
      <w:r w:rsidR="004C0BEA" w:rsidRPr="00773BEC">
        <w:rPr>
          <w:b/>
          <w:noProof w:val="0"/>
        </w:rPr>
        <w:t xml:space="preserve"> );</w:t>
      </w:r>
    </w:p>
    <w:p w14:paraId="7067DB43" w14:textId="77777777" w:rsidR="004C0BEA" w:rsidRPr="00773BEC" w:rsidRDefault="004C0BEA">
      <w:pPr>
        <w:pStyle w:val="PL"/>
        <w:rPr>
          <w:b/>
          <w:noProof w:val="0"/>
        </w:rPr>
      </w:pPr>
    </w:p>
    <w:p w14:paraId="5B537B1F"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 xml:space="preserve">template NamingContext__BindSignature </w:t>
      </w:r>
    </w:p>
    <w:p w14:paraId="2CA72FC0"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NamingContext__BindTemplate ( charstring object, IDLContext con ) := {</w:t>
      </w:r>
    </w:p>
    <w:p w14:paraId="24DFAA46"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n        := { {"name", ""} },</w:t>
      </w:r>
    </w:p>
    <w:p w14:paraId="33940AE2"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obj      := object,</w:t>
      </w:r>
    </w:p>
    <w:p w14:paraId="51725691"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myObj    := ?,</w:t>
      </w:r>
    </w:p>
    <w:p w14:paraId="2A6FEA0B"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context  := con</w:t>
      </w:r>
    </w:p>
    <w:p w14:paraId="22727B05"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w:t>
      </w:r>
    </w:p>
    <w:p w14:paraId="1CE62C2F" w14:textId="77777777" w:rsidR="004C0BEA" w:rsidRPr="00773BEC" w:rsidRDefault="004C0BEA">
      <w:pPr>
        <w:pStyle w:val="PL"/>
        <w:rPr>
          <w:b/>
          <w:noProof w:val="0"/>
        </w:rPr>
      </w:pPr>
      <w:r w:rsidRPr="00773BEC">
        <w:rPr>
          <w:b/>
          <w:noProof w:val="0"/>
        </w:rPr>
        <w:t xml:space="preserve">        </w:t>
      </w:r>
    </w:p>
    <w:p w14:paraId="4539D7D9" w14:textId="77777777" w:rsidR="004C0BEA" w:rsidRPr="00773BEC" w:rsidRDefault="004C0BEA">
      <w:pPr>
        <w:pStyle w:val="PL"/>
        <w:rPr>
          <w:b/>
          <w:noProof w:val="0"/>
        </w:rPr>
      </w:pPr>
      <w:r w:rsidRPr="00773BEC">
        <w:rPr>
          <w:b/>
          <w:noProof w:val="0"/>
        </w:rPr>
        <w:t xml:space="preserve">        </w:t>
      </w:r>
    </w:p>
    <w:p w14:paraId="571A7254"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2CA0D9D5"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rebind procedure</w:t>
      </w:r>
    </w:p>
    <w:p w14:paraId="31D187A3"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4E4D4816" w14:textId="77777777" w:rsidR="008D2052" w:rsidRPr="00773BEC" w:rsidRDefault="004C0BEA" w:rsidP="008D2052">
      <w:pPr>
        <w:pStyle w:val="PL"/>
        <w:rPr>
          <w:b/>
          <w:noProof w:val="0"/>
        </w:rPr>
      </w:pPr>
      <w:r w:rsidRPr="00773BEC">
        <w:rPr>
          <w:b/>
          <w:noProof w:val="0"/>
        </w:rPr>
        <w:tab/>
      </w:r>
      <w:r w:rsidRPr="00773BEC">
        <w:rPr>
          <w:b/>
          <w:noProof w:val="0"/>
        </w:rPr>
        <w:tab/>
      </w:r>
      <w:r w:rsidRPr="00773BEC">
        <w:rPr>
          <w:b/>
          <w:noProof w:val="0"/>
        </w:rPr>
        <w:tab/>
        <w:t>signature NamingContext__RebindSignature( in Name n, in address obj )</w:t>
      </w:r>
      <w:r w:rsidR="008D2052" w:rsidRPr="00773BEC">
        <w:rPr>
          <w:b/>
          <w:noProof w:val="0"/>
        </w:rPr>
        <w:t xml:space="preserve"> </w:t>
      </w:r>
    </w:p>
    <w:p w14:paraId="05D365F6" w14:textId="77777777" w:rsidR="004C0BEA" w:rsidRPr="00773BEC" w:rsidRDefault="008D2052">
      <w:pPr>
        <w:pStyle w:val="PL"/>
        <w:rPr>
          <w:b/>
          <w:noProof w:val="0"/>
        </w:rPr>
      </w:pPr>
      <w:r w:rsidRPr="00773BEC">
        <w:rPr>
          <w:b/>
          <w:noProof w:val="0"/>
        </w:rPr>
        <w:tab/>
      </w:r>
      <w:r w:rsidRPr="00773BEC">
        <w:rPr>
          <w:b/>
          <w:noProof w:val="0"/>
        </w:rPr>
        <w:tab/>
      </w:r>
      <w:r w:rsidRPr="00773BEC">
        <w:rPr>
          <w:b/>
          <w:noProof w:val="0"/>
        </w:rPr>
        <w:tab/>
        <w:t>exception ( SYSTEM_EXCEPTION )</w:t>
      </w:r>
    </w:p>
    <w:p w14:paraId="19FB4C69"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 xml:space="preserve">with { variant "IDL:oneway FORMAL/01-12-01 v.2.6" };        </w:t>
      </w:r>
    </w:p>
    <w:p w14:paraId="58AF1AE8" w14:textId="77777777" w:rsidR="004C0BEA" w:rsidRPr="00773BEC" w:rsidRDefault="004C0BEA">
      <w:pPr>
        <w:pStyle w:val="PL"/>
        <w:rPr>
          <w:b/>
          <w:noProof w:val="0"/>
        </w:rPr>
      </w:pPr>
      <w:r w:rsidRPr="00773BEC">
        <w:rPr>
          <w:b/>
          <w:noProof w:val="0"/>
        </w:rPr>
        <w:t xml:space="preserve">        </w:t>
      </w:r>
    </w:p>
    <w:p w14:paraId="50A80A0D"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 xml:space="preserve">template NamingContext__RebindSignature </w:t>
      </w:r>
    </w:p>
    <w:p w14:paraId="59967168"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NamingContext__RebindTemplate ( address object ) := {</w:t>
      </w:r>
    </w:p>
    <w:p w14:paraId="7B899711"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 xml:space="preserve">n   := { {"name", ""} }, </w:t>
      </w:r>
    </w:p>
    <w:p w14:paraId="687563C8"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 xml:space="preserve">obj := object </w:t>
      </w:r>
    </w:p>
    <w:p w14:paraId="7A81CC30"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w:t>
      </w:r>
    </w:p>
    <w:p w14:paraId="60835A27" w14:textId="77777777" w:rsidR="004C0BEA" w:rsidRPr="00773BEC" w:rsidRDefault="004C0BEA">
      <w:pPr>
        <w:pStyle w:val="PL"/>
        <w:rPr>
          <w:b/>
          <w:noProof w:val="0"/>
        </w:rPr>
      </w:pPr>
      <w:r w:rsidRPr="00773BEC">
        <w:rPr>
          <w:b/>
          <w:noProof w:val="0"/>
        </w:rPr>
        <w:t xml:space="preserve">        </w:t>
      </w:r>
    </w:p>
    <w:p w14:paraId="2A2668CE" w14:textId="77777777" w:rsidR="004C0BEA" w:rsidRPr="00773BEC" w:rsidRDefault="004C0BEA">
      <w:pPr>
        <w:pStyle w:val="PL"/>
        <w:rPr>
          <w:b/>
          <w:noProof w:val="0"/>
        </w:rPr>
      </w:pPr>
      <w:r w:rsidRPr="00773BEC">
        <w:rPr>
          <w:b/>
          <w:noProof w:val="0"/>
        </w:rPr>
        <w:t xml:space="preserve">        </w:t>
      </w:r>
    </w:p>
    <w:p w14:paraId="1E8F6A20"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type port NamingContext procedure {</w:t>
      </w:r>
    </w:p>
    <w:p w14:paraId="7EE70571"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out NamingContext__object_typeGet;</w:t>
      </w:r>
    </w:p>
    <w:p w14:paraId="7FC8CC9D"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out NamingContext__object_typeSet;</w:t>
      </w:r>
    </w:p>
    <w:p w14:paraId="555E99F2"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out NamingContext__external_form_idGet;</w:t>
      </w:r>
    </w:p>
    <w:p w14:paraId="2944BCF2"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out NamingContext__BindSignature;</w:t>
      </w:r>
    </w:p>
    <w:p w14:paraId="4D115632"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w:t>
      </w:r>
    </w:p>
    <w:p w14:paraId="2D24A48A" w14:textId="77777777" w:rsidR="004C0BEA" w:rsidRPr="00773BEC" w:rsidRDefault="004C0BEA">
      <w:pPr>
        <w:pStyle w:val="PL"/>
        <w:rPr>
          <w:b/>
          <w:noProof w:val="0"/>
        </w:rPr>
      </w:pPr>
      <w:r w:rsidRPr="00773BEC">
        <w:rPr>
          <w:b/>
          <w:noProof w:val="0"/>
        </w:rPr>
        <w:tab/>
      </w:r>
      <w:r w:rsidRPr="00773BEC">
        <w:rPr>
          <w:b/>
          <w:noProof w:val="0"/>
        </w:rPr>
        <w:tab/>
        <w:t>}</w:t>
      </w:r>
    </w:p>
    <w:p w14:paraId="71C91CF1" w14:textId="77777777" w:rsidR="004C0BEA" w:rsidRPr="00773BEC" w:rsidRDefault="004C0BEA">
      <w:pPr>
        <w:pStyle w:val="PL"/>
        <w:rPr>
          <w:b/>
          <w:noProof w:val="0"/>
        </w:rPr>
      </w:pPr>
    </w:p>
    <w:p w14:paraId="4B684F73" w14:textId="77777777" w:rsidR="004C0BEA" w:rsidRPr="00773BEC" w:rsidRDefault="004C0BEA">
      <w:pPr>
        <w:pStyle w:val="PL"/>
        <w:rPr>
          <w:noProof w:val="0"/>
        </w:rPr>
      </w:pPr>
      <w:r w:rsidRPr="00773BEC">
        <w:rPr>
          <w:noProof w:val="0"/>
        </w:rPr>
        <w:tab/>
      </w:r>
      <w:r w:rsidRPr="00773BEC">
        <w:rPr>
          <w:noProof w:val="0"/>
        </w:rPr>
        <w:tab/>
        <w:t>// component is necessary for test case</w:t>
      </w:r>
    </w:p>
    <w:p w14:paraId="7BBCB907" w14:textId="77777777" w:rsidR="004C0BEA" w:rsidRPr="00773BEC" w:rsidRDefault="004C0BEA">
      <w:pPr>
        <w:pStyle w:val="PL"/>
        <w:rPr>
          <w:b/>
          <w:noProof w:val="0"/>
        </w:rPr>
      </w:pPr>
      <w:r w:rsidRPr="00773BEC">
        <w:rPr>
          <w:b/>
          <w:noProof w:val="0"/>
        </w:rPr>
        <w:tab/>
      </w:r>
      <w:r w:rsidRPr="00773BEC">
        <w:rPr>
          <w:b/>
          <w:noProof w:val="0"/>
        </w:rPr>
        <w:tab/>
        <w:t>type component CorbaSystemInterface {</w:t>
      </w:r>
    </w:p>
    <w:p w14:paraId="121341F9"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port NamingContext PCO;</w:t>
      </w:r>
    </w:p>
    <w:p w14:paraId="07D6ADD3" w14:textId="77777777" w:rsidR="004C0BEA" w:rsidRPr="00773BEC" w:rsidRDefault="004C0BEA">
      <w:pPr>
        <w:pStyle w:val="PL"/>
        <w:rPr>
          <w:b/>
          <w:noProof w:val="0"/>
        </w:rPr>
      </w:pPr>
      <w:r w:rsidRPr="00773BEC">
        <w:rPr>
          <w:b/>
          <w:noProof w:val="0"/>
        </w:rPr>
        <w:tab/>
      </w:r>
      <w:r w:rsidRPr="00773BEC">
        <w:rPr>
          <w:b/>
          <w:noProof w:val="0"/>
        </w:rPr>
        <w:tab/>
        <w:t>}</w:t>
      </w:r>
    </w:p>
    <w:p w14:paraId="51D72C40" w14:textId="77777777" w:rsidR="004C0BEA" w:rsidRPr="00773BEC" w:rsidRDefault="004C0BEA">
      <w:pPr>
        <w:pStyle w:val="PL"/>
        <w:rPr>
          <w:b/>
          <w:noProof w:val="0"/>
        </w:rPr>
      </w:pPr>
    </w:p>
    <w:p w14:paraId="46C980B8" w14:textId="77777777" w:rsidR="004C0BEA" w:rsidRPr="00773BEC" w:rsidRDefault="004C0BEA">
      <w:pPr>
        <w:pStyle w:val="PL"/>
        <w:rPr>
          <w:noProof w:val="0"/>
        </w:rPr>
      </w:pPr>
      <w:r w:rsidRPr="00773BEC">
        <w:rPr>
          <w:noProof w:val="0"/>
        </w:rPr>
        <w:tab/>
      </w:r>
      <w:r w:rsidRPr="00773BEC">
        <w:rPr>
          <w:noProof w:val="0"/>
        </w:rPr>
        <w:tab/>
        <w:t>// somewhere has main test component MyMTC to be defined</w:t>
      </w:r>
    </w:p>
    <w:p w14:paraId="3B5BFB25" w14:textId="77777777" w:rsidR="004C0BEA" w:rsidRPr="00773BEC" w:rsidRDefault="004C0BEA">
      <w:pPr>
        <w:pStyle w:val="PL"/>
        <w:rPr>
          <w:b/>
          <w:noProof w:val="0"/>
        </w:rPr>
      </w:pPr>
      <w:r w:rsidRPr="00773BEC">
        <w:rPr>
          <w:b/>
          <w:noProof w:val="0"/>
        </w:rPr>
        <w:tab/>
      </w:r>
      <w:r w:rsidRPr="00773BEC">
        <w:rPr>
          <w:b/>
          <w:noProof w:val="0"/>
        </w:rPr>
        <w:tab/>
        <w:t>type component MyMTC {</w:t>
      </w:r>
    </w:p>
    <w:p w14:paraId="52BE8E49"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port NamingContext NamingContextPCO;</w:t>
      </w:r>
    </w:p>
    <w:p w14:paraId="73656A2C" w14:textId="77777777" w:rsidR="004C0BEA" w:rsidRPr="00773BEC" w:rsidRDefault="004C0BEA">
      <w:pPr>
        <w:pStyle w:val="PL"/>
        <w:rPr>
          <w:b/>
          <w:noProof w:val="0"/>
        </w:rPr>
      </w:pPr>
      <w:r w:rsidRPr="00773BEC">
        <w:rPr>
          <w:b/>
          <w:noProof w:val="0"/>
        </w:rPr>
        <w:tab/>
      </w:r>
      <w:r w:rsidRPr="00773BEC">
        <w:rPr>
          <w:b/>
          <w:noProof w:val="0"/>
        </w:rPr>
        <w:tab/>
        <w:t>}</w:t>
      </w:r>
    </w:p>
    <w:p w14:paraId="14A70A28" w14:textId="77777777" w:rsidR="004C0BEA" w:rsidRPr="00773BEC" w:rsidRDefault="004C0BEA">
      <w:pPr>
        <w:pStyle w:val="PL"/>
        <w:rPr>
          <w:b/>
          <w:noProof w:val="0"/>
        </w:rPr>
      </w:pPr>
    </w:p>
    <w:p w14:paraId="673D50DC" w14:textId="77777777" w:rsidR="004C0BEA" w:rsidRPr="00773BEC" w:rsidRDefault="004C0BEA">
      <w:pPr>
        <w:pStyle w:val="PL"/>
        <w:rPr>
          <w:noProof w:val="0"/>
        </w:rPr>
      </w:pPr>
      <w:r w:rsidRPr="00773BEC">
        <w:rPr>
          <w:noProof w:val="0"/>
        </w:rPr>
        <w:lastRenderedPageBreak/>
        <w:tab/>
      </w:r>
      <w:r w:rsidRPr="00773BEC">
        <w:rPr>
          <w:noProof w:val="0"/>
        </w:rPr>
        <w:tab/>
        <w:t>// *******************</w:t>
      </w:r>
    </w:p>
    <w:p w14:paraId="3653E7D5" w14:textId="77777777" w:rsidR="004C0BEA" w:rsidRPr="00773BEC" w:rsidRDefault="004C0BEA">
      <w:pPr>
        <w:pStyle w:val="PL"/>
        <w:rPr>
          <w:noProof w:val="0"/>
        </w:rPr>
      </w:pPr>
      <w:r w:rsidRPr="00773BEC">
        <w:rPr>
          <w:noProof w:val="0"/>
        </w:rPr>
        <w:tab/>
      </w:r>
      <w:r w:rsidRPr="00773BEC">
        <w:rPr>
          <w:noProof w:val="0"/>
        </w:rPr>
        <w:tab/>
        <w:t>// Testcase Definition</w:t>
      </w:r>
    </w:p>
    <w:p w14:paraId="4BF19D09" w14:textId="77777777" w:rsidR="004C0BEA" w:rsidRPr="00773BEC" w:rsidRDefault="004C0BEA">
      <w:pPr>
        <w:pStyle w:val="PL"/>
        <w:rPr>
          <w:noProof w:val="0"/>
        </w:rPr>
      </w:pPr>
      <w:r w:rsidRPr="00773BEC">
        <w:rPr>
          <w:noProof w:val="0"/>
        </w:rPr>
        <w:tab/>
      </w:r>
      <w:r w:rsidRPr="00773BEC">
        <w:rPr>
          <w:noProof w:val="0"/>
        </w:rPr>
        <w:tab/>
        <w:t>// *******************</w:t>
      </w:r>
    </w:p>
    <w:p w14:paraId="0F224720" w14:textId="77777777" w:rsidR="004C0BEA" w:rsidRPr="00773BEC" w:rsidRDefault="004C0BEA">
      <w:pPr>
        <w:pStyle w:val="PL"/>
        <w:rPr>
          <w:b/>
          <w:noProof w:val="0"/>
        </w:rPr>
      </w:pPr>
      <w:r w:rsidRPr="00773BEC">
        <w:rPr>
          <w:b/>
          <w:noProof w:val="0"/>
        </w:rPr>
        <w:tab/>
      </w:r>
      <w:r w:rsidRPr="00773BEC">
        <w:rPr>
          <w:b/>
          <w:noProof w:val="0"/>
        </w:rPr>
        <w:tab/>
        <w:t>testcase MyNamingServiceTestCase() runs on MyMTC system CorbaSystemInterface {</w:t>
      </w:r>
    </w:p>
    <w:p w14:paraId="310F5CD6" w14:textId="77777777" w:rsidR="004C0BEA" w:rsidRPr="00773BEC" w:rsidRDefault="004C0BEA">
      <w:pPr>
        <w:pStyle w:val="PL"/>
        <w:rPr>
          <w:b/>
          <w:noProof w:val="0"/>
        </w:rPr>
      </w:pPr>
    </w:p>
    <w:p w14:paraId="356938C9"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examples to show how above definitions can be used inside a</w:t>
      </w:r>
    </w:p>
    <w:p w14:paraId="20B455F5"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testcase definition</w:t>
      </w:r>
    </w:p>
    <w:p w14:paraId="415250CD" w14:textId="77777777" w:rsidR="004C0BEA" w:rsidRPr="00773BEC" w:rsidRDefault="004C0BEA">
      <w:pPr>
        <w:pStyle w:val="PL"/>
        <w:rPr>
          <w:b/>
          <w:noProof w:val="0"/>
        </w:rPr>
      </w:pPr>
    </w:p>
    <w:p w14:paraId="0DF2962D"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var CorbaSystemInterface myCorbaSystem := CorbaSystemInterface.create;</w:t>
      </w:r>
    </w:p>
    <w:p w14:paraId="2E77FDB0"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connect( self:NamingContextPCO, myCorbaSystem:PCO );</w:t>
      </w:r>
    </w:p>
    <w:p w14:paraId="4C4C0B66"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myCorbaSystem.start;</w:t>
      </w:r>
    </w:p>
    <w:p w14:paraId="1C5E2651" w14:textId="77777777" w:rsidR="004C0BEA" w:rsidRPr="00773BEC" w:rsidRDefault="004C0BEA">
      <w:pPr>
        <w:pStyle w:val="PL"/>
        <w:rPr>
          <w:b/>
          <w:noProof w:val="0"/>
        </w:rPr>
      </w:pPr>
    </w:p>
    <w:p w14:paraId="62F0B83B"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47D8A239"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Fixed Type</w:t>
      </w:r>
    </w:p>
    <w:p w14:paraId="5CD44909"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5702C06D"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var IDLfixed fix := { 12, 7, "12345.1234567" };</w:t>
      </w:r>
    </w:p>
    <w:p w14:paraId="1F9CED7E" w14:textId="77777777" w:rsidR="004C0BEA" w:rsidRPr="00773BEC" w:rsidRDefault="004C0BEA">
      <w:pPr>
        <w:pStyle w:val="PL"/>
        <w:rPr>
          <w:b/>
          <w:noProof w:val="0"/>
        </w:rPr>
      </w:pPr>
      <w:r w:rsidRPr="00773BEC">
        <w:rPr>
          <w:b/>
          <w:noProof w:val="0"/>
        </w:rPr>
        <w:t xml:space="preserve">    </w:t>
      </w:r>
    </w:p>
    <w:p w14:paraId="624FB0B8"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263B7AA8"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Native</w:t>
      </w:r>
    </w:p>
    <w:p w14:paraId="52DD4384"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0D73F98B"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var address MyNativeVariable;</w:t>
      </w:r>
    </w:p>
    <w:p w14:paraId="35391420" w14:textId="77777777" w:rsidR="004C0BEA" w:rsidRPr="00773BEC" w:rsidRDefault="004C0BEA">
      <w:pPr>
        <w:pStyle w:val="PL"/>
        <w:rPr>
          <w:b/>
          <w:noProof w:val="0"/>
        </w:rPr>
      </w:pPr>
    </w:p>
    <w:p w14:paraId="69C5E62A" w14:textId="77777777" w:rsidR="004C0BEA" w:rsidRPr="00773BEC" w:rsidRDefault="004C0BEA">
      <w:pPr>
        <w:pStyle w:val="PL"/>
        <w:rPr>
          <w:b/>
          <w:noProof w:val="0"/>
        </w:rPr>
      </w:pPr>
    </w:p>
    <w:p w14:paraId="681BD197"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0E44831F"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Procedure Calls</w:t>
      </w:r>
    </w:p>
    <w:p w14:paraId="7566FA00"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0A91C59E"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var MyString   myResult1;</w:t>
      </w:r>
    </w:p>
    <w:p w14:paraId="1556FC5E"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var Key        myResult2;</w:t>
      </w:r>
    </w:p>
    <w:p w14:paraId="451C5DF1"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var MyString   myResult3;</w:t>
      </w:r>
    </w:p>
    <w:p w14:paraId="6C4CBE70"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var address object, myObject, resultObject, resultMyObject;</w:t>
      </w:r>
    </w:p>
    <w:p w14:paraId="5732D15D" w14:textId="77777777" w:rsidR="004C0BEA" w:rsidRPr="00773BEC" w:rsidRDefault="004C0BEA">
      <w:pPr>
        <w:pStyle w:val="PL"/>
        <w:rPr>
          <w:b/>
          <w:noProof w:val="0"/>
        </w:rPr>
      </w:pPr>
      <w:r w:rsidRPr="00773BEC">
        <w:rPr>
          <w:b/>
          <w:noProof w:val="0"/>
        </w:rPr>
        <w:t xml:space="preserve"> </w:t>
      </w:r>
    </w:p>
    <w:p w14:paraId="5396AE3B"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var IDLContextElement contextElement := {</w:t>
      </w:r>
    </w:p>
    <w:p w14:paraId="56A6F848"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name := "Hostname",</w:t>
      </w:r>
    </w:p>
    <w:p w14:paraId="5E8FBCBE"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value_ := "disen"</w:t>
      </w:r>
    </w:p>
    <w:p w14:paraId="4B48B604"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w:t>
      </w:r>
    </w:p>
    <w:p w14:paraId="3F7B8DFF" w14:textId="77777777" w:rsidR="004C0BEA" w:rsidRPr="00773BEC" w:rsidRDefault="004C0BEA">
      <w:pPr>
        <w:pStyle w:val="PL"/>
        <w:rPr>
          <w:b/>
          <w:noProof w:val="0"/>
        </w:rPr>
      </w:pPr>
    </w:p>
    <w:p w14:paraId="0203419D"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var IDLContext contextParameter := { contextElement };</w:t>
      </w:r>
    </w:p>
    <w:p w14:paraId="51F8CC92" w14:textId="77777777" w:rsidR="004C0BEA" w:rsidRPr="00773BEC" w:rsidRDefault="004C0BEA">
      <w:pPr>
        <w:pStyle w:val="PL"/>
        <w:rPr>
          <w:b/>
          <w:noProof w:val="0"/>
        </w:rPr>
      </w:pPr>
    </w:p>
    <w:p w14:paraId="50CCE125"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5EE62CB2"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procedure get object_type</w:t>
      </w:r>
    </w:p>
    <w:p w14:paraId="3F4D83DA"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xml:space="preserve">// </w:t>
      </w:r>
    </w:p>
    <w:p w14:paraId="1BC81E36"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NamingContextPCO.call( ObjectTypeGetSignature )</w:t>
      </w:r>
    </w:p>
    <w:p w14:paraId="673BB330"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w:t>
      </w:r>
    </w:p>
    <w:p w14:paraId="785633C4"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 xml:space="preserve">[] NamingContextPCO.getreply( ObjectTypeGetSignature value * ) </w:t>
      </w:r>
    </w:p>
    <w:p w14:paraId="1E0CE5A9"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r>
      <w:r w:rsidRPr="00773BEC">
        <w:rPr>
          <w:b/>
          <w:noProof w:val="0"/>
        </w:rPr>
        <w:tab/>
        <w:t>-&gt; value myResult1 {}</w:t>
      </w:r>
    </w:p>
    <w:p w14:paraId="6FD336D2"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w:t>
      </w:r>
    </w:p>
    <w:p w14:paraId="14EAF97F" w14:textId="77777777" w:rsidR="004C0BEA" w:rsidRPr="00773BEC" w:rsidRDefault="004C0BEA">
      <w:pPr>
        <w:pStyle w:val="PL"/>
        <w:rPr>
          <w:b/>
          <w:noProof w:val="0"/>
        </w:rPr>
      </w:pPr>
      <w:r w:rsidRPr="00773BEC">
        <w:rPr>
          <w:b/>
          <w:noProof w:val="0"/>
        </w:rPr>
        <w:t xml:space="preserve">    </w:t>
      </w:r>
    </w:p>
    <w:p w14:paraId="1572437F"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5B94281E"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procedure  set object_type</w:t>
      </w:r>
    </w:p>
    <w:p w14:paraId="5DD3DD97"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23E8C9C4"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NamingContextPCO.call( ObjectTypeSetSignatureTemplate );</w:t>
      </w:r>
    </w:p>
    <w:p w14:paraId="34912ADD" w14:textId="77777777" w:rsidR="004C0BEA" w:rsidRPr="00773BEC" w:rsidRDefault="004C0BEA">
      <w:pPr>
        <w:pStyle w:val="PL"/>
        <w:rPr>
          <w:b/>
          <w:noProof w:val="0"/>
        </w:rPr>
      </w:pPr>
    </w:p>
    <w:p w14:paraId="40261EC7" w14:textId="77777777" w:rsidR="004C0BEA" w:rsidRPr="00773BEC" w:rsidRDefault="004C0BEA">
      <w:pPr>
        <w:pStyle w:val="PL"/>
        <w:rPr>
          <w:b/>
          <w:noProof w:val="0"/>
        </w:rPr>
      </w:pPr>
    </w:p>
    <w:p w14:paraId="11777E81"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303CD5E8"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procedure get external_from_id</w:t>
      </w:r>
    </w:p>
    <w:p w14:paraId="28E70438"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41999124"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NamingContextPCO.call( ExternalFormIdGetSignature )</w:t>
      </w:r>
    </w:p>
    <w:p w14:paraId="3B61DFC8"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w:t>
      </w:r>
    </w:p>
    <w:p w14:paraId="34D2BCFF"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 xml:space="preserve">[] NamingContextPCO.getreply( ExternalFormIdGetSignature value * ) </w:t>
      </w:r>
    </w:p>
    <w:p w14:paraId="13A9451A"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r>
      <w:r w:rsidRPr="00773BEC">
        <w:rPr>
          <w:b/>
          <w:noProof w:val="0"/>
        </w:rPr>
        <w:tab/>
        <w:t>-&gt; value MyResult2 {}</w:t>
      </w:r>
    </w:p>
    <w:p w14:paraId="5FCCAE57"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w:t>
      </w:r>
    </w:p>
    <w:p w14:paraId="4A492CC7" w14:textId="77777777" w:rsidR="004C0BEA" w:rsidRPr="00773BEC" w:rsidRDefault="004C0BEA">
      <w:pPr>
        <w:pStyle w:val="PL"/>
        <w:rPr>
          <w:b/>
          <w:noProof w:val="0"/>
        </w:rPr>
      </w:pPr>
      <w:r w:rsidRPr="00773BEC">
        <w:rPr>
          <w:b/>
          <w:noProof w:val="0"/>
        </w:rPr>
        <w:t xml:space="preserve">    </w:t>
      </w:r>
    </w:p>
    <w:p w14:paraId="74479AB8" w14:textId="77777777" w:rsidR="004C0BEA" w:rsidRPr="00773BEC" w:rsidRDefault="004C0BEA">
      <w:pPr>
        <w:pStyle w:val="PL"/>
        <w:rPr>
          <w:b/>
          <w:noProof w:val="0"/>
        </w:rPr>
      </w:pPr>
      <w:r w:rsidRPr="00773BEC">
        <w:rPr>
          <w:b/>
          <w:noProof w:val="0"/>
        </w:rPr>
        <w:t xml:space="preserve">    </w:t>
      </w:r>
    </w:p>
    <w:p w14:paraId="7A07692B"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095A9F38"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procedure bind (with template)</w:t>
      </w:r>
    </w:p>
    <w:p w14:paraId="749ADFE9"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748CF32A"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NamingContextPCO.call( BindTemplate( object, contextParameter ) )</w:t>
      </w:r>
    </w:p>
    <w:p w14:paraId="5E598678"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w:t>
      </w:r>
    </w:p>
    <w:p w14:paraId="2B889F4F"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 xml:space="preserve">[] NamingContextPCO.getreply( BindTemplate( * ) value * ) </w:t>
      </w:r>
    </w:p>
    <w:p w14:paraId="33545AE3"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r>
      <w:r w:rsidRPr="00773BEC">
        <w:rPr>
          <w:b/>
          <w:noProof w:val="0"/>
        </w:rPr>
        <w:tab/>
        <w:t xml:space="preserve">-&gt; value myResult3 </w:t>
      </w:r>
    </w:p>
    <w:p w14:paraId="462F915A"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r>
      <w:r w:rsidRPr="00773BEC">
        <w:rPr>
          <w:b/>
          <w:noProof w:val="0"/>
        </w:rPr>
        <w:tab/>
        <w:t>param( resultObject, resultMYObject ) sender mySender {}</w:t>
      </w:r>
    </w:p>
    <w:p w14:paraId="29E81033" w14:textId="77777777" w:rsidR="004C0BEA" w:rsidRPr="00773BEC" w:rsidRDefault="004C0BEA">
      <w:pPr>
        <w:pStyle w:val="PL"/>
        <w:rPr>
          <w:b/>
          <w:noProof w:val="0"/>
        </w:rPr>
      </w:pPr>
      <w:r w:rsidRPr="00773BEC">
        <w:rPr>
          <w:b/>
          <w:noProof w:val="0"/>
        </w:rPr>
        <w:t xml:space="preserve">        </w:t>
      </w:r>
    </w:p>
    <w:p w14:paraId="46C23A96" w14:textId="77777777" w:rsidR="004C0BEA" w:rsidRPr="00773BEC" w:rsidRDefault="004C0BEA" w:rsidP="00A17355">
      <w:pPr>
        <w:pStyle w:val="PL"/>
        <w:rPr>
          <w:b/>
          <w:noProof w:val="0"/>
        </w:rPr>
      </w:pPr>
      <w:r w:rsidRPr="00773BEC">
        <w:rPr>
          <w:b/>
          <w:noProof w:val="0"/>
        </w:rPr>
        <w:tab/>
      </w:r>
      <w:r w:rsidRPr="00773BEC">
        <w:rPr>
          <w:b/>
          <w:noProof w:val="0"/>
        </w:rPr>
        <w:tab/>
      </w:r>
      <w:r w:rsidRPr="00773BEC">
        <w:rPr>
          <w:b/>
          <w:noProof w:val="0"/>
        </w:rPr>
        <w:tab/>
      </w:r>
      <w:r w:rsidRPr="00773BEC">
        <w:rPr>
          <w:b/>
          <w:noProof w:val="0"/>
        </w:rPr>
        <w:tab/>
        <w:t>[] NamingContextPCO.catch( BindSignature,</w:t>
      </w:r>
    </w:p>
    <w:p w14:paraId="244E5FF7" w14:textId="77777777" w:rsidR="004C0BEA" w:rsidRPr="00773BEC" w:rsidRDefault="004C0BEA" w:rsidP="00A17355">
      <w:pPr>
        <w:pStyle w:val="PL"/>
        <w:rPr>
          <w:b/>
          <w:noProof w:val="0"/>
        </w:rPr>
      </w:pPr>
      <w:r w:rsidRPr="00773BEC">
        <w:rPr>
          <w:b/>
          <w:noProof w:val="0"/>
        </w:rPr>
        <w:tab/>
      </w:r>
      <w:r w:rsidRPr="00773BEC">
        <w:rPr>
          <w:b/>
          <w:noProof w:val="0"/>
        </w:rPr>
        <w:tab/>
      </w:r>
      <w:r w:rsidRPr="00773BEC">
        <w:rPr>
          <w:b/>
          <w:noProof w:val="0"/>
        </w:rPr>
        <w:tab/>
      </w:r>
      <w:r w:rsidRPr="00773BEC">
        <w:rPr>
          <w:b/>
          <w:noProof w:val="0"/>
        </w:rPr>
        <w:tab/>
      </w:r>
      <w:r w:rsidRPr="00773BEC">
        <w:rPr>
          <w:b/>
          <w:noProof w:val="0"/>
        </w:rPr>
        <w:tab/>
      </w:r>
      <w:r w:rsidRPr="00773BEC">
        <w:rPr>
          <w:b/>
          <w:noProof w:val="0"/>
        </w:rPr>
        <w:tab/>
        <w:t>NamingContext__NotFoundExceptionTemplate )</w:t>
      </w:r>
    </w:p>
    <w:p w14:paraId="6DC4478A" w14:textId="77777777" w:rsidR="004C0BEA" w:rsidRPr="00773BEC" w:rsidRDefault="004C0BEA" w:rsidP="00A17355">
      <w:pPr>
        <w:pStyle w:val="PL"/>
        <w:rPr>
          <w:b/>
          <w:noProof w:val="0"/>
        </w:rPr>
      </w:pPr>
      <w:r w:rsidRPr="00773BEC">
        <w:rPr>
          <w:b/>
          <w:noProof w:val="0"/>
        </w:rPr>
        <w:tab/>
      </w:r>
      <w:r w:rsidRPr="00773BEC">
        <w:rPr>
          <w:b/>
          <w:noProof w:val="0"/>
        </w:rPr>
        <w:tab/>
      </w:r>
      <w:r w:rsidRPr="00773BEC">
        <w:rPr>
          <w:b/>
          <w:noProof w:val="0"/>
        </w:rPr>
        <w:tab/>
      </w:r>
      <w:r w:rsidRPr="00773BEC">
        <w:rPr>
          <w:b/>
          <w:noProof w:val="0"/>
        </w:rPr>
        <w:tab/>
        <w:t>{</w:t>
      </w:r>
    </w:p>
    <w:p w14:paraId="1DF97DE8" w14:textId="77777777" w:rsidR="004C0BEA" w:rsidRPr="00773BEC" w:rsidRDefault="004C0BEA" w:rsidP="00D53A9C">
      <w:pPr>
        <w:pStyle w:val="PL"/>
        <w:keepNext/>
        <w:rPr>
          <w:b/>
          <w:noProof w:val="0"/>
        </w:rPr>
      </w:pPr>
      <w:r w:rsidRPr="00773BEC">
        <w:rPr>
          <w:b/>
          <w:noProof w:val="0"/>
        </w:rPr>
        <w:lastRenderedPageBreak/>
        <w:tab/>
      </w:r>
      <w:r w:rsidRPr="00773BEC">
        <w:rPr>
          <w:b/>
          <w:noProof w:val="0"/>
        </w:rPr>
        <w:tab/>
      </w:r>
      <w:r w:rsidRPr="00773BEC">
        <w:rPr>
          <w:b/>
          <w:noProof w:val="0"/>
        </w:rPr>
        <w:tab/>
      </w:r>
      <w:r w:rsidRPr="00773BEC">
        <w:rPr>
          <w:b/>
          <w:noProof w:val="0"/>
        </w:rPr>
        <w:tab/>
      </w:r>
      <w:r w:rsidRPr="00773BEC">
        <w:rPr>
          <w:b/>
          <w:noProof w:val="0"/>
        </w:rPr>
        <w:tab/>
        <w:t>setverdict( fail );</w:t>
      </w:r>
    </w:p>
    <w:p w14:paraId="07600207" w14:textId="77777777" w:rsidR="004C0BEA" w:rsidRPr="00773BEC" w:rsidRDefault="004C0BEA" w:rsidP="00A17355">
      <w:pPr>
        <w:pStyle w:val="PL"/>
        <w:keepNext/>
        <w:rPr>
          <w:b/>
          <w:noProof w:val="0"/>
        </w:rPr>
      </w:pPr>
      <w:r w:rsidRPr="00773BEC">
        <w:rPr>
          <w:b/>
          <w:noProof w:val="0"/>
        </w:rPr>
        <w:tab/>
      </w:r>
      <w:r w:rsidRPr="00773BEC">
        <w:rPr>
          <w:b/>
          <w:noProof w:val="0"/>
        </w:rPr>
        <w:tab/>
      </w:r>
      <w:r w:rsidRPr="00773BEC">
        <w:rPr>
          <w:b/>
          <w:noProof w:val="0"/>
        </w:rPr>
        <w:tab/>
      </w:r>
      <w:r w:rsidRPr="00773BEC">
        <w:rPr>
          <w:b/>
          <w:noProof w:val="0"/>
        </w:rPr>
        <w:tab/>
      </w:r>
      <w:r w:rsidRPr="00773BEC">
        <w:rPr>
          <w:b/>
          <w:noProof w:val="0"/>
        </w:rPr>
        <w:tab/>
        <w:t>stop;</w:t>
      </w:r>
    </w:p>
    <w:p w14:paraId="093A8ABB" w14:textId="77777777" w:rsidR="004C0BEA" w:rsidRPr="00773BEC" w:rsidRDefault="004C0BEA" w:rsidP="00A17355">
      <w:pPr>
        <w:pStyle w:val="PL"/>
        <w:keepNext/>
        <w:rPr>
          <w:b/>
          <w:noProof w:val="0"/>
        </w:rPr>
      </w:pPr>
      <w:r w:rsidRPr="00773BEC">
        <w:rPr>
          <w:b/>
          <w:noProof w:val="0"/>
        </w:rPr>
        <w:tab/>
      </w:r>
      <w:r w:rsidRPr="00773BEC">
        <w:rPr>
          <w:b/>
          <w:noProof w:val="0"/>
        </w:rPr>
        <w:tab/>
      </w:r>
      <w:r w:rsidRPr="00773BEC">
        <w:rPr>
          <w:b/>
          <w:noProof w:val="0"/>
        </w:rPr>
        <w:tab/>
      </w:r>
      <w:r w:rsidRPr="00773BEC">
        <w:rPr>
          <w:b/>
          <w:noProof w:val="0"/>
        </w:rPr>
        <w:tab/>
        <w:t>}</w:t>
      </w:r>
    </w:p>
    <w:p w14:paraId="25E8E6A7" w14:textId="77777777" w:rsidR="004C0BEA" w:rsidRPr="00773BEC" w:rsidRDefault="004C0BEA">
      <w:pPr>
        <w:pStyle w:val="PL"/>
        <w:rPr>
          <w:b/>
          <w:noProof w:val="0"/>
        </w:rPr>
      </w:pPr>
      <w:r w:rsidRPr="00773BEC">
        <w:rPr>
          <w:b/>
          <w:noProof w:val="0"/>
        </w:rPr>
        <w:t xml:space="preserve">        </w:t>
      </w:r>
    </w:p>
    <w:p w14:paraId="72E5496A"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w:t>
      </w:r>
    </w:p>
    <w:p w14:paraId="613E62EA" w14:textId="77777777" w:rsidR="004C0BEA" w:rsidRPr="00773BEC" w:rsidRDefault="004C0BEA">
      <w:pPr>
        <w:pStyle w:val="PL"/>
        <w:rPr>
          <w:b/>
          <w:noProof w:val="0"/>
        </w:rPr>
      </w:pPr>
    </w:p>
    <w:p w14:paraId="31658B24" w14:textId="77777777" w:rsidR="004C0BEA" w:rsidRPr="00773BEC" w:rsidRDefault="004C0BEA">
      <w:pPr>
        <w:pStyle w:val="PL"/>
        <w:rPr>
          <w:b/>
          <w:noProof w:val="0"/>
        </w:rPr>
      </w:pPr>
      <w:r w:rsidRPr="00773BEC">
        <w:rPr>
          <w:b/>
          <w:noProof w:val="0"/>
        </w:rPr>
        <w:t xml:space="preserve">        </w:t>
      </w:r>
    </w:p>
    <w:p w14:paraId="1F97BFA5" w14:textId="77777777" w:rsidR="004C0BEA" w:rsidRPr="00773BEC" w:rsidRDefault="004C0BEA" w:rsidP="008E7C65">
      <w:pPr>
        <w:pStyle w:val="PL"/>
        <w:keepNext/>
        <w:keepLines/>
        <w:rPr>
          <w:noProof w:val="0"/>
        </w:rPr>
      </w:pPr>
      <w:r w:rsidRPr="00773BEC">
        <w:rPr>
          <w:noProof w:val="0"/>
        </w:rPr>
        <w:tab/>
      </w:r>
      <w:r w:rsidRPr="00773BEC">
        <w:rPr>
          <w:noProof w:val="0"/>
        </w:rPr>
        <w:tab/>
      </w:r>
      <w:r w:rsidRPr="00773BEC">
        <w:rPr>
          <w:noProof w:val="0"/>
        </w:rPr>
        <w:tab/>
        <w:t>//</w:t>
      </w:r>
    </w:p>
    <w:p w14:paraId="1B9FCF12" w14:textId="77777777" w:rsidR="004C0BEA" w:rsidRPr="00773BEC" w:rsidRDefault="004C0BEA" w:rsidP="008E7C65">
      <w:pPr>
        <w:pStyle w:val="PL"/>
        <w:keepNext/>
        <w:keepLines/>
        <w:rPr>
          <w:noProof w:val="0"/>
        </w:rPr>
      </w:pPr>
      <w:r w:rsidRPr="00773BEC">
        <w:rPr>
          <w:noProof w:val="0"/>
        </w:rPr>
        <w:tab/>
      </w:r>
      <w:r w:rsidRPr="00773BEC">
        <w:rPr>
          <w:noProof w:val="0"/>
        </w:rPr>
        <w:tab/>
      </w:r>
      <w:r w:rsidRPr="00773BEC">
        <w:rPr>
          <w:noProof w:val="0"/>
        </w:rPr>
        <w:tab/>
        <w:t>// procedure bind (without template)</w:t>
      </w:r>
    </w:p>
    <w:p w14:paraId="5CD7ACDF" w14:textId="77777777" w:rsidR="004C0BEA" w:rsidRPr="00773BEC" w:rsidRDefault="004C0BEA" w:rsidP="008E7C65">
      <w:pPr>
        <w:pStyle w:val="PL"/>
        <w:keepNext/>
        <w:keepLines/>
        <w:rPr>
          <w:noProof w:val="0"/>
        </w:rPr>
      </w:pPr>
      <w:r w:rsidRPr="00773BEC">
        <w:rPr>
          <w:noProof w:val="0"/>
        </w:rPr>
        <w:tab/>
      </w:r>
      <w:r w:rsidRPr="00773BEC">
        <w:rPr>
          <w:noProof w:val="0"/>
        </w:rPr>
        <w:tab/>
      </w:r>
      <w:r w:rsidRPr="00773BEC">
        <w:rPr>
          <w:noProof w:val="0"/>
        </w:rPr>
        <w:tab/>
        <w:t>//</w:t>
      </w:r>
    </w:p>
    <w:p w14:paraId="590FBDDA" w14:textId="77777777" w:rsidR="004C0BEA" w:rsidRPr="00773BEC" w:rsidRDefault="004C0BEA" w:rsidP="008E7C65">
      <w:pPr>
        <w:pStyle w:val="PL"/>
        <w:keepNext/>
        <w:keepLines/>
        <w:rPr>
          <w:b/>
          <w:noProof w:val="0"/>
        </w:rPr>
      </w:pPr>
      <w:r w:rsidRPr="00773BEC">
        <w:rPr>
          <w:b/>
          <w:noProof w:val="0"/>
        </w:rPr>
        <w:tab/>
      </w:r>
      <w:r w:rsidRPr="00773BEC">
        <w:rPr>
          <w:b/>
          <w:noProof w:val="0"/>
        </w:rPr>
        <w:tab/>
      </w:r>
      <w:r w:rsidRPr="00773BEC">
        <w:rPr>
          <w:b/>
          <w:noProof w:val="0"/>
        </w:rPr>
        <w:tab/>
        <w:t xml:space="preserve">NamingContextPCO.call( </w:t>
      </w:r>
    </w:p>
    <w:p w14:paraId="4BF3420A"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r>
      <w:r w:rsidRPr="00773BEC">
        <w:rPr>
          <w:b/>
          <w:noProof w:val="0"/>
        </w:rPr>
        <w:tab/>
        <w:t xml:space="preserve">   BindSignature:{ myName, object, myObject, contextParameter } )</w:t>
      </w:r>
    </w:p>
    <w:p w14:paraId="4E395E69"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w:t>
      </w:r>
    </w:p>
    <w:p w14:paraId="09E7C7C0"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 xml:space="preserve">[] NamingContextPCO.getreply( BindSignature:{ -, *, myObject } </w:t>
      </w:r>
    </w:p>
    <w:p w14:paraId="1BE6CFEB"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value * ) -&gt; value myResult3 param( resultObject, resultMYObject ) sender mySender {}</w:t>
      </w:r>
    </w:p>
    <w:p w14:paraId="00C32292"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w:t>
      </w:r>
    </w:p>
    <w:p w14:paraId="5911F75B" w14:textId="77777777" w:rsidR="004C0BEA" w:rsidRPr="00773BEC" w:rsidRDefault="004C0BEA">
      <w:pPr>
        <w:pStyle w:val="PL"/>
        <w:rPr>
          <w:b/>
          <w:noProof w:val="0"/>
        </w:rPr>
      </w:pPr>
      <w:r w:rsidRPr="00773BEC">
        <w:rPr>
          <w:b/>
          <w:noProof w:val="0"/>
        </w:rPr>
        <w:t xml:space="preserve">    </w:t>
      </w:r>
    </w:p>
    <w:p w14:paraId="214B405E"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5EF12113"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procedure rebind</w:t>
      </w:r>
    </w:p>
    <w:p w14:paraId="638EC851"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77A7B346"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NamingContextPCO.call( RebindSignature:{ myName, object} ); // or use a template</w:t>
      </w:r>
    </w:p>
    <w:p w14:paraId="77957B30" w14:textId="77777777" w:rsidR="004C0BEA" w:rsidRPr="00773BEC" w:rsidRDefault="004C0BEA">
      <w:pPr>
        <w:pStyle w:val="PL"/>
        <w:rPr>
          <w:b/>
          <w:noProof w:val="0"/>
        </w:rPr>
      </w:pPr>
    </w:p>
    <w:p w14:paraId="3CA3DCE5" w14:textId="77777777" w:rsidR="004C0BEA" w:rsidRPr="00773BEC" w:rsidRDefault="004C0BEA">
      <w:pPr>
        <w:pStyle w:val="PL"/>
        <w:rPr>
          <w:b/>
          <w:noProof w:val="0"/>
        </w:rPr>
      </w:pPr>
    </w:p>
    <w:p w14:paraId="755E0BCA"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33F732FA"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raising an exception</w:t>
      </w:r>
    </w:p>
    <w:p w14:paraId="2D6B7E8F"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w:t>
      </w:r>
    </w:p>
    <w:p w14:paraId="0FE2F058" w14:textId="77777777" w:rsidR="004C0BEA" w:rsidRPr="00773BEC" w:rsidRDefault="004C0BEA">
      <w:pPr>
        <w:pStyle w:val="PL"/>
        <w:rPr>
          <w:noProof w:val="0"/>
        </w:rPr>
      </w:pPr>
    </w:p>
    <w:p w14:paraId="102B22E2"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this would be used to raise an exception inside of procedure bind</w:t>
      </w:r>
    </w:p>
    <w:p w14:paraId="61E5F371" w14:textId="77777777" w:rsidR="004C0BEA" w:rsidRPr="00773BEC" w:rsidRDefault="004C0BEA">
      <w:pPr>
        <w:pStyle w:val="PL"/>
        <w:rPr>
          <w:noProof w:val="0"/>
        </w:rPr>
      </w:pPr>
      <w:r w:rsidRPr="00773BEC">
        <w:rPr>
          <w:noProof w:val="0"/>
        </w:rPr>
        <w:tab/>
      </w:r>
      <w:r w:rsidRPr="00773BEC">
        <w:rPr>
          <w:noProof w:val="0"/>
        </w:rPr>
        <w:tab/>
      </w:r>
      <w:r w:rsidRPr="00773BEC">
        <w:rPr>
          <w:noProof w:val="0"/>
        </w:rPr>
        <w:tab/>
        <w:t xml:space="preserve">// if defined by TTCN-3 (if used on server side). </w:t>
      </w:r>
    </w:p>
    <w:p w14:paraId="4DB930DC"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var NamingContext__NotFoundException myNotFoundException := {</w:t>
      </w:r>
    </w:p>
    <w:p w14:paraId="54943698"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why          := missing_node,</w:t>
      </w:r>
    </w:p>
    <w:p w14:paraId="54FF5AC8"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r>
      <w:r w:rsidRPr="00773BEC">
        <w:rPr>
          <w:b/>
          <w:noProof w:val="0"/>
        </w:rPr>
        <w:tab/>
        <w:t>rest_of_name := "noname"</w:t>
      </w:r>
    </w:p>
    <w:p w14:paraId="634A8445"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w:t>
      </w:r>
    </w:p>
    <w:p w14:paraId="3CC12E32" w14:textId="77777777" w:rsidR="004C0BEA" w:rsidRPr="00773BEC" w:rsidRDefault="004C0BEA">
      <w:pPr>
        <w:pStyle w:val="PL"/>
        <w:rPr>
          <w:b/>
          <w:noProof w:val="0"/>
        </w:rPr>
      </w:pPr>
      <w:r w:rsidRPr="00773BEC">
        <w:rPr>
          <w:b/>
          <w:noProof w:val="0"/>
        </w:rPr>
        <w:t xml:space="preserve">        </w:t>
      </w:r>
    </w:p>
    <w:p w14:paraId="5A1619EA" w14:textId="77777777" w:rsidR="004C0BEA" w:rsidRPr="00773BEC" w:rsidRDefault="004C0BEA">
      <w:pPr>
        <w:pStyle w:val="PL"/>
        <w:rPr>
          <w:b/>
          <w:noProof w:val="0"/>
        </w:rPr>
      </w:pPr>
      <w:r w:rsidRPr="00773BEC">
        <w:rPr>
          <w:b/>
          <w:noProof w:val="0"/>
        </w:rPr>
        <w:tab/>
      </w:r>
      <w:r w:rsidRPr="00773BEC">
        <w:rPr>
          <w:b/>
          <w:noProof w:val="0"/>
        </w:rPr>
        <w:tab/>
      </w:r>
      <w:r w:rsidRPr="00773BEC">
        <w:rPr>
          <w:b/>
          <w:noProof w:val="0"/>
        </w:rPr>
        <w:tab/>
        <w:t>NamingContextPCO.raise( BindSignature, myNotFoundException );</w:t>
      </w:r>
    </w:p>
    <w:p w14:paraId="1CED197A" w14:textId="77777777" w:rsidR="004C0BEA" w:rsidRPr="00773BEC" w:rsidRDefault="004C0BEA">
      <w:pPr>
        <w:pStyle w:val="PL"/>
        <w:rPr>
          <w:b/>
          <w:noProof w:val="0"/>
        </w:rPr>
      </w:pPr>
      <w:r w:rsidRPr="00773BEC">
        <w:rPr>
          <w:b/>
          <w:noProof w:val="0"/>
        </w:rPr>
        <w:t xml:space="preserve">    </w:t>
      </w:r>
    </w:p>
    <w:p w14:paraId="4EF70D46" w14:textId="77777777" w:rsidR="004C0BEA" w:rsidRPr="00773BEC" w:rsidRDefault="004C0BEA">
      <w:pPr>
        <w:pStyle w:val="PL"/>
        <w:rPr>
          <w:noProof w:val="0"/>
        </w:rPr>
      </w:pPr>
      <w:r w:rsidRPr="00773BEC">
        <w:rPr>
          <w:b/>
          <w:noProof w:val="0"/>
        </w:rPr>
        <w:tab/>
      </w:r>
      <w:r w:rsidRPr="00773BEC">
        <w:rPr>
          <w:b/>
          <w:noProof w:val="0"/>
        </w:rPr>
        <w:tab/>
        <w:t xml:space="preserve">} </w:t>
      </w:r>
      <w:r w:rsidRPr="00773BEC">
        <w:rPr>
          <w:noProof w:val="0"/>
        </w:rPr>
        <w:t>// end of testcase MyNamingServiceTestCase</w:t>
      </w:r>
    </w:p>
    <w:p w14:paraId="76C519DB" w14:textId="77777777" w:rsidR="004C0BEA" w:rsidRPr="00773BEC" w:rsidRDefault="004C0BEA">
      <w:pPr>
        <w:pStyle w:val="PL"/>
        <w:rPr>
          <w:b/>
          <w:noProof w:val="0"/>
        </w:rPr>
      </w:pPr>
    </w:p>
    <w:p w14:paraId="027DE830" w14:textId="77777777" w:rsidR="004C0BEA" w:rsidRPr="00773BEC" w:rsidRDefault="004C0BEA">
      <w:pPr>
        <w:pStyle w:val="PL"/>
        <w:rPr>
          <w:b/>
          <w:noProof w:val="0"/>
        </w:rPr>
      </w:pPr>
    </w:p>
    <w:p w14:paraId="33413635" w14:textId="77777777" w:rsidR="004C0BEA" w:rsidRPr="00773BEC" w:rsidRDefault="004C0BEA">
      <w:pPr>
        <w:pStyle w:val="PL"/>
        <w:rPr>
          <w:b/>
          <w:noProof w:val="0"/>
        </w:rPr>
      </w:pPr>
      <w:r w:rsidRPr="00773BEC">
        <w:rPr>
          <w:b/>
          <w:noProof w:val="0"/>
        </w:rPr>
        <w:t>}</w:t>
      </w:r>
    </w:p>
    <w:p w14:paraId="67C94EA5" w14:textId="6469EBC8" w:rsidR="004C0BEA" w:rsidRPr="00773BEC" w:rsidRDefault="004C0BEA" w:rsidP="009103BE">
      <w:pPr>
        <w:pStyle w:val="Heading8"/>
      </w:pPr>
      <w:r w:rsidRPr="00773BEC">
        <w:br w:type="page"/>
      </w:r>
      <w:bookmarkStart w:id="269" w:name="_Toc65592103"/>
      <w:bookmarkStart w:id="270" w:name="_Toc65593268"/>
      <w:bookmarkStart w:id="271" w:name="_Toc65757538"/>
      <w:bookmarkStart w:id="272" w:name="_Toc73104491"/>
      <w:r w:rsidRPr="00773BEC">
        <w:lastRenderedPageBreak/>
        <w:t>Annex B (informative</w:t>
      </w:r>
      <w:r w:rsidR="00134CE6">
        <w:t>):</w:t>
      </w:r>
      <w:r w:rsidR="00134CE6">
        <w:br/>
      </w:r>
      <w:r w:rsidRPr="00773BEC">
        <w:t xml:space="preserve">Mapping </w:t>
      </w:r>
      <w:r w:rsidR="00CB2BCF" w:rsidRPr="00773BEC">
        <w:t>l</w:t>
      </w:r>
      <w:r w:rsidRPr="00773BEC">
        <w:t>ists</w:t>
      </w:r>
      <w:bookmarkEnd w:id="269"/>
      <w:bookmarkEnd w:id="270"/>
      <w:bookmarkEnd w:id="271"/>
      <w:bookmarkEnd w:id="272"/>
    </w:p>
    <w:p w14:paraId="30DAF40C" w14:textId="77777777" w:rsidR="004C0BEA" w:rsidRPr="00773BEC" w:rsidRDefault="004C0BEA" w:rsidP="009103BE">
      <w:pPr>
        <w:pStyle w:val="Heading1"/>
      </w:pPr>
      <w:bookmarkStart w:id="273" w:name="_Toc65592104"/>
      <w:bookmarkStart w:id="274" w:name="_Toc65593269"/>
      <w:bookmarkStart w:id="275" w:name="_Toc65757539"/>
      <w:bookmarkStart w:id="276" w:name="_Toc73104492"/>
      <w:r w:rsidRPr="00773BEC">
        <w:t>B.1</w:t>
      </w:r>
      <w:r w:rsidRPr="00773BEC">
        <w:tab/>
        <w:t>IDL keyword and concept mapping list</w:t>
      </w:r>
      <w:bookmarkEnd w:id="273"/>
      <w:bookmarkEnd w:id="274"/>
      <w:bookmarkEnd w:id="275"/>
      <w:bookmarkEnd w:id="276"/>
    </w:p>
    <w:p w14:paraId="5AD13D9C" w14:textId="01F63933" w:rsidR="004C0BEA" w:rsidRPr="00773BEC" w:rsidRDefault="004C0BEA">
      <w:r w:rsidRPr="00773BEC">
        <w:t>Table</w:t>
      </w:r>
      <w:r w:rsidR="00CB2BCF" w:rsidRPr="00773BEC">
        <w:t xml:space="preserve"> B.1</w:t>
      </w:r>
      <w:r w:rsidRPr="00773BEC">
        <w:t xml:space="preserve"> lists the mapping of keywords and concepts of IDL to TTCN-3 keywords or concepts. Literal and operator mapping can be seen in table</w:t>
      </w:r>
      <w:r w:rsidR="00675D1B" w:rsidRPr="00773BEC">
        <w:t>s</w:t>
      </w:r>
      <w:r w:rsidR="002333C2" w:rsidRPr="00773BEC">
        <w:t xml:space="preserve"> </w:t>
      </w:r>
      <w:r w:rsidR="008846CB" w:rsidRPr="00773BEC">
        <w:fldChar w:fldCharType="begin"/>
      </w:r>
      <w:r w:rsidR="008846CB" w:rsidRPr="00773BEC">
        <w:instrText xml:space="preserve"> REF  tab_Literal_Mapping \h  \* MERGEFORMAT </w:instrText>
      </w:r>
      <w:r w:rsidR="008846CB" w:rsidRPr="00773BEC">
        <w:fldChar w:fldCharType="separate"/>
      </w:r>
      <w:r w:rsidR="003A3DF7" w:rsidRPr="00773BEC">
        <w:rPr>
          <w:color w:val="000000"/>
        </w:rPr>
        <w:t>B</w:t>
      </w:r>
      <w:r w:rsidR="003A3DF7" w:rsidRPr="00773BEC">
        <w:t>.1</w:t>
      </w:r>
      <w:r w:rsidR="008846CB" w:rsidRPr="00773BEC">
        <w:fldChar w:fldCharType="end"/>
      </w:r>
      <w:r w:rsidRPr="00773BEC">
        <w:t xml:space="preserve"> and</w:t>
      </w:r>
      <w:r w:rsidR="002333C2" w:rsidRPr="00773BEC">
        <w:t xml:space="preserve"> </w:t>
      </w:r>
      <w:r w:rsidR="008846CB" w:rsidRPr="00773BEC">
        <w:fldChar w:fldCharType="begin"/>
      </w:r>
      <w:r w:rsidR="008846CB" w:rsidRPr="00773BEC">
        <w:instrText xml:space="preserve"> REF tab_Operators_Mapping \h  \* MERGEFORMAT </w:instrText>
      </w:r>
      <w:r w:rsidR="008846CB" w:rsidRPr="00773BEC">
        <w:fldChar w:fldCharType="separate"/>
      </w:r>
      <w:r w:rsidR="003A3DF7" w:rsidRPr="00773BEC">
        <w:t>2</w:t>
      </w:r>
      <w:r w:rsidR="008846CB" w:rsidRPr="00773BEC">
        <w:fldChar w:fldCharType="end"/>
      </w:r>
      <w:r w:rsidRPr="00773BEC">
        <w:t>.</w:t>
      </w:r>
    </w:p>
    <w:p w14:paraId="28356DED" w14:textId="77777777" w:rsidR="004C0BEA" w:rsidRPr="00773BEC" w:rsidRDefault="004C0BEA" w:rsidP="00F24FC6">
      <w:pPr>
        <w:pStyle w:val="TH"/>
      </w:pPr>
      <w:r w:rsidRPr="00773BEC">
        <w:t xml:space="preserve">Table </w:t>
      </w:r>
      <w:bookmarkStart w:id="277" w:name="tab_Concept_Mapping"/>
      <w:bookmarkStart w:id="278" w:name="tab_Literal_Mapping"/>
      <w:r w:rsidR="00F24FC6" w:rsidRPr="00773BEC">
        <w:t>B.</w:t>
      </w:r>
      <w:bookmarkEnd w:id="277"/>
      <w:r w:rsidR="00CB2BCF" w:rsidRPr="00773BEC">
        <w:t>1</w:t>
      </w:r>
      <w:bookmarkEnd w:id="278"/>
      <w:r w:rsidRPr="00773BEC">
        <w:t>: Conceptual list of IDL</w:t>
      </w:r>
      <w:r w:rsidR="00F24FC6" w:rsidRPr="00773BEC">
        <w:t xml:space="preserve"> mapping</w:t>
      </w:r>
    </w:p>
    <w:tbl>
      <w:tblPr>
        <w:tblpPr w:leftFromText="142" w:rightFromText="142" w:vertAnchor="text" w:horzAnchor="page" w:tblpX="1248" w:tblpY="182"/>
        <w:tblW w:w="93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tblCellMar>
        <w:tblLook w:val="01E0" w:firstRow="1" w:lastRow="1" w:firstColumn="1" w:lastColumn="1" w:noHBand="0" w:noVBand="0"/>
      </w:tblPr>
      <w:tblGrid>
        <w:gridCol w:w="2328"/>
        <w:gridCol w:w="2200"/>
        <w:gridCol w:w="200"/>
        <w:gridCol w:w="2200"/>
        <w:gridCol w:w="2400"/>
      </w:tblGrid>
      <w:tr w:rsidR="004C0BEA" w:rsidRPr="00773BEC" w14:paraId="675F6CAE" w14:textId="77777777" w:rsidTr="001930EE">
        <w:tc>
          <w:tcPr>
            <w:tcW w:w="2328" w:type="dxa"/>
            <w:tcBorders>
              <w:top w:val="single" w:sz="6" w:space="0" w:color="auto"/>
              <w:bottom w:val="single" w:sz="6" w:space="0" w:color="auto"/>
            </w:tcBorders>
          </w:tcPr>
          <w:p w14:paraId="24C6F84A" w14:textId="77777777" w:rsidR="004C0BEA" w:rsidRPr="00773BEC" w:rsidRDefault="004C0BEA" w:rsidP="004119C9">
            <w:pPr>
              <w:pStyle w:val="TAH"/>
              <w:rPr>
                <w:lang w:eastAsia="de-DE"/>
              </w:rPr>
            </w:pPr>
            <w:r w:rsidRPr="00773BEC">
              <w:rPr>
                <w:lang w:eastAsia="de-DE"/>
              </w:rPr>
              <w:t xml:space="preserve">IDL </w:t>
            </w:r>
          </w:p>
        </w:tc>
        <w:tc>
          <w:tcPr>
            <w:tcW w:w="2200" w:type="dxa"/>
            <w:tcBorders>
              <w:top w:val="single" w:sz="6" w:space="0" w:color="auto"/>
              <w:bottom w:val="single" w:sz="6" w:space="0" w:color="auto"/>
            </w:tcBorders>
          </w:tcPr>
          <w:p w14:paraId="002FE489" w14:textId="77777777" w:rsidR="004C0BEA" w:rsidRPr="00773BEC" w:rsidRDefault="004C0BEA" w:rsidP="004119C9">
            <w:pPr>
              <w:pStyle w:val="TAH"/>
              <w:rPr>
                <w:lang w:eastAsia="de-DE"/>
              </w:rPr>
            </w:pPr>
            <w:r w:rsidRPr="00773BEC">
              <w:rPr>
                <w:lang w:eastAsia="de-DE"/>
              </w:rPr>
              <w:t>TTCN-3</w:t>
            </w:r>
          </w:p>
        </w:tc>
        <w:tc>
          <w:tcPr>
            <w:tcW w:w="200" w:type="dxa"/>
            <w:tcBorders>
              <w:top w:val="nil"/>
              <w:bottom w:val="nil"/>
            </w:tcBorders>
          </w:tcPr>
          <w:p w14:paraId="485F1158" w14:textId="77777777" w:rsidR="004C0BEA" w:rsidRPr="00773BEC" w:rsidRDefault="004C0BEA" w:rsidP="004119C9">
            <w:pPr>
              <w:pStyle w:val="TAH"/>
              <w:rPr>
                <w:lang w:eastAsia="de-DE"/>
              </w:rPr>
            </w:pPr>
          </w:p>
        </w:tc>
        <w:tc>
          <w:tcPr>
            <w:tcW w:w="2200" w:type="dxa"/>
            <w:tcBorders>
              <w:top w:val="single" w:sz="6" w:space="0" w:color="auto"/>
              <w:bottom w:val="single" w:sz="6" w:space="0" w:color="auto"/>
            </w:tcBorders>
          </w:tcPr>
          <w:p w14:paraId="022931F1" w14:textId="77777777" w:rsidR="004C0BEA" w:rsidRPr="00773BEC" w:rsidRDefault="004C0BEA" w:rsidP="004119C9">
            <w:pPr>
              <w:pStyle w:val="TAH"/>
              <w:rPr>
                <w:lang w:eastAsia="de-DE"/>
              </w:rPr>
            </w:pPr>
            <w:r w:rsidRPr="00773BEC">
              <w:rPr>
                <w:lang w:eastAsia="de-DE"/>
              </w:rPr>
              <w:t xml:space="preserve">IDL </w:t>
            </w:r>
          </w:p>
        </w:tc>
        <w:tc>
          <w:tcPr>
            <w:tcW w:w="2400" w:type="dxa"/>
            <w:tcBorders>
              <w:top w:val="single" w:sz="6" w:space="0" w:color="auto"/>
              <w:bottom w:val="single" w:sz="6" w:space="0" w:color="auto"/>
              <w:right w:val="single" w:sz="6" w:space="0" w:color="auto"/>
            </w:tcBorders>
          </w:tcPr>
          <w:p w14:paraId="016DABAB" w14:textId="77777777" w:rsidR="004C0BEA" w:rsidRPr="00773BEC" w:rsidRDefault="004C0BEA" w:rsidP="004119C9">
            <w:pPr>
              <w:pStyle w:val="TAH"/>
              <w:rPr>
                <w:lang w:eastAsia="de-DE"/>
              </w:rPr>
            </w:pPr>
            <w:r w:rsidRPr="00773BEC">
              <w:rPr>
                <w:lang w:eastAsia="de-DE"/>
              </w:rPr>
              <w:t>TTCN-3</w:t>
            </w:r>
          </w:p>
        </w:tc>
      </w:tr>
      <w:tr w:rsidR="004C0BEA" w:rsidRPr="00773BEC" w14:paraId="305A9F22" w14:textId="77777777" w:rsidTr="001930EE">
        <w:tc>
          <w:tcPr>
            <w:tcW w:w="2328" w:type="dxa"/>
            <w:tcBorders>
              <w:top w:val="single" w:sz="6" w:space="0" w:color="auto"/>
              <w:bottom w:val="single" w:sz="6" w:space="0" w:color="auto"/>
            </w:tcBorders>
          </w:tcPr>
          <w:p w14:paraId="52D92A78"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 xml:space="preserve">FALSE </w:t>
            </w:r>
          </w:p>
        </w:tc>
        <w:tc>
          <w:tcPr>
            <w:tcW w:w="2200" w:type="dxa"/>
            <w:tcBorders>
              <w:top w:val="single" w:sz="6" w:space="0" w:color="auto"/>
              <w:bottom w:val="single" w:sz="6" w:space="0" w:color="auto"/>
            </w:tcBorders>
          </w:tcPr>
          <w:p w14:paraId="703F0D77" w14:textId="77777777" w:rsidR="004C0BEA" w:rsidRPr="00773BEC" w:rsidRDefault="00267E72" w:rsidP="004119C9">
            <w:pPr>
              <w:pStyle w:val="PL"/>
              <w:rPr>
                <w:rFonts w:cs="Courier New"/>
                <w:noProof w:val="0"/>
                <w:sz w:val="18"/>
                <w:szCs w:val="18"/>
                <w:lang w:eastAsia="de-DE"/>
              </w:rPr>
            </w:pPr>
            <w:r w:rsidRPr="00773BEC">
              <w:rPr>
                <w:rFonts w:cs="Courier New"/>
                <w:noProof w:val="0"/>
                <w:sz w:val="18"/>
                <w:szCs w:val="18"/>
                <w:lang w:eastAsia="de-DE"/>
              </w:rPr>
              <w:t>false</w:t>
            </w:r>
          </w:p>
        </w:tc>
        <w:tc>
          <w:tcPr>
            <w:tcW w:w="200" w:type="dxa"/>
            <w:tcBorders>
              <w:top w:val="nil"/>
              <w:bottom w:val="nil"/>
            </w:tcBorders>
          </w:tcPr>
          <w:p w14:paraId="3DF48032"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67E6E2A4"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 xml:space="preserve">module </w:t>
            </w:r>
          </w:p>
        </w:tc>
        <w:tc>
          <w:tcPr>
            <w:tcW w:w="2400" w:type="dxa"/>
            <w:tcBorders>
              <w:top w:val="single" w:sz="6" w:space="0" w:color="auto"/>
              <w:bottom w:val="single" w:sz="6" w:space="0" w:color="auto"/>
              <w:right w:val="single" w:sz="6" w:space="0" w:color="auto"/>
            </w:tcBorders>
          </w:tcPr>
          <w:p w14:paraId="1F919DAC"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module</w:t>
            </w:r>
          </w:p>
        </w:tc>
      </w:tr>
      <w:tr w:rsidR="004C0BEA" w:rsidRPr="00773BEC" w14:paraId="4759EC58" w14:textId="77777777" w:rsidTr="001930EE">
        <w:tc>
          <w:tcPr>
            <w:tcW w:w="2328" w:type="dxa"/>
            <w:tcBorders>
              <w:top w:val="single" w:sz="6" w:space="0" w:color="auto"/>
              <w:bottom w:val="single" w:sz="6" w:space="0" w:color="auto"/>
            </w:tcBorders>
          </w:tcPr>
          <w:p w14:paraId="1F97B86A"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 xml:space="preserve">Object </w:t>
            </w:r>
          </w:p>
        </w:tc>
        <w:tc>
          <w:tcPr>
            <w:tcW w:w="2200" w:type="dxa"/>
            <w:tcBorders>
              <w:top w:val="single" w:sz="6" w:space="0" w:color="auto"/>
              <w:bottom w:val="single" w:sz="6" w:space="0" w:color="auto"/>
            </w:tcBorders>
          </w:tcPr>
          <w:p w14:paraId="1A8A84EA" w14:textId="77777777" w:rsidR="004C0BEA" w:rsidRPr="00773BEC" w:rsidRDefault="00267E72" w:rsidP="004119C9">
            <w:pPr>
              <w:pStyle w:val="PL"/>
              <w:rPr>
                <w:rFonts w:cs="Courier New"/>
                <w:noProof w:val="0"/>
                <w:sz w:val="18"/>
                <w:szCs w:val="18"/>
                <w:lang w:eastAsia="de-DE"/>
              </w:rPr>
            </w:pPr>
            <w:r w:rsidRPr="00773BEC">
              <w:rPr>
                <w:rFonts w:cs="Courier New"/>
                <w:noProof w:val="0"/>
                <w:sz w:val="18"/>
                <w:szCs w:val="18"/>
                <w:lang w:eastAsia="de-DE"/>
              </w:rPr>
              <w:t>address</w:t>
            </w:r>
          </w:p>
        </w:tc>
        <w:tc>
          <w:tcPr>
            <w:tcW w:w="200" w:type="dxa"/>
            <w:tcBorders>
              <w:top w:val="nil"/>
              <w:bottom w:val="nil"/>
            </w:tcBorders>
          </w:tcPr>
          <w:p w14:paraId="4F19C6A5"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2AE68647"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 xml:space="preserve">native </w:t>
            </w:r>
          </w:p>
        </w:tc>
        <w:tc>
          <w:tcPr>
            <w:tcW w:w="2400" w:type="dxa"/>
            <w:tcBorders>
              <w:top w:val="single" w:sz="6" w:space="0" w:color="auto"/>
              <w:bottom w:val="single" w:sz="6" w:space="0" w:color="auto"/>
              <w:right w:val="single" w:sz="6" w:space="0" w:color="auto"/>
            </w:tcBorders>
          </w:tcPr>
          <w:p w14:paraId="68BA1F91"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address</w:t>
            </w:r>
          </w:p>
        </w:tc>
      </w:tr>
      <w:tr w:rsidR="004C0BEA" w:rsidRPr="00773BEC" w14:paraId="72D0FF13" w14:textId="77777777" w:rsidTr="001930EE">
        <w:tc>
          <w:tcPr>
            <w:tcW w:w="2328" w:type="dxa"/>
            <w:tcBorders>
              <w:top w:val="single" w:sz="6" w:space="0" w:color="auto"/>
              <w:bottom w:val="single" w:sz="6" w:space="0" w:color="auto"/>
            </w:tcBorders>
          </w:tcPr>
          <w:p w14:paraId="5FCCD0AC"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 xml:space="preserve">TRUE </w:t>
            </w:r>
          </w:p>
        </w:tc>
        <w:tc>
          <w:tcPr>
            <w:tcW w:w="2200" w:type="dxa"/>
            <w:tcBorders>
              <w:top w:val="single" w:sz="6" w:space="0" w:color="auto"/>
              <w:bottom w:val="single" w:sz="6" w:space="0" w:color="auto"/>
            </w:tcBorders>
          </w:tcPr>
          <w:p w14:paraId="4F6E351E" w14:textId="77777777" w:rsidR="004C0BEA" w:rsidRPr="00773BEC" w:rsidRDefault="00267E72" w:rsidP="004119C9">
            <w:pPr>
              <w:pStyle w:val="PL"/>
              <w:rPr>
                <w:rFonts w:cs="Courier New"/>
                <w:noProof w:val="0"/>
                <w:sz w:val="18"/>
                <w:szCs w:val="18"/>
                <w:lang w:eastAsia="de-DE"/>
              </w:rPr>
            </w:pPr>
            <w:r w:rsidRPr="00773BEC">
              <w:rPr>
                <w:rFonts w:cs="Courier New"/>
                <w:noProof w:val="0"/>
                <w:sz w:val="18"/>
                <w:szCs w:val="18"/>
                <w:lang w:eastAsia="de-DE"/>
              </w:rPr>
              <w:t>true</w:t>
            </w:r>
          </w:p>
        </w:tc>
        <w:tc>
          <w:tcPr>
            <w:tcW w:w="200" w:type="dxa"/>
            <w:tcBorders>
              <w:top w:val="nil"/>
              <w:bottom w:val="nil"/>
            </w:tcBorders>
          </w:tcPr>
          <w:p w14:paraId="51F8A98C"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4B8D3E0B"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 xml:space="preserve">octet </w:t>
            </w:r>
          </w:p>
        </w:tc>
        <w:tc>
          <w:tcPr>
            <w:tcW w:w="2400" w:type="dxa"/>
            <w:tcBorders>
              <w:top w:val="single" w:sz="6" w:space="0" w:color="auto"/>
              <w:bottom w:val="single" w:sz="6" w:space="0" w:color="auto"/>
              <w:right w:val="single" w:sz="6" w:space="0" w:color="auto"/>
            </w:tcBorders>
          </w:tcPr>
          <w:p w14:paraId="04921234"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octetstring</w:t>
            </w:r>
          </w:p>
        </w:tc>
      </w:tr>
      <w:tr w:rsidR="004C0BEA" w:rsidRPr="00773BEC" w14:paraId="45A0A8CB" w14:textId="77777777" w:rsidTr="001930EE">
        <w:tc>
          <w:tcPr>
            <w:tcW w:w="2328" w:type="dxa"/>
            <w:tcBorders>
              <w:top w:val="single" w:sz="6" w:space="0" w:color="auto"/>
              <w:bottom w:val="single" w:sz="6" w:space="0" w:color="auto"/>
            </w:tcBorders>
          </w:tcPr>
          <w:p w14:paraId="56D65FDB"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 xml:space="preserve">abstract </w:t>
            </w:r>
          </w:p>
        </w:tc>
        <w:tc>
          <w:tcPr>
            <w:tcW w:w="2200" w:type="dxa"/>
            <w:tcBorders>
              <w:top w:val="single" w:sz="6" w:space="0" w:color="auto"/>
              <w:bottom w:val="single" w:sz="6" w:space="0" w:color="auto"/>
            </w:tcBorders>
          </w:tcPr>
          <w:p w14:paraId="79283A62" w14:textId="77777777" w:rsidR="004C0BEA" w:rsidRPr="00773BEC" w:rsidRDefault="004C0BEA" w:rsidP="004119C9">
            <w:pPr>
              <w:pStyle w:val="TAL"/>
              <w:rPr>
                <w:rFonts w:ascii="Courier New" w:hAnsi="Courier New" w:cs="Courier New"/>
                <w:szCs w:val="18"/>
                <w:lang w:eastAsia="de-DE"/>
              </w:rPr>
            </w:pPr>
            <w:r w:rsidRPr="00773BEC">
              <w:rPr>
                <w:rFonts w:ascii="Courier New" w:hAnsi="Courier New" w:cs="Courier New"/>
                <w:szCs w:val="18"/>
                <w:lang w:eastAsia="de-DE"/>
              </w:rPr>
              <w:t>has to be rolled out</w:t>
            </w:r>
          </w:p>
        </w:tc>
        <w:tc>
          <w:tcPr>
            <w:tcW w:w="200" w:type="dxa"/>
            <w:tcBorders>
              <w:top w:val="nil"/>
              <w:bottom w:val="nil"/>
            </w:tcBorders>
          </w:tcPr>
          <w:p w14:paraId="1754BC0A"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28BE779E"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 xml:space="preserve">oneway </w:t>
            </w:r>
          </w:p>
        </w:tc>
        <w:tc>
          <w:tcPr>
            <w:tcW w:w="2400" w:type="dxa"/>
            <w:tcBorders>
              <w:top w:val="single" w:sz="6" w:space="0" w:color="auto"/>
              <w:bottom w:val="single" w:sz="6" w:space="0" w:color="auto"/>
              <w:right w:val="single" w:sz="6" w:space="0" w:color="auto"/>
            </w:tcBorders>
          </w:tcPr>
          <w:p w14:paraId="2DFFB3C7" w14:textId="77777777" w:rsidR="004C0BEA" w:rsidRPr="00773BEC" w:rsidRDefault="004C0BEA" w:rsidP="004119C9">
            <w:pPr>
              <w:pStyle w:val="TAL"/>
              <w:rPr>
                <w:rFonts w:ascii="Courier New" w:hAnsi="Courier New" w:cs="Courier New"/>
                <w:szCs w:val="18"/>
                <w:lang w:eastAsia="de-DE"/>
              </w:rPr>
            </w:pPr>
            <w:r w:rsidRPr="00773BEC">
              <w:rPr>
                <w:rFonts w:ascii="Courier New" w:hAnsi="Courier New" w:cs="Courier New"/>
                <w:szCs w:val="18"/>
              </w:rPr>
              <w:t xml:space="preserve">operation with </w:t>
            </w:r>
            <w:r w:rsidRPr="00773BEC">
              <w:rPr>
                <w:rStyle w:val="PLChar"/>
                <w:rFonts w:cs="Courier New"/>
                <w:noProof w:val="0"/>
                <w:szCs w:val="18"/>
              </w:rPr>
              <w:t>variant</w:t>
            </w:r>
            <w:r w:rsidRPr="00773BEC">
              <w:rPr>
                <w:rFonts w:ascii="Courier New" w:hAnsi="Courier New" w:cs="Courier New"/>
                <w:szCs w:val="18"/>
                <w:lang w:eastAsia="de-DE"/>
              </w:rPr>
              <w:t xml:space="preserve"> </w:t>
            </w:r>
            <w:r w:rsidRPr="00773BEC">
              <w:rPr>
                <w:rFonts w:ascii="Courier New" w:hAnsi="Courier New" w:cs="Courier New"/>
                <w:szCs w:val="18"/>
              </w:rPr>
              <w:t>attribute</w:t>
            </w:r>
          </w:p>
        </w:tc>
      </w:tr>
      <w:tr w:rsidR="004C0BEA" w:rsidRPr="00773BEC" w14:paraId="598A9140" w14:textId="77777777" w:rsidTr="001930EE">
        <w:tc>
          <w:tcPr>
            <w:tcW w:w="2328" w:type="dxa"/>
            <w:tcBorders>
              <w:top w:val="single" w:sz="6" w:space="0" w:color="auto"/>
              <w:bottom w:val="single" w:sz="6" w:space="0" w:color="auto"/>
            </w:tcBorders>
          </w:tcPr>
          <w:p w14:paraId="3F7842DF"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 xml:space="preserve">any </w:t>
            </w:r>
          </w:p>
        </w:tc>
        <w:tc>
          <w:tcPr>
            <w:tcW w:w="2200" w:type="dxa"/>
            <w:tcBorders>
              <w:top w:val="single" w:sz="6" w:space="0" w:color="auto"/>
              <w:bottom w:val="single" w:sz="6" w:space="0" w:color="auto"/>
            </w:tcBorders>
          </w:tcPr>
          <w:p w14:paraId="03AA37A9"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anytype</w:t>
            </w:r>
          </w:p>
        </w:tc>
        <w:tc>
          <w:tcPr>
            <w:tcW w:w="200" w:type="dxa"/>
            <w:tcBorders>
              <w:top w:val="nil"/>
              <w:bottom w:val="nil"/>
            </w:tcBorders>
          </w:tcPr>
          <w:p w14:paraId="34260F49" w14:textId="77777777" w:rsidR="004C0BEA" w:rsidRPr="00773BEC" w:rsidRDefault="004C0BEA" w:rsidP="004119C9">
            <w:pPr>
              <w:pStyle w:val="TAL"/>
              <w:rPr>
                <w:rFonts w:ascii="Courier New" w:hAnsi="Courier New" w:cs="Courier New"/>
                <w:szCs w:val="18"/>
                <w:lang w:eastAsia="de-DE"/>
              </w:rPr>
            </w:pPr>
          </w:p>
        </w:tc>
        <w:tc>
          <w:tcPr>
            <w:tcW w:w="2200" w:type="dxa"/>
            <w:tcBorders>
              <w:top w:val="single" w:sz="6" w:space="0" w:color="auto"/>
              <w:bottom w:val="single" w:sz="6" w:space="0" w:color="auto"/>
            </w:tcBorders>
          </w:tcPr>
          <w:p w14:paraId="33252289" w14:textId="77777777" w:rsidR="004C0BEA" w:rsidRPr="00773BEC" w:rsidRDefault="004C0BEA" w:rsidP="004119C9">
            <w:pPr>
              <w:pStyle w:val="TAL"/>
              <w:rPr>
                <w:rFonts w:ascii="Courier New" w:hAnsi="Courier New" w:cs="Courier New"/>
                <w:szCs w:val="18"/>
                <w:lang w:eastAsia="de-DE"/>
              </w:rPr>
            </w:pPr>
            <w:r w:rsidRPr="00773BEC">
              <w:rPr>
                <w:rFonts w:ascii="Courier New" w:hAnsi="Courier New" w:cs="Courier New"/>
                <w:szCs w:val="18"/>
                <w:lang w:eastAsia="de-DE"/>
              </w:rPr>
              <w:t xml:space="preserve">operation </w:t>
            </w:r>
          </w:p>
        </w:tc>
        <w:tc>
          <w:tcPr>
            <w:tcW w:w="2400" w:type="dxa"/>
            <w:tcBorders>
              <w:top w:val="single" w:sz="6" w:space="0" w:color="auto"/>
              <w:bottom w:val="single" w:sz="6" w:space="0" w:color="auto"/>
              <w:right w:val="single" w:sz="6" w:space="0" w:color="auto"/>
            </w:tcBorders>
          </w:tcPr>
          <w:p w14:paraId="32AAB265" w14:textId="77777777" w:rsidR="004C0BEA" w:rsidRPr="00773BEC" w:rsidRDefault="004C0BEA" w:rsidP="004119C9">
            <w:pPr>
              <w:pStyle w:val="TAC"/>
              <w:jc w:val="left"/>
              <w:rPr>
                <w:rFonts w:ascii="Courier New" w:hAnsi="Courier New" w:cs="Courier New"/>
                <w:szCs w:val="18"/>
                <w:lang w:eastAsia="de-DE"/>
              </w:rPr>
            </w:pPr>
            <w:r w:rsidRPr="00773BEC">
              <w:rPr>
                <w:rStyle w:val="PLChar"/>
                <w:rFonts w:cs="Courier New"/>
                <w:noProof w:val="0"/>
                <w:szCs w:val="18"/>
              </w:rPr>
              <w:t>signature</w:t>
            </w:r>
            <w:r w:rsidRPr="00773BEC">
              <w:rPr>
                <w:rFonts w:ascii="Courier New" w:hAnsi="Courier New" w:cs="Courier New"/>
                <w:szCs w:val="18"/>
                <w:lang w:eastAsia="de-DE"/>
              </w:rPr>
              <w:t xml:space="preserve"> </w:t>
            </w:r>
            <w:r w:rsidRPr="00773BEC">
              <w:rPr>
                <w:rFonts w:ascii="Courier New" w:hAnsi="Courier New" w:cs="Courier New"/>
                <w:szCs w:val="18"/>
              </w:rPr>
              <w:t>for procedure</w:t>
            </w:r>
          </w:p>
        </w:tc>
      </w:tr>
      <w:tr w:rsidR="004C0BEA" w:rsidRPr="00773BEC" w14:paraId="6B4E9FCF" w14:textId="77777777" w:rsidTr="001930EE">
        <w:tc>
          <w:tcPr>
            <w:tcW w:w="2328" w:type="dxa"/>
            <w:tcBorders>
              <w:top w:val="single" w:sz="6" w:space="0" w:color="auto"/>
              <w:bottom w:val="single" w:sz="6" w:space="0" w:color="auto"/>
            </w:tcBorders>
          </w:tcPr>
          <w:p w14:paraId="33F325CF"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array</w:t>
            </w:r>
          </w:p>
        </w:tc>
        <w:tc>
          <w:tcPr>
            <w:tcW w:w="2200" w:type="dxa"/>
            <w:tcBorders>
              <w:top w:val="single" w:sz="6" w:space="0" w:color="auto"/>
              <w:bottom w:val="single" w:sz="6" w:space="0" w:color="auto"/>
            </w:tcBorders>
          </w:tcPr>
          <w:p w14:paraId="11FE3CB6" w14:textId="77777777" w:rsidR="004C0BEA" w:rsidRPr="00773BEC" w:rsidRDefault="00267E72" w:rsidP="004119C9">
            <w:pPr>
              <w:pStyle w:val="PL"/>
              <w:rPr>
                <w:rFonts w:cs="Courier New"/>
                <w:noProof w:val="0"/>
                <w:sz w:val="18"/>
                <w:szCs w:val="18"/>
                <w:lang w:eastAsia="de-DE"/>
              </w:rPr>
            </w:pPr>
            <w:r w:rsidRPr="00773BEC">
              <w:rPr>
                <w:rFonts w:cs="Courier New"/>
                <w:noProof w:val="0"/>
                <w:sz w:val="18"/>
                <w:szCs w:val="18"/>
                <w:lang w:eastAsia="de-DE"/>
              </w:rPr>
              <w:t>a</w:t>
            </w:r>
            <w:r w:rsidR="004C0BEA" w:rsidRPr="00773BEC">
              <w:rPr>
                <w:rFonts w:cs="Courier New"/>
                <w:noProof w:val="0"/>
                <w:sz w:val="18"/>
                <w:szCs w:val="18"/>
                <w:lang w:eastAsia="de-DE"/>
              </w:rPr>
              <w:t>rray</w:t>
            </w:r>
          </w:p>
        </w:tc>
        <w:tc>
          <w:tcPr>
            <w:tcW w:w="200" w:type="dxa"/>
            <w:tcBorders>
              <w:top w:val="nil"/>
              <w:bottom w:val="nil"/>
            </w:tcBorders>
          </w:tcPr>
          <w:p w14:paraId="616BC2AB"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7E180EEE"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 xml:space="preserve">out </w:t>
            </w:r>
          </w:p>
        </w:tc>
        <w:tc>
          <w:tcPr>
            <w:tcW w:w="2400" w:type="dxa"/>
            <w:tcBorders>
              <w:top w:val="single" w:sz="6" w:space="0" w:color="auto"/>
              <w:bottom w:val="single" w:sz="6" w:space="0" w:color="auto"/>
              <w:right w:val="single" w:sz="6" w:space="0" w:color="auto"/>
            </w:tcBorders>
          </w:tcPr>
          <w:p w14:paraId="7C01C77A"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out</w:t>
            </w:r>
          </w:p>
        </w:tc>
      </w:tr>
      <w:tr w:rsidR="004C0BEA" w:rsidRPr="00773BEC" w14:paraId="6FD957B7" w14:textId="77777777" w:rsidTr="001930EE">
        <w:tc>
          <w:tcPr>
            <w:tcW w:w="2328" w:type="dxa"/>
            <w:tcBorders>
              <w:top w:val="single" w:sz="6" w:space="0" w:color="auto"/>
              <w:bottom w:val="single" w:sz="6" w:space="0" w:color="auto"/>
            </w:tcBorders>
          </w:tcPr>
          <w:p w14:paraId="4255B838"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 xml:space="preserve">attribute </w:t>
            </w:r>
          </w:p>
        </w:tc>
        <w:tc>
          <w:tcPr>
            <w:tcW w:w="2200" w:type="dxa"/>
            <w:tcBorders>
              <w:top w:val="single" w:sz="6" w:space="0" w:color="auto"/>
              <w:bottom w:val="single" w:sz="6" w:space="0" w:color="auto"/>
            </w:tcBorders>
          </w:tcPr>
          <w:p w14:paraId="6D890519" w14:textId="77777777" w:rsidR="004C0BEA" w:rsidRPr="00773BEC" w:rsidRDefault="004C0BEA" w:rsidP="004119C9">
            <w:pPr>
              <w:pStyle w:val="TAL"/>
              <w:rPr>
                <w:rFonts w:ascii="Courier New" w:hAnsi="Courier New" w:cs="Courier New"/>
                <w:szCs w:val="18"/>
                <w:lang w:eastAsia="de-DE"/>
              </w:rPr>
            </w:pPr>
            <w:r w:rsidRPr="00773BEC">
              <w:rPr>
                <w:rFonts w:ascii="Courier New" w:hAnsi="Courier New" w:cs="Courier New"/>
                <w:szCs w:val="18"/>
                <w:lang w:eastAsia="de-DE"/>
              </w:rPr>
              <w:t>get (and set) operation</w:t>
            </w:r>
          </w:p>
        </w:tc>
        <w:tc>
          <w:tcPr>
            <w:tcW w:w="200" w:type="dxa"/>
            <w:tcBorders>
              <w:top w:val="nil"/>
              <w:bottom w:val="nil"/>
            </w:tcBorders>
          </w:tcPr>
          <w:p w14:paraId="3C95783C"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4D325BDB"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 xml:space="preserve">raises </w:t>
            </w:r>
          </w:p>
        </w:tc>
        <w:tc>
          <w:tcPr>
            <w:tcW w:w="2400" w:type="dxa"/>
            <w:tcBorders>
              <w:top w:val="single" w:sz="6" w:space="0" w:color="auto"/>
              <w:bottom w:val="single" w:sz="6" w:space="0" w:color="auto"/>
              <w:right w:val="single" w:sz="6" w:space="0" w:color="auto"/>
            </w:tcBorders>
          </w:tcPr>
          <w:p w14:paraId="1FFAB408"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exception</w:t>
            </w:r>
          </w:p>
        </w:tc>
      </w:tr>
      <w:tr w:rsidR="004C0BEA" w:rsidRPr="00773BEC" w14:paraId="5BE4AF47" w14:textId="77777777" w:rsidTr="001930EE">
        <w:tc>
          <w:tcPr>
            <w:tcW w:w="2328" w:type="dxa"/>
            <w:tcBorders>
              <w:top w:val="single" w:sz="6" w:space="0" w:color="auto"/>
              <w:bottom w:val="single" w:sz="6" w:space="0" w:color="auto"/>
            </w:tcBorders>
          </w:tcPr>
          <w:p w14:paraId="00070C42"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 xml:space="preserve">boolean </w:t>
            </w:r>
          </w:p>
        </w:tc>
        <w:tc>
          <w:tcPr>
            <w:tcW w:w="2200" w:type="dxa"/>
            <w:tcBorders>
              <w:top w:val="single" w:sz="6" w:space="0" w:color="auto"/>
              <w:bottom w:val="single" w:sz="6" w:space="0" w:color="auto"/>
            </w:tcBorders>
          </w:tcPr>
          <w:p w14:paraId="296DEE5C"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boolean</w:t>
            </w:r>
          </w:p>
        </w:tc>
        <w:tc>
          <w:tcPr>
            <w:tcW w:w="200" w:type="dxa"/>
            <w:tcBorders>
              <w:top w:val="nil"/>
              <w:bottom w:val="nil"/>
            </w:tcBorders>
          </w:tcPr>
          <w:p w14:paraId="795E039B"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26BD4407"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 xml:space="preserve">readonly </w:t>
            </w:r>
          </w:p>
        </w:tc>
        <w:tc>
          <w:tcPr>
            <w:tcW w:w="2400" w:type="dxa"/>
            <w:tcBorders>
              <w:top w:val="single" w:sz="6" w:space="0" w:color="auto"/>
              <w:bottom w:val="single" w:sz="6" w:space="0" w:color="auto"/>
              <w:right w:val="single" w:sz="6" w:space="0" w:color="auto"/>
            </w:tcBorders>
          </w:tcPr>
          <w:p w14:paraId="45E7779D" w14:textId="77777777" w:rsidR="004C0BEA" w:rsidRPr="00773BEC" w:rsidRDefault="004C0BEA" w:rsidP="004119C9">
            <w:pPr>
              <w:pStyle w:val="TAL"/>
              <w:rPr>
                <w:rFonts w:ascii="Courier New" w:hAnsi="Courier New" w:cs="Courier New"/>
                <w:szCs w:val="18"/>
                <w:lang w:eastAsia="de-DE"/>
              </w:rPr>
            </w:pPr>
            <w:r w:rsidRPr="00773BEC">
              <w:rPr>
                <w:rFonts w:ascii="Courier New" w:hAnsi="Courier New" w:cs="Courier New"/>
                <w:szCs w:val="18"/>
                <w:lang w:eastAsia="de-DE"/>
              </w:rPr>
              <w:t>only a get-operation for the attribute</w:t>
            </w:r>
          </w:p>
        </w:tc>
      </w:tr>
      <w:tr w:rsidR="004C0BEA" w:rsidRPr="00773BEC" w14:paraId="66E3E54F" w14:textId="77777777" w:rsidTr="001930EE">
        <w:tc>
          <w:tcPr>
            <w:tcW w:w="2328" w:type="dxa"/>
            <w:tcBorders>
              <w:top w:val="single" w:sz="6" w:space="0" w:color="auto"/>
              <w:bottom w:val="single" w:sz="6" w:space="0" w:color="auto"/>
            </w:tcBorders>
          </w:tcPr>
          <w:p w14:paraId="6F25308D"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 xml:space="preserve">char </w:t>
            </w:r>
          </w:p>
        </w:tc>
        <w:tc>
          <w:tcPr>
            <w:tcW w:w="2200" w:type="dxa"/>
            <w:tcBorders>
              <w:top w:val="single" w:sz="6" w:space="0" w:color="auto"/>
              <w:bottom w:val="single" w:sz="6" w:space="0" w:color="auto"/>
            </w:tcBorders>
          </w:tcPr>
          <w:p w14:paraId="00C4716F" w14:textId="77777777" w:rsidR="004C0BEA" w:rsidRPr="00773BEC" w:rsidRDefault="004C0BEA" w:rsidP="004119C9">
            <w:pPr>
              <w:pStyle w:val="PL"/>
              <w:rPr>
                <w:rFonts w:cs="Courier New"/>
                <w:noProof w:val="0"/>
                <w:sz w:val="18"/>
                <w:szCs w:val="18"/>
                <w:lang w:eastAsia="de-DE"/>
              </w:rPr>
            </w:pPr>
            <w:r w:rsidRPr="00773BEC">
              <w:rPr>
                <w:rStyle w:val="PLChar"/>
                <w:rFonts w:cs="Courier New"/>
                <w:noProof w:val="0"/>
                <w:sz w:val="18"/>
                <w:szCs w:val="18"/>
              </w:rPr>
              <w:t>iso8859char</w:t>
            </w:r>
            <w:r w:rsidRPr="00773BEC">
              <w:rPr>
                <w:rFonts w:cs="Courier New"/>
                <w:noProof w:val="0"/>
                <w:sz w:val="18"/>
                <w:szCs w:val="18"/>
                <w:lang w:eastAsia="de-DE"/>
              </w:rPr>
              <w:br/>
              <w:t>(self defined type)</w:t>
            </w:r>
          </w:p>
        </w:tc>
        <w:tc>
          <w:tcPr>
            <w:tcW w:w="200" w:type="dxa"/>
            <w:tcBorders>
              <w:top w:val="nil"/>
              <w:bottom w:val="nil"/>
            </w:tcBorders>
          </w:tcPr>
          <w:p w14:paraId="0B406B7F"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41689525"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sequence</w:t>
            </w:r>
          </w:p>
        </w:tc>
        <w:tc>
          <w:tcPr>
            <w:tcW w:w="2400" w:type="dxa"/>
            <w:tcBorders>
              <w:top w:val="single" w:sz="6" w:space="0" w:color="auto"/>
              <w:bottom w:val="single" w:sz="6" w:space="0" w:color="auto"/>
              <w:right w:val="single" w:sz="6" w:space="0" w:color="auto"/>
            </w:tcBorders>
          </w:tcPr>
          <w:p w14:paraId="642E7FA6"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record of</w:t>
            </w:r>
          </w:p>
        </w:tc>
      </w:tr>
      <w:tr w:rsidR="004C0BEA" w:rsidRPr="00773BEC" w14:paraId="23D081B2" w14:textId="77777777" w:rsidTr="001930EE">
        <w:tc>
          <w:tcPr>
            <w:tcW w:w="2328" w:type="dxa"/>
            <w:tcBorders>
              <w:top w:val="single" w:sz="6" w:space="0" w:color="auto"/>
              <w:bottom w:val="single" w:sz="6" w:space="0" w:color="auto"/>
            </w:tcBorders>
          </w:tcPr>
          <w:p w14:paraId="4FE0F804"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 xml:space="preserve">const </w:t>
            </w:r>
          </w:p>
        </w:tc>
        <w:tc>
          <w:tcPr>
            <w:tcW w:w="2200" w:type="dxa"/>
            <w:tcBorders>
              <w:top w:val="single" w:sz="6" w:space="0" w:color="auto"/>
              <w:bottom w:val="single" w:sz="6" w:space="0" w:color="auto"/>
            </w:tcBorders>
          </w:tcPr>
          <w:p w14:paraId="04979603" w14:textId="77777777" w:rsidR="004C0BEA" w:rsidRPr="00773BEC" w:rsidRDefault="00267E72" w:rsidP="004119C9">
            <w:pPr>
              <w:pStyle w:val="PL"/>
              <w:rPr>
                <w:rFonts w:cs="Courier New"/>
                <w:noProof w:val="0"/>
                <w:sz w:val="18"/>
                <w:szCs w:val="18"/>
                <w:lang w:eastAsia="de-DE"/>
              </w:rPr>
            </w:pPr>
            <w:r w:rsidRPr="00773BEC">
              <w:rPr>
                <w:rFonts w:cs="Courier New"/>
                <w:noProof w:val="0"/>
                <w:sz w:val="18"/>
                <w:szCs w:val="18"/>
                <w:lang w:eastAsia="de-DE"/>
              </w:rPr>
              <w:t>c</w:t>
            </w:r>
            <w:r w:rsidR="004C0BEA" w:rsidRPr="00773BEC">
              <w:rPr>
                <w:rFonts w:cs="Courier New"/>
                <w:noProof w:val="0"/>
                <w:sz w:val="18"/>
                <w:szCs w:val="18"/>
                <w:lang w:eastAsia="de-DE"/>
              </w:rPr>
              <w:t>onst</w:t>
            </w:r>
          </w:p>
        </w:tc>
        <w:tc>
          <w:tcPr>
            <w:tcW w:w="200" w:type="dxa"/>
            <w:tcBorders>
              <w:top w:val="nil"/>
              <w:bottom w:val="nil"/>
            </w:tcBorders>
          </w:tcPr>
          <w:p w14:paraId="46629B6D"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4FF17020"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short</w:t>
            </w:r>
          </w:p>
        </w:tc>
        <w:tc>
          <w:tcPr>
            <w:tcW w:w="2400" w:type="dxa"/>
            <w:tcBorders>
              <w:top w:val="single" w:sz="6" w:space="0" w:color="auto"/>
              <w:bottom w:val="single" w:sz="6" w:space="0" w:color="auto"/>
              <w:right w:val="single" w:sz="6" w:space="0" w:color="auto"/>
            </w:tcBorders>
          </w:tcPr>
          <w:p w14:paraId="7C67590F" w14:textId="77777777" w:rsidR="004C0BEA" w:rsidRPr="00773BEC" w:rsidRDefault="004C0BEA" w:rsidP="004119C9">
            <w:pPr>
              <w:pStyle w:val="TAL"/>
              <w:rPr>
                <w:rFonts w:ascii="Courier New" w:hAnsi="Courier New" w:cs="Courier New"/>
                <w:szCs w:val="18"/>
                <w:lang w:eastAsia="de-DE"/>
              </w:rPr>
            </w:pPr>
            <w:r w:rsidRPr="00773BEC">
              <w:rPr>
                <w:rFonts w:ascii="Courier New" w:hAnsi="Courier New" w:cs="Courier New"/>
                <w:szCs w:val="18"/>
                <w:lang w:eastAsia="de-DE"/>
              </w:rPr>
              <w:t>short</w:t>
            </w:r>
          </w:p>
        </w:tc>
      </w:tr>
      <w:tr w:rsidR="004C0BEA" w:rsidRPr="00773BEC" w14:paraId="6006DB4A" w14:textId="77777777" w:rsidTr="001930EE">
        <w:tc>
          <w:tcPr>
            <w:tcW w:w="2328" w:type="dxa"/>
            <w:tcBorders>
              <w:top w:val="single" w:sz="6" w:space="0" w:color="auto"/>
              <w:bottom w:val="single" w:sz="6" w:space="0" w:color="auto"/>
            </w:tcBorders>
          </w:tcPr>
          <w:p w14:paraId="110C5D36"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 xml:space="preserve">context </w:t>
            </w:r>
          </w:p>
        </w:tc>
        <w:tc>
          <w:tcPr>
            <w:tcW w:w="2200" w:type="dxa"/>
            <w:tcBorders>
              <w:top w:val="single" w:sz="6" w:space="0" w:color="auto"/>
              <w:bottom w:val="single" w:sz="6" w:space="0" w:color="auto"/>
            </w:tcBorders>
          </w:tcPr>
          <w:p w14:paraId="2260A867" w14:textId="77777777" w:rsidR="004C0BEA" w:rsidRPr="00773BEC" w:rsidRDefault="004C0BEA" w:rsidP="004119C9">
            <w:pPr>
              <w:pStyle w:val="TAL"/>
              <w:rPr>
                <w:rFonts w:ascii="Courier New" w:hAnsi="Courier New" w:cs="Courier New"/>
                <w:szCs w:val="18"/>
                <w:lang w:eastAsia="de-DE"/>
              </w:rPr>
            </w:pPr>
            <w:r w:rsidRPr="00773BEC">
              <w:rPr>
                <w:rFonts w:ascii="Courier New" w:hAnsi="Courier New" w:cs="Courier New"/>
                <w:szCs w:val="18"/>
                <w:lang w:eastAsia="de-DE"/>
              </w:rPr>
              <w:t>additional procedure parameter of type record</w:t>
            </w:r>
          </w:p>
        </w:tc>
        <w:tc>
          <w:tcPr>
            <w:tcW w:w="200" w:type="dxa"/>
            <w:tcBorders>
              <w:top w:val="nil"/>
              <w:bottom w:val="nil"/>
            </w:tcBorders>
          </w:tcPr>
          <w:p w14:paraId="71292B57"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5370A416"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string</w:t>
            </w:r>
          </w:p>
        </w:tc>
        <w:tc>
          <w:tcPr>
            <w:tcW w:w="2400" w:type="dxa"/>
            <w:tcBorders>
              <w:top w:val="single" w:sz="6" w:space="0" w:color="auto"/>
              <w:bottom w:val="single" w:sz="6" w:space="0" w:color="auto"/>
              <w:right w:val="single" w:sz="6" w:space="0" w:color="auto"/>
            </w:tcBorders>
          </w:tcPr>
          <w:p w14:paraId="2353C705" w14:textId="77777777" w:rsidR="004C0BEA" w:rsidRPr="00773BEC" w:rsidRDefault="004C0BEA" w:rsidP="004119C9">
            <w:pPr>
              <w:pStyle w:val="TAL"/>
              <w:rPr>
                <w:rFonts w:ascii="Courier New" w:hAnsi="Courier New" w:cs="Courier New"/>
                <w:szCs w:val="18"/>
                <w:lang w:eastAsia="de-DE"/>
              </w:rPr>
            </w:pPr>
            <w:r w:rsidRPr="00773BEC">
              <w:rPr>
                <w:rFonts w:ascii="Courier New" w:hAnsi="Courier New" w:cs="Courier New"/>
                <w:szCs w:val="18"/>
                <w:lang w:eastAsia="de-DE"/>
              </w:rPr>
              <w:t>iso8859string</w:t>
            </w:r>
          </w:p>
        </w:tc>
      </w:tr>
      <w:tr w:rsidR="004C0BEA" w:rsidRPr="00773BEC" w14:paraId="76DF05C6" w14:textId="77777777" w:rsidTr="001930EE">
        <w:tc>
          <w:tcPr>
            <w:tcW w:w="2328" w:type="dxa"/>
            <w:tcBorders>
              <w:top w:val="single" w:sz="6" w:space="0" w:color="auto"/>
              <w:bottom w:val="single" w:sz="6" w:space="0" w:color="auto"/>
            </w:tcBorders>
          </w:tcPr>
          <w:p w14:paraId="021782DF"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 xml:space="preserve">enum </w:t>
            </w:r>
          </w:p>
        </w:tc>
        <w:tc>
          <w:tcPr>
            <w:tcW w:w="2200" w:type="dxa"/>
            <w:tcBorders>
              <w:top w:val="single" w:sz="6" w:space="0" w:color="auto"/>
              <w:bottom w:val="single" w:sz="6" w:space="0" w:color="auto"/>
            </w:tcBorders>
          </w:tcPr>
          <w:p w14:paraId="5B046872"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enumerated</w:t>
            </w:r>
          </w:p>
        </w:tc>
        <w:tc>
          <w:tcPr>
            <w:tcW w:w="200" w:type="dxa"/>
            <w:tcBorders>
              <w:top w:val="nil"/>
              <w:bottom w:val="nil"/>
            </w:tcBorders>
          </w:tcPr>
          <w:p w14:paraId="5327C989"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386B81BC"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struct</w:t>
            </w:r>
          </w:p>
        </w:tc>
        <w:tc>
          <w:tcPr>
            <w:tcW w:w="2400" w:type="dxa"/>
            <w:tcBorders>
              <w:top w:val="single" w:sz="6" w:space="0" w:color="auto"/>
              <w:bottom w:val="single" w:sz="6" w:space="0" w:color="auto"/>
              <w:right w:val="single" w:sz="6" w:space="0" w:color="auto"/>
            </w:tcBorders>
          </w:tcPr>
          <w:p w14:paraId="0F5CD188" w14:textId="77777777" w:rsidR="004C0BEA" w:rsidRPr="00773BEC" w:rsidRDefault="004C0BEA" w:rsidP="004119C9">
            <w:pPr>
              <w:pStyle w:val="TAL"/>
              <w:rPr>
                <w:rFonts w:ascii="Courier New" w:hAnsi="Courier New" w:cs="Courier New"/>
                <w:szCs w:val="18"/>
                <w:lang w:eastAsia="de-DE"/>
              </w:rPr>
            </w:pPr>
            <w:r w:rsidRPr="00773BEC">
              <w:rPr>
                <w:rFonts w:ascii="Courier New" w:hAnsi="Courier New" w:cs="Courier New"/>
                <w:szCs w:val="18"/>
                <w:lang w:eastAsia="de-DE"/>
              </w:rPr>
              <w:t>record</w:t>
            </w:r>
          </w:p>
        </w:tc>
      </w:tr>
      <w:tr w:rsidR="004C0BEA" w:rsidRPr="00773BEC" w14:paraId="19048E17" w14:textId="77777777" w:rsidTr="001930EE">
        <w:tc>
          <w:tcPr>
            <w:tcW w:w="2328" w:type="dxa"/>
            <w:tcBorders>
              <w:top w:val="single" w:sz="6" w:space="0" w:color="auto"/>
              <w:bottom w:val="single" w:sz="6" w:space="0" w:color="auto"/>
            </w:tcBorders>
          </w:tcPr>
          <w:p w14:paraId="64ED860C"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 xml:space="preserve">exception </w:t>
            </w:r>
          </w:p>
        </w:tc>
        <w:tc>
          <w:tcPr>
            <w:tcW w:w="2200" w:type="dxa"/>
            <w:tcBorders>
              <w:top w:val="single" w:sz="6" w:space="0" w:color="auto"/>
              <w:bottom w:val="single" w:sz="6" w:space="0" w:color="auto"/>
            </w:tcBorders>
          </w:tcPr>
          <w:p w14:paraId="073C63CA"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record</w:t>
            </w:r>
          </w:p>
        </w:tc>
        <w:tc>
          <w:tcPr>
            <w:tcW w:w="200" w:type="dxa"/>
            <w:tcBorders>
              <w:top w:val="nil"/>
              <w:bottom w:val="nil"/>
            </w:tcBorders>
          </w:tcPr>
          <w:p w14:paraId="32CCDF4D"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789F592C"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 xml:space="preserve">typedef </w:t>
            </w:r>
          </w:p>
        </w:tc>
        <w:tc>
          <w:tcPr>
            <w:tcW w:w="2400" w:type="dxa"/>
            <w:tcBorders>
              <w:top w:val="single" w:sz="6" w:space="0" w:color="auto"/>
              <w:bottom w:val="single" w:sz="6" w:space="0" w:color="auto"/>
              <w:right w:val="single" w:sz="6" w:space="0" w:color="auto"/>
            </w:tcBorders>
          </w:tcPr>
          <w:p w14:paraId="142CE2C6" w14:textId="77777777" w:rsidR="004C0BEA" w:rsidRPr="00773BEC" w:rsidRDefault="004C0BEA" w:rsidP="004119C9">
            <w:pPr>
              <w:pStyle w:val="TAL"/>
              <w:rPr>
                <w:rFonts w:ascii="Courier New" w:hAnsi="Courier New" w:cs="Courier New"/>
                <w:szCs w:val="18"/>
                <w:lang w:eastAsia="de-DE"/>
              </w:rPr>
            </w:pPr>
            <w:r w:rsidRPr="00773BEC">
              <w:rPr>
                <w:rFonts w:ascii="Courier New" w:hAnsi="Courier New" w:cs="Courier New"/>
                <w:szCs w:val="18"/>
                <w:lang w:eastAsia="de-DE"/>
              </w:rPr>
              <w:t>type</w:t>
            </w:r>
          </w:p>
        </w:tc>
      </w:tr>
      <w:tr w:rsidR="004C0BEA" w:rsidRPr="00773BEC" w14:paraId="654E8E08" w14:textId="77777777" w:rsidTr="001930EE">
        <w:tc>
          <w:tcPr>
            <w:tcW w:w="2328" w:type="dxa"/>
            <w:tcBorders>
              <w:top w:val="single" w:sz="6" w:space="0" w:color="auto"/>
              <w:bottom w:val="single" w:sz="6" w:space="0" w:color="auto"/>
            </w:tcBorders>
          </w:tcPr>
          <w:p w14:paraId="5ECBB8C2"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 xml:space="preserve">fixed </w:t>
            </w:r>
          </w:p>
        </w:tc>
        <w:tc>
          <w:tcPr>
            <w:tcW w:w="2200" w:type="dxa"/>
            <w:tcBorders>
              <w:top w:val="single" w:sz="6" w:space="0" w:color="auto"/>
              <w:bottom w:val="single" w:sz="6" w:space="0" w:color="auto"/>
            </w:tcBorders>
          </w:tcPr>
          <w:p w14:paraId="487BD15A"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IDLfixed</w:t>
            </w:r>
          </w:p>
        </w:tc>
        <w:tc>
          <w:tcPr>
            <w:tcW w:w="200" w:type="dxa"/>
            <w:tcBorders>
              <w:top w:val="nil"/>
              <w:bottom w:val="nil"/>
            </w:tcBorders>
          </w:tcPr>
          <w:p w14:paraId="511B5298"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203C7673"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union</w:t>
            </w:r>
          </w:p>
        </w:tc>
        <w:tc>
          <w:tcPr>
            <w:tcW w:w="2400" w:type="dxa"/>
            <w:tcBorders>
              <w:top w:val="single" w:sz="6" w:space="0" w:color="auto"/>
              <w:bottom w:val="single" w:sz="6" w:space="0" w:color="auto"/>
              <w:right w:val="single" w:sz="6" w:space="0" w:color="auto"/>
            </w:tcBorders>
          </w:tcPr>
          <w:p w14:paraId="4A98DC77" w14:textId="77777777" w:rsidR="004C0BEA" w:rsidRPr="00773BEC" w:rsidRDefault="004C0BEA" w:rsidP="004119C9">
            <w:pPr>
              <w:pStyle w:val="TAL"/>
              <w:rPr>
                <w:rFonts w:ascii="Courier New" w:hAnsi="Courier New" w:cs="Courier New"/>
                <w:szCs w:val="18"/>
                <w:lang w:eastAsia="de-DE"/>
              </w:rPr>
            </w:pPr>
            <w:r w:rsidRPr="00773BEC">
              <w:rPr>
                <w:rFonts w:ascii="Courier New" w:hAnsi="Courier New" w:cs="Courier New"/>
                <w:szCs w:val="18"/>
                <w:lang w:eastAsia="de-DE"/>
              </w:rPr>
              <w:t>record, enumerated, union</w:t>
            </w:r>
          </w:p>
        </w:tc>
      </w:tr>
      <w:tr w:rsidR="004C0BEA" w:rsidRPr="00773BEC" w14:paraId="30776E47" w14:textId="77777777" w:rsidTr="001930EE">
        <w:tc>
          <w:tcPr>
            <w:tcW w:w="2328" w:type="dxa"/>
            <w:tcBorders>
              <w:top w:val="single" w:sz="6" w:space="0" w:color="auto"/>
              <w:bottom w:val="single" w:sz="6" w:space="0" w:color="auto"/>
            </w:tcBorders>
          </w:tcPr>
          <w:p w14:paraId="11ABA9B7"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float</w:t>
            </w:r>
          </w:p>
        </w:tc>
        <w:tc>
          <w:tcPr>
            <w:tcW w:w="2200" w:type="dxa"/>
            <w:tcBorders>
              <w:top w:val="single" w:sz="6" w:space="0" w:color="auto"/>
              <w:bottom w:val="single" w:sz="6" w:space="0" w:color="auto"/>
            </w:tcBorders>
          </w:tcPr>
          <w:p w14:paraId="019A9F09"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IEEE754float</w:t>
            </w:r>
          </w:p>
        </w:tc>
        <w:tc>
          <w:tcPr>
            <w:tcW w:w="200" w:type="dxa"/>
            <w:tcBorders>
              <w:top w:val="nil"/>
              <w:bottom w:val="nil"/>
            </w:tcBorders>
          </w:tcPr>
          <w:p w14:paraId="23D3CFAC"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0FD2C431"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unsigned long</w:t>
            </w:r>
          </w:p>
        </w:tc>
        <w:tc>
          <w:tcPr>
            <w:tcW w:w="2400" w:type="dxa"/>
            <w:tcBorders>
              <w:top w:val="single" w:sz="6" w:space="0" w:color="auto"/>
              <w:bottom w:val="single" w:sz="6" w:space="0" w:color="auto"/>
              <w:right w:val="single" w:sz="6" w:space="0" w:color="auto"/>
            </w:tcBorders>
          </w:tcPr>
          <w:p w14:paraId="23BD4E74" w14:textId="77777777" w:rsidR="004C0BEA" w:rsidRPr="00773BEC" w:rsidRDefault="004C0BEA" w:rsidP="004119C9">
            <w:pPr>
              <w:pStyle w:val="TAL"/>
              <w:rPr>
                <w:rFonts w:ascii="Courier New" w:hAnsi="Courier New" w:cs="Courier New"/>
                <w:szCs w:val="18"/>
                <w:lang w:eastAsia="de-DE"/>
              </w:rPr>
            </w:pPr>
            <w:r w:rsidRPr="00773BEC">
              <w:rPr>
                <w:rFonts w:ascii="Courier New" w:hAnsi="Courier New" w:cs="Courier New"/>
                <w:szCs w:val="18"/>
                <w:lang w:eastAsia="de-DE"/>
              </w:rPr>
              <w:t>unsignedlong</w:t>
            </w:r>
          </w:p>
        </w:tc>
      </w:tr>
      <w:tr w:rsidR="004C0BEA" w:rsidRPr="00773BEC" w14:paraId="16560877" w14:textId="77777777" w:rsidTr="001930EE">
        <w:tc>
          <w:tcPr>
            <w:tcW w:w="2328" w:type="dxa"/>
            <w:tcBorders>
              <w:top w:val="single" w:sz="6" w:space="0" w:color="auto"/>
              <w:bottom w:val="single" w:sz="6" w:space="0" w:color="auto"/>
            </w:tcBorders>
          </w:tcPr>
          <w:p w14:paraId="70CE697A"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double</w:t>
            </w:r>
          </w:p>
        </w:tc>
        <w:tc>
          <w:tcPr>
            <w:tcW w:w="2200" w:type="dxa"/>
            <w:tcBorders>
              <w:top w:val="single" w:sz="6" w:space="0" w:color="auto"/>
              <w:bottom w:val="single" w:sz="6" w:space="0" w:color="auto"/>
            </w:tcBorders>
          </w:tcPr>
          <w:p w14:paraId="39B1610C"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IEEE754double</w:t>
            </w:r>
          </w:p>
        </w:tc>
        <w:tc>
          <w:tcPr>
            <w:tcW w:w="200" w:type="dxa"/>
            <w:tcBorders>
              <w:top w:val="nil"/>
              <w:bottom w:val="nil"/>
            </w:tcBorders>
          </w:tcPr>
          <w:p w14:paraId="64E4E4FF"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3C31EA19"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unsigned long long</w:t>
            </w:r>
          </w:p>
        </w:tc>
        <w:tc>
          <w:tcPr>
            <w:tcW w:w="2400" w:type="dxa"/>
            <w:tcBorders>
              <w:top w:val="single" w:sz="6" w:space="0" w:color="auto"/>
              <w:bottom w:val="single" w:sz="6" w:space="0" w:color="auto"/>
              <w:right w:val="single" w:sz="6" w:space="0" w:color="auto"/>
            </w:tcBorders>
          </w:tcPr>
          <w:p w14:paraId="61EE844A" w14:textId="77777777" w:rsidR="004C0BEA" w:rsidRPr="00773BEC" w:rsidRDefault="004C0BEA" w:rsidP="004119C9">
            <w:pPr>
              <w:pStyle w:val="TAL"/>
              <w:rPr>
                <w:rFonts w:ascii="Courier New" w:hAnsi="Courier New" w:cs="Courier New"/>
                <w:szCs w:val="18"/>
                <w:lang w:eastAsia="de-DE"/>
              </w:rPr>
            </w:pPr>
            <w:r w:rsidRPr="00773BEC">
              <w:rPr>
                <w:rFonts w:ascii="Courier New" w:hAnsi="Courier New" w:cs="Courier New"/>
                <w:szCs w:val="18"/>
                <w:lang w:eastAsia="de-DE"/>
              </w:rPr>
              <w:t>unsignedlonglong</w:t>
            </w:r>
          </w:p>
        </w:tc>
      </w:tr>
      <w:tr w:rsidR="004C0BEA" w:rsidRPr="00773BEC" w14:paraId="406C5865" w14:textId="77777777" w:rsidTr="001930EE">
        <w:tc>
          <w:tcPr>
            <w:tcW w:w="2328" w:type="dxa"/>
            <w:tcBorders>
              <w:top w:val="single" w:sz="6" w:space="0" w:color="auto"/>
              <w:bottom w:val="single" w:sz="6" w:space="0" w:color="auto"/>
            </w:tcBorders>
          </w:tcPr>
          <w:p w14:paraId="7D8F8130"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long double</w:t>
            </w:r>
          </w:p>
        </w:tc>
        <w:tc>
          <w:tcPr>
            <w:tcW w:w="2200" w:type="dxa"/>
            <w:tcBorders>
              <w:top w:val="single" w:sz="6" w:space="0" w:color="auto"/>
              <w:bottom w:val="single" w:sz="6" w:space="0" w:color="auto"/>
            </w:tcBorders>
          </w:tcPr>
          <w:p w14:paraId="055C04FA"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IEEE754extdouble</w:t>
            </w:r>
          </w:p>
        </w:tc>
        <w:tc>
          <w:tcPr>
            <w:tcW w:w="200" w:type="dxa"/>
            <w:tcBorders>
              <w:top w:val="nil"/>
              <w:bottom w:val="nil"/>
            </w:tcBorders>
          </w:tcPr>
          <w:p w14:paraId="3637AC15"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10D1837D"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unsigned short</w:t>
            </w:r>
          </w:p>
        </w:tc>
        <w:tc>
          <w:tcPr>
            <w:tcW w:w="2400" w:type="dxa"/>
            <w:tcBorders>
              <w:top w:val="single" w:sz="6" w:space="0" w:color="auto"/>
              <w:bottom w:val="single" w:sz="6" w:space="0" w:color="auto"/>
              <w:right w:val="single" w:sz="6" w:space="0" w:color="auto"/>
            </w:tcBorders>
          </w:tcPr>
          <w:p w14:paraId="50AE0E6D" w14:textId="77777777" w:rsidR="004C0BEA" w:rsidRPr="00773BEC" w:rsidRDefault="004C0BEA" w:rsidP="004119C9">
            <w:pPr>
              <w:pStyle w:val="TAL"/>
              <w:rPr>
                <w:rFonts w:ascii="Courier New" w:hAnsi="Courier New" w:cs="Courier New"/>
                <w:szCs w:val="18"/>
                <w:lang w:eastAsia="de-DE"/>
              </w:rPr>
            </w:pPr>
            <w:r w:rsidRPr="00773BEC">
              <w:rPr>
                <w:rFonts w:ascii="Courier New" w:hAnsi="Courier New" w:cs="Courier New"/>
                <w:szCs w:val="18"/>
                <w:lang w:eastAsia="de-DE"/>
              </w:rPr>
              <w:t>unsignedshort</w:t>
            </w:r>
          </w:p>
        </w:tc>
      </w:tr>
      <w:tr w:rsidR="004C0BEA" w:rsidRPr="00773BEC" w14:paraId="6582B742" w14:textId="77777777" w:rsidTr="001930EE">
        <w:tc>
          <w:tcPr>
            <w:tcW w:w="2328" w:type="dxa"/>
            <w:tcBorders>
              <w:top w:val="single" w:sz="6" w:space="0" w:color="auto"/>
              <w:bottom w:val="single" w:sz="6" w:space="0" w:color="auto"/>
            </w:tcBorders>
          </w:tcPr>
          <w:p w14:paraId="1787EAA5"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 xml:space="preserve">in </w:t>
            </w:r>
          </w:p>
        </w:tc>
        <w:tc>
          <w:tcPr>
            <w:tcW w:w="2200" w:type="dxa"/>
            <w:tcBorders>
              <w:top w:val="single" w:sz="6" w:space="0" w:color="auto"/>
              <w:bottom w:val="single" w:sz="6" w:space="0" w:color="auto"/>
            </w:tcBorders>
          </w:tcPr>
          <w:p w14:paraId="54416826"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in</w:t>
            </w:r>
          </w:p>
        </w:tc>
        <w:tc>
          <w:tcPr>
            <w:tcW w:w="200" w:type="dxa"/>
            <w:tcBorders>
              <w:top w:val="nil"/>
              <w:bottom w:val="nil"/>
            </w:tcBorders>
          </w:tcPr>
          <w:p w14:paraId="6C455A16"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3B9DE77E"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valuetype</w:t>
            </w:r>
          </w:p>
        </w:tc>
        <w:tc>
          <w:tcPr>
            <w:tcW w:w="2400" w:type="dxa"/>
            <w:tcBorders>
              <w:top w:val="single" w:sz="6" w:space="0" w:color="auto"/>
              <w:bottom w:val="single" w:sz="6" w:space="0" w:color="auto"/>
              <w:right w:val="single" w:sz="6" w:space="0" w:color="auto"/>
            </w:tcBorders>
          </w:tcPr>
          <w:p w14:paraId="33C69D06"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r</w:t>
            </w:r>
            <w:r w:rsidR="004C0BEA" w:rsidRPr="00773BEC">
              <w:rPr>
                <w:rFonts w:cs="Courier New"/>
                <w:noProof w:val="0"/>
                <w:sz w:val="18"/>
                <w:szCs w:val="18"/>
                <w:lang w:eastAsia="de-DE"/>
              </w:rPr>
              <w:t>ecord</w:t>
            </w:r>
          </w:p>
        </w:tc>
      </w:tr>
      <w:tr w:rsidR="004C0BEA" w:rsidRPr="00773BEC" w14:paraId="524FD520" w14:textId="77777777" w:rsidTr="001930EE">
        <w:tc>
          <w:tcPr>
            <w:tcW w:w="2328" w:type="dxa"/>
            <w:tcBorders>
              <w:top w:val="single" w:sz="6" w:space="0" w:color="auto"/>
              <w:bottom w:val="single" w:sz="6" w:space="0" w:color="auto"/>
            </w:tcBorders>
          </w:tcPr>
          <w:p w14:paraId="62BD5523"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 xml:space="preserve">inout </w:t>
            </w:r>
          </w:p>
        </w:tc>
        <w:tc>
          <w:tcPr>
            <w:tcW w:w="2200" w:type="dxa"/>
            <w:tcBorders>
              <w:top w:val="single" w:sz="6" w:space="0" w:color="auto"/>
              <w:bottom w:val="single" w:sz="6" w:space="0" w:color="auto"/>
            </w:tcBorders>
          </w:tcPr>
          <w:p w14:paraId="14780AB7"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inout</w:t>
            </w:r>
          </w:p>
        </w:tc>
        <w:tc>
          <w:tcPr>
            <w:tcW w:w="200" w:type="dxa"/>
            <w:tcBorders>
              <w:top w:val="nil"/>
              <w:bottom w:val="nil"/>
            </w:tcBorders>
          </w:tcPr>
          <w:p w14:paraId="5C3FD0A4"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17340C55"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wchar</w:t>
            </w:r>
          </w:p>
        </w:tc>
        <w:tc>
          <w:tcPr>
            <w:tcW w:w="2400" w:type="dxa"/>
            <w:tcBorders>
              <w:top w:val="single" w:sz="6" w:space="0" w:color="auto"/>
              <w:bottom w:val="single" w:sz="6" w:space="0" w:color="auto"/>
              <w:right w:val="single" w:sz="6" w:space="0" w:color="auto"/>
            </w:tcBorders>
          </w:tcPr>
          <w:p w14:paraId="42C9C9CF"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universal char</w:t>
            </w:r>
            <w:r w:rsidR="008D2052" w:rsidRPr="00773BEC">
              <w:rPr>
                <w:rFonts w:cs="Courier New"/>
                <w:noProof w:val="0"/>
                <w:sz w:val="18"/>
                <w:szCs w:val="18"/>
                <w:lang w:eastAsia="de-DE"/>
              </w:rPr>
              <w:t>string</w:t>
            </w:r>
          </w:p>
        </w:tc>
      </w:tr>
      <w:tr w:rsidR="004C0BEA" w:rsidRPr="00773BEC" w14:paraId="62F90E7C" w14:textId="77777777" w:rsidTr="001930EE">
        <w:tc>
          <w:tcPr>
            <w:tcW w:w="2328" w:type="dxa"/>
            <w:tcBorders>
              <w:top w:val="single" w:sz="6" w:space="0" w:color="auto"/>
              <w:bottom w:val="single" w:sz="6" w:space="0" w:color="auto"/>
            </w:tcBorders>
          </w:tcPr>
          <w:p w14:paraId="5BB01F0A"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 xml:space="preserve">interface </w:t>
            </w:r>
          </w:p>
        </w:tc>
        <w:tc>
          <w:tcPr>
            <w:tcW w:w="2200" w:type="dxa"/>
            <w:tcBorders>
              <w:top w:val="single" w:sz="6" w:space="0" w:color="auto"/>
              <w:bottom w:val="single" w:sz="6" w:space="0" w:color="auto"/>
            </w:tcBorders>
          </w:tcPr>
          <w:p w14:paraId="0EA3AA7D" w14:textId="77777777" w:rsidR="004C0BEA" w:rsidRPr="00773BEC" w:rsidRDefault="004C0BEA" w:rsidP="004119C9">
            <w:pPr>
              <w:pStyle w:val="PL"/>
              <w:rPr>
                <w:rFonts w:cs="Courier New"/>
                <w:noProof w:val="0"/>
                <w:sz w:val="18"/>
                <w:szCs w:val="18"/>
                <w:lang w:eastAsia="de-DE"/>
              </w:rPr>
            </w:pPr>
            <w:r w:rsidRPr="00773BEC">
              <w:rPr>
                <w:rStyle w:val="PLChar"/>
                <w:rFonts w:cs="Courier New"/>
                <w:noProof w:val="0"/>
                <w:sz w:val="18"/>
                <w:szCs w:val="18"/>
              </w:rPr>
              <w:t>group</w:t>
            </w:r>
            <w:r w:rsidRPr="00773BEC">
              <w:rPr>
                <w:rFonts w:cs="Courier New"/>
                <w:noProof w:val="0"/>
                <w:sz w:val="18"/>
                <w:szCs w:val="18"/>
                <w:lang w:eastAsia="de-DE"/>
              </w:rPr>
              <w:t xml:space="preserve">, </w:t>
            </w:r>
            <w:r w:rsidRPr="00773BEC">
              <w:rPr>
                <w:rStyle w:val="PLChar"/>
                <w:rFonts w:cs="Courier New"/>
                <w:noProof w:val="0"/>
                <w:sz w:val="18"/>
                <w:szCs w:val="18"/>
              </w:rPr>
              <w:t>port</w:t>
            </w:r>
          </w:p>
        </w:tc>
        <w:tc>
          <w:tcPr>
            <w:tcW w:w="200" w:type="dxa"/>
            <w:tcBorders>
              <w:top w:val="nil"/>
              <w:bottom w:val="nil"/>
            </w:tcBorders>
          </w:tcPr>
          <w:p w14:paraId="37D02772"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4786166E"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wstring</w:t>
            </w:r>
          </w:p>
        </w:tc>
        <w:tc>
          <w:tcPr>
            <w:tcW w:w="2400" w:type="dxa"/>
            <w:tcBorders>
              <w:top w:val="single" w:sz="6" w:space="0" w:color="auto"/>
              <w:bottom w:val="single" w:sz="6" w:space="0" w:color="auto"/>
              <w:right w:val="single" w:sz="6" w:space="0" w:color="auto"/>
            </w:tcBorders>
          </w:tcPr>
          <w:p w14:paraId="7E1767E1" w14:textId="77777777" w:rsidR="004C0BEA" w:rsidRPr="00773BEC" w:rsidRDefault="004C0BEA" w:rsidP="004119C9">
            <w:pPr>
              <w:pStyle w:val="PL"/>
              <w:rPr>
                <w:rFonts w:cs="Courier New"/>
                <w:noProof w:val="0"/>
                <w:sz w:val="18"/>
                <w:szCs w:val="18"/>
                <w:lang w:eastAsia="de-DE"/>
              </w:rPr>
            </w:pPr>
            <w:r w:rsidRPr="00773BEC">
              <w:rPr>
                <w:rFonts w:cs="Courier New"/>
                <w:noProof w:val="0"/>
                <w:sz w:val="18"/>
                <w:szCs w:val="18"/>
                <w:lang w:eastAsia="de-DE"/>
              </w:rPr>
              <w:t>universal charstring</w:t>
            </w:r>
          </w:p>
        </w:tc>
      </w:tr>
      <w:tr w:rsidR="004C0BEA" w:rsidRPr="00773BEC" w14:paraId="456BDD6D" w14:textId="77777777" w:rsidTr="001930EE">
        <w:tc>
          <w:tcPr>
            <w:tcW w:w="2328" w:type="dxa"/>
            <w:tcBorders>
              <w:top w:val="single" w:sz="6" w:space="0" w:color="auto"/>
              <w:bottom w:val="single" w:sz="6" w:space="0" w:color="auto"/>
            </w:tcBorders>
          </w:tcPr>
          <w:p w14:paraId="07AD8CAF"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local</w:t>
            </w:r>
          </w:p>
        </w:tc>
        <w:tc>
          <w:tcPr>
            <w:tcW w:w="2200" w:type="dxa"/>
            <w:tcBorders>
              <w:top w:val="single" w:sz="6" w:space="0" w:color="auto"/>
              <w:bottom w:val="single" w:sz="6" w:space="0" w:color="auto"/>
            </w:tcBorders>
          </w:tcPr>
          <w:p w14:paraId="27FABCB0" w14:textId="77777777" w:rsidR="004C0BEA" w:rsidRPr="00773BEC" w:rsidRDefault="004C0BEA" w:rsidP="004119C9">
            <w:pPr>
              <w:pStyle w:val="PL"/>
              <w:rPr>
                <w:rStyle w:val="PLChar"/>
                <w:rFonts w:cs="Courier New"/>
                <w:noProof w:val="0"/>
                <w:sz w:val="18"/>
                <w:szCs w:val="18"/>
              </w:rPr>
            </w:pPr>
            <w:r w:rsidRPr="00773BEC">
              <w:rPr>
                <w:rFonts w:cs="Courier New"/>
                <w:noProof w:val="0"/>
                <w:sz w:val="18"/>
                <w:szCs w:val="18"/>
                <w:lang w:eastAsia="de-DE"/>
              </w:rPr>
              <w:t>---</w:t>
            </w:r>
          </w:p>
        </w:tc>
        <w:tc>
          <w:tcPr>
            <w:tcW w:w="200" w:type="dxa"/>
            <w:tcBorders>
              <w:top w:val="nil"/>
              <w:bottom w:val="nil"/>
            </w:tcBorders>
          </w:tcPr>
          <w:p w14:paraId="59257EBB"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0E7BC120" w14:textId="77777777" w:rsidR="004C0BEA" w:rsidRPr="00773BEC" w:rsidRDefault="004C0BEA" w:rsidP="004119C9">
            <w:pPr>
              <w:pStyle w:val="PL"/>
              <w:rPr>
                <w:rFonts w:cs="Courier New"/>
                <w:noProof w:val="0"/>
                <w:sz w:val="18"/>
                <w:szCs w:val="18"/>
                <w:lang w:eastAsia="de-DE"/>
              </w:rPr>
            </w:pPr>
          </w:p>
        </w:tc>
        <w:tc>
          <w:tcPr>
            <w:tcW w:w="2400" w:type="dxa"/>
            <w:tcBorders>
              <w:top w:val="single" w:sz="6" w:space="0" w:color="auto"/>
              <w:bottom w:val="single" w:sz="6" w:space="0" w:color="auto"/>
              <w:right w:val="single" w:sz="6" w:space="0" w:color="auto"/>
            </w:tcBorders>
          </w:tcPr>
          <w:p w14:paraId="3CAC9F66" w14:textId="77777777" w:rsidR="004C0BEA" w:rsidRPr="00773BEC" w:rsidRDefault="004C0BEA" w:rsidP="004119C9">
            <w:pPr>
              <w:pStyle w:val="PL"/>
              <w:rPr>
                <w:rFonts w:cs="Courier New"/>
                <w:noProof w:val="0"/>
                <w:sz w:val="18"/>
                <w:szCs w:val="18"/>
                <w:lang w:eastAsia="de-DE"/>
              </w:rPr>
            </w:pPr>
          </w:p>
        </w:tc>
      </w:tr>
      <w:tr w:rsidR="004C0BEA" w:rsidRPr="00773BEC" w14:paraId="35F6BA3B" w14:textId="77777777" w:rsidTr="001930EE">
        <w:tc>
          <w:tcPr>
            <w:tcW w:w="2328" w:type="dxa"/>
            <w:tcBorders>
              <w:top w:val="single" w:sz="6" w:space="0" w:color="auto"/>
              <w:bottom w:val="single" w:sz="6" w:space="0" w:color="auto"/>
            </w:tcBorders>
          </w:tcPr>
          <w:p w14:paraId="561A827A"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long</w:t>
            </w:r>
          </w:p>
        </w:tc>
        <w:tc>
          <w:tcPr>
            <w:tcW w:w="2200" w:type="dxa"/>
            <w:tcBorders>
              <w:top w:val="single" w:sz="6" w:space="0" w:color="auto"/>
              <w:bottom w:val="single" w:sz="6" w:space="0" w:color="auto"/>
            </w:tcBorders>
          </w:tcPr>
          <w:p w14:paraId="520C6107" w14:textId="77777777" w:rsidR="004C0BEA" w:rsidRPr="00773BEC" w:rsidRDefault="004C0BEA" w:rsidP="004119C9">
            <w:pPr>
              <w:pStyle w:val="PL"/>
              <w:rPr>
                <w:rStyle w:val="PLChar"/>
                <w:rFonts w:cs="Courier New"/>
                <w:noProof w:val="0"/>
                <w:sz w:val="18"/>
                <w:szCs w:val="18"/>
              </w:rPr>
            </w:pPr>
            <w:r w:rsidRPr="00773BEC">
              <w:rPr>
                <w:rFonts w:cs="Courier New"/>
                <w:noProof w:val="0"/>
                <w:sz w:val="18"/>
                <w:szCs w:val="18"/>
                <w:lang w:eastAsia="de-DE"/>
              </w:rPr>
              <w:t>long</w:t>
            </w:r>
          </w:p>
        </w:tc>
        <w:tc>
          <w:tcPr>
            <w:tcW w:w="200" w:type="dxa"/>
            <w:tcBorders>
              <w:top w:val="nil"/>
              <w:bottom w:val="nil"/>
            </w:tcBorders>
          </w:tcPr>
          <w:p w14:paraId="3FF33A29" w14:textId="77777777" w:rsidR="004C0BEA" w:rsidRPr="00773BEC" w:rsidRDefault="004C0BEA" w:rsidP="004119C9">
            <w:pPr>
              <w:pStyle w:val="PL"/>
              <w:ind w:left="292" w:hanging="292"/>
              <w:rPr>
                <w:rFonts w:cs="Courier New"/>
                <w:noProof w:val="0"/>
                <w:sz w:val="18"/>
                <w:szCs w:val="18"/>
                <w:lang w:eastAsia="de-DE"/>
              </w:rPr>
            </w:pPr>
          </w:p>
        </w:tc>
        <w:tc>
          <w:tcPr>
            <w:tcW w:w="2200" w:type="dxa"/>
            <w:tcBorders>
              <w:top w:val="single" w:sz="6" w:space="0" w:color="auto"/>
              <w:bottom w:val="single" w:sz="6" w:space="0" w:color="auto"/>
            </w:tcBorders>
          </w:tcPr>
          <w:p w14:paraId="710B10F5" w14:textId="77777777" w:rsidR="004C0BEA" w:rsidRPr="00773BEC" w:rsidRDefault="004C0BEA" w:rsidP="004119C9">
            <w:pPr>
              <w:pStyle w:val="PL"/>
              <w:rPr>
                <w:rFonts w:cs="Courier New"/>
                <w:noProof w:val="0"/>
                <w:sz w:val="18"/>
                <w:szCs w:val="18"/>
                <w:lang w:eastAsia="de-DE"/>
              </w:rPr>
            </w:pPr>
          </w:p>
        </w:tc>
        <w:tc>
          <w:tcPr>
            <w:tcW w:w="2400" w:type="dxa"/>
            <w:tcBorders>
              <w:top w:val="single" w:sz="6" w:space="0" w:color="auto"/>
              <w:bottom w:val="single" w:sz="6" w:space="0" w:color="auto"/>
              <w:right w:val="single" w:sz="6" w:space="0" w:color="auto"/>
            </w:tcBorders>
          </w:tcPr>
          <w:p w14:paraId="50966D94" w14:textId="77777777" w:rsidR="004C0BEA" w:rsidRPr="00773BEC" w:rsidRDefault="004C0BEA" w:rsidP="004119C9">
            <w:pPr>
              <w:pStyle w:val="PL"/>
              <w:rPr>
                <w:rFonts w:cs="Courier New"/>
                <w:noProof w:val="0"/>
                <w:sz w:val="18"/>
                <w:szCs w:val="18"/>
                <w:lang w:eastAsia="de-DE"/>
              </w:rPr>
            </w:pPr>
          </w:p>
        </w:tc>
      </w:tr>
      <w:tr w:rsidR="004C0BEA" w:rsidRPr="00773BEC" w14:paraId="12332FFE" w14:textId="77777777" w:rsidTr="001930EE">
        <w:tc>
          <w:tcPr>
            <w:tcW w:w="2328" w:type="dxa"/>
            <w:tcBorders>
              <w:top w:val="single" w:sz="6" w:space="0" w:color="auto"/>
              <w:bottom w:val="single" w:sz="4" w:space="0" w:color="auto"/>
            </w:tcBorders>
          </w:tcPr>
          <w:p w14:paraId="55533FC0" w14:textId="77777777" w:rsidR="004C0BEA" w:rsidRPr="00773BEC" w:rsidRDefault="00402AF2" w:rsidP="004119C9">
            <w:pPr>
              <w:pStyle w:val="PL"/>
              <w:rPr>
                <w:rFonts w:cs="Courier New"/>
                <w:noProof w:val="0"/>
                <w:sz w:val="18"/>
                <w:szCs w:val="18"/>
                <w:lang w:eastAsia="de-DE"/>
              </w:rPr>
            </w:pPr>
            <w:r w:rsidRPr="00773BEC">
              <w:rPr>
                <w:rFonts w:cs="Courier New"/>
                <w:noProof w:val="0"/>
                <w:sz w:val="18"/>
                <w:szCs w:val="18"/>
                <w:lang w:eastAsia="de-DE"/>
              </w:rPr>
              <w:t>long long</w:t>
            </w:r>
          </w:p>
        </w:tc>
        <w:tc>
          <w:tcPr>
            <w:tcW w:w="2200" w:type="dxa"/>
            <w:tcBorders>
              <w:top w:val="single" w:sz="6" w:space="0" w:color="auto"/>
              <w:bottom w:val="single" w:sz="4" w:space="0" w:color="auto"/>
            </w:tcBorders>
          </w:tcPr>
          <w:p w14:paraId="75C18C2D" w14:textId="77777777" w:rsidR="004C0BEA" w:rsidRPr="00773BEC" w:rsidRDefault="004C0BEA" w:rsidP="004119C9">
            <w:pPr>
              <w:pStyle w:val="PL"/>
              <w:rPr>
                <w:rStyle w:val="PLChar"/>
                <w:rFonts w:cs="Courier New"/>
                <w:noProof w:val="0"/>
                <w:sz w:val="18"/>
                <w:szCs w:val="18"/>
              </w:rPr>
            </w:pPr>
            <w:r w:rsidRPr="00773BEC">
              <w:rPr>
                <w:rFonts w:cs="Courier New"/>
                <w:noProof w:val="0"/>
                <w:sz w:val="18"/>
                <w:szCs w:val="18"/>
                <w:lang w:eastAsia="de-DE"/>
              </w:rPr>
              <w:t>longlong</w:t>
            </w:r>
          </w:p>
        </w:tc>
        <w:tc>
          <w:tcPr>
            <w:tcW w:w="200" w:type="dxa"/>
            <w:tcBorders>
              <w:top w:val="nil"/>
              <w:bottom w:val="nil"/>
            </w:tcBorders>
          </w:tcPr>
          <w:p w14:paraId="1D2B9BFA" w14:textId="77777777" w:rsidR="004C0BEA" w:rsidRPr="00773BEC" w:rsidRDefault="004C0BEA" w:rsidP="004119C9">
            <w:pPr>
              <w:pStyle w:val="PL"/>
              <w:rPr>
                <w:rFonts w:cs="Courier New"/>
                <w:noProof w:val="0"/>
                <w:sz w:val="18"/>
                <w:szCs w:val="18"/>
                <w:lang w:eastAsia="de-DE"/>
              </w:rPr>
            </w:pPr>
          </w:p>
        </w:tc>
        <w:tc>
          <w:tcPr>
            <w:tcW w:w="2200" w:type="dxa"/>
            <w:tcBorders>
              <w:top w:val="single" w:sz="6" w:space="0" w:color="auto"/>
              <w:bottom w:val="single" w:sz="6" w:space="0" w:color="auto"/>
            </w:tcBorders>
          </w:tcPr>
          <w:p w14:paraId="2D0B8297" w14:textId="77777777" w:rsidR="004C0BEA" w:rsidRPr="00773BEC" w:rsidRDefault="004C0BEA" w:rsidP="004119C9">
            <w:pPr>
              <w:pStyle w:val="PL"/>
              <w:rPr>
                <w:rFonts w:cs="Courier New"/>
                <w:noProof w:val="0"/>
                <w:sz w:val="18"/>
                <w:szCs w:val="18"/>
                <w:lang w:eastAsia="de-DE"/>
              </w:rPr>
            </w:pPr>
          </w:p>
        </w:tc>
        <w:tc>
          <w:tcPr>
            <w:tcW w:w="2400" w:type="dxa"/>
            <w:tcBorders>
              <w:top w:val="single" w:sz="6" w:space="0" w:color="auto"/>
              <w:bottom w:val="single" w:sz="6" w:space="0" w:color="auto"/>
              <w:right w:val="single" w:sz="6" w:space="0" w:color="auto"/>
            </w:tcBorders>
          </w:tcPr>
          <w:p w14:paraId="2D9D9A3F" w14:textId="77777777" w:rsidR="004C0BEA" w:rsidRPr="00773BEC" w:rsidRDefault="004C0BEA" w:rsidP="004119C9">
            <w:pPr>
              <w:pStyle w:val="PL"/>
              <w:rPr>
                <w:rFonts w:cs="Courier New"/>
                <w:noProof w:val="0"/>
                <w:sz w:val="18"/>
                <w:szCs w:val="18"/>
                <w:lang w:eastAsia="de-DE"/>
              </w:rPr>
            </w:pPr>
          </w:p>
        </w:tc>
      </w:tr>
    </w:tbl>
    <w:p w14:paraId="50C4D33A" w14:textId="77777777" w:rsidR="004C0BEA" w:rsidRPr="00773BEC" w:rsidRDefault="004C0BEA"/>
    <w:p w14:paraId="29E83B80" w14:textId="77777777" w:rsidR="004C0BEA" w:rsidRPr="00773BEC" w:rsidRDefault="004C0BEA" w:rsidP="009103BE">
      <w:pPr>
        <w:pStyle w:val="Heading1"/>
      </w:pPr>
      <w:bookmarkStart w:id="279" w:name="_Toc65592105"/>
      <w:bookmarkStart w:id="280" w:name="_Toc65593270"/>
      <w:bookmarkStart w:id="281" w:name="_Toc65757540"/>
      <w:bookmarkStart w:id="282" w:name="_Toc73104493"/>
      <w:r w:rsidRPr="00773BEC">
        <w:lastRenderedPageBreak/>
        <w:t>B.2</w:t>
      </w:r>
      <w:r w:rsidRPr="00773BEC">
        <w:tab/>
        <w:t>Comparison of IDL, ASN.1, TTCN-2 and TTCN-3 data types</w:t>
      </w:r>
      <w:bookmarkEnd w:id="279"/>
      <w:bookmarkEnd w:id="280"/>
      <w:bookmarkEnd w:id="281"/>
      <w:bookmarkEnd w:id="282"/>
    </w:p>
    <w:p w14:paraId="4D3F78C3" w14:textId="77777777" w:rsidR="00CA06BB" w:rsidRPr="00773BEC" w:rsidRDefault="00CA06BB" w:rsidP="00CA06BB">
      <w:pPr>
        <w:pStyle w:val="TH"/>
      </w:pPr>
      <w:r w:rsidRPr="00773BEC">
        <w:t>Table B.2</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tblCellMar>
        <w:tblLook w:val="01E0" w:firstRow="1" w:lastRow="1" w:firstColumn="1" w:lastColumn="1" w:noHBand="0" w:noVBand="0"/>
      </w:tblPr>
      <w:tblGrid>
        <w:gridCol w:w="1951"/>
        <w:gridCol w:w="3086"/>
        <w:gridCol w:w="2499"/>
        <w:gridCol w:w="2087"/>
      </w:tblGrid>
      <w:tr w:rsidR="004C0BEA" w:rsidRPr="00773BEC" w14:paraId="107A4BC6" w14:textId="77777777" w:rsidTr="001930EE">
        <w:trPr>
          <w:jc w:val="center"/>
        </w:trPr>
        <w:tc>
          <w:tcPr>
            <w:tcW w:w="1951" w:type="dxa"/>
          </w:tcPr>
          <w:p w14:paraId="1708B3D3" w14:textId="77777777" w:rsidR="004C0BEA" w:rsidRPr="00773BEC" w:rsidRDefault="004C0BEA">
            <w:pPr>
              <w:pStyle w:val="TAH"/>
              <w:rPr>
                <w:lang w:eastAsia="de-DE"/>
              </w:rPr>
            </w:pPr>
            <w:r w:rsidRPr="00773BEC">
              <w:rPr>
                <w:lang w:eastAsia="de-DE"/>
              </w:rPr>
              <w:t>IDL</w:t>
            </w:r>
          </w:p>
        </w:tc>
        <w:tc>
          <w:tcPr>
            <w:tcW w:w="3086" w:type="dxa"/>
          </w:tcPr>
          <w:p w14:paraId="43E7571B" w14:textId="77777777" w:rsidR="004C0BEA" w:rsidRPr="00773BEC" w:rsidRDefault="004C0BEA">
            <w:pPr>
              <w:pStyle w:val="TAH"/>
              <w:rPr>
                <w:lang w:eastAsia="de-DE"/>
              </w:rPr>
            </w:pPr>
            <w:r w:rsidRPr="00773BEC">
              <w:rPr>
                <w:lang w:eastAsia="de-DE"/>
              </w:rPr>
              <w:t>ASN.1</w:t>
            </w:r>
          </w:p>
        </w:tc>
        <w:tc>
          <w:tcPr>
            <w:tcW w:w="0" w:type="auto"/>
          </w:tcPr>
          <w:p w14:paraId="1D057C28" w14:textId="77777777" w:rsidR="004C0BEA" w:rsidRPr="00773BEC" w:rsidRDefault="004C0BEA">
            <w:pPr>
              <w:pStyle w:val="TAH"/>
              <w:rPr>
                <w:lang w:eastAsia="de-DE"/>
              </w:rPr>
            </w:pPr>
            <w:r w:rsidRPr="00773BEC">
              <w:rPr>
                <w:lang w:eastAsia="de-DE"/>
              </w:rPr>
              <w:t>TTCN-2</w:t>
            </w:r>
          </w:p>
        </w:tc>
        <w:tc>
          <w:tcPr>
            <w:tcW w:w="0" w:type="auto"/>
          </w:tcPr>
          <w:p w14:paraId="7678B9BC" w14:textId="77777777" w:rsidR="004C0BEA" w:rsidRPr="00773BEC" w:rsidRDefault="004C0BEA">
            <w:pPr>
              <w:pStyle w:val="TAH"/>
              <w:rPr>
                <w:lang w:eastAsia="de-DE"/>
              </w:rPr>
            </w:pPr>
            <w:r w:rsidRPr="00773BEC">
              <w:rPr>
                <w:lang w:eastAsia="de-DE"/>
              </w:rPr>
              <w:t>TTCN-3</w:t>
            </w:r>
          </w:p>
        </w:tc>
      </w:tr>
      <w:tr w:rsidR="004C0BEA" w:rsidRPr="00773BEC" w14:paraId="460E24E0" w14:textId="77777777" w:rsidTr="001930EE">
        <w:trPr>
          <w:jc w:val="center"/>
        </w:trPr>
        <w:tc>
          <w:tcPr>
            <w:tcW w:w="1951" w:type="dxa"/>
          </w:tcPr>
          <w:p w14:paraId="3EB9A2C0"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Object</w:t>
            </w:r>
          </w:p>
        </w:tc>
        <w:tc>
          <w:tcPr>
            <w:tcW w:w="3086" w:type="dxa"/>
          </w:tcPr>
          <w:p w14:paraId="72A585F3"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rPr>
              <w:t>ObjectInstance</w:t>
            </w:r>
            <w:r w:rsidRPr="00773BEC">
              <w:rPr>
                <w:rFonts w:ascii="Courier New" w:hAnsi="Courier New" w:cs="Courier New"/>
                <w:szCs w:val="18"/>
                <w:lang w:eastAsia="de-DE"/>
              </w:rPr>
              <w:t xml:space="preserve"> </w:t>
            </w:r>
            <w:r w:rsidRPr="00773BEC">
              <w:rPr>
                <w:rFonts w:ascii="Courier New" w:hAnsi="Courier New" w:cs="Courier New"/>
                <w:szCs w:val="18"/>
              </w:rPr>
              <w:t>(X.500 Distinguished name)</w:t>
            </w:r>
          </w:p>
        </w:tc>
        <w:tc>
          <w:tcPr>
            <w:tcW w:w="0" w:type="auto"/>
          </w:tcPr>
          <w:p w14:paraId="5310B230"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IA5String</w:t>
            </w:r>
          </w:p>
        </w:tc>
        <w:tc>
          <w:tcPr>
            <w:tcW w:w="0" w:type="auto"/>
          </w:tcPr>
          <w:p w14:paraId="4290BF78"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address</w:t>
            </w:r>
          </w:p>
        </w:tc>
      </w:tr>
      <w:tr w:rsidR="004C0BEA" w:rsidRPr="00773BEC" w14:paraId="6427812F" w14:textId="77777777" w:rsidTr="001930EE">
        <w:trPr>
          <w:jc w:val="center"/>
        </w:trPr>
        <w:tc>
          <w:tcPr>
            <w:tcW w:w="1951" w:type="dxa"/>
          </w:tcPr>
          <w:p w14:paraId="27A98DC0"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any</w:t>
            </w:r>
          </w:p>
        </w:tc>
        <w:tc>
          <w:tcPr>
            <w:tcW w:w="3086" w:type="dxa"/>
          </w:tcPr>
          <w:p w14:paraId="2EAFD991"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rPr>
              <w:t>SEQUENCE</w:t>
            </w:r>
            <w:r w:rsidRPr="00773BEC">
              <w:rPr>
                <w:rFonts w:ascii="Courier New" w:hAnsi="Courier New" w:cs="Courier New"/>
                <w:szCs w:val="18"/>
                <w:lang w:eastAsia="de-DE"/>
              </w:rPr>
              <w:t xml:space="preserve"> {</w:t>
            </w:r>
            <w:r w:rsidRPr="00773BEC">
              <w:rPr>
                <w:rFonts w:ascii="Courier New" w:hAnsi="Courier New" w:cs="Courier New"/>
                <w:szCs w:val="18"/>
              </w:rPr>
              <w:t>typecode</w:t>
            </w:r>
            <w:r w:rsidRPr="00773BEC">
              <w:rPr>
                <w:rFonts w:ascii="Courier New" w:hAnsi="Courier New" w:cs="Courier New"/>
                <w:szCs w:val="18"/>
                <w:lang w:eastAsia="de-DE"/>
              </w:rPr>
              <w:t xml:space="preserve">, </w:t>
            </w:r>
            <w:r w:rsidRPr="00773BEC">
              <w:rPr>
                <w:rFonts w:ascii="Courier New" w:hAnsi="Courier New" w:cs="Courier New"/>
                <w:szCs w:val="18"/>
              </w:rPr>
              <w:t>anyValue</w:t>
            </w:r>
            <w:r w:rsidRPr="00773BEC">
              <w:rPr>
                <w:rFonts w:ascii="Courier New" w:hAnsi="Courier New" w:cs="Courier New"/>
                <w:szCs w:val="18"/>
                <w:lang w:eastAsia="de-DE"/>
              </w:rPr>
              <w:t>}</w:t>
            </w:r>
          </w:p>
        </w:tc>
        <w:tc>
          <w:tcPr>
            <w:tcW w:w="0" w:type="auto"/>
          </w:tcPr>
          <w:p w14:paraId="2B3A48D9"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CHOICE</w:t>
            </w:r>
          </w:p>
        </w:tc>
        <w:tc>
          <w:tcPr>
            <w:tcW w:w="0" w:type="auto"/>
          </w:tcPr>
          <w:p w14:paraId="76097702"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anytype</w:t>
            </w:r>
          </w:p>
        </w:tc>
      </w:tr>
      <w:tr w:rsidR="004C0BEA" w:rsidRPr="00773BEC" w14:paraId="023BC601" w14:textId="77777777" w:rsidTr="001930EE">
        <w:trPr>
          <w:jc w:val="center"/>
        </w:trPr>
        <w:tc>
          <w:tcPr>
            <w:tcW w:w="1951" w:type="dxa"/>
          </w:tcPr>
          <w:p w14:paraId="5A93D2D9"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array</w:t>
            </w:r>
          </w:p>
        </w:tc>
        <w:tc>
          <w:tcPr>
            <w:tcW w:w="3086" w:type="dxa"/>
          </w:tcPr>
          <w:p w14:paraId="740CA273"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rPr>
              <w:t>SEQUENCE OF (with sizeConstraint subtype)</w:t>
            </w:r>
          </w:p>
        </w:tc>
        <w:tc>
          <w:tcPr>
            <w:tcW w:w="0" w:type="auto"/>
          </w:tcPr>
          <w:p w14:paraId="23C10AE4"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SEQUENCE SIZE(n) OF</w:t>
            </w:r>
          </w:p>
        </w:tc>
        <w:tc>
          <w:tcPr>
            <w:tcW w:w="0" w:type="auto"/>
          </w:tcPr>
          <w:p w14:paraId="3FCBA312"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array</w:t>
            </w:r>
          </w:p>
        </w:tc>
      </w:tr>
      <w:tr w:rsidR="004C0BEA" w:rsidRPr="00773BEC" w14:paraId="638AF3B4" w14:textId="77777777" w:rsidTr="001930EE">
        <w:trPr>
          <w:jc w:val="center"/>
        </w:trPr>
        <w:tc>
          <w:tcPr>
            <w:tcW w:w="1951" w:type="dxa"/>
          </w:tcPr>
          <w:p w14:paraId="4A27CD62"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boolean</w:t>
            </w:r>
          </w:p>
        </w:tc>
        <w:tc>
          <w:tcPr>
            <w:tcW w:w="3086" w:type="dxa"/>
          </w:tcPr>
          <w:p w14:paraId="73FF0B35"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BOOLEAN</w:t>
            </w:r>
          </w:p>
        </w:tc>
        <w:tc>
          <w:tcPr>
            <w:tcW w:w="0" w:type="auto"/>
          </w:tcPr>
          <w:p w14:paraId="1A5DE299" w14:textId="77777777" w:rsidR="004C0BEA" w:rsidRPr="00773BEC" w:rsidRDefault="004C0BEA" w:rsidP="004119C9">
            <w:pPr>
              <w:pStyle w:val="PL"/>
              <w:keepNext/>
              <w:keepLines/>
              <w:rPr>
                <w:rFonts w:cs="Courier New"/>
                <w:noProof w:val="0"/>
                <w:sz w:val="18"/>
                <w:szCs w:val="18"/>
              </w:rPr>
            </w:pPr>
            <w:r w:rsidRPr="00773BEC">
              <w:rPr>
                <w:rFonts w:cs="Courier New"/>
                <w:noProof w:val="0"/>
                <w:sz w:val="18"/>
                <w:szCs w:val="18"/>
              </w:rPr>
              <w:t>BOOLEAN</w:t>
            </w:r>
          </w:p>
        </w:tc>
        <w:tc>
          <w:tcPr>
            <w:tcW w:w="0" w:type="auto"/>
          </w:tcPr>
          <w:p w14:paraId="1ECAC241"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boolean</w:t>
            </w:r>
          </w:p>
        </w:tc>
      </w:tr>
      <w:tr w:rsidR="004C0BEA" w:rsidRPr="00773BEC" w14:paraId="30316B69" w14:textId="77777777" w:rsidTr="001930EE">
        <w:trPr>
          <w:jc w:val="center"/>
        </w:trPr>
        <w:tc>
          <w:tcPr>
            <w:tcW w:w="1951" w:type="dxa"/>
          </w:tcPr>
          <w:p w14:paraId="64B43427"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char</w:t>
            </w:r>
          </w:p>
        </w:tc>
        <w:tc>
          <w:tcPr>
            <w:tcW w:w="3086" w:type="dxa"/>
          </w:tcPr>
          <w:p w14:paraId="7041AE5B"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GraphicString</w:t>
            </w:r>
          </w:p>
        </w:tc>
        <w:tc>
          <w:tcPr>
            <w:tcW w:w="0" w:type="auto"/>
          </w:tcPr>
          <w:p w14:paraId="22CAD25F"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rPr>
              <w:t>GraphicString</w:t>
            </w:r>
            <w:r w:rsidRPr="00773BEC">
              <w:rPr>
                <w:rFonts w:ascii="Courier New" w:hAnsi="Courier New" w:cs="Courier New"/>
                <w:szCs w:val="18"/>
                <w:lang w:eastAsia="de-DE"/>
              </w:rPr>
              <w:t xml:space="preserve"> </w:t>
            </w:r>
            <w:r w:rsidRPr="00773BEC">
              <w:rPr>
                <w:rFonts w:ascii="Courier New" w:hAnsi="Courier New" w:cs="Courier New"/>
                <w:szCs w:val="18"/>
              </w:rPr>
              <w:t>or IA5String(SIZE(1))</w:t>
            </w:r>
          </w:p>
        </w:tc>
        <w:tc>
          <w:tcPr>
            <w:tcW w:w="0" w:type="auto"/>
          </w:tcPr>
          <w:p w14:paraId="59F53CFC"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iso8859char</w:t>
            </w:r>
            <w:r w:rsidRPr="00773BEC">
              <w:rPr>
                <w:rFonts w:cs="Courier New"/>
                <w:noProof w:val="0"/>
                <w:sz w:val="18"/>
                <w:szCs w:val="18"/>
                <w:lang w:eastAsia="de-DE"/>
              </w:rPr>
              <w:br/>
              <w:t>(self defined type)</w:t>
            </w:r>
          </w:p>
        </w:tc>
      </w:tr>
      <w:tr w:rsidR="004C0BEA" w:rsidRPr="00773BEC" w14:paraId="2B924822" w14:textId="77777777" w:rsidTr="001930EE">
        <w:trPr>
          <w:jc w:val="center"/>
        </w:trPr>
        <w:tc>
          <w:tcPr>
            <w:tcW w:w="1951" w:type="dxa"/>
          </w:tcPr>
          <w:p w14:paraId="72F26924"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enum</w:t>
            </w:r>
          </w:p>
        </w:tc>
        <w:tc>
          <w:tcPr>
            <w:tcW w:w="3086" w:type="dxa"/>
          </w:tcPr>
          <w:p w14:paraId="58B88DA7"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ENUMERATED</w:t>
            </w:r>
          </w:p>
        </w:tc>
        <w:tc>
          <w:tcPr>
            <w:tcW w:w="0" w:type="auto"/>
          </w:tcPr>
          <w:p w14:paraId="3B1F1802"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ENUMERATED</w:t>
            </w:r>
          </w:p>
        </w:tc>
        <w:tc>
          <w:tcPr>
            <w:tcW w:w="0" w:type="auto"/>
          </w:tcPr>
          <w:p w14:paraId="32E8E47C"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enumerated</w:t>
            </w:r>
          </w:p>
        </w:tc>
      </w:tr>
      <w:tr w:rsidR="004C0BEA" w:rsidRPr="00773BEC" w14:paraId="0222E09D" w14:textId="77777777" w:rsidTr="001930EE">
        <w:trPr>
          <w:jc w:val="center"/>
        </w:trPr>
        <w:tc>
          <w:tcPr>
            <w:tcW w:w="1951" w:type="dxa"/>
          </w:tcPr>
          <w:p w14:paraId="25E60716"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exception</w:t>
            </w:r>
          </w:p>
        </w:tc>
        <w:tc>
          <w:tcPr>
            <w:tcW w:w="3086" w:type="dxa"/>
          </w:tcPr>
          <w:p w14:paraId="04AA9C74"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SPECIFIC ERRORS</w:t>
            </w:r>
          </w:p>
        </w:tc>
        <w:tc>
          <w:tcPr>
            <w:tcW w:w="0" w:type="auto"/>
          </w:tcPr>
          <w:p w14:paraId="2040D03B"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SEQUENCE</w:t>
            </w:r>
          </w:p>
        </w:tc>
        <w:tc>
          <w:tcPr>
            <w:tcW w:w="0" w:type="auto"/>
          </w:tcPr>
          <w:p w14:paraId="718122D9"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record</w:t>
            </w:r>
          </w:p>
        </w:tc>
      </w:tr>
      <w:tr w:rsidR="004C0BEA" w:rsidRPr="00773BEC" w14:paraId="036185CF" w14:textId="77777777" w:rsidTr="001930EE">
        <w:trPr>
          <w:jc w:val="center"/>
        </w:trPr>
        <w:tc>
          <w:tcPr>
            <w:tcW w:w="1951" w:type="dxa"/>
          </w:tcPr>
          <w:p w14:paraId="0F0F8B3B"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fixed</w:t>
            </w:r>
          </w:p>
        </w:tc>
        <w:tc>
          <w:tcPr>
            <w:tcW w:w="3086" w:type="dxa"/>
          </w:tcPr>
          <w:p w14:paraId="625CFFA5"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lang w:eastAsia="de-DE"/>
              </w:rPr>
              <w:t>See note</w:t>
            </w:r>
          </w:p>
        </w:tc>
        <w:tc>
          <w:tcPr>
            <w:tcW w:w="0" w:type="auto"/>
          </w:tcPr>
          <w:p w14:paraId="24C84A0A"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lang w:eastAsia="de-DE"/>
              </w:rPr>
              <w:t>See note</w:t>
            </w:r>
          </w:p>
        </w:tc>
        <w:tc>
          <w:tcPr>
            <w:tcW w:w="0" w:type="auto"/>
          </w:tcPr>
          <w:p w14:paraId="32CD2718"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IDLfixed</w:t>
            </w:r>
          </w:p>
        </w:tc>
      </w:tr>
      <w:tr w:rsidR="004C0BEA" w:rsidRPr="00773BEC" w14:paraId="6E00FD0C" w14:textId="77777777" w:rsidTr="001930EE">
        <w:trPr>
          <w:jc w:val="center"/>
        </w:trPr>
        <w:tc>
          <w:tcPr>
            <w:tcW w:w="1951" w:type="dxa"/>
          </w:tcPr>
          <w:p w14:paraId="4F57119E"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float</w:t>
            </w:r>
          </w:p>
        </w:tc>
        <w:tc>
          <w:tcPr>
            <w:tcW w:w="3086" w:type="dxa"/>
          </w:tcPr>
          <w:p w14:paraId="5A4BB5CF"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REAL</w:t>
            </w:r>
          </w:p>
        </w:tc>
        <w:tc>
          <w:tcPr>
            <w:tcW w:w="0" w:type="auto"/>
          </w:tcPr>
          <w:p w14:paraId="258AB71E"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lang w:eastAsia="de-DE"/>
              </w:rPr>
              <w:t>See note</w:t>
            </w:r>
          </w:p>
        </w:tc>
        <w:tc>
          <w:tcPr>
            <w:tcW w:w="0" w:type="auto"/>
          </w:tcPr>
          <w:p w14:paraId="559FC979"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IEEE754float</w:t>
            </w:r>
          </w:p>
        </w:tc>
      </w:tr>
      <w:tr w:rsidR="004C0BEA" w:rsidRPr="00773BEC" w14:paraId="23943049" w14:textId="77777777" w:rsidTr="001930EE">
        <w:trPr>
          <w:jc w:val="center"/>
        </w:trPr>
        <w:tc>
          <w:tcPr>
            <w:tcW w:w="1951" w:type="dxa"/>
          </w:tcPr>
          <w:p w14:paraId="36F8AA40"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double</w:t>
            </w:r>
          </w:p>
        </w:tc>
        <w:tc>
          <w:tcPr>
            <w:tcW w:w="3086" w:type="dxa"/>
          </w:tcPr>
          <w:p w14:paraId="7CA81A82"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REAL</w:t>
            </w:r>
          </w:p>
        </w:tc>
        <w:tc>
          <w:tcPr>
            <w:tcW w:w="0" w:type="auto"/>
          </w:tcPr>
          <w:p w14:paraId="580DF572"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lang w:eastAsia="de-DE"/>
              </w:rPr>
              <w:t>See note</w:t>
            </w:r>
          </w:p>
        </w:tc>
        <w:tc>
          <w:tcPr>
            <w:tcW w:w="0" w:type="auto"/>
          </w:tcPr>
          <w:p w14:paraId="2A8DF8F2"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IEEE754double</w:t>
            </w:r>
          </w:p>
        </w:tc>
      </w:tr>
      <w:tr w:rsidR="004C0BEA" w:rsidRPr="00773BEC" w14:paraId="0A106084" w14:textId="77777777" w:rsidTr="001930EE">
        <w:trPr>
          <w:jc w:val="center"/>
        </w:trPr>
        <w:tc>
          <w:tcPr>
            <w:tcW w:w="1951" w:type="dxa"/>
          </w:tcPr>
          <w:p w14:paraId="070D283B"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long double</w:t>
            </w:r>
          </w:p>
        </w:tc>
        <w:tc>
          <w:tcPr>
            <w:tcW w:w="3086" w:type="dxa"/>
          </w:tcPr>
          <w:p w14:paraId="1ECD0C65"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REAL</w:t>
            </w:r>
          </w:p>
        </w:tc>
        <w:tc>
          <w:tcPr>
            <w:tcW w:w="0" w:type="auto"/>
          </w:tcPr>
          <w:p w14:paraId="3B613191"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lang w:eastAsia="de-DE"/>
              </w:rPr>
              <w:t>See note</w:t>
            </w:r>
          </w:p>
        </w:tc>
        <w:tc>
          <w:tcPr>
            <w:tcW w:w="0" w:type="auto"/>
          </w:tcPr>
          <w:p w14:paraId="1AB76E55" w14:textId="77777777" w:rsidR="004C0BEA" w:rsidRPr="00773BEC" w:rsidRDefault="004C0BEA" w:rsidP="004119C9">
            <w:pPr>
              <w:pStyle w:val="PL"/>
              <w:keepNext/>
              <w:keepLines/>
              <w:rPr>
                <w:rFonts w:cs="Courier New"/>
                <w:noProof w:val="0"/>
                <w:sz w:val="18"/>
                <w:szCs w:val="18"/>
                <w:lang w:eastAsia="de-DE"/>
              </w:rPr>
            </w:pPr>
            <w:r w:rsidRPr="00773BEC">
              <w:rPr>
                <w:rFonts w:cs="Courier New"/>
                <w:noProof w:val="0"/>
                <w:sz w:val="18"/>
                <w:szCs w:val="18"/>
                <w:lang w:eastAsia="de-DE"/>
              </w:rPr>
              <w:t>IEEE754extdouble</w:t>
            </w:r>
          </w:p>
        </w:tc>
      </w:tr>
      <w:tr w:rsidR="004C0BEA" w:rsidRPr="00773BEC" w14:paraId="5767289F" w14:textId="77777777" w:rsidTr="001930EE">
        <w:trPr>
          <w:jc w:val="center"/>
        </w:trPr>
        <w:tc>
          <w:tcPr>
            <w:tcW w:w="1951" w:type="dxa"/>
          </w:tcPr>
          <w:p w14:paraId="31534CD2"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long</w:t>
            </w:r>
          </w:p>
        </w:tc>
        <w:tc>
          <w:tcPr>
            <w:tcW w:w="3086" w:type="dxa"/>
          </w:tcPr>
          <w:p w14:paraId="63B6D5D9"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INTEGER</w:t>
            </w:r>
          </w:p>
        </w:tc>
        <w:tc>
          <w:tcPr>
            <w:tcW w:w="0" w:type="auto"/>
          </w:tcPr>
          <w:p w14:paraId="7836E38F"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INTEGER</w:t>
            </w:r>
          </w:p>
        </w:tc>
        <w:tc>
          <w:tcPr>
            <w:tcW w:w="0" w:type="auto"/>
          </w:tcPr>
          <w:p w14:paraId="6CC4DD35"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long</w:t>
            </w:r>
          </w:p>
        </w:tc>
      </w:tr>
      <w:tr w:rsidR="004C0BEA" w:rsidRPr="00773BEC" w14:paraId="3EEFA2F5" w14:textId="77777777" w:rsidTr="001930EE">
        <w:trPr>
          <w:jc w:val="center"/>
        </w:trPr>
        <w:tc>
          <w:tcPr>
            <w:tcW w:w="1951" w:type="dxa"/>
          </w:tcPr>
          <w:p w14:paraId="2B8E4B08"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long long</w:t>
            </w:r>
          </w:p>
        </w:tc>
        <w:tc>
          <w:tcPr>
            <w:tcW w:w="3086" w:type="dxa"/>
          </w:tcPr>
          <w:p w14:paraId="0CE141A2"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INTEGER</w:t>
            </w:r>
          </w:p>
        </w:tc>
        <w:tc>
          <w:tcPr>
            <w:tcW w:w="0" w:type="auto"/>
          </w:tcPr>
          <w:p w14:paraId="389FA185"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INTEGER</w:t>
            </w:r>
          </w:p>
        </w:tc>
        <w:tc>
          <w:tcPr>
            <w:tcW w:w="0" w:type="auto"/>
          </w:tcPr>
          <w:p w14:paraId="5F043199"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longlong</w:t>
            </w:r>
          </w:p>
        </w:tc>
      </w:tr>
      <w:tr w:rsidR="004C0BEA" w:rsidRPr="00773BEC" w14:paraId="3D0E60D7" w14:textId="77777777" w:rsidTr="001930EE">
        <w:trPr>
          <w:jc w:val="center"/>
        </w:trPr>
        <w:tc>
          <w:tcPr>
            <w:tcW w:w="1951" w:type="dxa"/>
          </w:tcPr>
          <w:p w14:paraId="0A4B6BD2"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native</w:t>
            </w:r>
          </w:p>
        </w:tc>
        <w:tc>
          <w:tcPr>
            <w:tcW w:w="3086" w:type="dxa"/>
          </w:tcPr>
          <w:p w14:paraId="0A741077"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lang w:eastAsia="de-DE"/>
              </w:rPr>
              <w:t>See note</w:t>
            </w:r>
          </w:p>
        </w:tc>
        <w:tc>
          <w:tcPr>
            <w:tcW w:w="0" w:type="auto"/>
          </w:tcPr>
          <w:p w14:paraId="21A8490C"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lang w:eastAsia="de-DE"/>
              </w:rPr>
              <w:t>See note</w:t>
            </w:r>
          </w:p>
        </w:tc>
        <w:tc>
          <w:tcPr>
            <w:tcW w:w="0" w:type="auto"/>
          </w:tcPr>
          <w:p w14:paraId="50072474"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address</w:t>
            </w:r>
          </w:p>
        </w:tc>
      </w:tr>
      <w:tr w:rsidR="004C0BEA" w:rsidRPr="00773BEC" w14:paraId="7C5FF61A" w14:textId="77777777" w:rsidTr="001930EE">
        <w:trPr>
          <w:jc w:val="center"/>
        </w:trPr>
        <w:tc>
          <w:tcPr>
            <w:tcW w:w="1951" w:type="dxa"/>
          </w:tcPr>
          <w:p w14:paraId="6BA5E4C1"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octet</w:t>
            </w:r>
          </w:p>
        </w:tc>
        <w:tc>
          <w:tcPr>
            <w:tcW w:w="3086" w:type="dxa"/>
          </w:tcPr>
          <w:p w14:paraId="5645B959"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OCTET STRING</w:t>
            </w:r>
          </w:p>
        </w:tc>
        <w:tc>
          <w:tcPr>
            <w:tcW w:w="0" w:type="auto"/>
          </w:tcPr>
          <w:p w14:paraId="4BE46146"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OCTET STRING (SIZE(1))</w:t>
            </w:r>
          </w:p>
        </w:tc>
        <w:tc>
          <w:tcPr>
            <w:tcW w:w="0" w:type="auto"/>
          </w:tcPr>
          <w:p w14:paraId="1374A162"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octetstring</w:t>
            </w:r>
          </w:p>
        </w:tc>
      </w:tr>
      <w:tr w:rsidR="004C0BEA" w:rsidRPr="00773BEC" w14:paraId="71BBADC1" w14:textId="77777777" w:rsidTr="001930EE">
        <w:trPr>
          <w:jc w:val="center"/>
        </w:trPr>
        <w:tc>
          <w:tcPr>
            <w:tcW w:w="1951" w:type="dxa"/>
          </w:tcPr>
          <w:p w14:paraId="08714AEB"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sequence</w:t>
            </w:r>
          </w:p>
        </w:tc>
        <w:tc>
          <w:tcPr>
            <w:tcW w:w="3086" w:type="dxa"/>
          </w:tcPr>
          <w:p w14:paraId="7D53DC6E"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rPr>
              <w:t>SEQUENCE OF (with optional sizeConstraint subtype for IDL bounds)</w:t>
            </w:r>
          </w:p>
        </w:tc>
        <w:tc>
          <w:tcPr>
            <w:tcW w:w="0" w:type="auto"/>
          </w:tcPr>
          <w:p w14:paraId="153C579B"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SEQUENCE OF</w:t>
            </w:r>
          </w:p>
        </w:tc>
        <w:tc>
          <w:tcPr>
            <w:tcW w:w="0" w:type="auto"/>
          </w:tcPr>
          <w:p w14:paraId="46F9A1A9"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record of</w:t>
            </w:r>
          </w:p>
        </w:tc>
      </w:tr>
      <w:tr w:rsidR="004C0BEA" w:rsidRPr="00773BEC" w14:paraId="37F7375C" w14:textId="77777777" w:rsidTr="001930EE">
        <w:trPr>
          <w:jc w:val="center"/>
        </w:trPr>
        <w:tc>
          <w:tcPr>
            <w:tcW w:w="1951" w:type="dxa"/>
          </w:tcPr>
          <w:p w14:paraId="4805AB64"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short</w:t>
            </w:r>
          </w:p>
        </w:tc>
        <w:tc>
          <w:tcPr>
            <w:tcW w:w="3086" w:type="dxa"/>
          </w:tcPr>
          <w:p w14:paraId="1C8CF2EC"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INTEGER</w:t>
            </w:r>
          </w:p>
        </w:tc>
        <w:tc>
          <w:tcPr>
            <w:tcW w:w="0" w:type="auto"/>
          </w:tcPr>
          <w:p w14:paraId="6650082C"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INTEGER</w:t>
            </w:r>
          </w:p>
        </w:tc>
        <w:tc>
          <w:tcPr>
            <w:tcW w:w="0" w:type="auto"/>
          </w:tcPr>
          <w:p w14:paraId="275661EB"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short</w:t>
            </w:r>
          </w:p>
        </w:tc>
      </w:tr>
      <w:tr w:rsidR="004C0BEA" w:rsidRPr="00773BEC" w14:paraId="679D4E88" w14:textId="77777777" w:rsidTr="001930EE">
        <w:trPr>
          <w:jc w:val="center"/>
        </w:trPr>
        <w:tc>
          <w:tcPr>
            <w:tcW w:w="1951" w:type="dxa"/>
          </w:tcPr>
          <w:p w14:paraId="221386BC"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string</w:t>
            </w:r>
          </w:p>
        </w:tc>
        <w:tc>
          <w:tcPr>
            <w:tcW w:w="3086" w:type="dxa"/>
          </w:tcPr>
          <w:p w14:paraId="6224AA9E"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GraphicString</w:t>
            </w:r>
          </w:p>
        </w:tc>
        <w:tc>
          <w:tcPr>
            <w:tcW w:w="0" w:type="auto"/>
          </w:tcPr>
          <w:p w14:paraId="33B264D0"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GraphicString</w:t>
            </w:r>
          </w:p>
        </w:tc>
        <w:tc>
          <w:tcPr>
            <w:tcW w:w="0" w:type="auto"/>
          </w:tcPr>
          <w:p w14:paraId="5DD24B3D"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iso8859string</w:t>
            </w:r>
          </w:p>
        </w:tc>
      </w:tr>
      <w:tr w:rsidR="004C0BEA" w:rsidRPr="00773BEC" w14:paraId="6632962F" w14:textId="77777777" w:rsidTr="001930EE">
        <w:trPr>
          <w:jc w:val="center"/>
        </w:trPr>
        <w:tc>
          <w:tcPr>
            <w:tcW w:w="1951" w:type="dxa"/>
          </w:tcPr>
          <w:p w14:paraId="18DA9C6A"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struct</w:t>
            </w:r>
          </w:p>
        </w:tc>
        <w:tc>
          <w:tcPr>
            <w:tcW w:w="3086" w:type="dxa"/>
          </w:tcPr>
          <w:p w14:paraId="15AF3C4B"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SEQUENCE</w:t>
            </w:r>
          </w:p>
        </w:tc>
        <w:tc>
          <w:tcPr>
            <w:tcW w:w="0" w:type="auto"/>
          </w:tcPr>
          <w:p w14:paraId="7EA8BC0B"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SEQUENCE</w:t>
            </w:r>
          </w:p>
        </w:tc>
        <w:tc>
          <w:tcPr>
            <w:tcW w:w="0" w:type="auto"/>
          </w:tcPr>
          <w:p w14:paraId="2A42F80B"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record</w:t>
            </w:r>
          </w:p>
        </w:tc>
      </w:tr>
      <w:tr w:rsidR="004C0BEA" w:rsidRPr="00773BEC" w14:paraId="725DEE2D" w14:textId="77777777" w:rsidTr="001930EE">
        <w:trPr>
          <w:jc w:val="center"/>
        </w:trPr>
        <w:tc>
          <w:tcPr>
            <w:tcW w:w="1951" w:type="dxa"/>
          </w:tcPr>
          <w:p w14:paraId="3DB88142"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union, switch, case</w:t>
            </w:r>
          </w:p>
        </w:tc>
        <w:tc>
          <w:tcPr>
            <w:tcW w:w="3086" w:type="dxa"/>
          </w:tcPr>
          <w:p w14:paraId="6A43A84D"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rPr>
              <w:t>CHOICE</w:t>
            </w:r>
            <w:r w:rsidRPr="00773BEC">
              <w:rPr>
                <w:rFonts w:ascii="Courier New" w:hAnsi="Courier New" w:cs="Courier New"/>
                <w:szCs w:val="18"/>
                <w:lang w:eastAsia="de-DE"/>
              </w:rPr>
              <w:t xml:space="preserve"> </w:t>
            </w:r>
            <w:r w:rsidRPr="00773BEC">
              <w:rPr>
                <w:rFonts w:ascii="Courier New" w:hAnsi="Courier New" w:cs="Courier New"/>
                <w:szCs w:val="18"/>
              </w:rPr>
              <w:t>(with ASN.1 TAGS)</w:t>
            </w:r>
          </w:p>
        </w:tc>
        <w:tc>
          <w:tcPr>
            <w:tcW w:w="0" w:type="auto"/>
          </w:tcPr>
          <w:p w14:paraId="409C7E52"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SEQUENCE</w:t>
            </w:r>
          </w:p>
        </w:tc>
        <w:tc>
          <w:tcPr>
            <w:tcW w:w="0" w:type="auto"/>
          </w:tcPr>
          <w:p w14:paraId="4EA6DC4A"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record, enumerated, union</w:t>
            </w:r>
          </w:p>
        </w:tc>
      </w:tr>
      <w:tr w:rsidR="004C0BEA" w:rsidRPr="00773BEC" w14:paraId="13765DC1" w14:textId="77777777" w:rsidTr="001930EE">
        <w:trPr>
          <w:jc w:val="center"/>
        </w:trPr>
        <w:tc>
          <w:tcPr>
            <w:tcW w:w="1951" w:type="dxa"/>
          </w:tcPr>
          <w:p w14:paraId="188738C0"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unsigned long</w:t>
            </w:r>
          </w:p>
        </w:tc>
        <w:tc>
          <w:tcPr>
            <w:tcW w:w="3086" w:type="dxa"/>
          </w:tcPr>
          <w:p w14:paraId="1698CFBB"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INTEGER</w:t>
            </w:r>
          </w:p>
        </w:tc>
        <w:tc>
          <w:tcPr>
            <w:tcW w:w="0" w:type="auto"/>
          </w:tcPr>
          <w:p w14:paraId="7F65F253"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INTEGER</w:t>
            </w:r>
          </w:p>
        </w:tc>
        <w:tc>
          <w:tcPr>
            <w:tcW w:w="0" w:type="auto"/>
          </w:tcPr>
          <w:p w14:paraId="050E5F9B"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unsignedlong</w:t>
            </w:r>
          </w:p>
        </w:tc>
      </w:tr>
      <w:tr w:rsidR="004C0BEA" w:rsidRPr="00773BEC" w14:paraId="38FD98DA" w14:textId="77777777" w:rsidTr="001930EE">
        <w:trPr>
          <w:jc w:val="center"/>
        </w:trPr>
        <w:tc>
          <w:tcPr>
            <w:tcW w:w="1951" w:type="dxa"/>
          </w:tcPr>
          <w:p w14:paraId="3EF7818A"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unsigned long long</w:t>
            </w:r>
          </w:p>
        </w:tc>
        <w:tc>
          <w:tcPr>
            <w:tcW w:w="3086" w:type="dxa"/>
          </w:tcPr>
          <w:p w14:paraId="38316F76"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INTEGER</w:t>
            </w:r>
          </w:p>
        </w:tc>
        <w:tc>
          <w:tcPr>
            <w:tcW w:w="0" w:type="auto"/>
          </w:tcPr>
          <w:p w14:paraId="5B8DE406"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INTEGER</w:t>
            </w:r>
          </w:p>
        </w:tc>
        <w:tc>
          <w:tcPr>
            <w:tcW w:w="0" w:type="auto"/>
          </w:tcPr>
          <w:p w14:paraId="6D719211"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unsignedlonglong</w:t>
            </w:r>
          </w:p>
        </w:tc>
      </w:tr>
      <w:tr w:rsidR="004C0BEA" w:rsidRPr="00773BEC" w14:paraId="6338DCA6" w14:textId="77777777" w:rsidTr="001930EE">
        <w:trPr>
          <w:jc w:val="center"/>
        </w:trPr>
        <w:tc>
          <w:tcPr>
            <w:tcW w:w="1951" w:type="dxa"/>
          </w:tcPr>
          <w:p w14:paraId="73DDB4A4"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unsigned short</w:t>
            </w:r>
          </w:p>
        </w:tc>
        <w:tc>
          <w:tcPr>
            <w:tcW w:w="3086" w:type="dxa"/>
          </w:tcPr>
          <w:p w14:paraId="1B67E26E"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INTEGER</w:t>
            </w:r>
          </w:p>
        </w:tc>
        <w:tc>
          <w:tcPr>
            <w:tcW w:w="0" w:type="auto"/>
          </w:tcPr>
          <w:p w14:paraId="7B664A55"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INTEGER</w:t>
            </w:r>
          </w:p>
        </w:tc>
        <w:tc>
          <w:tcPr>
            <w:tcW w:w="0" w:type="auto"/>
          </w:tcPr>
          <w:p w14:paraId="1E3E9DCF"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unsignedshort</w:t>
            </w:r>
          </w:p>
        </w:tc>
      </w:tr>
      <w:tr w:rsidR="004C0BEA" w:rsidRPr="00773BEC" w14:paraId="4786648F" w14:textId="77777777" w:rsidTr="001930EE">
        <w:trPr>
          <w:jc w:val="center"/>
        </w:trPr>
        <w:tc>
          <w:tcPr>
            <w:tcW w:w="1951" w:type="dxa"/>
          </w:tcPr>
          <w:p w14:paraId="1775ACF7"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valuetype</w:t>
            </w:r>
          </w:p>
        </w:tc>
        <w:tc>
          <w:tcPr>
            <w:tcW w:w="3086" w:type="dxa"/>
          </w:tcPr>
          <w:p w14:paraId="18793F59"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lang w:eastAsia="de-DE"/>
              </w:rPr>
              <w:t>See note</w:t>
            </w:r>
          </w:p>
        </w:tc>
        <w:tc>
          <w:tcPr>
            <w:tcW w:w="0" w:type="auto"/>
          </w:tcPr>
          <w:p w14:paraId="7E7FF4F9"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lang w:eastAsia="de-DE"/>
              </w:rPr>
              <w:t>See note</w:t>
            </w:r>
          </w:p>
        </w:tc>
        <w:tc>
          <w:tcPr>
            <w:tcW w:w="0" w:type="auto"/>
          </w:tcPr>
          <w:p w14:paraId="0DE5E4C7"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record</w:t>
            </w:r>
          </w:p>
        </w:tc>
      </w:tr>
      <w:tr w:rsidR="004C0BEA" w:rsidRPr="00773BEC" w14:paraId="01155EEA" w14:textId="77777777" w:rsidTr="001930EE">
        <w:trPr>
          <w:jc w:val="center"/>
        </w:trPr>
        <w:tc>
          <w:tcPr>
            <w:tcW w:w="1951" w:type="dxa"/>
          </w:tcPr>
          <w:p w14:paraId="09CC999E"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wchar</w:t>
            </w:r>
          </w:p>
        </w:tc>
        <w:tc>
          <w:tcPr>
            <w:tcW w:w="3086" w:type="dxa"/>
          </w:tcPr>
          <w:p w14:paraId="092E09CF"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lang w:eastAsia="de-DE"/>
              </w:rPr>
              <w:t>See note</w:t>
            </w:r>
          </w:p>
        </w:tc>
        <w:tc>
          <w:tcPr>
            <w:tcW w:w="0" w:type="auto"/>
          </w:tcPr>
          <w:p w14:paraId="463B01A5"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GraphicString</w:t>
            </w:r>
            <w:r w:rsidRPr="00773BEC">
              <w:rPr>
                <w:rFonts w:cs="Courier New"/>
                <w:noProof w:val="0"/>
                <w:sz w:val="18"/>
                <w:szCs w:val="18"/>
              </w:rPr>
              <w:t xml:space="preserve"> or </w:t>
            </w:r>
            <w:r w:rsidRPr="00773BEC">
              <w:rPr>
                <w:rFonts w:cs="Courier New"/>
                <w:noProof w:val="0"/>
                <w:sz w:val="18"/>
                <w:szCs w:val="18"/>
                <w:lang w:eastAsia="de-DE"/>
              </w:rPr>
              <w:t>BMPString(SIZE(1))</w:t>
            </w:r>
          </w:p>
        </w:tc>
        <w:tc>
          <w:tcPr>
            <w:tcW w:w="0" w:type="auto"/>
          </w:tcPr>
          <w:p w14:paraId="60BB00AA"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universal char</w:t>
            </w:r>
            <w:r w:rsidR="008D2052" w:rsidRPr="00773BEC">
              <w:rPr>
                <w:rFonts w:cs="Courier New"/>
                <w:noProof w:val="0"/>
                <w:sz w:val="18"/>
                <w:szCs w:val="18"/>
                <w:lang w:eastAsia="de-DE"/>
              </w:rPr>
              <w:t>string</w:t>
            </w:r>
          </w:p>
        </w:tc>
      </w:tr>
      <w:tr w:rsidR="004C0BEA" w:rsidRPr="00773BEC" w14:paraId="06081AAD" w14:textId="77777777" w:rsidTr="001930EE">
        <w:trPr>
          <w:jc w:val="center"/>
        </w:trPr>
        <w:tc>
          <w:tcPr>
            <w:tcW w:w="1951" w:type="dxa"/>
          </w:tcPr>
          <w:p w14:paraId="2BE6F2BA"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wstring</w:t>
            </w:r>
          </w:p>
        </w:tc>
        <w:tc>
          <w:tcPr>
            <w:tcW w:w="3086" w:type="dxa"/>
          </w:tcPr>
          <w:p w14:paraId="55FA9A7E" w14:textId="77777777" w:rsidR="004C0BEA" w:rsidRPr="00773BEC" w:rsidRDefault="004C0BEA">
            <w:pPr>
              <w:pStyle w:val="TAL"/>
              <w:rPr>
                <w:rFonts w:ascii="Courier New" w:hAnsi="Courier New" w:cs="Courier New"/>
                <w:szCs w:val="18"/>
                <w:lang w:eastAsia="de-DE"/>
              </w:rPr>
            </w:pPr>
            <w:r w:rsidRPr="00773BEC">
              <w:rPr>
                <w:rFonts w:ascii="Courier New" w:hAnsi="Courier New" w:cs="Courier New"/>
                <w:szCs w:val="18"/>
                <w:lang w:eastAsia="de-DE"/>
              </w:rPr>
              <w:t>See note</w:t>
            </w:r>
          </w:p>
        </w:tc>
        <w:tc>
          <w:tcPr>
            <w:tcW w:w="0" w:type="auto"/>
          </w:tcPr>
          <w:p w14:paraId="0A05BFB6"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GraphicString</w:t>
            </w:r>
          </w:p>
        </w:tc>
        <w:tc>
          <w:tcPr>
            <w:tcW w:w="0" w:type="auto"/>
          </w:tcPr>
          <w:p w14:paraId="19986284" w14:textId="77777777" w:rsidR="004C0BEA" w:rsidRPr="00773BEC" w:rsidRDefault="004C0BEA">
            <w:pPr>
              <w:pStyle w:val="PL"/>
              <w:rPr>
                <w:rFonts w:cs="Courier New"/>
                <w:noProof w:val="0"/>
                <w:sz w:val="18"/>
                <w:szCs w:val="18"/>
                <w:lang w:eastAsia="de-DE"/>
              </w:rPr>
            </w:pPr>
            <w:r w:rsidRPr="00773BEC">
              <w:rPr>
                <w:rFonts w:cs="Courier New"/>
                <w:noProof w:val="0"/>
                <w:sz w:val="18"/>
                <w:szCs w:val="18"/>
                <w:lang w:eastAsia="de-DE"/>
              </w:rPr>
              <w:t>universal charstring</w:t>
            </w:r>
          </w:p>
        </w:tc>
      </w:tr>
      <w:tr w:rsidR="004C0BEA" w:rsidRPr="00773BEC" w14:paraId="54528A96" w14:textId="77777777" w:rsidTr="001930EE">
        <w:trPr>
          <w:jc w:val="center"/>
        </w:trPr>
        <w:tc>
          <w:tcPr>
            <w:tcW w:w="9775" w:type="dxa"/>
            <w:gridSpan w:val="4"/>
          </w:tcPr>
          <w:p w14:paraId="7FF42594" w14:textId="77777777" w:rsidR="004C0BEA" w:rsidRPr="00773BEC" w:rsidRDefault="004C0BEA">
            <w:pPr>
              <w:pStyle w:val="TAN"/>
              <w:rPr>
                <w:lang w:eastAsia="de-DE"/>
              </w:rPr>
            </w:pPr>
            <w:r w:rsidRPr="00773BEC">
              <w:rPr>
                <w:lang w:eastAsia="de-DE"/>
              </w:rPr>
              <w:t>NOTE:</w:t>
            </w:r>
            <w:r w:rsidRPr="00773BEC">
              <w:rPr>
                <w:lang w:eastAsia="de-DE"/>
              </w:rPr>
              <w:tab/>
            </w:r>
            <w:r w:rsidRPr="00773BEC">
              <w:t>Mapping of this type was not considered.</w:t>
            </w:r>
          </w:p>
        </w:tc>
      </w:tr>
    </w:tbl>
    <w:p w14:paraId="7D9B8504" w14:textId="77777777" w:rsidR="007A01F0" w:rsidRPr="00773BEC" w:rsidRDefault="007A01F0" w:rsidP="007A01F0"/>
    <w:p w14:paraId="524AD334" w14:textId="501E397D" w:rsidR="004C0BEA" w:rsidRPr="00773BEC" w:rsidRDefault="007A01F0" w:rsidP="009103BE">
      <w:pPr>
        <w:pStyle w:val="Heading8"/>
      </w:pPr>
      <w:r w:rsidRPr="00773BEC">
        <w:br w:type="page"/>
      </w:r>
      <w:bookmarkStart w:id="283" w:name="_Toc65592106"/>
      <w:bookmarkStart w:id="284" w:name="_Toc65593271"/>
      <w:bookmarkStart w:id="285" w:name="_Toc65757541"/>
      <w:bookmarkStart w:id="286" w:name="_Toc73104494"/>
      <w:r w:rsidR="004C0BEA" w:rsidRPr="00773BEC">
        <w:lastRenderedPageBreak/>
        <w:t>Annex C (informative</w:t>
      </w:r>
      <w:r w:rsidR="00134CE6">
        <w:t>):</w:t>
      </w:r>
      <w:r w:rsidR="00134CE6">
        <w:br/>
      </w:r>
      <w:r w:rsidR="004C0BEA" w:rsidRPr="00773BEC">
        <w:t>Bibliography</w:t>
      </w:r>
      <w:bookmarkEnd w:id="283"/>
      <w:bookmarkEnd w:id="284"/>
      <w:bookmarkEnd w:id="285"/>
      <w:bookmarkEnd w:id="286"/>
    </w:p>
    <w:p w14:paraId="1B954956" w14:textId="77777777" w:rsidR="004C0BEA" w:rsidRPr="00773BEC" w:rsidRDefault="004C0BEA">
      <w:r w:rsidRPr="00773BEC">
        <w:t>M. Ebner, A. Yin, and M. Li (2002): "</w:t>
      </w:r>
      <w:r w:rsidRPr="00773BEC">
        <w:rPr>
          <w:rStyle w:val="Emphasis"/>
          <w:i w:val="0"/>
        </w:rPr>
        <w:t xml:space="preserve">Definition and </w:t>
      </w:r>
      <w:r w:rsidR="00917BC4" w:rsidRPr="00773BEC">
        <w:rPr>
          <w:rStyle w:val="Emphasis"/>
          <w:i w:val="0"/>
        </w:rPr>
        <w:t>Utilization</w:t>
      </w:r>
      <w:r w:rsidRPr="00773BEC">
        <w:rPr>
          <w:rStyle w:val="Emphasis"/>
          <w:i w:val="0"/>
        </w:rPr>
        <w:t xml:space="preserve"> of OMG IDL to TTCN-3 Mappings".</w:t>
      </w:r>
      <w:r w:rsidRPr="00773BEC">
        <w:rPr>
          <w:rStyle w:val="Emphasis"/>
        </w:rPr>
        <w:t xml:space="preserve"> </w:t>
      </w:r>
      <w:r w:rsidRPr="00773BEC">
        <w:t xml:space="preserve">In </w:t>
      </w:r>
      <w:r w:rsidR="00C06CC7" w:rsidRPr="00773BEC">
        <w:rPr>
          <w:rStyle w:val="Emphasis"/>
        </w:rPr>
        <w:t xml:space="preserve">testing of communicating systems </w:t>
      </w:r>
      <w:r w:rsidRPr="00773BEC">
        <w:rPr>
          <w:rStyle w:val="Emphasis"/>
        </w:rPr>
        <w:t>XIV - Application to Internet Technologies and Services</w:t>
      </w:r>
      <w:r w:rsidRPr="00773BEC">
        <w:t>, ed. I. Schieferdecker,</w:t>
      </w:r>
      <w:r w:rsidR="00674BD0" w:rsidRPr="00773BEC">
        <w:t xml:space="preserve"> H. König and</w:t>
      </w:r>
      <w:r w:rsidR="00674BD0" w:rsidRPr="00773BEC">
        <w:br/>
      </w:r>
      <w:r w:rsidRPr="00773BEC">
        <w:t>A. Wolisz. IFIP, Kluwer Academic Publishers, pp. 443-458. ISBN 0-7923-7695-1</w:t>
      </w:r>
      <w:r w:rsidR="007F4522" w:rsidRPr="00773BEC">
        <w:t>.</w:t>
      </w:r>
    </w:p>
    <w:p w14:paraId="492B1ABE" w14:textId="77777777" w:rsidR="004C0BEA" w:rsidRPr="00773BEC" w:rsidRDefault="004C0BEA">
      <w:r w:rsidRPr="00773BEC">
        <w:t xml:space="preserve">M. Ebner (2001): "A Mapping of OMG IDL to TTCN-3". SIIM Technical Report SIIM-TR-A- 01-11, Institute for Telematics, Medical University of Lübeck, Germany. Schriftenreihe der Institute für Informatik/Mathematik. </w:t>
      </w:r>
    </w:p>
    <w:p w14:paraId="15ADD533" w14:textId="77777777" w:rsidR="00AC7FC3" w:rsidRPr="00773BEC" w:rsidRDefault="004C0BEA">
      <w:r w:rsidRPr="00773BEC">
        <w:t>M. Ebner (2001): "Mapping CORBA IDL to TTCN-3 based on IDL to TTCN-2 mappings". In Proceedings of the 11</w:t>
      </w:r>
      <w:r w:rsidRPr="00773BEC">
        <w:rPr>
          <w:vertAlign w:val="superscript"/>
        </w:rPr>
        <w:t>th</w:t>
      </w:r>
      <w:r w:rsidRPr="00773BEC">
        <w:t xml:space="preserve"> GI/ITG Technical Meeting on Formal Description Techniques for Distributed Systems, Bruchsal, German</w:t>
      </w:r>
      <w:r w:rsidR="00674BD0" w:rsidRPr="00773BEC">
        <w:t>y,</w:t>
      </w:r>
      <w:r w:rsidR="00674BD0" w:rsidRPr="00773BEC">
        <w:br/>
      </w:r>
      <w:r w:rsidRPr="00773BEC">
        <w:t>21-22</w:t>
      </w:r>
      <w:r w:rsidR="003D1530" w:rsidRPr="00773BEC">
        <w:t>,</w:t>
      </w:r>
      <w:r w:rsidRPr="00773BEC">
        <w:t xml:space="preserve"> June 2001. International University in Germany. </w:t>
      </w:r>
    </w:p>
    <w:p w14:paraId="48D8C7C4" w14:textId="77777777" w:rsidR="004C0BEA" w:rsidRPr="00773BEC" w:rsidRDefault="004C0BEA">
      <w:r w:rsidRPr="00773BEC">
        <w:t>A. Yin (2001): "Testing Operation-Based Interfaces Exemplified for CORBA with ADL and TTCN-3". Diplomarbeit, Telecommunication Network Group, Faculty of Electrical Engineering and Computer Science, Technical University Berlin, Germany.</w:t>
      </w:r>
    </w:p>
    <w:p w14:paraId="3F74738F" w14:textId="77777777" w:rsidR="004C0BEA" w:rsidRPr="00773BEC" w:rsidRDefault="004C0BEA">
      <w:r w:rsidRPr="00773BEC">
        <w:t>A.Yin, I. Schieferdecker and M. Li (2001): "Mapping of IDL to TTCN-3". Technical Report, Fraunhofer Institute for Open Communication Systems (FOKUS), Germany.</w:t>
      </w:r>
    </w:p>
    <w:p w14:paraId="7182081E" w14:textId="77777777" w:rsidR="004C0BEA" w:rsidRPr="00773BEC" w:rsidRDefault="004C0BEA">
      <w:r w:rsidRPr="00773BEC">
        <w:t>ISO/IEC 9646-3: "Information technology - Open Systems Interconnection - Conformance testing methodology and framework - Part 3: The Tree and Tabular Combined Notation (TTCN</w:t>
      </w:r>
      <w:r w:rsidR="005066EC" w:rsidRPr="00773BEC">
        <w:t>)".</w:t>
      </w:r>
    </w:p>
    <w:p w14:paraId="247E5891" w14:textId="77777777" w:rsidR="00CD71A3" w:rsidRPr="00773BEC" w:rsidRDefault="00CD71A3">
      <w:r w:rsidRPr="00773BEC">
        <w:t>ISO/IEC 646: "Information technology - ISO 7-bit coded character set for information interchange".</w:t>
      </w:r>
    </w:p>
    <w:p w14:paraId="1E187B49" w14:textId="77777777" w:rsidR="00CD71A3" w:rsidRPr="00773BEC" w:rsidRDefault="00CD71A3">
      <w:r w:rsidRPr="00773BEC">
        <w:t>IEEE 754: "IEEE Standard for Floating-Point Arithmetic".</w:t>
      </w:r>
    </w:p>
    <w:p w14:paraId="2C3E535F" w14:textId="77777777" w:rsidR="00CD71A3" w:rsidRPr="00773BEC" w:rsidRDefault="00CD71A3">
      <w:r w:rsidRPr="00773BEC">
        <w:t>ISO/IEC 8859-1: "Information technology - 8-bit single-byte coded graphic character sets - Part 1: Latin alphabet No.1".</w:t>
      </w:r>
    </w:p>
    <w:p w14:paraId="6E1131A9" w14:textId="77777777" w:rsidR="0001607F" w:rsidRPr="00773BEC" w:rsidRDefault="0001607F" w:rsidP="0001607F">
      <w:r w:rsidRPr="00773BEC">
        <w:t>ETSI ES 202 789: "Methods for Testing and Specification (MTS); The Testing and Test Control Notation version 3; TTCN-3 Language Extensions: Extended TRI".</w:t>
      </w:r>
    </w:p>
    <w:p w14:paraId="24AB0B8B" w14:textId="77777777" w:rsidR="0001607F" w:rsidRPr="00773BEC" w:rsidRDefault="0001607F" w:rsidP="0001607F">
      <w:r w:rsidRPr="00773BEC">
        <w:t>ETSI ES 201 873-9: "Methods for Testing and Specification (MTS); The Testing and Test Control Notation version 3; Part 9: Using XML schema with TTCN-3".</w:t>
      </w:r>
    </w:p>
    <w:p w14:paraId="50E6A3BE" w14:textId="07891FE4" w:rsidR="0001607F" w:rsidRPr="00773BEC" w:rsidRDefault="0001607F" w:rsidP="0001607F">
      <w:r w:rsidRPr="00773BEC">
        <w:t>ETSI ES 201 873-11: "MTS The Testing and Test Control Notation version 3; Part 11: Using JSON with TTCN-3".</w:t>
      </w:r>
    </w:p>
    <w:p w14:paraId="5A022A28" w14:textId="03995E37" w:rsidR="00033EFD" w:rsidRPr="00773BEC" w:rsidRDefault="00033EFD" w:rsidP="00033EFD">
      <w:r w:rsidRPr="00773BEC">
        <w:t>ETSI ES 203 022: "Methods for Testing and Specification (MTS); The Testing and Test Control Notation version 3; TTCN-3 Language extension: Advanced Matching".</w:t>
      </w:r>
    </w:p>
    <w:p w14:paraId="20182949" w14:textId="438B9008" w:rsidR="00033EFD" w:rsidRPr="00773BEC" w:rsidRDefault="00033EFD" w:rsidP="00033EFD">
      <w:r w:rsidRPr="00773BEC">
        <w:t>ETSI ES 203 790: "Methods for Testing and Specification (MTS); The Testing and Test Control Notation version 3; TTCN-3 Language Extensions: Object-Oriented Features".</w:t>
      </w:r>
    </w:p>
    <w:p w14:paraId="32991637" w14:textId="77777777" w:rsidR="00033EFD" w:rsidRPr="00773BEC" w:rsidRDefault="00033EFD" w:rsidP="0001607F"/>
    <w:p w14:paraId="3B249E78" w14:textId="77777777" w:rsidR="004C0BEA" w:rsidRPr="00773BEC" w:rsidRDefault="004C0BEA" w:rsidP="009103BE">
      <w:pPr>
        <w:pStyle w:val="Heading1"/>
      </w:pPr>
      <w:r w:rsidRPr="00773BEC">
        <w:br w:type="page"/>
      </w:r>
      <w:bookmarkStart w:id="287" w:name="_Toc65592107"/>
      <w:bookmarkStart w:id="288" w:name="_Toc65593272"/>
      <w:bookmarkStart w:id="289" w:name="_Toc65757542"/>
      <w:bookmarkStart w:id="290" w:name="_Toc73104495"/>
      <w:r w:rsidRPr="00773BEC">
        <w:lastRenderedPageBreak/>
        <w:t>History</w:t>
      </w:r>
      <w:bookmarkEnd w:id="287"/>
      <w:bookmarkEnd w:id="288"/>
      <w:bookmarkEnd w:id="289"/>
      <w:bookmarkEnd w:id="290"/>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246"/>
        <w:gridCol w:w="1586"/>
        <w:gridCol w:w="6802"/>
      </w:tblGrid>
      <w:tr w:rsidR="004C0BEA" w:rsidRPr="00773BEC" w14:paraId="61D3B453" w14:textId="77777777" w:rsidTr="0048387F">
        <w:trPr>
          <w:jc w:val="center"/>
        </w:trPr>
        <w:tc>
          <w:tcPr>
            <w:tcW w:w="9634" w:type="dxa"/>
            <w:gridSpan w:val="3"/>
          </w:tcPr>
          <w:p w14:paraId="06E03165" w14:textId="47FA2798" w:rsidR="004C0BEA" w:rsidRPr="00773BEC" w:rsidRDefault="004C0BEA">
            <w:pPr>
              <w:spacing w:before="60" w:after="60"/>
              <w:jc w:val="center"/>
              <w:rPr>
                <w:b/>
                <w:sz w:val="24"/>
              </w:rPr>
            </w:pPr>
            <w:r w:rsidRPr="00773BEC">
              <w:rPr>
                <w:b/>
                <w:sz w:val="24"/>
              </w:rPr>
              <w:t>Document</w:t>
            </w:r>
            <w:r w:rsidR="0048387F" w:rsidRPr="00773BEC">
              <w:rPr>
                <w:b/>
                <w:sz w:val="24"/>
              </w:rPr>
              <w:t xml:space="preserve"> </w:t>
            </w:r>
            <w:r w:rsidRPr="00773BEC">
              <w:rPr>
                <w:b/>
                <w:sz w:val="24"/>
              </w:rPr>
              <w:t>history</w:t>
            </w:r>
          </w:p>
        </w:tc>
      </w:tr>
      <w:tr w:rsidR="00EC05CD" w:rsidRPr="00773BEC" w14:paraId="1583794E" w14:textId="77777777" w:rsidTr="0048387F">
        <w:trPr>
          <w:jc w:val="center"/>
        </w:trPr>
        <w:tc>
          <w:tcPr>
            <w:tcW w:w="1246" w:type="dxa"/>
          </w:tcPr>
          <w:p w14:paraId="11B9BCAE" w14:textId="77777777" w:rsidR="00EC05CD" w:rsidRPr="00773BEC" w:rsidRDefault="00760AC2">
            <w:pPr>
              <w:pStyle w:val="FP"/>
              <w:spacing w:before="80" w:after="80"/>
              <w:ind w:left="57"/>
            </w:pPr>
            <w:r w:rsidRPr="00773BEC">
              <w:t>V3.2.1</w:t>
            </w:r>
          </w:p>
        </w:tc>
        <w:tc>
          <w:tcPr>
            <w:tcW w:w="1586" w:type="dxa"/>
          </w:tcPr>
          <w:p w14:paraId="1D88219A" w14:textId="0EA3CFE6" w:rsidR="00EC05CD" w:rsidRPr="00773BEC" w:rsidRDefault="00760AC2">
            <w:pPr>
              <w:pStyle w:val="FP"/>
              <w:spacing w:before="80" w:after="80"/>
              <w:ind w:left="57"/>
            </w:pPr>
            <w:r w:rsidRPr="00773BEC">
              <w:t>February</w:t>
            </w:r>
            <w:r w:rsidR="0048387F" w:rsidRPr="00773BEC">
              <w:t xml:space="preserve"> </w:t>
            </w:r>
            <w:r w:rsidRPr="00773BEC">
              <w:t>2007</w:t>
            </w:r>
          </w:p>
        </w:tc>
        <w:tc>
          <w:tcPr>
            <w:tcW w:w="6802" w:type="dxa"/>
          </w:tcPr>
          <w:p w14:paraId="0A7DC1E1" w14:textId="77777777" w:rsidR="00EC05CD" w:rsidRPr="00773BEC" w:rsidRDefault="00760AC2" w:rsidP="00134CE6">
            <w:pPr>
              <w:pStyle w:val="FP"/>
              <w:tabs>
                <w:tab w:val="left" w:pos="3118"/>
              </w:tabs>
              <w:spacing w:before="80" w:after="80"/>
              <w:ind w:left="57"/>
            </w:pPr>
            <w:r w:rsidRPr="00773BEC">
              <w:t>Publication</w:t>
            </w:r>
          </w:p>
        </w:tc>
      </w:tr>
      <w:tr w:rsidR="00C06CC7" w:rsidRPr="00773BEC" w14:paraId="3FE2F9E9" w14:textId="77777777" w:rsidTr="0048387F">
        <w:trPr>
          <w:jc w:val="center"/>
        </w:trPr>
        <w:tc>
          <w:tcPr>
            <w:tcW w:w="1246" w:type="dxa"/>
          </w:tcPr>
          <w:p w14:paraId="6FD17163" w14:textId="77777777" w:rsidR="00C06CC7" w:rsidRPr="00773BEC" w:rsidRDefault="00CF62A0">
            <w:pPr>
              <w:pStyle w:val="FP"/>
              <w:spacing w:before="80" w:after="80"/>
              <w:ind w:left="57"/>
            </w:pPr>
            <w:r w:rsidRPr="00773BEC">
              <w:t>V3.3.1</w:t>
            </w:r>
          </w:p>
        </w:tc>
        <w:tc>
          <w:tcPr>
            <w:tcW w:w="1586" w:type="dxa"/>
          </w:tcPr>
          <w:p w14:paraId="50F7CAD1" w14:textId="5959BDB8" w:rsidR="00C06CC7" w:rsidRPr="00773BEC" w:rsidRDefault="00CF62A0">
            <w:pPr>
              <w:pStyle w:val="FP"/>
              <w:spacing w:before="80" w:after="80"/>
              <w:ind w:left="57"/>
            </w:pPr>
            <w:r w:rsidRPr="00773BEC">
              <w:t>April</w:t>
            </w:r>
            <w:r w:rsidR="0048387F" w:rsidRPr="00773BEC">
              <w:t xml:space="preserve"> </w:t>
            </w:r>
            <w:r w:rsidRPr="00773BEC">
              <w:t>2008</w:t>
            </w:r>
          </w:p>
        </w:tc>
        <w:tc>
          <w:tcPr>
            <w:tcW w:w="6802" w:type="dxa"/>
          </w:tcPr>
          <w:p w14:paraId="4D2C8479" w14:textId="77777777" w:rsidR="00C06CC7" w:rsidRPr="00773BEC" w:rsidRDefault="00CF62A0" w:rsidP="00134CE6">
            <w:pPr>
              <w:pStyle w:val="FP"/>
              <w:tabs>
                <w:tab w:val="left" w:pos="3118"/>
              </w:tabs>
              <w:spacing w:before="80" w:after="80"/>
              <w:ind w:left="57"/>
            </w:pPr>
            <w:r w:rsidRPr="00773BEC">
              <w:t>Publication</w:t>
            </w:r>
          </w:p>
        </w:tc>
      </w:tr>
      <w:tr w:rsidR="007A01F0" w:rsidRPr="00773BEC" w14:paraId="1566C690" w14:textId="77777777" w:rsidTr="0048387F">
        <w:trPr>
          <w:jc w:val="center"/>
        </w:trPr>
        <w:tc>
          <w:tcPr>
            <w:tcW w:w="1246" w:type="dxa"/>
          </w:tcPr>
          <w:p w14:paraId="019A4554" w14:textId="77777777" w:rsidR="007A01F0" w:rsidRPr="00773BEC" w:rsidRDefault="0023032D">
            <w:pPr>
              <w:pStyle w:val="FP"/>
              <w:spacing w:before="80" w:after="80"/>
              <w:ind w:left="57"/>
            </w:pPr>
            <w:r w:rsidRPr="00773BEC">
              <w:t>V4.2.1</w:t>
            </w:r>
          </w:p>
        </w:tc>
        <w:tc>
          <w:tcPr>
            <w:tcW w:w="1586" w:type="dxa"/>
          </w:tcPr>
          <w:p w14:paraId="1662474A" w14:textId="6335F3BF" w:rsidR="007A01F0" w:rsidRPr="00773BEC" w:rsidRDefault="0023032D">
            <w:pPr>
              <w:pStyle w:val="FP"/>
              <w:spacing w:before="80" w:after="80"/>
              <w:ind w:left="57"/>
            </w:pPr>
            <w:r w:rsidRPr="00773BEC">
              <w:t>July</w:t>
            </w:r>
            <w:r w:rsidR="0048387F" w:rsidRPr="00773BEC">
              <w:t xml:space="preserve"> </w:t>
            </w:r>
            <w:r w:rsidRPr="00773BEC">
              <w:t>2010</w:t>
            </w:r>
          </w:p>
        </w:tc>
        <w:tc>
          <w:tcPr>
            <w:tcW w:w="6802" w:type="dxa"/>
          </w:tcPr>
          <w:p w14:paraId="535595F5" w14:textId="77777777" w:rsidR="007A01F0" w:rsidRPr="00773BEC" w:rsidRDefault="0023032D" w:rsidP="00134CE6">
            <w:pPr>
              <w:pStyle w:val="FP"/>
              <w:tabs>
                <w:tab w:val="left" w:pos="3118"/>
              </w:tabs>
              <w:spacing w:before="80" w:after="80"/>
              <w:ind w:left="57"/>
            </w:pPr>
            <w:r w:rsidRPr="00773BEC">
              <w:t>Publication</w:t>
            </w:r>
          </w:p>
        </w:tc>
      </w:tr>
      <w:tr w:rsidR="002B371A" w:rsidRPr="00773BEC" w14:paraId="38CBDD9E" w14:textId="77777777" w:rsidTr="0048387F">
        <w:trPr>
          <w:jc w:val="center"/>
        </w:trPr>
        <w:tc>
          <w:tcPr>
            <w:tcW w:w="1246" w:type="dxa"/>
          </w:tcPr>
          <w:p w14:paraId="22DC4959" w14:textId="77777777" w:rsidR="002B371A" w:rsidRPr="00773BEC" w:rsidRDefault="00BC49FE">
            <w:pPr>
              <w:pStyle w:val="FP"/>
              <w:spacing w:before="80" w:after="80"/>
              <w:ind w:left="57"/>
            </w:pPr>
            <w:r w:rsidRPr="00773BEC">
              <w:t>V4.3.1</w:t>
            </w:r>
          </w:p>
        </w:tc>
        <w:tc>
          <w:tcPr>
            <w:tcW w:w="1586" w:type="dxa"/>
          </w:tcPr>
          <w:p w14:paraId="77F6964C" w14:textId="29213442" w:rsidR="002B371A" w:rsidRPr="00773BEC" w:rsidRDefault="00BC49FE">
            <w:pPr>
              <w:pStyle w:val="FP"/>
              <w:spacing w:before="80" w:after="80"/>
              <w:ind w:left="57"/>
            </w:pPr>
            <w:r w:rsidRPr="00773BEC">
              <w:t>June</w:t>
            </w:r>
            <w:r w:rsidR="0048387F" w:rsidRPr="00773BEC">
              <w:t xml:space="preserve"> </w:t>
            </w:r>
            <w:r w:rsidRPr="00773BEC">
              <w:t>2011</w:t>
            </w:r>
          </w:p>
        </w:tc>
        <w:tc>
          <w:tcPr>
            <w:tcW w:w="6802" w:type="dxa"/>
            <w:vAlign w:val="center"/>
          </w:tcPr>
          <w:p w14:paraId="49F0DFF0" w14:textId="77777777" w:rsidR="002B371A" w:rsidRPr="00773BEC" w:rsidRDefault="00197315" w:rsidP="00134CE6">
            <w:pPr>
              <w:tabs>
                <w:tab w:val="left" w:pos="3118"/>
              </w:tabs>
              <w:overflowPunct/>
              <w:spacing w:after="0"/>
              <w:ind w:left="35" w:right="18" w:firstLine="14"/>
              <w:textAlignment w:val="auto"/>
            </w:pPr>
            <w:r w:rsidRPr="00773BEC">
              <w:t>Publication</w:t>
            </w:r>
          </w:p>
        </w:tc>
      </w:tr>
      <w:tr w:rsidR="003A3749" w:rsidRPr="00773BEC" w14:paraId="7DD6F681" w14:textId="77777777" w:rsidTr="0048387F">
        <w:trPr>
          <w:jc w:val="center"/>
        </w:trPr>
        <w:tc>
          <w:tcPr>
            <w:tcW w:w="1246" w:type="dxa"/>
          </w:tcPr>
          <w:p w14:paraId="0001D1AA" w14:textId="77777777" w:rsidR="003A3749" w:rsidRPr="00773BEC" w:rsidRDefault="003A3749" w:rsidP="00764B7B">
            <w:pPr>
              <w:pStyle w:val="FP"/>
              <w:spacing w:before="80" w:after="80"/>
              <w:ind w:left="57"/>
            </w:pPr>
            <w:r w:rsidRPr="00773BEC">
              <w:t>V4.4.1</w:t>
            </w:r>
          </w:p>
        </w:tc>
        <w:tc>
          <w:tcPr>
            <w:tcW w:w="1586" w:type="dxa"/>
          </w:tcPr>
          <w:p w14:paraId="60D52360" w14:textId="6CB36371" w:rsidR="003A3749" w:rsidRPr="00773BEC" w:rsidRDefault="003A3749" w:rsidP="008D7890">
            <w:pPr>
              <w:pStyle w:val="FP"/>
              <w:spacing w:before="80" w:after="80"/>
              <w:ind w:left="57"/>
            </w:pPr>
            <w:r w:rsidRPr="00773BEC">
              <w:t>April</w:t>
            </w:r>
            <w:r w:rsidR="0048387F" w:rsidRPr="00773BEC">
              <w:t xml:space="preserve"> </w:t>
            </w:r>
            <w:r w:rsidRPr="00773BEC">
              <w:t>2012</w:t>
            </w:r>
          </w:p>
        </w:tc>
        <w:tc>
          <w:tcPr>
            <w:tcW w:w="6802" w:type="dxa"/>
            <w:vAlign w:val="center"/>
          </w:tcPr>
          <w:p w14:paraId="6BBAF1B1" w14:textId="77777777" w:rsidR="003A3749" w:rsidRPr="00773BEC" w:rsidRDefault="003A3749" w:rsidP="00134CE6">
            <w:pPr>
              <w:tabs>
                <w:tab w:val="left" w:pos="3118"/>
              </w:tabs>
              <w:overflowPunct/>
              <w:spacing w:after="0"/>
              <w:ind w:left="35" w:right="18" w:firstLine="14"/>
              <w:textAlignment w:val="auto"/>
            </w:pPr>
            <w:r w:rsidRPr="00773BEC">
              <w:t>Publication</w:t>
            </w:r>
          </w:p>
        </w:tc>
      </w:tr>
      <w:tr w:rsidR="00EF1607" w:rsidRPr="00773BEC" w14:paraId="1784F81B" w14:textId="77777777" w:rsidTr="0048387F">
        <w:trPr>
          <w:jc w:val="center"/>
        </w:trPr>
        <w:tc>
          <w:tcPr>
            <w:tcW w:w="1246" w:type="dxa"/>
          </w:tcPr>
          <w:p w14:paraId="3ABB9F96" w14:textId="77777777" w:rsidR="00EF1607" w:rsidRPr="00773BEC" w:rsidRDefault="00EF1607" w:rsidP="004B35E2">
            <w:pPr>
              <w:pStyle w:val="FP"/>
              <w:spacing w:before="80" w:after="80"/>
              <w:ind w:left="57"/>
            </w:pPr>
            <w:r w:rsidRPr="00773BEC">
              <w:t>V4.5.1</w:t>
            </w:r>
          </w:p>
        </w:tc>
        <w:tc>
          <w:tcPr>
            <w:tcW w:w="1586" w:type="dxa"/>
          </w:tcPr>
          <w:p w14:paraId="4AE6068C" w14:textId="08A5C84D" w:rsidR="00EF1607" w:rsidRPr="00773BEC" w:rsidRDefault="00FC4D88" w:rsidP="004B35E2">
            <w:pPr>
              <w:pStyle w:val="FP"/>
              <w:spacing w:before="80" w:after="80"/>
              <w:ind w:left="57"/>
            </w:pPr>
            <w:r w:rsidRPr="00773BEC">
              <w:t>April</w:t>
            </w:r>
            <w:r w:rsidR="0048387F" w:rsidRPr="00773BEC">
              <w:t xml:space="preserve"> </w:t>
            </w:r>
            <w:r w:rsidR="00EF1607" w:rsidRPr="00773BEC">
              <w:t>2013</w:t>
            </w:r>
          </w:p>
        </w:tc>
        <w:tc>
          <w:tcPr>
            <w:tcW w:w="6802" w:type="dxa"/>
            <w:vAlign w:val="center"/>
          </w:tcPr>
          <w:p w14:paraId="75960684" w14:textId="77777777" w:rsidR="00EF1607" w:rsidRPr="00773BEC" w:rsidRDefault="00EF1607" w:rsidP="00134CE6">
            <w:pPr>
              <w:tabs>
                <w:tab w:val="left" w:pos="3118"/>
              </w:tabs>
              <w:overflowPunct/>
              <w:spacing w:after="0"/>
              <w:ind w:left="35" w:right="18" w:firstLine="14"/>
              <w:textAlignment w:val="auto"/>
            </w:pPr>
            <w:r w:rsidRPr="00773BEC">
              <w:t>Publication</w:t>
            </w:r>
          </w:p>
        </w:tc>
      </w:tr>
      <w:tr w:rsidR="00C43225" w:rsidRPr="00773BEC" w14:paraId="1B8D8D27" w14:textId="77777777" w:rsidTr="0048387F">
        <w:trPr>
          <w:jc w:val="center"/>
        </w:trPr>
        <w:tc>
          <w:tcPr>
            <w:tcW w:w="1246" w:type="dxa"/>
          </w:tcPr>
          <w:p w14:paraId="632EEAEA" w14:textId="77777777" w:rsidR="00C43225" w:rsidRPr="00773BEC" w:rsidRDefault="00C43225" w:rsidP="00951545">
            <w:pPr>
              <w:pStyle w:val="FP"/>
              <w:spacing w:before="80" w:after="80"/>
              <w:ind w:left="57"/>
            </w:pPr>
            <w:r w:rsidRPr="00773BEC">
              <w:t>V4.6.1</w:t>
            </w:r>
          </w:p>
        </w:tc>
        <w:tc>
          <w:tcPr>
            <w:tcW w:w="1586" w:type="dxa"/>
          </w:tcPr>
          <w:p w14:paraId="19F6FB50" w14:textId="71D7E970" w:rsidR="00C43225" w:rsidRPr="00773BEC" w:rsidRDefault="00C43225" w:rsidP="00951545">
            <w:pPr>
              <w:pStyle w:val="FP"/>
              <w:spacing w:before="80" w:after="80"/>
              <w:ind w:left="57"/>
            </w:pPr>
            <w:r w:rsidRPr="00773BEC">
              <w:t>June</w:t>
            </w:r>
            <w:r w:rsidR="0048387F" w:rsidRPr="00773BEC">
              <w:t xml:space="preserve"> </w:t>
            </w:r>
            <w:r w:rsidRPr="00773BEC">
              <w:t>2015</w:t>
            </w:r>
          </w:p>
        </w:tc>
        <w:tc>
          <w:tcPr>
            <w:tcW w:w="6802" w:type="dxa"/>
            <w:vAlign w:val="center"/>
          </w:tcPr>
          <w:p w14:paraId="3313D98C" w14:textId="77777777" w:rsidR="00C43225" w:rsidRPr="00773BEC" w:rsidRDefault="00C43225" w:rsidP="00134CE6">
            <w:pPr>
              <w:pStyle w:val="FP"/>
              <w:tabs>
                <w:tab w:val="left" w:pos="3118"/>
              </w:tabs>
              <w:spacing w:before="80" w:after="80"/>
              <w:ind w:left="57"/>
            </w:pPr>
            <w:r w:rsidRPr="00773BEC">
              <w:t>Publication</w:t>
            </w:r>
          </w:p>
        </w:tc>
      </w:tr>
      <w:tr w:rsidR="00A51779" w:rsidRPr="00773BEC" w14:paraId="334A8507" w14:textId="77777777" w:rsidTr="0048387F">
        <w:trPr>
          <w:jc w:val="center"/>
        </w:trPr>
        <w:tc>
          <w:tcPr>
            <w:tcW w:w="1246" w:type="dxa"/>
          </w:tcPr>
          <w:p w14:paraId="7299F05D" w14:textId="77777777" w:rsidR="00A51779" w:rsidRPr="00773BEC" w:rsidRDefault="00A51779" w:rsidP="0063264C">
            <w:pPr>
              <w:pStyle w:val="FP"/>
              <w:spacing w:before="80" w:after="80"/>
              <w:ind w:left="57"/>
            </w:pPr>
            <w:r w:rsidRPr="00773BEC">
              <w:t>V4.7.1</w:t>
            </w:r>
          </w:p>
        </w:tc>
        <w:tc>
          <w:tcPr>
            <w:tcW w:w="1586" w:type="dxa"/>
          </w:tcPr>
          <w:p w14:paraId="16A70FE1" w14:textId="01EAED9D" w:rsidR="00A51779" w:rsidRPr="00773BEC" w:rsidRDefault="00A51779" w:rsidP="0063264C">
            <w:pPr>
              <w:pStyle w:val="FP"/>
              <w:spacing w:before="80" w:after="80"/>
              <w:ind w:left="57"/>
            </w:pPr>
            <w:r w:rsidRPr="00773BEC">
              <w:t>May</w:t>
            </w:r>
            <w:r w:rsidR="0048387F" w:rsidRPr="00773BEC">
              <w:t xml:space="preserve"> </w:t>
            </w:r>
            <w:r w:rsidRPr="00773BEC">
              <w:t>2017</w:t>
            </w:r>
          </w:p>
        </w:tc>
        <w:tc>
          <w:tcPr>
            <w:tcW w:w="6802" w:type="dxa"/>
            <w:vAlign w:val="center"/>
          </w:tcPr>
          <w:p w14:paraId="2218FA64" w14:textId="77777777" w:rsidR="00A51779" w:rsidRPr="00773BEC" w:rsidRDefault="00A51779" w:rsidP="00134CE6">
            <w:pPr>
              <w:pStyle w:val="FP"/>
              <w:tabs>
                <w:tab w:val="left" w:pos="3118"/>
              </w:tabs>
              <w:spacing w:before="80" w:after="80"/>
              <w:ind w:left="57"/>
            </w:pPr>
            <w:r w:rsidRPr="00773BEC">
              <w:t>Publication</w:t>
            </w:r>
          </w:p>
        </w:tc>
      </w:tr>
      <w:tr w:rsidR="007E399A" w:rsidRPr="00773BEC" w14:paraId="2C28FEB0" w14:textId="77777777" w:rsidTr="0048387F">
        <w:trPr>
          <w:jc w:val="center"/>
        </w:trPr>
        <w:tc>
          <w:tcPr>
            <w:tcW w:w="1246" w:type="dxa"/>
            <w:tcBorders>
              <w:top w:val="single" w:sz="4" w:space="0" w:color="auto"/>
              <w:left w:val="single" w:sz="4" w:space="0" w:color="auto"/>
              <w:bottom w:val="single" w:sz="4" w:space="0" w:color="auto"/>
              <w:right w:val="single" w:sz="4" w:space="0" w:color="auto"/>
            </w:tcBorders>
          </w:tcPr>
          <w:p w14:paraId="41DABCB2" w14:textId="7D9A7E11" w:rsidR="007E399A" w:rsidRPr="00773BEC" w:rsidRDefault="007E399A" w:rsidP="008C0972">
            <w:pPr>
              <w:pStyle w:val="FP"/>
              <w:spacing w:before="80" w:after="80"/>
              <w:ind w:left="57"/>
            </w:pPr>
            <w:r w:rsidRPr="00773BEC">
              <w:t>V4.</w:t>
            </w:r>
            <w:r w:rsidR="0048387F" w:rsidRPr="00773BEC">
              <w:t>8.1</w:t>
            </w:r>
          </w:p>
        </w:tc>
        <w:tc>
          <w:tcPr>
            <w:tcW w:w="1586" w:type="dxa"/>
            <w:tcBorders>
              <w:top w:val="single" w:sz="4" w:space="0" w:color="auto"/>
              <w:left w:val="single" w:sz="4" w:space="0" w:color="auto"/>
              <w:bottom w:val="single" w:sz="4" w:space="0" w:color="auto"/>
              <w:right w:val="single" w:sz="4" w:space="0" w:color="auto"/>
            </w:tcBorders>
          </w:tcPr>
          <w:p w14:paraId="7F85D44C" w14:textId="002B51A5" w:rsidR="007E399A" w:rsidRPr="00773BEC" w:rsidRDefault="007E399A" w:rsidP="00FE3373">
            <w:pPr>
              <w:pStyle w:val="FP"/>
              <w:spacing w:before="80" w:after="80"/>
              <w:ind w:left="57"/>
            </w:pPr>
            <w:r w:rsidRPr="00773BEC">
              <w:t>March</w:t>
            </w:r>
            <w:r w:rsidR="0048387F" w:rsidRPr="00773BEC">
              <w:t xml:space="preserve"> </w:t>
            </w:r>
            <w:r w:rsidRPr="00773BEC">
              <w:t>2021</w:t>
            </w:r>
          </w:p>
        </w:tc>
        <w:tc>
          <w:tcPr>
            <w:tcW w:w="6802" w:type="dxa"/>
            <w:tcBorders>
              <w:top w:val="single" w:sz="4" w:space="0" w:color="auto"/>
              <w:left w:val="single" w:sz="4" w:space="0" w:color="auto"/>
              <w:bottom w:val="single" w:sz="4" w:space="0" w:color="auto"/>
              <w:right w:val="single" w:sz="4" w:space="0" w:color="auto"/>
            </w:tcBorders>
            <w:vAlign w:val="center"/>
          </w:tcPr>
          <w:p w14:paraId="4C2E6D6E" w14:textId="308125C1" w:rsidR="007E399A" w:rsidRPr="00773BEC" w:rsidRDefault="007E399A" w:rsidP="00FE3373">
            <w:pPr>
              <w:pStyle w:val="FP"/>
              <w:spacing w:before="80" w:after="80"/>
              <w:ind w:left="57"/>
            </w:pPr>
            <w:r w:rsidRPr="00773BEC">
              <w:t>Membership</w:t>
            </w:r>
            <w:r w:rsidR="0048387F" w:rsidRPr="00773BEC">
              <w:t xml:space="preserve"> </w:t>
            </w:r>
            <w:r w:rsidRPr="00773BEC">
              <w:t>Approval</w:t>
            </w:r>
            <w:r w:rsidR="0048387F" w:rsidRPr="00773BEC">
              <w:t xml:space="preserve"> </w:t>
            </w:r>
            <w:r w:rsidRPr="00773BEC">
              <w:t>Procedure</w:t>
            </w:r>
            <w:r w:rsidRPr="00773BEC">
              <w:tab/>
              <w:t>MV</w:t>
            </w:r>
            <w:r w:rsidR="0048387F" w:rsidRPr="00773BEC">
              <w:t xml:space="preserve"> 20210530</w:t>
            </w:r>
            <w:r w:rsidRPr="00773BEC">
              <w:t>:</w:t>
            </w:r>
            <w:r w:rsidR="0048387F" w:rsidRPr="00773BEC">
              <w:t xml:space="preserve"> 2021</w:t>
            </w:r>
            <w:r w:rsidRPr="00773BEC">
              <w:t>-</w:t>
            </w:r>
            <w:r w:rsidR="0048387F" w:rsidRPr="00773BEC">
              <w:t>03</w:t>
            </w:r>
            <w:r w:rsidRPr="00773BEC">
              <w:t>-</w:t>
            </w:r>
            <w:r w:rsidR="0048387F" w:rsidRPr="00773BEC">
              <w:t xml:space="preserve">31 </w:t>
            </w:r>
            <w:r w:rsidRPr="00773BEC">
              <w:t>to</w:t>
            </w:r>
            <w:r w:rsidR="0048387F" w:rsidRPr="00773BEC">
              <w:t xml:space="preserve"> 2021</w:t>
            </w:r>
            <w:r w:rsidRPr="00773BEC">
              <w:t>-</w:t>
            </w:r>
            <w:r w:rsidR="0048387F" w:rsidRPr="00773BEC">
              <w:t>05</w:t>
            </w:r>
            <w:r w:rsidRPr="00773BEC">
              <w:t>-</w:t>
            </w:r>
            <w:r w:rsidR="0048387F" w:rsidRPr="00773BEC">
              <w:t>31</w:t>
            </w:r>
          </w:p>
        </w:tc>
      </w:tr>
      <w:tr w:rsidR="00134CE6" w:rsidRPr="00773BEC" w14:paraId="70C81E35" w14:textId="77777777" w:rsidTr="0048387F">
        <w:trPr>
          <w:jc w:val="center"/>
        </w:trPr>
        <w:tc>
          <w:tcPr>
            <w:tcW w:w="1246" w:type="dxa"/>
            <w:tcBorders>
              <w:top w:val="single" w:sz="4" w:space="0" w:color="auto"/>
              <w:left w:val="single" w:sz="4" w:space="0" w:color="auto"/>
              <w:bottom w:val="single" w:sz="4" w:space="0" w:color="auto"/>
              <w:right w:val="single" w:sz="4" w:space="0" w:color="auto"/>
            </w:tcBorders>
          </w:tcPr>
          <w:p w14:paraId="2BC1D713" w14:textId="27D2BD6D" w:rsidR="00134CE6" w:rsidRPr="00773BEC" w:rsidRDefault="00134CE6" w:rsidP="008C0972">
            <w:pPr>
              <w:pStyle w:val="FP"/>
              <w:spacing w:before="80" w:after="80"/>
              <w:ind w:left="57"/>
            </w:pPr>
            <w:r>
              <w:t>V4.8.1</w:t>
            </w:r>
          </w:p>
        </w:tc>
        <w:tc>
          <w:tcPr>
            <w:tcW w:w="1586" w:type="dxa"/>
            <w:tcBorders>
              <w:top w:val="single" w:sz="4" w:space="0" w:color="auto"/>
              <w:left w:val="single" w:sz="4" w:space="0" w:color="auto"/>
              <w:bottom w:val="single" w:sz="4" w:space="0" w:color="auto"/>
              <w:right w:val="single" w:sz="4" w:space="0" w:color="auto"/>
            </w:tcBorders>
          </w:tcPr>
          <w:p w14:paraId="4664CFB0" w14:textId="5F847228" w:rsidR="00134CE6" w:rsidRPr="00773BEC" w:rsidRDefault="00FE3373" w:rsidP="00FE3373">
            <w:pPr>
              <w:pStyle w:val="FP"/>
              <w:spacing w:before="80" w:after="80"/>
              <w:ind w:left="57"/>
            </w:pPr>
            <w:r>
              <w:t>June</w:t>
            </w:r>
            <w:r w:rsidR="00134CE6">
              <w:t xml:space="preserve"> 2021</w:t>
            </w:r>
          </w:p>
        </w:tc>
        <w:tc>
          <w:tcPr>
            <w:tcW w:w="6802" w:type="dxa"/>
            <w:tcBorders>
              <w:top w:val="single" w:sz="4" w:space="0" w:color="auto"/>
              <w:left w:val="single" w:sz="4" w:space="0" w:color="auto"/>
              <w:bottom w:val="single" w:sz="4" w:space="0" w:color="auto"/>
              <w:right w:val="single" w:sz="4" w:space="0" w:color="auto"/>
            </w:tcBorders>
            <w:vAlign w:val="center"/>
          </w:tcPr>
          <w:p w14:paraId="24808056" w14:textId="2680348F" w:rsidR="00134CE6" w:rsidRPr="00773BEC" w:rsidRDefault="00134CE6" w:rsidP="00FE3373">
            <w:pPr>
              <w:pStyle w:val="FP"/>
              <w:spacing w:before="80" w:after="80"/>
              <w:ind w:left="57"/>
            </w:pPr>
            <w:r>
              <w:t>Publication</w:t>
            </w:r>
          </w:p>
        </w:tc>
      </w:tr>
    </w:tbl>
    <w:p w14:paraId="3BBF64BA" w14:textId="77777777" w:rsidR="000F1CCA" w:rsidRPr="00773BEC" w:rsidRDefault="000F1CCA"/>
    <w:sectPr w:rsidR="000F1CCA" w:rsidRPr="00773BEC" w:rsidSect="00134CE6">
      <w:headerReference w:type="default" r:id="rId17"/>
      <w:footerReference w:type="default" r:id="rId18"/>
      <w:footnotePr>
        <w:numRestart w:val="eachSect"/>
      </w:footnotePr>
      <w:pgSz w:w="11907" w:h="16840"/>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4FE99D" w14:textId="77777777" w:rsidR="00D37FAE" w:rsidRDefault="00D37FAE">
      <w:r>
        <w:separator/>
      </w:r>
    </w:p>
  </w:endnote>
  <w:endnote w:type="continuationSeparator" w:id="0">
    <w:p w14:paraId="5985CC4D" w14:textId="77777777" w:rsidR="00D37FAE" w:rsidRDefault="00D37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5F8BF" w14:textId="77777777" w:rsidR="00134CE6" w:rsidRDefault="00134CE6">
    <w:pPr>
      <w:pStyle w:val="Footer"/>
    </w:pPr>
  </w:p>
  <w:p w14:paraId="65B47966" w14:textId="77777777" w:rsidR="00134CE6" w:rsidRDefault="00134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45A96" w14:textId="6037F8C7" w:rsidR="0092729C" w:rsidRPr="00134CE6" w:rsidRDefault="00134CE6" w:rsidP="00134CE6">
    <w:pPr>
      <w:pStyle w:val="Footer"/>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DF143" w14:textId="77777777" w:rsidR="00D37FAE" w:rsidRDefault="00D37FAE">
      <w:r>
        <w:separator/>
      </w:r>
    </w:p>
  </w:footnote>
  <w:footnote w:type="continuationSeparator" w:id="0">
    <w:p w14:paraId="7FF26713" w14:textId="77777777" w:rsidR="00D37FAE" w:rsidRDefault="00D37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CF0A8" w14:textId="77777777" w:rsidR="00134CE6" w:rsidRDefault="00134CE6">
    <w:pPr>
      <w:pStyle w:val="Header"/>
    </w:pPr>
    <w:r>
      <w:rPr>
        <w:lang w:eastAsia="en-GB"/>
      </w:rPr>
      <w:drawing>
        <wp:anchor distT="0" distB="0" distL="114300" distR="114300" simplePos="0" relativeHeight="251659264" behindDoc="1" locked="0" layoutInCell="1" allowOverlap="1" wp14:anchorId="00A0F330" wp14:editId="399E398D">
          <wp:simplePos x="0" y="0"/>
          <wp:positionH relativeFrom="column">
            <wp:posOffset>-100965</wp:posOffset>
          </wp:positionH>
          <wp:positionV relativeFrom="paragraph">
            <wp:posOffset>998220</wp:posOffset>
          </wp:positionV>
          <wp:extent cx="6607810" cy="2876550"/>
          <wp:effectExtent l="19050" t="0" r="2540" b="0"/>
          <wp:wrapNone/>
          <wp:docPr id="13" name="Picture 13"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16BAAE" w14:textId="00BBDD01" w:rsidR="00134CE6" w:rsidRDefault="00134CE6" w:rsidP="00134CE6">
    <w:pPr>
      <w:pStyle w:val="Header"/>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FE3373">
      <w:t>ETSI ES 201 873-8 V4.8.1 (2021-06)</w:t>
    </w:r>
    <w:r>
      <w:rPr>
        <w:noProof w:val="0"/>
      </w:rPr>
      <w:fldChar w:fldCharType="end"/>
    </w:r>
  </w:p>
  <w:p w14:paraId="7704589C" w14:textId="77777777" w:rsidR="00134CE6" w:rsidRDefault="00134CE6" w:rsidP="00134CE6">
    <w:pPr>
      <w:pStyle w:val="Header"/>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t>22</w:t>
    </w:r>
    <w:r>
      <w:rPr>
        <w:noProof w:val="0"/>
      </w:rPr>
      <w:fldChar w:fldCharType="end"/>
    </w:r>
  </w:p>
  <w:p w14:paraId="7CC849BC" w14:textId="7EAEEFAC" w:rsidR="00134CE6" w:rsidRDefault="00134CE6" w:rsidP="00134CE6">
    <w:pPr>
      <w:pStyle w:val="Header"/>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3369DA84" w14:textId="77777777" w:rsidR="0092729C" w:rsidRPr="00134CE6" w:rsidRDefault="0092729C" w:rsidP="00134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7A1FEA"/>
    <w:multiLevelType w:val="multilevel"/>
    <w:tmpl w:val="FDBE16F8"/>
    <w:lvl w:ilvl="0">
      <w:start w:val="8"/>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51766EA"/>
    <w:multiLevelType w:val="hybridMultilevel"/>
    <w:tmpl w:val="CE067856"/>
    <w:lvl w:ilvl="0" w:tplc="D59071A8">
      <w:start w:val="1"/>
      <w:numFmt w:val="bullet"/>
      <w:lvlText w:val=""/>
      <w:lvlJc w:val="left"/>
      <w:pPr>
        <w:tabs>
          <w:tab w:val="num" w:pos="567"/>
        </w:tabs>
        <w:ind w:left="568"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B45784F"/>
    <w:multiLevelType w:val="hybridMultilevel"/>
    <w:tmpl w:val="B8AC440C"/>
    <w:lvl w:ilvl="0" w:tplc="BC7A344C">
      <w:start w:val="1"/>
      <w:numFmt w:val="bullet"/>
      <w:lvlText w:val=""/>
      <w:lvlJc w:val="left"/>
      <w:pPr>
        <w:tabs>
          <w:tab w:val="num" w:pos="567"/>
        </w:tabs>
        <w:ind w:left="568"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9E014F"/>
    <w:multiLevelType w:val="hybridMultilevel"/>
    <w:tmpl w:val="DBDC3FF8"/>
    <w:lvl w:ilvl="0" w:tplc="A6F0B8F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59C6FD9"/>
    <w:multiLevelType w:val="multilevel"/>
    <w:tmpl w:val="0590BF60"/>
    <w:lvl w:ilvl="0">
      <w:start w:val="2"/>
      <w:numFmt w:val="upperLetter"/>
      <w:lvlText w:val="Annex %1"/>
      <w:lvlJc w:val="left"/>
      <w:pPr>
        <w:tabs>
          <w:tab w:val="num" w:pos="1440"/>
        </w:tabs>
        <w:ind w:left="432" w:hanging="432"/>
      </w:pPr>
    </w:lvl>
    <w:lvl w:ilvl="1">
      <w:start w:val="2"/>
      <w:numFmt w:val="decimal"/>
      <w:lvlText w:val="%1.%2"/>
      <w:lvlJc w:val="left"/>
      <w:pPr>
        <w:tabs>
          <w:tab w:val="num" w:pos="576"/>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440"/>
        </w:tabs>
        <w:ind w:left="1008" w:hanging="1008"/>
      </w:pPr>
    </w:lvl>
    <w:lvl w:ilvl="5">
      <w:start w:val="1"/>
      <w:numFmt w:val="decimal"/>
      <w:lvlText w:val="%1.%2.%3.%4.%5.%6"/>
      <w:lvlJc w:val="left"/>
      <w:pPr>
        <w:tabs>
          <w:tab w:val="num" w:pos="1800"/>
        </w:tabs>
        <w:ind w:left="1152" w:hanging="1152"/>
      </w:pPr>
    </w:lvl>
    <w:lvl w:ilvl="6">
      <w:start w:val="1"/>
      <w:numFmt w:val="decimal"/>
      <w:lvlText w:val="%1.%2.%3.%4.%5.%6.%7"/>
      <w:lvlJc w:val="left"/>
      <w:pPr>
        <w:tabs>
          <w:tab w:val="num" w:pos="1800"/>
        </w:tabs>
        <w:ind w:left="1296" w:hanging="1296"/>
      </w:pPr>
    </w:lvl>
    <w:lvl w:ilvl="7">
      <w:start w:val="1"/>
      <w:numFmt w:val="decimal"/>
      <w:lvlText w:val="%1.%2.%3.%4.%5.%6.%7.%8"/>
      <w:lvlJc w:val="left"/>
      <w:pPr>
        <w:tabs>
          <w:tab w:val="num" w:pos="2160"/>
        </w:tabs>
        <w:ind w:left="1440" w:hanging="1440"/>
      </w:pPr>
    </w:lvl>
    <w:lvl w:ilvl="8">
      <w:start w:val="1"/>
      <w:numFmt w:val="decimal"/>
      <w:lvlText w:val="%1.%2.%3.%4.%5.%6.%7.%8.%9"/>
      <w:lvlJc w:val="left"/>
      <w:pPr>
        <w:tabs>
          <w:tab w:val="num" w:pos="2520"/>
        </w:tabs>
        <w:ind w:left="1584" w:hanging="1584"/>
      </w:pPr>
    </w:lvl>
  </w:abstractNum>
  <w:abstractNum w:abstractNumId="25"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1FF17A6"/>
    <w:multiLevelType w:val="hybridMultilevel"/>
    <w:tmpl w:val="61AA37EA"/>
    <w:lvl w:ilvl="0" w:tplc="67861E6E">
      <w:start w:val="1"/>
      <w:numFmt w:val="bullet"/>
      <w:lvlText w:val=""/>
      <w:lvlJc w:val="left"/>
      <w:pPr>
        <w:tabs>
          <w:tab w:val="num" w:pos="567"/>
        </w:tabs>
        <w:ind w:left="568" w:hanging="284"/>
      </w:pPr>
      <w:rPr>
        <w:rFonts w:ascii="Symbol" w:hAnsi="Symbol" w:hint="default"/>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DD2294"/>
    <w:multiLevelType w:val="singleLevel"/>
    <w:tmpl w:val="C52E2F3C"/>
    <w:lvl w:ilvl="0">
      <w:start w:val="1"/>
      <w:numFmt w:val="decimal"/>
      <w:lvlText w:val="Figure %1."/>
      <w:lvlJc w:val="left"/>
      <w:pPr>
        <w:tabs>
          <w:tab w:val="num" w:pos="1080"/>
        </w:tabs>
        <w:ind w:left="360" w:hanging="360"/>
      </w:pPr>
    </w:lvl>
  </w:abstractNum>
  <w:abstractNum w:abstractNumId="32"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F6517A7"/>
    <w:multiLevelType w:val="multilevel"/>
    <w:tmpl w:val="B8F0702C"/>
    <w:lvl w:ilvl="0">
      <w:start w:val="1"/>
      <w:numFmt w:val="bullet"/>
      <w:lvlText w:val=""/>
      <w:lvlJc w:val="left"/>
      <w:pPr>
        <w:tabs>
          <w:tab w:val="num" w:pos="567"/>
        </w:tabs>
        <w:ind w:left="568" w:hanging="284"/>
      </w:pPr>
      <w:rPr>
        <w:rFonts w:ascii="Symbol" w:hAnsi="Symbol" w:hint="default"/>
        <w:color w:val="0000F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E41752"/>
    <w:multiLevelType w:val="hybridMultilevel"/>
    <w:tmpl w:val="1860A2C8"/>
    <w:lvl w:ilvl="0" w:tplc="88FEEAB0">
      <w:start w:val="1"/>
      <w:numFmt w:val="bullet"/>
      <w:lvlText w:val=""/>
      <w:lvlJc w:val="left"/>
      <w:pPr>
        <w:tabs>
          <w:tab w:val="num" w:pos="567"/>
        </w:tabs>
        <w:ind w:left="568" w:hanging="284"/>
      </w:pPr>
      <w:rPr>
        <w:rFonts w:ascii="Symbol" w:hAnsi="Symbol" w:hint="default"/>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7AC27CE"/>
    <w:multiLevelType w:val="multilevel"/>
    <w:tmpl w:val="4B5EBB8C"/>
    <w:lvl w:ilvl="0">
      <w:start w:val="2"/>
      <w:numFmt w:val="upperLetter"/>
      <w:lvlText w:val="Annex %1"/>
      <w:lvlJc w:val="left"/>
      <w:pPr>
        <w:tabs>
          <w:tab w:val="num" w:pos="1440"/>
        </w:tabs>
        <w:ind w:left="432" w:hanging="432"/>
      </w:pPr>
    </w:lvl>
    <w:lvl w:ilvl="1">
      <w:start w:val="2"/>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440"/>
        </w:tabs>
        <w:ind w:left="1008" w:hanging="1008"/>
      </w:pPr>
    </w:lvl>
    <w:lvl w:ilvl="5">
      <w:start w:val="1"/>
      <w:numFmt w:val="decimal"/>
      <w:lvlText w:val="%1.%2.%3.%4.%5.%6"/>
      <w:lvlJc w:val="left"/>
      <w:pPr>
        <w:tabs>
          <w:tab w:val="num" w:pos="1800"/>
        </w:tabs>
        <w:ind w:left="1152" w:hanging="1152"/>
      </w:pPr>
    </w:lvl>
    <w:lvl w:ilvl="6">
      <w:start w:val="1"/>
      <w:numFmt w:val="decimal"/>
      <w:lvlText w:val="%1.%2.%3.%4.%5.%6.%7"/>
      <w:lvlJc w:val="left"/>
      <w:pPr>
        <w:tabs>
          <w:tab w:val="num" w:pos="1800"/>
        </w:tabs>
        <w:ind w:left="1296" w:hanging="1296"/>
      </w:pPr>
    </w:lvl>
    <w:lvl w:ilvl="7">
      <w:start w:val="1"/>
      <w:numFmt w:val="decimal"/>
      <w:lvlText w:val="%1.%2.%3.%4.%5.%6.%7.%8"/>
      <w:lvlJc w:val="left"/>
      <w:pPr>
        <w:tabs>
          <w:tab w:val="num" w:pos="2160"/>
        </w:tabs>
        <w:ind w:left="1440" w:hanging="1440"/>
      </w:pPr>
    </w:lvl>
    <w:lvl w:ilvl="8">
      <w:start w:val="1"/>
      <w:numFmt w:val="decimal"/>
      <w:lvlText w:val="%1.%2.%3.%4.%5.%6.%7.%8.%9"/>
      <w:lvlJc w:val="left"/>
      <w:pPr>
        <w:tabs>
          <w:tab w:val="num" w:pos="2520"/>
        </w:tabs>
        <w:ind w:left="1584" w:hanging="1584"/>
      </w:pPr>
    </w:lvl>
  </w:abstractNum>
  <w:abstractNum w:abstractNumId="37" w15:restartNumberingAfterBreak="0">
    <w:nsid w:val="5B773754"/>
    <w:multiLevelType w:val="multilevel"/>
    <w:tmpl w:val="EEF0FE9A"/>
    <w:lvl w:ilvl="0">
      <w:start w:val="1"/>
      <w:numFmt w:val="bullet"/>
      <w:lvlText w:val=""/>
      <w:lvlJc w:val="left"/>
      <w:pPr>
        <w:tabs>
          <w:tab w:val="num" w:pos="567"/>
        </w:tabs>
        <w:ind w:left="568"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5244B5"/>
    <w:multiLevelType w:val="multilevel"/>
    <w:tmpl w:val="D98ECAE8"/>
    <w:lvl w:ilvl="0">
      <w:start w:val="1"/>
      <w:numFmt w:val="bullet"/>
      <w:lvlText w:val=""/>
      <w:lvlJc w:val="left"/>
      <w:pPr>
        <w:tabs>
          <w:tab w:val="num" w:pos="567"/>
        </w:tabs>
        <w:ind w:left="568" w:hanging="284"/>
      </w:pPr>
      <w:rPr>
        <w:rFonts w:ascii="Symbol" w:hAnsi="Symbol" w:hint="default"/>
        <w:color w:val="0000F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BFD2113"/>
    <w:multiLevelType w:val="multilevel"/>
    <w:tmpl w:val="8B0E20AC"/>
    <w:lvl w:ilvl="0">
      <w:start w:val="11"/>
      <w:numFmt w:val="decimal"/>
      <w:lvlText w:val="%1"/>
      <w:lvlJc w:val="left"/>
      <w:pPr>
        <w:tabs>
          <w:tab w:val="num" w:pos="1128"/>
        </w:tabs>
        <w:ind w:left="1128" w:hanging="1128"/>
      </w:pPr>
      <w:rPr>
        <w:rFonts w:hint="default"/>
      </w:rPr>
    </w:lvl>
    <w:lvl w:ilvl="1">
      <w:start w:val="8"/>
      <w:numFmt w:val="decimal"/>
      <w:lvlText w:val="%1.%2"/>
      <w:lvlJc w:val="left"/>
      <w:pPr>
        <w:tabs>
          <w:tab w:val="num" w:pos="1128"/>
        </w:tabs>
        <w:ind w:left="1128" w:hanging="1128"/>
      </w:pPr>
      <w:rPr>
        <w:rFonts w:hint="default"/>
      </w:rPr>
    </w:lvl>
    <w:lvl w:ilvl="2">
      <w:start w:val="1"/>
      <w:numFmt w:val="decimal"/>
      <w:lvlText w:val="%1.%2.%3"/>
      <w:lvlJc w:val="left"/>
      <w:pPr>
        <w:tabs>
          <w:tab w:val="num" w:pos="1128"/>
        </w:tabs>
        <w:ind w:left="1128" w:hanging="1128"/>
      </w:pPr>
      <w:rPr>
        <w:rFonts w:hint="default"/>
      </w:rPr>
    </w:lvl>
    <w:lvl w:ilvl="3">
      <w:start w:val="1"/>
      <w:numFmt w:val="decimal"/>
      <w:lvlText w:val="%1.%2.%3.%4"/>
      <w:lvlJc w:val="left"/>
      <w:pPr>
        <w:tabs>
          <w:tab w:val="num" w:pos="1128"/>
        </w:tabs>
        <w:ind w:left="1128" w:hanging="1128"/>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46" w15:restartNumberingAfterBreak="0">
    <w:nsid w:val="7D3A7BB3"/>
    <w:multiLevelType w:val="multilevel"/>
    <w:tmpl w:val="7A048164"/>
    <w:lvl w:ilvl="0">
      <w:start w:val="1"/>
      <w:numFmt w:val="bullet"/>
      <w:lvlText w:val=""/>
      <w:lvlJc w:val="left"/>
      <w:pPr>
        <w:tabs>
          <w:tab w:val="num" w:pos="567"/>
        </w:tabs>
        <w:ind w:left="568"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21"/>
  </w:num>
  <w:num w:numId="3">
    <w:abstractNumId w:val="44"/>
  </w:num>
  <w:num w:numId="4">
    <w:abstractNumId w:val="16"/>
  </w:num>
  <w:num w:numId="5">
    <w:abstractNumId w:val="25"/>
  </w:num>
  <w:num w:numId="6">
    <w:abstractNumId w:val="32"/>
  </w:num>
  <w:num w:numId="7">
    <w:abstractNumId w:val="10"/>
    <w:lvlOverride w:ilvl="0">
      <w:lvl w:ilvl="0">
        <w:numFmt w:val="bullet"/>
        <w:lvlText w:val=""/>
        <w:legacy w:legacy="1" w:legacySpace="0" w:legacyIndent="0"/>
        <w:lvlJc w:val="left"/>
        <w:rPr>
          <w:rFonts w:ascii="Symbol" w:hAnsi="Symbol" w:hint="default"/>
        </w:rPr>
      </w:lvl>
    </w:lvlOverride>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0"/>
  </w:num>
  <w:num w:numId="19">
    <w:abstractNumId w:val="39"/>
  </w:num>
  <w:num w:numId="20">
    <w:abstractNumId w:val="28"/>
  </w:num>
  <w:num w:numId="21">
    <w:abstractNumId w:val="37"/>
  </w:num>
  <w:num w:numId="22">
    <w:abstractNumId w:val="30"/>
  </w:num>
  <w:num w:numId="23">
    <w:abstractNumId w:val="38"/>
  </w:num>
  <w:num w:numId="24">
    <w:abstractNumId w:val="15"/>
  </w:num>
  <w:num w:numId="25">
    <w:abstractNumId w:val="46"/>
  </w:num>
  <w:num w:numId="26">
    <w:abstractNumId w:val="34"/>
  </w:num>
  <w:num w:numId="27">
    <w:abstractNumId w:val="33"/>
  </w:num>
  <w:num w:numId="28">
    <w:abstractNumId w:val="12"/>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36"/>
  </w:num>
  <w:num w:numId="33">
    <w:abstractNumId w:val="24"/>
  </w:num>
  <w:num w:numId="34">
    <w:abstractNumId w:val="42"/>
  </w:num>
  <w:num w:numId="35">
    <w:abstractNumId w:val="11"/>
  </w:num>
  <w:num w:numId="36">
    <w:abstractNumId w:val="35"/>
  </w:num>
  <w:num w:numId="37">
    <w:abstractNumId w:val="19"/>
  </w:num>
  <w:num w:numId="38">
    <w:abstractNumId w:val="14"/>
  </w:num>
  <w:num w:numId="39">
    <w:abstractNumId w:val="17"/>
  </w:num>
  <w:num w:numId="40">
    <w:abstractNumId w:val="29"/>
  </w:num>
  <w:num w:numId="41">
    <w:abstractNumId w:val="41"/>
  </w:num>
  <w:num w:numId="42">
    <w:abstractNumId w:val="26"/>
  </w:num>
  <w:num w:numId="43">
    <w:abstractNumId w:val="13"/>
  </w:num>
  <w:num w:numId="44">
    <w:abstractNumId w:val="27"/>
  </w:num>
  <w:num w:numId="45">
    <w:abstractNumId w:val="18"/>
  </w:num>
  <w:num w:numId="46">
    <w:abstractNumId w:val="23"/>
  </w:num>
  <w:num w:numId="47">
    <w:abstractNumId w:val="40"/>
  </w:num>
  <w:num w:numId="48">
    <w:abstractNumId w:val="43"/>
  </w:num>
  <w:num w:numId="49">
    <w:abstractNumId w:val="22"/>
  </w:num>
  <w:num w:numId="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3"/>
  <w:doNotHyphenateCaps/>
  <w:drawingGridHorizontalSpacing w:val="100"/>
  <w:displayHorizontalDrawingGridEvery w:val="0"/>
  <w:displayVerticalDrawingGridEvery w:val="0"/>
  <w:doNotShadeFormData/>
  <w:noPunctuationKerning/>
  <w:characterSpacingControl w:val="doNotCompress"/>
  <w:hdrShapeDefaults>
    <o:shapedefaults v:ext="edit" spidmax="1433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2D5"/>
    <w:rsid w:val="000018F1"/>
    <w:rsid w:val="000045B5"/>
    <w:rsid w:val="00005EA4"/>
    <w:rsid w:val="000119B0"/>
    <w:rsid w:val="0001607F"/>
    <w:rsid w:val="0002543C"/>
    <w:rsid w:val="00025C21"/>
    <w:rsid w:val="00026A2F"/>
    <w:rsid w:val="00033EFD"/>
    <w:rsid w:val="00036F1F"/>
    <w:rsid w:val="000400BC"/>
    <w:rsid w:val="0004441C"/>
    <w:rsid w:val="00061484"/>
    <w:rsid w:val="00081B55"/>
    <w:rsid w:val="000930BE"/>
    <w:rsid w:val="000959A5"/>
    <w:rsid w:val="00095C85"/>
    <w:rsid w:val="000A50F9"/>
    <w:rsid w:val="000A75F9"/>
    <w:rsid w:val="000B3662"/>
    <w:rsid w:val="000B5AE2"/>
    <w:rsid w:val="000D00A3"/>
    <w:rsid w:val="000D0930"/>
    <w:rsid w:val="000D0AB3"/>
    <w:rsid w:val="000D0DCD"/>
    <w:rsid w:val="000D697C"/>
    <w:rsid w:val="000E206C"/>
    <w:rsid w:val="000E2C5C"/>
    <w:rsid w:val="000E4059"/>
    <w:rsid w:val="000F1CCA"/>
    <w:rsid w:val="000F6C06"/>
    <w:rsid w:val="00106157"/>
    <w:rsid w:val="00112D39"/>
    <w:rsid w:val="00113AC0"/>
    <w:rsid w:val="00115FF1"/>
    <w:rsid w:val="001220C0"/>
    <w:rsid w:val="0012656C"/>
    <w:rsid w:val="00131192"/>
    <w:rsid w:val="00131627"/>
    <w:rsid w:val="0013365F"/>
    <w:rsid w:val="001337F8"/>
    <w:rsid w:val="00134CE6"/>
    <w:rsid w:val="001374B2"/>
    <w:rsid w:val="001515AD"/>
    <w:rsid w:val="00151971"/>
    <w:rsid w:val="00157332"/>
    <w:rsid w:val="00157B01"/>
    <w:rsid w:val="001620AF"/>
    <w:rsid w:val="00172FEA"/>
    <w:rsid w:val="00174D94"/>
    <w:rsid w:val="00175E87"/>
    <w:rsid w:val="00181BB8"/>
    <w:rsid w:val="00185422"/>
    <w:rsid w:val="00185A2A"/>
    <w:rsid w:val="001909B1"/>
    <w:rsid w:val="00192F88"/>
    <w:rsid w:val="001930EE"/>
    <w:rsid w:val="001936DD"/>
    <w:rsid w:val="00197315"/>
    <w:rsid w:val="001A4507"/>
    <w:rsid w:val="001C15E2"/>
    <w:rsid w:val="001C29E2"/>
    <w:rsid w:val="001C2EFC"/>
    <w:rsid w:val="001C459F"/>
    <w:rsid w:val="001D5A9E"/>
    <w:rsid w:val="001D63C1"/>
    <w:rsid w:val="001E32D3"/>
    <w:rsid w:val="001E5213"/>
    <w:rsid w:val="001E5522"/>
    <w:rsid w:val="001F7F75"/>
    <w:rsid w:val="002054ED"/>
    <w:rsid w:val="00215EB8"/>
    <w:rsid w:val="00222B9B"/>
    <w:rsid w:val="0023032D"/>
    <w:rsid w:val="00232F04"/>
    <w:rsid w:val="002333C2"/>
    <w:rsid w:val="0024081F"/>
    <w:rsid w:val="00242E38"/>
    <w:rsid w:val="00244880"/>
    <w:rsid w:val="00244E93"/>
    <w:rsid w:val="00245069"/>
    <w:rsid w:val="00245C1A"/>
    <w:rsid w:val="00246E09"/>
    <w:rsid w:val="00247AF1"/>
    <w:rsid w:val="0025189C"/>
    <w:rsid w:val="00261E77"/>
    <w:rsid w:val="002634D8"/>
    <w:rsid w:val="002643D0"/>
    <w:rsid w:val="00267E72"/>
    <w:rsid w:val="0027318B"/>
    <w:rsid w:val="002778C2"/>
    <w:rsid w:val="002839F5"/>
    <w:rsid w:val="00294B3A"/>
    <w:rsid w:val="00294B6A"/>
    <w:rsid w:val="002964F0"/>
    <w:rsid w:val="002A1F07"/>
    <w:rsid w:val="002A2523"/>
    <w:rsid w:val="002A574C"/>
    <w:rsid w:val="002B0F33"/>
    <w:rsid w:val="002B0F48"/>
    <w:rsid w:val="002B2DC1"/>
    <w:rsid w:val="002B371A"/>
    <w:rsid w:val="002C3269"/>
    <w:rsid w:val="002C6144"/>
    <w:rsid w:val="002D18DD"/>
    <w:rsid w:val="002E0CF4"/>
    <w:rsid w:val="002F33A8"/>
    <w:rsid w:val="002F516F"/>
    <w:rsid w:val="002F56BE"/>
    <w:rsid w:val="0030208B"/>
    <w:rsid w:val="0030218D"/>
    <w:rsid w:val="003074D9"/>
    <w:rsid w:val="003113C2"/>
    <w:rsid w:val="003165B1"/>
    <w:rsid w:val="00317849"/>
    <w:rsid w:val="00320F6B"/>
    <w:rsid w:val="00323C6B"/>
    <w:rsid w:val="00327330"/>
    <w:rsid w:val="00334314"/>
    <w:rsid w:val="003369E6"/>
    <w:rsid w:val="003404AD"/>
    <w:rsid w:val="00341B55"/>
    <w:rsid w:val="00342D48"/>
    <w:rsid w:val="003447DA"/>
    <w:rsid w:val="00346144"/>
    <w:rsid w:val="00346F94"/>
    <w:rsid w:val="00357F2A"/>
    <w:rsid w:val="003623E2"/>
    <w:rsid w:val="00371ABC"/>
    <w:rsid w:val="00374737"/>
    <w:rsid w:val="00376E84"/>
    <w:rsid w:val="003811ED"/>
    <w:rsid w:val="00386B65"/>
    <w:rsid w:val="00391ACE"/>
    <w:rsid w:val="003949E3"/>
    <w:rsid w:val="00397CBD"/>
    <w:rsid w:val="003A1A6F"/>
    <w:rsid w:val="003A3749"/>
    <w:rsid w:val="003A3DF7"/>
    <w:rsid w:val="003B502C"/>
    <w:rsid w:val="003C00CA"/>
    <w:rsid w:val="003C14C5"/>
    <w:rsid w:val="003C3607"/>
    <w:rsid w:val="003C3F3B"/>
    <w:rsid w:val="003D1530"/>
    <w:rsid w:val="003D2841"/>
    <w:rsid w:val="003D6375"/>
    <w:rsid w:val="003D6FC1"/>
    <w:rsid w:val="003E2A7B"/>
    <w:rsid w:val="003E3A1F"/>
    <w:rsid w:val="003F10CF"/>
    <w:rsid w:val="003F2180"/>
    <w:rsid w:val="003F5E89"/>
    <w:rsid w:val="003F5EE8"/>
    <w:rsid w:val="003F6F20"/>
    <w:rsid w:val="00402AF2"/>
    <w:rsid w:val="00405F68"/>
    <w:rsid w:val="004119C9"/>
    <w:rsid w:val="0041231E"/>
    <w:rsid w:val="00415618"/>
    <w:rsid w:val="00420A31"/>
    <w:rsid w:val="00431350"/>
    <w:rsid w:val="00431FE2"/>
    <w:rsid w:val="004323F4"/>
    <w:rsid w:val="004367CC"/>
    <w:rsid w:val="00446584"/>
    <w:rsid w:val="00454504"/>
    <w:rsid w:val="00461B26"/>
    <w:rsid w:val="004624A1"/>
    <w:rsid w:val="00467D2A"/>
    <w:rsid w:val="00472658"/>
    <w:rsid w:val="00472CC4"/>
    <w:rsid w:val="00482562"/>
    <w:rsid w:val="0048387F"/>
    <w:rsid w:val="00486ED7"/>
    <w:rsid w:val="00487421"/>
    <w:rsid w:val="00487D8F"/>
    <w:rsid w:val="00491323"/>
    <w:rsid w:val="004A13B4"/>
    <w:rsid w:val="004A183D"/>
    <w:rsid w:val="004B35E2"/>
    <w:rsid w:val="004B7665"/>
    <w:rsid w:val="004C0BEA"/>
    <w:rsid w:val="004C5C33"/>
    <w:rsid w:val="004C72EE"/>
    <w:rsid w:val="004D6555"/>
    <w:rsid w:val="004D6C07"/>
    <w:rsid w:val="004F41B3"/>
    <w:rsid w:val="004F7304"/>
    <w:rsid w:val="005059C7"/>
    <w:rsid w:val="005066EC"/>
    <w:rsid w:val="005075BA"/>
    <w:rsid w:val="00513D21"/>
    <w:rsid w:val="005145AA"/>
    <w:rsid w:val="005233D4"/>
    <w:rsid w:val="00526C94"/>
    <w:rsid w:val="00533983"/>
    <w:rsid w:val="0053662B"/>
    <w:rsid w:val="005409E6"/>
    <w:rsid w:val="00552331"/>
    <w:rsid w:val="0057480E"/>
    <w:rsid w:val="005759E3"/>
    <w:rsid w:val="00576C10"/>
    <w:rsid w:val="00577CA2"/>
    <w:rsid w:val="00581612"/>
    <w:rsid w:val="0058600F"/>
    <w:rsid w:val="00587719"/>
    <w:rsid w:val="00587A3A"/>
    <w:rsid w:val="00592B40"/>
    <w:rsid w:val="00593CFF"/>
    <w:rsid w:val="00596768"/>
    <w:rsid w:val="005B4435"/>
    <w:rsid w:val="005C29CE"/>
    <w:rsid w:val="005C3477"/>
    <w:rsid w:val="005C473C"/>
    <w:rsid w:val="005C7A8C"/>
    <w:rsid w:val="005D2773"/>
    <w:rsid w:val="005D2A29"/>
    <w:rsid w:val="005D3683"/>
    <w:rsid w:val="005D6C51"/>
    <w:rsid w:val="005E2930"/>
    <w:rsid w:val="005E2D80"/>
    <w:rsid w:val="005E3DE4"/>
    <w:rsid w:val="005F2780"/>
    <w:rsid w:val="0060129F"/>
    <w:rsid w:val="00605A0E"/>
    <w:rsid w:val="00625F8F"/>
    <w:rsid w:val="00631AC8"/>
    <w:rsid w:val="006413B5"/>
    <w:rsid w:val="0064338C"/>
    <w:rsid w:val="006436DB"/>
    <w:rsid w:val="00644E5B"/>
    <w:rsid w:val="0065787F"/>
    <w:rsid w:val="006661D0"/>
    <w:rsid w:val="006728ED"/>
    <w:rsid w:val="00674B51"/>
    <w:rsid w:val="00674BD0"/>
    <w:rsid w:val="00675172"/>
    <w:rsid w:val="00675D1B"/>
    <w:rsid w:val="00685982"/>
    <w:rsid w:val="006920A0"/>
    <w:rsid w:val="00694626"/>
    <w:rsid w:val="006A1073"/>
    <w:rsid w:val="006A7AE4"/>
    <w:rsid w:val="006C2CFD"/>
    <w:rsid w:val="006C36D7"/>
    <w:rsid w:val="006D0652"/>
    <w:rsid w:val="006D4BDD"/>
    <w:rsid w:val="006D72A3"/>
    <w:rsid w:val="006E00C4"/>
    <w:rsid w:val="006E15DE"/>
    <w:rsid w:val="006E3B6E"/>
    <w:rsid w:val="006F0683"/>
    <w:rsid w:val="006F2D36"/>
    <w:rsid w:val="00710A6B"/>
    <w:rsid w:val="00713630"/>
    <w:rsid w:val="00715C66"/>
    <w:rsid w:val="00723028"/>
    <w:rsid w:val="0072496F"/>
    <w:rsid w:val="00727302"/>
    <w:rsid w:val="00730A75"/>
    <w:rsid w:val="0073235F"/>
    <w:rsid w:val="007326CC"/>
    <w:rsid w:val="007513A8"/>
    <w:rsid w:val="0075499D"/>
    <w:rsid w:val="00755EC7"/>
    <w:rsid w:val="00760AC2"/>
    <w:rsid w:val="00764958"/>
    <w:rsid w:val="00764B7B"/>
    <w:rsid w:val="00765987"/>
    <w:rsid w:val="00773BEC"/>
    <w:rsid w:val="0077451D"/>
    <w:rsid w:val="0077508C"/>
    <w:rsid w:val="0079787F"/>
    <w:rsid w:val="007A01F0"/>
    <w:rsid w:val="007A2E76"/>
    <w:rsid w:val="007A6763"/>
    <w:rsid w:val="007B3392"/>
    <w:rsid w:val="007D5D9D"/>
    <w:rsid w:val="007E399A"/>
    <w:rsid w:val="007E5B5A"/>
    <w:rsid w:val="007E7CCF"/>
    <w:rsid w:val="007F0527"/>
    <w:rsid w:val="007F4522"/>
    <w:rsid w:val="007F57D4"/>
    <w:rsid w:val="0080122A"/>
    <w:rsid w:val="00802F16"/>
    <w:rsid w:val="008068C8"/>
    <w:rsid w:val="008128EB"/>
    <w:rsid w:val="0081319C"/>
    <w:rsid w:val="00817877"/>
    <w:rsid w:val="00824FD6"/>
    <w:rsid w:val="008343D7"/>
    <w:rsid w:val="008424FE"/>
    <w:rsid w:val="00846FBB"/>
    <w:rsid w:val="008629F7"/>
    <w:rsid w:val="00865EB4"/>
    <w:rsid w:val="008846CB"/>
    <w:rsid w:val="00890DEA"/>
    <w:rsid w:val="00891736"/>
    <w:rsid w:val="00892350"/>
    <w:rsid w:val="00893B06"/>
    <w:rsid w:val="008951BA"/>
    <w:rsid w:val="008A2CC5"/>
    <w:rsid w:val="008A6259"/>
    <w:rsid w:val="008A68D9"/>
    <w:rsid w:val="008A7C65"/>
    <w:rsid w:val="008B3120"/>
    <w:rsid w:val="008B5B84"/>
    <w:rsid w:val="008C0972"/>
    <w:rsid w:val="008C2749"/>
    <w:rsid w:val="008C343B"/>
    <w:rsid w:val="008D2052"/>
    <w:rsid w:val="008D5C7A"/>
    <w:rsid w:val="008D7890"/>
    <w:rsid w:val="008E3092"/>
    <w:rsid w:val="008E6F25"/>
    <w:rsid w:val="008E7C65"/>
    <w:rsid w:val="008F3D98"/>
    <w:rsid w:val="008F6105"/>
    <w:rsid w:val="009010BF"/>
    <w:rsid w:val="00907017"/>
    <w:rsid w:val="009103BE"/>
    <w:rsid w:val="009132BE"/>
    <w:rsid w:val="0091711C"/>
    <w:rsid w:val="009173AC"/>
    <w:rsid w:val="00917BC4"/>
    <w:rsid w:val="00920E1B"/>
    <w:rsid w:val="0092729C"/>
    <w:rsid w:val="00927D8E"/>
    <w:rsid w:val="00927EAF"/>
    <w:rsid w:val="00927EE5"/>
    <w:rsid w:val="0093409D"/>
    <w:rsid w:val="009378F6"/>
    <w:rsid w:val="009410B4"/>
    <w:rsid w:val="00946C41"/>
    <w:rsid w:val="00951306"/>
    <w:rsid w:val="00951545"/>
    <w:rsid w:val="00956418"/>
    <w:rsid w:val="00956DCA"/>
    <w:rsid w:val="00970856"/>
    <w:rsid w:val="00976EC2"/>
    <w:rsid w:val="00984AAB"/>
    <w:rsid w:val="009914EC"/>
    <w:rsid w:val="00992F5A"/>
    <w:rsid w:val="009A357F"/>
    <w:rsid w:val="009A5531"/>
    <w:rsid w:val="009A6492"/>
    <w:rsid w:val="009A6EFF"/>
    <w:rsid w:val="009B0EF4"/>
    <w:rsid w:val="009B62A0"/>
    <w:rsid w:val="009B7E69"/>
    <w:rsid w:val="009C3A3A"/>
    <w:rsid w:val="009C4436"/>
    <w:rsid w:val="009D23A5"/>
    <w:rsid w:val="009D5E43"/>
    <w:rsid w:val="009E0B4B"/>
    <w:rsid w:val="009E32B6"/>
    <w:rsid w:val="009E7865"/>
    <w:rsid w:val="009F3F3E"/>
    <w:rsid w:val="009F7040"/>
    <w:rsid w:val="00A12D09"/>
    <w:rsid w:val="00A13898"/>
    <w:rsid w:val="00A16B83"/>
    <w:rsid w:val="00A17355"/>
    <w:rsid w:val="00A26AC1"/>
    <w:rsid w:val="00A336B5"/>
    <w:rsid w:val="00A35E0C"/>
    <w:rsid w:val="00A35E86"/>
    <w:rsid w:val="00A3679E"/>
    <w:rsid w:val="00A40FBA"/>
    <w:rsid w:val="00A42415"/>
    <w:rsid w:val="00A42984"/>
    <w:rsid w:val="00A436E6"/>
    <w:rsid w:val="00A51779"/>
    <w:rsid w:val="00A54305"/>
    <w:rsid w:val="00A57FE0"/>
    <w:rsid w:val="00A615A5"/>
    <w:rsid w:val="00A72C52"/>
    <w:rsid w:val="00A7717A"/>
    <w:rsid w:val="00A82324"/>
    <w:rsid w:val="00A82D88"/>
    <w:rsid w:val="00A83CD1"/>
    <w:rsid w:val="00A84695"/>
    <w:rsid w:val="00A8487C"/>
    <w:rsid w:val="00A87073"/>
    <w:rsid w:val="00A954A5"/>
    <w:rsid w:val="00AA2AF8"/>
    <w:rsid w:val="00AA3765"/>
    <w:rsid w:val="00AB531A"/>
    <w:rsid w:val="00AB62D6"/>
    <w:rsid w:val="00AC2209"/>
    <w:rsid w:val="00AC6B47"/>
    <w:rsid w:val="00AC6EEF"/>
    <w:rsid w:val="00AC7FC3"/>
    <w:rsid w:val="00AD634E"/>
    <w:rsid w:val="00AD71C6"/>
    <w:rsid w:val="00AE2E49"/>
    <w:rsid w:val="00AE5C46"/>
    <w:rsid w:val="00AE699A"/>
    <w:rsid w:val="00AF23BC"/>
    <w:rsid w:val="00AF66E3"/>
    <w:rsid w:val="00B02C8A"/>
    <w:rsid w:val="00B046A4"/>
    <w:rsid w:val="00B048D1"/>
    <w:rsid w:val="00B11CBC"/>
    <w:rsid w:val="00B1732B"/>
    <w:rsid w:val="00B20B20"/>
    <w:rsid w:val="00B247DC"/>
    <w:rsid w:val="00B24A61"/>
    <w:rsid w:val="00B308C4"/>
    <w:rsid w:val="00B319F7"/>
    <w:rsid w:val="00B31A6D"/>
    <w:rsid w:val="00B43F6B"/>
    <w:rsid w:val="00B44D2E"/>
    <w:rsid w:val="00B46588"/>
    <w:rsid w:val="00B5427F"/>
    <w:rsid w:val="00B54E7E"/>
    <w:rsid w:val="00B67A80"/>
    <w:rsid w:val="00B73A95"/>
    <w:rsid w:val="00B75823"/>
    <w:rsid w:val="00B760E3"/>
    <w:rsid w:val="00B7755C"/>
    <w:rsid w:val="00B80620"/>
    <w:rsid w:val="00B87646"/>
    <w:rsid w:val="00BA3419"/>
    <w:rsid w:val="00BB594D"/>
    <w:rsid w:val="00BB5DCB"/>
    <w:rsid w:val="00BB790A"/>
    <w:rsid w:val="00BC49FE"/>
    <w:rsid w:val="00BC7B85"/>
    <w:rsid w:val="00BD10B6"/>
    <w:rsid w:val="00BD3D19"/>
    <w:rsid w:val="00BE4928"/>
    <w:rsid w:val="00C06CC7"/>
    <w:rsid w:val="00C06F1E"/>
    <w:rsid w:val="00C220F2"/>
    <w:rsid w:val="00C27729"/>
    <w:rsid w:val="00C3723E"/>
    <w:rsid w:val="00C419B9"/>
    <w:rsid w:val="00C43225"/>
    <w:rsid w:val="00C571DF"/>
    <w:rsid w:val="00C628D4"/>
    <w:rsid w:val="00C64157"/>
    <w:rsid w:val="00C74BB3"/>
    <w:rsid w:val="00C7624D"/>
    <w:rsid w:val="00C76D7F"/>
    <w:rsid w:val="00C84A4F"/>
    <w:rsid w:val="00C96956"/>
    <w:rsid w:val="00C96D2E"/>
    <w:rsid w:val="00C97007"/>
    <w:rsid w:val="00CA06BB"/>
    <w:rsid w:val="00CA5F09"/>
    <w:rsid w:val="00CB0038"/>
    <w:rsid w:val="00CB2BCF"/>
    <w:rsid w:val="00CB6A6E"/>
    <w:rsid w:val="00CC1F36"/>
    <w:rsid w:val="00CC4137"/>
    <w:rsid w:val="00CD53B5"/>
    <w:rsid w:val="00CD71A3"/>
    <w:rsid w:val="00CD7971"/>
    <w:rsid w:val="00CE3676"/>
    <w:rsid w:val="00CE4083"/>
    <w:rsid w:val="00CE4867"/>
    <w:rsid w:val="00CE6186"/>
    <w:rsid w:val="00CF33BF"/>
    <w:rsid w:val="00CF3DCB"/>
    <w:rsid w:val="00CF62A0"/>
    <w:rsid w:val="00CF6C60"/>
    <w:rsid w:val="00D114D2"/>
    <w:rsid w:val="00D12C15"/>
    <w:rsid w:val="00D20A57"/>
    <w:rsid w:val="00D22582"/>
    <w:rsid w:val="00D22694"/>
    <w:rsid w:val="00D23B62"/>
    <w:rsid w:val="00D311C3"/>
    <w:rsid w:val="00D37FAE"/>
    <w:rsid w:val="00D40E60"/>
    <w:rsid w:val="00D4376E"/>
    <w:rsid w:val="00D5192F"/>
    <w:rsid w:val="00D536C5"/>
    <w:rsid w:val="00D53A9C"/>
    <w:rsid w:val="00D563A0"/>
    <w:rsid w:val="00D67061"/>
    <w:rsid w:val="00D72781"/>
    <w:rsid w:val="00D800C9"/>
    <w:rsid w:val="00D9042D"/>
    <w:rsid w:val="00D9397B"/>
    <w:rsid w:val="00D93AF8"/>
    <w:rsid w:val="00D97475"/>
    <w:rsid w:val="00DA0494"/>
    <w:rsid w:val="00DA398F"/>
    <w:rsid w:val="00DB2D3E"/>
    <w:rsid w:val="00DC1C36"/>
    <w:rsid w:val="00DC309D"/>
    <w:rsid w:val="00DC405D"/>
    <w:rsid w:val="00DD52F0"/>
    <w:rsid w:val="00DD6FE1"/>
    <w:rsid w:val="00DD70F8"/>
    <w:rsid w:val="00DF7CFF"/>
    <w:rsid w:val="00E116F1"/>
    <w:rsid w:val="00E15134"/>
    <w:rsid w:val="00E25742"/>
    <w:rsid w:val="00E27293"/>
    <w:rsid w:val="00E36184"/>
    <w:rsid w:val="00E41007"/>
    <w:rsid w:val="00E44FDB"/>
    <w:rsid w:val="00E47F9A"/>
    <w:rsid w:val="00E56C09"/>
    <w:rsid w:val="00E709FD"/>
    <w:rsid w:val="00E72EA5"/>
    <w:rsid w:val="00E75CE2"/>
    <w:rsid w:val="00E7653E"/>
    <w:rsid w:val="00E828C2"/>
    <w:rsid w:val="00E87FF2"/>
    <w:rsid w:val="00E936A4"/>
    <w:rsid w:val="00E95261"/>
    <w:rsid w:val="00E97D8F"/>
    <w:rsid w:val="00EA2C74"/>
    <w:rsid w:val="00EA3443"/>
    <w:rsid w:val="00EA53CA"/>
    <w:rsid w:val="00EB5105"/>
    <w:rsid w:val="00EC05CD"/>
    <w:rsid w:val="00EC58B8"/>
    <w:rsid w:val="00EC5F37"/>
    <w:rsid w:val="00EC72FC"/>
    <w:rsid w:val="00EC7A22"/>
    <w:rsid w:val="00ED32E9"/>
    <w:rsid w:val="00EE6887"/>
    <w:rsid w:val="00EF1607"/>
    <w:rsid w:val="00EF5693"/>
    <w:rsid w:val="00EF6333"/>
    <w:rsid w:val="00F00419"/>
    <w:rsid w:val="00F0149F"/>
    <w:rsid w:val="00F07D20"/>
    <w:rsid w:val="00F11CBE"/>
    <w:rsid w:val="00F17A78"/>
    <w:rsid w:val="00F232A8"/>
    <w:rsid w:val="00F24FC6"/>
    <w:rsid w:val="00F30CD0"/>
    <w:rsid w:val="00F3436B"/>
    <w:rsid w:val="00F357DB"/>
    <w:rsid w:val="00F45F28"/>
    <w:rsid w:val="00F56118"/>
    <w:rsid w:val="00F61BAF"/>
    <w:rsid w:val="00F64139"/>
    <w:rsid w:val="00F73941"/>
    <w:rsid w:val="00F75A73"/>
    <w:rsid w:val="00F83C6A"/>
    <w:rsid w:val="00F913C2"/>
    <w:rsid w:val="00F933E6"/>
    <w:rsid w:val="00F93701"/>
    <w:rsid w:val="00FA33A2"/>
    <w:rsid w:val="00FA68EC"/>
    <w:rsid w:val="00FB0AF5"/>
    <w:rsid w:val="00FB60EE"/>
    <w:rsid w:val="00FC02B1"/>
    <w:rsid w:val="00FC2EA8"/>
    <w:rsid w:val="00FC3737"/>
    <w:rsid w:val="00FC4D88"/>
    <w:rsid w:val="00FC57A3"/>
    <w:rsid w:val="00FD083A"/>
    <w:rsid w:val="00FD22D5"/>
    <w:rsid w:val="00FD2F29"/>
    <w:rsid w:val="00FD796A"/>
    <w:rsid w:val="00FE0384"/>
    <w:rsid w:val="00FE3373"/>
    <w:rsid w:val="00FE5F24"/>
    <w:rsid w:val="00FE6B91"/>
    <w:rsid w:val="00FE6F73"/>
    <w:rsid w:val="00FE77D9"/>
    <w:rsid w:val="00FE7C42"/>
    <w:rsid w:val="00FE7D4C"/>
    <w:rsid w:val="00FE7FEE"/>
    <w:rsid w:val="00FF39E7"/>
    <w:rsid w:val="00FF472E"/>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42FE555"/>
  <w15:docId w15:val="{63F08801-F659-4BCC-AE56-6A1AD620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4CE6"/>
    <w:pPr>
      <w:overflowPunct w:val="0"/>
      <w:autoSpaceDE w:val="0"/>
      <w:autoSpaceDN w:val="0"/>
      <w:adjustRightInd w:val="0"/>
      <w:spacing w:after="180"/>
      <w:textAlignment w:val="baseline"/>
    </w:pPr>
    <w:rPr>
      <w:lang w:eastAsia="en-US"/>
    </w:rPr>
  </w:style>
  <w:style w:type="paragraph" w:styleId="Heading1">
    <w:name w:val="heading 1"/>
    <w:next w:val="Normal"/>
    <w:link w:val="Heading1Char"/>
    <w:uiPriority w:val="9"/>
    <w:qFormat/>
    <w:rsid w:val="00134CE6"/>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134CE6"/>
    <w:pPr>
      <w:pBdr>
        <w:top w:val="none" w:sz="0" w:space="0" w:color="auto"/>
      </w:pBdr>
      <w:spacing w:before="180"/>
      <w:outlineLvl w:val="1"/>
    </w:pPr>
    <w:rPr>
      <w:sz w:val="32"/>
    </w:rPr>
  </w:style>
  <w:style w:type="paragraph" w:styleId="Heading3">
    <w:name w:val="heading 3"/>
    <w:basedOn w:val="Heading2"/>
    <w:next w:val="Normal"/>
    <w:qFormat/>
    <w:rsid w:val="00134CE6"/>
    <w:pPr>
      <w:spacing w:before="120"/>
      <w:outlineLvl w:val="2"/>
    </w:pPr>
    <w:rPr>
      <w:sz w:val="28"/>
    </w:rPr>
  </w:style>
  <w:style w:type="paragraph" w:styleId="Heading4">
    <w:name w:val="heading 4"/>
    <w:basedOn w:val="Heading3"/>
    <w:next w:val="Normal"/>
    <w:qFormat/>
    <w:rsid w:val="00134CE6"/>
    <w:pPr>
      <w:ind w:left="1418" w:hanging="1418"/>
      <w:outlineLvl w:val="3"/>
    </w:pPr>
    <w:rPr>
      <w:sz w:val="24"/>
    </w:rPr>
  </w:style>
  <w:style w:type="paragraph" w:styleId="Heading5">
    <w:name w:val="heading 5"/>
    <w:basedOn w:val="Heading4"/>
    <w:next w:val="Normal"/>
    <w:qFormat/>
    <w:rsid w:val="00134CE6"/>
    <w:pPr>
      <w:ind w:left="1701" w:hanging="1701"/>
      <w:outlineLvl w:val="4"/>
    </w:pPr>
    <w:rPr>
      <w:sz w:val="22"/>
    </w:rPr>
  </w:style>
  <w:style w:type="paragraph" w:styleId="Heading6">
    <w:name w:val="heading 6"/>
    <w:basedOn w:val="H6"/>
    <w:next w:val="Normal"/>
    <w:qFormat/>
    <w:rsid w:val="00134CE6"/>
    <w:pPr>
      <w:outlineLvl w:val="5"/>
    </w:pPr>
  </w:style>
  <w:style w:type="paragraph" w:styleId="Heading7">
    <w:name w:val="heading 7"/>
    <w:basedOn w:val="H6"/>
    <w:next w:val="Normal"/>
    <w:qFormat/>
    <w:rsid w:val="00134CE6"/>
    <w:pPr>
      <w:outlineLvl w:val="6"/>
    </w:pPr>
  </w:style>
  <w:style w:type="paragraph" w:styleId="Heading8">
    <w:name w:val="heading 8"/>
    <w:basedOn w:val="Heading1"/>
    <w:next w:val="Normal"/>
    <w:qFormat/>
    <w:rsid w:val="00134CE6"/>
    <w:pPr>
      <w:ind w:left="0" w:firstLine="0"/>
      <w:outlineLvl w:val="7"/>
    </w:pPr>
  </w:style>
  <w:style w:type="paragraph" w:styleId="Heading9">
    <w:name w:val="heading 9"/>
    <w:basedOn w:val="Heading8"/>
    <w:next w:val="Normal"/>
    <w:qFormat/>
    <w:rsid w:val="00134C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134CE6"/>
    <w:pPr>
      <w:ind w:left="1985" w:hanging="1985"/>
      <w:outlineLvl w:val="9"/>
    </w:pPr>
    <w:rPr>
      <w:sz w:val="20"/>
    </w:rPr>
  </w:style>
  <w:style w:type="paragraph" w:styleId="TOC9">
    <w:name w:val="toc 9"/>
    <w:basedOn w:val="TOC8"/>
    <w:semiHidden/>
    <w:rsid w:val="00134CE6"/>
    <w:pPr>
      <w:ind w:left="1418" w:hanging="1418"/>
    </w:pPr>
  </w:style>
  <w:style w:type="paragraph" w:styleId="TOC8">
    <w:name w:val="toc 8"/>
    <w:basedOn w:val="TOC1"/>
    <w:uiPriority w:val="39"/>
    <w:rsid w:val="00134CE6"/>
    <w:pPr>
      <w:spacing w:before="180"/>
      <w:ind w:left="2693" w:hanging="2693"/>
    </w:pPr>
    <w:rPr>
      <w:b/>
    </w:rPr>
  </w:style>
  <w:style w:type="paragraph" w:styleId="TOC1">
    <w:name w:val="toc 1"/>
    <w:uiPriority w:val="39"/>
    <w:rsid w:val="00134CE6"/>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134CE6"/>
    <w:pPr>
      <w:keepLines/>
      <w:tabs>
        <w:tab w:val="center" w:pos="4536"/>
        <w:tab w:val="right" w:pos="9072"/>
      </w:tabs>
    </w:pPr>
    <w:rPr>
      <w:noProof/>
    </w:rPr>
  </w:style>
  <w:style w:type="character" w:customStyle="1" w:styleId="ZGSM">
    <w:name w:val="ZGSM"/>
    <w:rsid w:val="00134CE6"/>
  </w:style>
  <w:style w:type="paragraph" w:styleId="Header">
    <w:name w:val="header"/>
    <w:rsid w:val="00134CE6"/>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134CE6"/>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semiHidden/>
    <w:rsid w:val="00134CE6"/>
    <w:pPr>
      <w:ind w:left="1701" w:hanging="1701"/>
    </w:pPr>
  </w:style>
  <w:style w:type="paragraph" w:styleId="TOC4">
    <w:name w:val="toc 4"/>
    <w:basedOn w:val="TOC3"/>
    <w:semiHidden/>
    <w:rsid w:val="00134CE6"/>
    <w:pPr>
      <w:ind w:left="1418" w:hanging="1418"/>
    </w:pPr>
  </w:style>
  <w:style w:type="paragraph" w:styleId="TOC3">
    <w:name w:val="toc 3"/>
    <w:basedOn w:val="TOC2"/>
    <w:uiPriority w:val="39"/>
    <w:rsid w:val="00134CE6"/>
    <w:pPr>
      <w:ind w:left="1134" w:hanging="1134"/>
    </w:pPr>
  </w:style>
  <w:style w:type="paragraph" w:styleId="TOC2">
    <w:name w:val="toc 2"/>
    <w:basedOn w:val="TOC1"/>
    <w:uiPriority w:val="39"/>
    <w:rsid w:val="00134CE6"/>
    <w:pPr>
      <w:spacing w:before="0"/>
      <w:ind w:left="851" w:hanging="851"/>
    </w:pPr>
    <w:rPr>
      <w:sz w:val="20"/>
    </w:rPr>
  </w:style>
  <w:style w:type="paragraph" w:styleId="Index1">
    <w:name w:val="index 1"/>
    <w:basedOn w:val="Normal"/>
    <w:semiHidden/>
    <w:rsid w:val="00134CE6"/>
    <w:pPr>
      <w:keepLines/>
    </w:pPr>
  </w:style>
  <w:style w:type="paragraph" w:styleId="Index2">
    <w:name w:val="index 2"/>
    <w:basedOn w:val="Index1"/>
    <w:semiHidden/>
    <w:rsid w:val="00134CE6"/>
    <w:pPr>
      <w:ind w:left="284"/>
    </w:pPr>
  </w:style>
  <w:style w:type="paragraph" w:customStyle="1" w:styleId="TT">
    <w:name w:val="TT"/>
    <w:basedOn w:val="Heading1"/>
    <w:next w:val="Normal"/>
    <w:rsid w:val="00134CE6"/>
    <w:pPr>
      <w:outlineLvl w:val="9"/>
    </w:pPr>
  </w:style>
  <w:style w:type="paragraph" w:styleId="Footer">
    <w:name w:val="footer"/>
    <w:basedOn w:val="Header"/>
    <w:link w:val="FooterChar"/>
    <w:rsid w:val="00134CE6"/>
    <w:pPr>
      <w:jc w:val="center"/>
    </w:pPr>
    <w:rPr>
      <w:i/>
    </w:rPr>
  </w:style>
  <w:style w:type="character" w:styleId="FootnoteReference">
    <w:name w:val="footnote reference"/>
    <w:basedOn w:val="DefaultParagraphFont"/>
    <w:semiHidden/>
    <w:rsid w:val="00134CE6"/>
    <w:rPr>
      <w:b/>
      <w:position w:val="6"/>
      <w:sz w:val="16"/>
    </w:rPr>
  </w:style>
  <w:style w:type="paragraph" w:styleId="FootnoteText">
    <w:name w:val="footnote text"/>
    <w:basedOn w:val="Normal"/>
    <w:semiHidden/>
    <w:rsid w:val="00134CE6"/>
    <w:pPr>
      <w:keepLines/>
      <w:ind w:left="454" w:hanging="454"/>
    </w:pPr>
    <w:rPr>
      <w:sz w:val="16"/>
    </w:rPr>
  </w:style>
  <w:style w:type="paragraph" w:customStyle="1" w:styleId="NF">
    <w:name w:val="NF"/>
    <w:basedOn w:val="NO"/>
    <w:rsid w:val="00134CE6"/>
    <w:pPr>
      <w:keepNext/>
      <w:spacing w:after="0"/>
    </w:pPr>
    <w:rPr>
      <w:rFonts w:ascii="Arial" w:hAnsi="Arial"/>
      <w:sz w:val="18"/>
    </w:rPr>
  </w:style>
  <w:style w:type="paragraph" w:customStyle="1" w:styleId="NO">
    <w:name w:val="NO"/>
    <w:basedOn w:val="Normal"/>
    <w:link w:val="NOChar"/>
    <w:rsid w:val="00134CE6"/>
    <w:pPr>
      <w:keepLines/>
      <w:ind w:left="1135" w:hanging="851"/>
    </w:pPr>
  </w:style>
  <w:style w:type="paragraph" w:customStyle="1" w:styleId="PL">
    <w:name w:val="PL"/>
    <w:link w:val="PLChar"/>
    <w:rsid w:val="00134CE6"/>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FC3737"/>
    <w:rPr>
      <w:rFonts w:ascii="Courier New" w:hAnsi="Courier New"/>
      <w:noProof/>
      <w:sz w:val="16"/>
      <w:lang w:eastAsia="en-US"/>
    </w:rPr>
  </w:style>
  <w:style w:type="paragraph" w:customStyle="1" w:styleId="TAR">
    <w:name w:val="TAR"/>
    <w:basedOn w:val="TAL"/>
    <w:rsid w:val="00134CE6"/>
    <w:pPr>
      <w:jc w:val="right"/>
    </w:pPr>
  </w:style>
  <w:style w:type="paragraph" w:customStyle="1" w:styleId="TAL">
    <w:name w:val="TAL"/>
    <w:basedOn w:val="Normal"/>
    <w:rsid w:val="00134CE6"/>
    <w:pPr>
      <w:keepNext/>
      <w:keepLines/>
      <w:spacing w:after="0"/>
    </w:pPr>
    <w:rPr>
      <w:rFonts w:ascii="Arial" w:hAnsi="Arial"/>
      <w:sz w:val="18"/>
    </w:rPr>
  </w:style>
  <w:style w:type="paragraph" w:styleId="ListNumber2">
    <w:name w:val="List Number 2"/>
    <w:basedOn w:val="ListNumber"/>
    <w:rsid w:val="00134CE6"/>
    <w:pPr>
      <w:ind w:left="851"/>
    </w:pPr>
  </w:style>
  <w:style w:type="paragraph" w:styleId="ListNumber">
    <w:name w:val="List Number"/>
    <w:basedOn w:val="List"/>
    <w:rsid w:val="00134CE6"/>
  </w:style>
  <w:style w:type="paragraph" w:styleId="List">
    <w:name w:val="List"/>
    <w:basedOn w:val="Normal"/>
    <w:rsid w:val="00134CE6"/>
    <w:pPr>
      <w:ind w:left="568" w:hanging="284"/>
    </w:pPr>
  </w:style>
  <w:style w:type="paragraph" w:customStyle="1" w:styleId="TAH">
    <w:name w:val="TAH"/>
    <w:basedOn w:val="TAC"/>
    <w:rsid w:val="00134CE6"/>
    <w:rPr>
      <w:b/>
    </w:rPr>
  </w:style>
  <w:style w:type="paragraph" w:customStyle="1" w:styleId="TAC">
    <w:name w:val="TAC"/>
    <w:basedOn w:val="TAL"/>
    <w:rsid w:val="00134CE6"/>
    <w:pPr>
      <w:jc w:val="center"/>
    </w:pPr>
  </w:style>
  <w:style w:type="paragraph" w:customStyle="1" w:styleId="LD">
    <w:name w:val="LD"/>
    <w:rsid w:val="00134CE6"/>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link w:val="EXChar"/>
    <w:rsid w:val="00134CE6"/>
    <w:pPr>
      <w:keepLines/>
      <w:ind w:left="1702" w:hanging="1418"/>
    </w:pPr>
  </w:style>
  <w:style w:type="paragraph" w:customStyle="1" w:styleId="FP">
    <w:name w:val="FP"/>
    <w:basedOn w:val="Normal"/>
    <w:rsid w:val="00134CE6"/>
    <w:pPr>
      <w:spacing w:after="0"/>
    </w:pPr>
  </w:style>
  <w:style w:type="paragraph" w:customStyle="1" w:styleId="NW">
    <w:name w:val="NW"/>
    <w:basedOn w:val="NO"/>
    <w:rsid w:val="00134CE6"/>
    <w:pPr>
      <w:spacing w:after="0"/>
    </w:pPr>
  </w:style>
  <w:style w:type="paragraph" w:customStyle="1" w:styleId="EW">
    <w:name w:val="EW"/>
    <w:basedOn w:val="EX"/>
    <w:rsid w:val="00134CE6"/>
    <w:pPr>
      <w:spacing w:after="0"/>
    </w:pPr>
  </w:style>
  <w:style w:type="paragraph" w:customStyle="1" w:styleId="B10">
    <w:name w:val="B1"/>
    <w:basedOn w:val="List"/>
    <w:rsid w:val="00134CE6"/>
    <w:pPr>
      <w:ind w:left="738" w:hanging="454"/>
    </w:pPr>
  </w:style>
  <w:style w:type="paragraph" w:styleId="TOC6">
    <w:name w:val="toc 6"/>
    <w:basedOn w:val="TOC5"/>
    <w:next w:val="Normal"/>
    <w:semiHidden/>
    <w:rsid w:val="00134CE6"/>
    <w:pPr>
      <w:ind w:left="1985" w:hanging="1985"/>
    </w:pPr>
  </w:style>
  <w:style w:type="paragraph" w:styleId="TOC7">
    <w:name w:val="toc 7"/>
    <w:basedOn w:val="TOC6"/>
    <w:next w:val="Normal"/>
    <w:semiHidden/>
    <w:rsid w:val="00134CE6"/>
    <w:pPr>
      <w:ind w:left="2268" w:hanging="2268"/>
    </w:pPr>
  </w:style>
  <w:style w:type="paragraph" w:styleId="ListBullet2">
    <w:name w:val="List Bullet 2"/>
    <w:basedOn w:val="ListBullet"/>
    <w:rsid w:val="00134CE6"/>
    <w:pPr>
      <w:ind w:left="851"/>
    </w:pPr>
  </w:style>
  <w:style w:type="paragraph" w:styleId="ListBullet">
    <w:name w:val="List Bullet"/>
    <w:basedOn w:val="List"/>
    <w:rsid w:val="00134CE6"/>
  </w:style>
  <w:style w:type="paragraph" w:customStyle="1" w:styleId="EditorsNote">
    <w:name w:val="Editor's Note"/>
    <w:basedOn w:val="NO"/>
    <w:rsid w:val="00134CE6"/>
    <w:rPr>
      <w:color w:val="FF0000"/>
    </w:rPr>
  </w:style>
  <w:style w:type="paragraph" w:customStyle="1" w:styleId="TH">
    <w:name w:val="TH"/>
    <w:basedOn w:val="FL"/>
    <w:next w:val="FL"/>
    <w:rsid w:val="00134CE6"/>
  </w:style>
  <w:style w:type="paragraph" w:customStyle="1" w:styleId="FL">
    <w:name w:val="FL"/>
    <w:basedOn w:val="Normal"/>
    <w:rsid w:val="00134CE6"/>
    <w:pPr>
      <w:keepNext/>
      <w:keepLines/>
      <w:spacing w:before="60"/>
      <w:jc w:val="center"/>
    </w:pPr>
    <w:rPr>
      <w:rFonts w:ascii="Arial" w:hAnsi="Arial"/>
      <w:b/>
    </w:rPr>
  </w:style>
  <w:style w:type="paragraph" w:customStyle="1" w:styleId="ZA">
    <w:name w:val="ZA"/>
    <w:rsid w:val="00134CE6"/>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134CE6"/>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134CE6"/>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134CE6"/>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134CE6"/>
    <w:pPr>
      <w:ind w:left="851" w:hanging="851"/>
    </w:pPr>
  </w:style>
  <w:style w:type="paragraph" w:customStyle="1" w:styleId="ZH">
    <w:name w:val="ZH"/>
    <w:rsid w:val="00134CE6"/>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134CE6"/>
    <w:pPr>
      <w:keepNext w:val="0"/>
      <w:spacing w:before="0" w:after="240"/>
    </w:pPr>
  </w:style>
  <w:style w:type="paragraph" w:customStyle="1" w:styleId="ZG">
    <w:name w:val="ZG"/>
    <w:rsid w:val="00134CE6"/>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134CE6"/>
    <w:pPr>
      <w:ind w:left="1135"/>
    </w:pPr>
  </w:style>
  <w:style w:type="paragraph" w:styleId="List2">
    <w:name w:val="List 2"/>
    <w:basedOn w:val="List"/>
    <w:rsid w:val="00134CE6"/>
    <w:pPr>
      <w:ind w:left="851"/>
    </w:pPr>
  </w:style>
  <w:style w:type="paragraph" w:styleId="List3">
    <w:name w:val="List 3"/>
    <w:basedOn w:val="List2"/>
    <w:rsid w:val="00134CE6"/>
    <w:pPr>
      <w:ind w:left="1135"/>
    </w:pPr>
  </w:style>
  <w:style w:type="paragraph" w:styleId="List4">
    <w:name w:val="List 4"/>
    <w:basedOn w:val="List3"/>
    <w:rsid w:val="00134CE6"/>
    <w:pPr>
      <w:ind w:left="1418"/>
    </w:pPr>
  </w:style>
  <w:style w:type="paragraph" w:styleId="List5">
    <w:name w:val="List 5"/>
    <w:basedOn w:val="List4"/>
    <w:rsid w:val="00134CE6"/>
    <w:pPr>
      <w:ind w:left="1702"/>
    </w:pPr>
  </w:style>
  <w:style w:type="paragraph" w:styleId="ListBullet4">
    <w:name w:val="List Bullet 4"/>
    <w:basedOn w:val="ListBullet3"/>
    <w:rsid w:val="00134CE6"/>
    <w:pPr>
      <w:ind w:left="1418"/>
    </w:pPr>
  </w:style>
  <w:style w:type="paragraph" w:styleId="ListBullet5">
    <w:name w:val="List Bullet 5"/>
    <w:basedOn w:val="ListBullet4"/>
    <w:rsid w:val="00134CE6"/>
    <w:pPr>
      <w:ind w:left="1702"/>
    </w:pPr>
  </w:style>
  <w:style w:type="paragraph" w:customStyle="1" w:styleId="B20">
    <w:name w:val="B2"/>
    <w:basedOn w:val="List2"/>
    <w:rsid w:val="00134CE6"/>
    <w:pPr>
      <w:ind w:left="1191" w:hanging="454"/>
    </w:pPr>
  </w:style>
  <w:style w:type="paragraph" w:customStyle="1" w:styleId="B30">
    <w:name w:val="B3"/>
    <w:basedOn w:val="List3"/>
    <w:rsid w:val="00134CE6"/>
    <w:pPr>
      <w:ind w:left="1645" w:hanging="454"/>
    </w:pPr>
  </w:style>
  <w:style w:type="paragraph" w:customStyle="1" w:styleId="B4">
    <w:name w:val="B4"/>
    <w:basedOn w:val="List4"/>
    <w:rsid w:val="00134CE6"/>
    <w:pPr>
      <w:ind w:left="2098" w:hanging="454"/>
    </w:pPr>
  </w:style>
  <w:style w:type="paragraph" w:customStyle="1" w:styleId="B5">
    <w:name w:val="B5"/>
    <w:basedOn w:val="List5"/>
    <w:rsid w:val="00134CE6"/>
    <w:pPr>
      <w:ind w:left="2552" w:hanging="454"/>
    </w:pPr>
  </w:style>
  <w:style w:type="paragraph" w:customStyle="1" w:styleId="ZTD">
    <w:name w:val="ZTD"/>
    <w:basedOn w:val="ZB"/>
    <w:rsid w:val="00134CE6"/>
    <w:pPr>
      <w:framePr w:hRule="auto" w:wrap="notBeside" w:y="852"/>
    </w:pPr>
    <w:rPr>
      <w:i w:val="0"/>
      <w:sz w:val="40"/>
    </w:rPr>
  </w:style>
  <w:style w:type="paragraph" w:customStyle="1" w:styleId="ZV">
    <w:name w:val="ZV"/>
    <w:basedOn w:val="ZU"/>
    <w:rsid w:val="00134CE6"/>
    <w:pPr>
      <w:framePr w:wrap="notBeside" w:y="16161"/>
    </w:pPr>
  </w:style>
  <w:style w:type="paragraph" w:styleId="IndexHeading">
    <w:name w:val="index heading"/>
    <w:basedOn w:val="Normal"/>
    <w:next w:val="Normal"/>
    <w:semiHidden/>
    <w:rsid w:val="00FC3737"/>
    <w:pPr>
      <w:pBdr>
        <w:top w:val="single" w:sz="12" w:space="0" w:color="auto"/>
      </w:pBdr>
      <w:spacing w:before="360" w:after="240"/>
    </w:pPr>
    <w:rPr>
      <w:b/>
      <w:i/>
      <w:sz w:val="26"/>
    </w:rPr>
  </w:style>
  <w:style w:type="table" w:styleId="TableGrid">
    <w:name w:val="Table Grid"/>
    <w:basedOn w:val="TableNormal"/>
    <w:rsid w:val="00FC3737"/>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C3737"/>
    <w:rPr>
      <w:color w:val="0000FF"/>
      <w:u w:val="single"/>
    </w:rPr>
  </w:style>
  <w:style w:type="character" w:styleId="FollowedHyperlink">
    <w:name w:val="FollowedHyperlink"/>
    <w:rsid w:val="00FC3737"/>
    <w:rPr>
      <w:color w:val="800080"/>
      <w:u w:val="single"/>
    </w:rPr>
  </w:style>
  <w:style w:type="paragraph" w:customStyle="1" w:styleId="B3">
    <w:name w:val="B3+"/>
    <w:basedOn w:val="B30"/>
    <w:rsid w:val="00134CE6"/>
    <w:pPr>
      <w:numPr>
        <w:numId w:val="4"/>
      </w:numPr>
      <w:tabs>
        <w:tab w:val="left" w:pos="1134"/>
      </w:tabs>
    </w:pPr>
  </w:style>
  <w:style w:type="paragraph" w:customStyle="1" w:styleId="B1">
    <w:name w:val="B1+"/>
    <w:basedOn w:val="B10"/>
    <w:link w:val="B1Char"/>
    <w:rsid w:val="00134CE6"/>
    <w:pPr>
      <w:numPr>
        <w:numId w:val="2"/>
      </w:numPr>
    </w:pPr>
  </w:style>
  <w:style w:type="paragraph" w:customStyle="1" w:styleId="B2">
    <w:name w:val="B2+"/>
    <w:basedOn w:val="B20"/>
    <w:rsid w:val="00134CE6"/>
    <w:pPr>
      <w:numPr>
        <w:numId w:val="3"/>
      </w:numPr>
    </w:pPr>
  </w:style>
  <w:style w:type="paragraph" w:customStyle="1" w:styleId="BL">
    <w:name w:val="BL"/>
    <w:basedOn w:val="Normal"/>
    <w:rsid w:val="00134CE6"/>
    <w:pPr>
      <w:numPr>
        <w:numId w:val="6"/>
      </w:numPr>
      <w:tabs>
        <w:tab w:val="left" w:pos="851"/>
      </w:tabs>
    </w:pPr>
  </w:style>
  <w:style w:type="paragraph" w:customStyle="1" w:styleId="BN">
    <w:name w:val="BN"/>
    <w:basedOn w:val="Normal"/>
    <w:rsid w:val="00134CE6"/>
    <w:pPr>
      <w:numPr>
        <w:numId w:val="5"/>
      </w:numPr>
    </w:pPr>
  </w:style>
  <w:style w:type="paragraph" w:styleId="BodyText">
    <w:name w:val="Body Text"/>
    <w:basedOn w:val="Normal"/>
    <w:rsid w:val="00FC3737"/>
    <w:pPr>
      <w:keepNext/>
      <w:spacing w:after="140"/>
    </w:pPr>
  </w:style>
  <w:style w:type="paragraph" w:styleId="BlockText">
    <w:name w:val="Block Text"/>
    <w:basedOn w:val="Normal"/>
    <w:rsid w:val="00FC3737"/>
    <w:pPr>
      <w:spacing w:after="120"/>
      <w:ind w:left="1440" w:right="1440"/>
    </w:pPr>
  </w:style>
  <w:style w:type="paragraph" w:styleId="BodyText2">
    <w:name w:val="Body Text 2"/>
    <w:basedOn w:val="Normal"/>
    <w:rsid w:val="00FC3737"/>
    <w:pPr>
      <w:spacing w:after="120" w:line="480" w:lineRule="auto"/>
    </w:pPr>
  </w:style>
  <w:style w:type="paragraph" w:styleId="BodyText3">
    <w:name w:val="Body Text 3"/>
    <w:basedOn w:val="Normal"/>
    <w:rsid w:val="00FC3737"/>
    <w:pPr>
      <w:spacing w:after="120"/>
    </w:pPr>
    <w:rPr>
      <w:sz w:val="16"/>
      <w:szCs w:val="16"/>
    </w:rPr>
  </w:style>
  <w:style w:type="paragraph" w:styleId="BodyTextFirstIndent">
    <w:name w:val="Body Text First Indent"/>
    <w:basedOn w:val="BodyText"/>
    <w:rsid w:val="00FC3737"/>
    <w:pPr>
      <w:keepNext w:val="0"/>
      <w:spacing w:after="120"/>
      <w:ind w:firstLine="210"/>
    </w:pPr>
  </w:style>
  <w:style w:type="paragraph" w:styleId="BodyTextIndent">
    <w:name w:val="Body Text Indent"/>
    <w:basedOn w:val="Normal"/>
    <w:rsid w:val="00FC3737"/>
    <w:pPr>
      <w:spacing w:after="120"/>
      <w:ind w:left="283"/>
    </w:pPr>
  </w:style>
  <w:style w:type="paragraph" w:styleId="BodyTextFirstIndent2">
    <w:name w:val="Body Text First Indent 2"/>
    <w:basedOn w:val="BodyTextIndent"/>
    <w:rsid w:val="00FC3737"/>
    <w:pPr>
      <w:ind w:firstLine="210"/>
    </w:pPr>
  </w:style>
  <w:style w:type="paragraph" w:styleId="BodyTextIndent2">
    <w:name w:val="Body Text Indent 2"/>
    <w:basedOn w:val="Normal"/>
    <w:rsid w:val="00FC3737"/>
    <w:pPr>
      <w:spacing w:after="120" w:line="480" w:lineRule="auto"/>
      <w:ind w:left="283"/>
    </w:pPr>
  </w:style>
  <w:style w:type="paragraph" w:styleId="BodyTextIndent3">
    <w:name w:val="Body Text Indent 3"/>
    <w:basedOn w:val="Normal"/>
    <w:rsid w:val="00FC3737"/>
    <w:pPr>
      <w:spacing w:after="120"/>
      <w:ind w:left="283"/>
    </w:pPr>
    <w:rPr>
      <w:sz w:val="16"/>
      <w:szCs w:val="16"/>
    </w:rPr>
  </w:style>
  <w:style w:type="paragraph" w:styleId="Caption">
    <w:name w:val="caption"/>
    <w:basedOn w:val="Normal"/>
    <w:next w:val="Normal"/>
    <w:qFormat/>
    <w:rsid w:val="00FC3737"/>
    <w:pPr>
      <w:spacing w:before="120" w:after="120"/>
    </w:pPr>
    <w:rPr>
      <w:b/>
      <w:bCs/>
    </w:rPr>
  </w:style>
  <w:style w:type="paragraph" w:styleId="Closing">
    <w:name w:val="Closing"/>
    <w:basedOn w:val="Normal"/>
    <w:rsid w:val="00FC3737"/>
    <w:pPr>
      <w:ind w:left="4252"/>
    </w:pPr>
  </w:style>
  <w:style w:type="character" w:styleId="CommentReference">
    <w:name w:val="annotation reference"/>
    <w:semiHidden/>
    <w:rsid w:val="00FC3737"/>
    <w:rPr>
      <w:sz w:val="16"/>
      <w:szCs w:val="16"/>
    </w:rPr>
  </w:style>
  <w:style w:type="paragraph" w:styleId="CommentText">
    <w:name w:val="annotation text"/>
    <w:basedOn w:val="Normal"/>
    <w:link w:val="CommentTextChar"/>
    <w:semiHidden/>
    <w:rsid w:val="00FC3737"/>
  </w:style>
  <w:style w:type="paragraph" w:styleId="Date">
    <w:name w:val="Date"/>
    <w:basedOn w:val="Normal"/>
    <w:next w:val="Normal"/>
    <w:rsid w:val="00FC3737"/>
  </w:style>
  <w:style w:type="paragraph" w:styleId="DocumentMap">
    <w:name w:val="Document Map"/>
    <w:basedOn w:val="Normal"/>
    <w:semiHidden/>
    <w:rsid w:val="00FC3737"/>
    <w:pPr>
      <w:shd w:val="clear" w:color="auto" w:fill="000080"/>
    </w:pPr>
    <w:rPr>
      <w:rFonts w:ascii="Tahoma" w:hAnsi="Tahoma" w:cs="Tahoma"/>
    </w:rPr>
  </w:style>
  <w:style w:type="paragraph" w:styleId="E-mailSignature">
    <w:name w:val="E-mail Signature"/>
    <w:basedOn w:val="Normal"/>
    <w:rsid w:val="00FC3737"/>
  </w:style>
  <w:style w:type="character" w:styleId="Emphasis">
    <w:name w:val="Emphasis"/>
    <w:qFormat/>
    <w:rsid w:val="00FC3737"/>
    <w:rPr>
      <w:i/>
      <w:iCs/>
    </w:rPr>
  </w:style>
  <w:style w:type="character" w:styleId="EndnoteReference">
    <w:name w:val="endnote reference"/>
    <w:semiHidden/>
    <w:rsid w:val="00FC3737"/>
    <w:rPr>
      <w:vertAlign w:val="superscript"/>
    </w:rPr>
  </w:style>
  <w:style w:type="paragraph" w:styleId="EndnoteText">
    <w:name w:val="endnote text"/>
    <w:basedOn w:val="Normal"/>
    <w:semiHidden/>
    <w:rsid w:val="00FC3737"/>
  </w:style>
  <w:style w:type="paragraph" w:styleId="EnvelopeAddress">
    <w:name w:val="envelope address"/>
    <w:basedOn w:val="Normal"/>
    <w:rsid w:val="00FC3737"/>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FC3737"/>
    <w:rPr>
      <w:rFonts w:ascii="Arial" w:hAnsi="Arial" w:cs="Arial"/>
    </w:rPr>
  </w:style>
  <w:style w:type="character" w:styleId="HTMLAcronym">
    <w:name w:val="HTML Acronym"/>
    <w:basedOn w:val="DefaultParagraphFont"/>
    <w:rsid w:val="00FC3737"/>
  </w:style>
  <w:style w:type="paragraph" w:styleId="HTMLAddress">
    <w:name w:val="HTML Address"/>
    <w:basedOn w:val="Normal"/>
    <w:rsid w:val="00FC3737"/>
    <w:rPr>
      <w:i/>
      <w:iCs/>
    </w:rPr>
  </w:style>
  <w:style w:type="character" w:styleId="HTMLCite">
    <w:name w:val="HTML Cite"/>
    <w:rsid w:val="00FC3737"/>
    <w:rPr>
      <w:i/>
      <w:iCs/>
    </w:rPr>
  </w:style>
  <w:style w:type="character" w:styleId="HTMLCode">
    <w:name w:val="HTML Code"/>
    <w:rsid w:val="00FC3737"/>
    <w:rPr>
      <w:rFonts w:ascii="Courier New" w:hAnsi="Courier New"/>
      <w:sz w:val="20"/>
      <w:szCs w:val="20"/>
    </w:rPr>
  </w:style>
  <w:style w:type="character" w:styleId="HTMLDefinition">
    <w:name w:val="HTML Definition"/>
    <w:rsid w:val="00FC3737"/>
    <w:rPr>
      <w:i/>
      <w:iCs/>
    </w:rPr>
  </w:style>
  <w:style w:type="character" w:styleId="HTMLKeyboard">
    <w:name w:val="HTML Keyboard"/>
    <w:rsid w:val="00FC3737"/>
    <w:rPr>
      <w:rFonts w:ascii="Courier New" w:hAnsi="Courier New"/>
      <w:sz w:val="20"/>
      <w:szCs w:val="20"/>
    </w:rPr>
  </w:style>
  <w:style w:type="paragraph" w:styleId="HTMLPreformatted">
    <w:name w:val="HTML Preformatted"/>
    <w:basedOn w:val="Normal"/>
    <w:rsid w:val="00FC3737"/>
    <w:rPr>
      <w:rFonts w:ascii="Courier New" w:hAnsi="Courier New" w:cs="Courier New"/>
    </w:rPr>
  </w:style>
  <w:style w:type="character" w:styleId="HTMLSample">
    <w:name w:val="HTML Sample"/>
    <w:rsid w:val="00FC3737"/>
    <w:rPr>
      <w:rFonts w:ascii="Courier New" w:hAnsi="Courier New"/>
    </w:rPr>
  </w:style>
  <w:style w:type="character" w:styleId="HTMLTypewriter">
    <w:name w:val="HTML Typewriter"/>
    <w:uiPriority w:val="99"/>
    <w:rsid w:val="00FC3737"/>
    <w:rPr>
      <w:rFonts w:ascii="Courier New" w:hAnsi="Courier New"/>
      <w:sz w:val="20"/>
      <w:szCs w:val="20"/>
    </w:rPr>
  </w:style>
  <w:style w:type="character" w:styleId="HTMLVariable">
    <w:name w:val="HTML Variable"/>
    <w:rsid w:val="00FC3737"/>
    <w:rPr>
      <w:i/>
      <w:iCs/>
    </w:rPr>
  </w:style>
  <w:style w:type="paragraph" w:styleId="Index3">
    <w:name w:val="index 3"/>
    <w:basedOn w:val="Normal"/>
    <w:next w:val="Normal"/>
    <w:autoRedefine/>
    <w:semiHidden/>
    <w:rsid w:val="00FC3737"/>
    <w:pPr>
      <w:ind w:left="600" w:hanging="200"/>
    </w:pPr>
  </w:style>
  <w:style w:type="paragraph" w:styleId="Index4">
    <w:name w:val="index 4"/>
    <w:basedOn w:val="Normal"/>
    <w:next w:val="Normal"/>
    <w:autoRedefine/>
    <w:semiHidden/>
    <w:rsid w:val="00FC3737"/>
    <w:pPr>
      <w:ind w:left="800" w:hanging="200"/>
    </w:pPr>
  </w:style>
  <w:style w:type="paragraph" w:styleId="Index5">
    <w:name w:val="index 5"/>
    <w:basedOn w:val="Normal"/>
    <w:next w:val="Normal"/>
    <w:autoRedefine/>
    <w:semiHidden/>
    <w:rsid w:val="00FC3737"/>
    <w:pPr>
      <w:ind w:left="1000" w:hanging="200"/>
    </w:pPr>
  </w:style>
  <w:style w:type="paragraph" w:styleId="Index6">
    <w:name w:val="index 6"/>
    <w:basedOn w:val="Normal"/>
    <w:next w:val="Normal"/>
    <w:autoRedefine/>
    <w:semiHidden/>
    <w:rsid w:val="00FC3737"/>
    <w:pPr>
      <w:ind w:left="1200" w:hanging="200"/>
    </w:pPr>
  </w:style>
  <w:style w:type="paragraph" w:styleId="Index7">
    <w:name w:val="index 7"/>
    <w:basedOn w:val="Normal"/>
    <w:next w:val="Normal"/>
    <w:autoRedefine/>
    <w:semiHidden/>
    <w:rsid w:val="00FC3737"/>
    <w:pPr>
      <w:ind w:left="1400" w:hanging="200"/>
    </w:pPr>
  </w:style>
  <w:style w:type="paragraph" w:styleId="Index8">
    <w:name w:val="index 8"/>
    <w:basedOn w:val="Normal"/>
    <w:next w:val="Normal"/>
    <w:autoRedefine/>
    <w:semiHidden/>
    <w:rsid w:val="00FC3737"/>
    <w:pPr>
      <w:ind w:left="1600" w:hanging="200"/>
    </w:pPr>
  </w:style>
  <w:style w:type="paragraph" w:styleId="Index9">
    <w:name w:val="index 9"/>
    <w:basedOn w:val="Normal"/>
    <w:next w:val="Normal"/>
    <w:autoRedefine/>
    <w:semiHidden/>
    <w:rsid w:val="00FC3737"/>
    <w:pPr>
      <w:ind w:left="1800" w:hanging="200"/>
    </w:pPr>
  </w:style>
  <w:style w:type="character" w:styleId="LineNumber">
    <w:name w:val="line number"/>
    <w:basedOn w:val="DefaultParagraphFont"/>
    <w:rsid w:val="00FC3737"/>
  </w:style>
  <w:style w:type="paragraph" w:styleId="ListContinue">
    <w:name w:val="List Continue"/>
    <w:basedOn w:val="Normal"/>
    <w:rsid w:val="00FC3737"/>
    <w:pPr>
      <w:spacing w:after="120"/>
      <w:ind w:left="283"/>
    </w:pPr>
  </w:style>
  <w:style w:type="paragraph" w:styleId="ListContinue2">
    <w:name w:val="List Continue 2"/>
    <w:basedOn w:val="Normal"/>
    <w:rsid w:val="00FC3737"/>
    <w:pPr>
      <w:spacing w:after="120"/>
      <w:ind w:left="566"/>
    </w:pPr>
  </w:style>
  <w:style w:type="paragraph" w:styleId="ListContinue3">
    <w:name w:val="List Continue 3"/>
    <w:basedOn w:val="Normal"/>
    <w:rsid w:val="00FC3737"/>
    <w:pPr>
      <w:spacing w:after="120"/>
      <w:ind w:left="849"/>
    </w:pPr>
  </w:style>
  <w:style w:type="paragraph" w:styleId="ListContinue4">
    <w:name w:val="List Continue 4"/>
    <w:basedOn w:val="Normal"/>
    <w:rsid w:val="00FC3737"/>
    <w:pPr>
      <w:spacing w:after="120"/>
      <w:ind w:left="1132"/>
    </w:pPr>
  </w:style>
  <w:style w:type="paragraph" w:styleId="ListContinue5">
    <w:name w:val="List Continue 5"/>
    <w:basedOn w:val="Normal"/>
    <w:rsid w:val="00FC3737"/>
    <w:pPr>
      <w:spacing w:after="120"/>
      <w:ind w:left="1415"/>
    </w:pPr>
  </w:style>
  <w:style w:type="paragraph" w:styleId="ListNumber3">
    <w:name w:val="List Number 3"/>
    <w:basedOn w:val="Normal"/>
    <w:rsid w:val="00FC3737"/>
    <w:pPr>
      <w:numPr>
        <w:numId w:val="8"/>
      </w:numPr>
    </w:pPr>
  </w:style>
  <w:style w:type="paragraph" w:styleId="ListNumber4">
    <w:name w:val="List Number 4"/>
    <w:basedOn w:val="Normal"/>
    <w:rsid w:val="00FC3737"/>
    <w:pPr>
      <w:numPr>
        <w:numId w:val="9"/>
      </w:numPr>
    </w:pPr>
  </w:style>
  <w:style w:type="paragraph" w:styleId="ListNumber5">
    <w:name w:val="List Number 5"/>
    <w:basedOn w:val="Normal"/>
    <w:rsid w:val="00FC3737"/>
    <w:pPr>
      <w:numPr>
        <w:numId w:val="10"/>
      </w:numPr>
    </w:pPr>
  </w:style>
  <w:style w:type="paragraph" w:styleId="MacroText">
    <w:name w:val="macro"/>
    <w:semiHidden/>
    <w:rsid w:val="00FC373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rsid w:val="00FC373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FC3737"/>
    <w:rPr>
      <w:sz w:val="24"/>
      <w:szCs w:val="24"/>
    </w:rPr>
  </w:style>
  <w:style w:type="paragraph" w:styleId="NormalIndent">
    <w:name w:val="Normal Indent"/>
    <w:basedOn w:val="Normal"/>
    <w:rsid w:val="00FC3737"/>
    <w:pPr>
      <w:ind w:left="720"/>
    </w:pPr>
  </w:style>
  <w:style w:type="paragraph" w:styleId="NoteHeading">
    <w:name w:val="Note Heading"/>
    <w:basedOn w:val="Normal"/>
    <w:next w:val="Normal"/>
    <w:rsid w:val="00FC3737"/>
  </w:style>
  <w:style w:type="character" w:styleId="PageNumber">
    <w:name w:val="page number"/>
    <w:basedOn w:val="DefaultParagraphFont"/>
    <w:rsid w:val="00FC3737"/>
  </w:style>
  <w:style w:type="paragraph" w:styleId="PlainText">
    <w:name w:val="Plain Text"/>
    <w:basedOn w:val="Normal"/>
    <w:rsid w:val="00FC3737"/>
    <w:rPr>
      <w:rFonts w:ascii="Courier New" w:hAnsi="Courier New" w:cs="Courier New"/>
    </w:rPr>
  </w:style>
  <w:style w:type="paragraph" w:styleId="Salutation">
    <w:name w:val="Salutation"/>
    <w:basedOn w:val="Normal"/>
    <w:next w:val="Normal"/>
    <w:rsid w:val="00FC3737"/>
  </w:style>
  <w:style w:type="paragraph" w:styleId="Signature">
    <w:name w:val="Signature"/>
    <w:basedOn w:val="Normal"/>
    <w:rsid w:val="00FC3737"/>
    <w:pPr>
      <w:ind w:left="4252"/>
    </w:pPr>
  </w:style>
  <w:style w:type="character" w:styleId="Strong">
    <w:name w:val="Strong"/>
    <w:qFormat/>
    <w:rsid w:val="00FC3737"/>
    <w:rPr>
      <w:b/>
      <w:bCs/>
    </w:rPr>
  </w:style>
  <w:style w:type="paragraph" w:styleId="Subtitle">
    <w:name w:val="Subtitle"/>
    <w:basedOn w:val="Normal"/>
    <w:qFormat/>
    <w:rsid w:val="00FC3737"/>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FC3737"/>
    <w:pPr>
      <w:ind w:left="200" w:hanging="200"/>
    </w:pPr>
  </w:style>
  <w:style w:type="paragraph" w:styleId="TableofFigures">
    <w:name w:val="table of figures"/>
    <w:basedOn w:val="Normal"/>
    <w:next w:val="Normal"/>
    <w:semiHidden/>
    <w:rsid w:val="00FC3737"/>
    <w:pPr>
      <w:ind w:left="400" w:hanging="400"/>
    </w:pPr>
  </w:style>
  <w:style w:type="paragraph" w:styleId="Title">
    <w:name w:val="Title"/>
    <w:basedOn w:val="Normal"/>
    <w:qFormat/>
    <w:rsid w:val="00FC3737"/>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FC3737"/>
    <w:pPr>
      <w:spacing w:before="120"/>
    </w:pPr>
    <w:rPr>
      <w:rFonts w:ascii="Arial" w:hAnsi="Arial" w:cs="Arial"/>
      <w:b/>
      <w:bCs/>
      <w:sz w:val="24"/>
      <w:szCs w:val="24"/>
    </w:rPr>
  </w:style>
  <w:style w:type="paragraph" w:customStyle="1" w:styleId="TAJ">
    <w:name w:val="TAJ"/>
    <w:basedOn w:val="Normal"/>
    <w:rsid w:val="00134CE6"/>
    <w:pPr>
      <w:keepNext/>
      <w:keepLines/>
      <w:spacing w:after="0"/>
      <w:jc w:val="both"/>
    </w:pPr>
    <w:rPr>
      <w:rFonts w:ascii="Arial" w:hAnsi="Arial"/>
      <w:sz w:val="18"/>
    </w:rPr>
  </w:style>
  <w:style w:type="paragraph" w:styleId="BalloonText">
    <w:name w:val="Balloon Text"/>
    <w:basedOn w:val="Normal"/>
    <w:semiHidden/>
    <w:rsid w:val="00FC3737"/>
    <w:rPr>
      <w:rFonts w:ascii="Tahoma" w:hAnsi="Tahoma" w:cs="Tahoma"/>
      <w:sz w:val="16"/>
      <w:szCs w:val="16"/>
    </w:rPr>
  </w:style>
  <w:style w:type="character" w:customStyle="1" w:styleId="Heading1Char">
    <w:name w:val="Heading 1 Char"/>
    <w:link w:val="Heading1"/>
    <w:uiPriority w:val="9"/>
    <w:rsid w:val="00405F68"/>
    <w:rPr>
      <w:rFonts w:ascii="Arial" w:hAnsi="Arial"/>
      <w:sz w:val="36"/>
      <w:lang w:eastAsia="en-US"/>
    </w:rPr>
  </w:style>
  <w:style w:type="character" w:customStyle="1" w:styleId="NOChar">
    <w:name w:val="NO Char"/>
    <w:link w:val="NO"/>
    <w:rsid w:val="00BC7B85"/>
    <w:rPr>
      <w:lang w:eastAsia="en-US"/>
    </w:rPr>
  </w:style>
  <w:style w:type="character" w:customStyle="1" w:styleId="EXChar">
    <w:name w:val="EX Char"/>
    <w:link w:val="EX"/>
    <w:rsid w:val="004323F4"/>
    <w:rPr>
      <w:lang w:eastAsia="en-US"/>
    </w:rPr>
  </w:style>
  <w:style w:type="paragraph" w:customStyle="1" w:styleId="TB1">
    <w:name w:val="TB1"/>
    <w:basedOn w:val="Normal"/>
    <w:qFormat/>
    <w:rsid w:val="00134CE6"/>
    <w:pPr>
      <w:keepNext/>
      <w:keepLines/>
      <w:numPr>
        <w:numId w:val="48"/>
      </w:numPr>
      <w:tabs>
        <w:tab w:val="left" w:pos="720"/>
      </w:tabs>
      <w:spacing w:after="0"/>
      <w:ind w:left="737" w:hanging="380"/>
    </w:pPr>
    <w:rPr>
      <w:rFonts w:ascii="Arial" w:hAnsi="Arial"/>
      <w:sz w:val="18"/>
    </w:rPr>
  </w:style>
  <w:style w:type="paragraph" w:customStyle="1" w:styleId="TB2">
    <w:name w:val="TB2"/>
    <w:basedOn w:val="Normal"/>
    <w:qFormat/>
    <w:rsid w:val="00134CE6"/>
    <w:pPr>
      <w:keepNext/>
      <w:keepLines/>
      <w:numPr>
        <w:numId w:val="50"/>
      </w:numPr>
      <w:tabs>
        <w:tab w:val="left" w:pos="1109"/>
      </w:tabs>
      <w:spacing w:after="0"/>
      <w:ind w:left="1100" w:hanging="380"/>
    </w:pPr>
    <w:rPr>
      <w:rFonts w:ascii="Arial" w:hAnsi="Arial"/>
      <w:sz w:val="18"/>
    </w:rPr>
  </w:style>
  <w:style w:type="character" w:customStyle="1" w:styleId="FooterChar">
    <w:name w:val="Footer Char"/>
    <w:link w:val="Footer"/>
    <w:rsid w:val="004F41B3"/>
    <w:rPr>
      <w:rFonts w:ascii="Arial" w:hAnsi="Arial"/>
      <w:b/>
      <w:i/>
      <w:noProof/>
      <w:sz w:val="18"/>
      <w:lang w:eastAsia="en-US"/>
    </w:rPr>
  </w:style>
  <w:style w:type="paragraph" w:styleId="CommentSubject">
    <w:name w:val="annotation subject"/>
    <w:basedOn w:val="CommentText"/>
    <w:next w:val="CommentText"/>
    <w:link w:val="CommentSubjectChar"/>
    <w:rsid w:val="009C4436"/>
    <w:rPr>
      <w:b/>
      <w:bCs/>
    </w:rPr>
  </w:style>
  <w:style w:type="character" w:customStyle="1" w:styleId="CommentTextChar">
    <w:name w:val="Comment Text Char"/>
    <w:basedOn w:val="DefaultParagraphFont"/>
    <w:link w:val="CommentText"/>
    <w:semiHidden/>
    <w:rsid w:val="009C4436"/>
    <w:rPr>
      <w:lang w:eastAsia="en-US"/>
    </w:rPr>
  </w:style>
  <w:style w:type="character" w:customStyle="1" w:styleId="CommentSubjectChar">
    <w:name w:val="Comment Subject Char"/>
    <w:basedOn w:val="CommentTextChar"/>
    <w:link w:val="CommentSubject"/>
    <w:rsid w:val="009C4436"/>
    <w:rPr>
      <w:lang w:eastAsia="en-US"/>
    </w:rPr>
  </w:style>
  <w:style w:type="paragraph" w:styleId="Revision">
    <w:name w:val="Revision"/>
    <w:hidden/>
    <w:uiPriority w:val="99"/>
    <w:semiHidden/>
    <w:rsid w:val="002B0F33"/>
    <w:rPr>
      <w:lang w:eastAsia="en-US"/>
    </w:rPr>
  </w:style>
  <w:style w:type="character" w:customStyle="1" w:styleId="Heading2Char">
    <w:name w:val="Heading 2 Char"/>
    <w:link w:val="Heading2"/>
    <w:rsid w:val="005759E3"/>
    <w:rPr>
      <w:rFonts w:ascii="Arial" w:hAnsi="Arial"/>
      <w:sz w:val="32"/>
      <w:lang w:eastAsia="en-US"/>
    </w:rPr>
  </w:style>
  <w:style w:type="character" w:customStyle="1" w:styleId="B1Char">
    <w:name w:val="B1+ Char"/>
    <w:basedOn w:val="DefaultParagraphFont"/>
    <w:link w:val="B1"/>
    <w:rsid w:val="005759E3"/>
    <w:rPr>
      <w:lang w:eastAsia="en-US"/>
    </w:rPr>
  </w:style>
  <w:style w:type="character" w:styleId="UnresolvedMention">
    <w:name w:val="Unresolved Mention"/>
    <w:basedOn w:val="DefaultParagraphFont"/>
    <w:uiPriority w:val="99"/>
    <w:semiHidden/>
    <w:unhideWhenUsed/>
    <w:rsid w:val="008C09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241924">
      <w:bodyDiv w:val="1"/>
      <w:marLeft w:val="0"/>
      <w:marRight w:val="0"/>
      <w:marTop w:val="0"/>
      <w:marBottom w:val="0"/>
      <w:divBdr>
        <w:top w:val="none" w:sz="0" w:space="0" w:color="auto"/>
        <w:left w:val="none" w:sz="0" w:space="0" w:color="auto"/>
        <w:bottom w:val="none" w:sz="0" w:space="0" w:color="auto"/>
        <w:right w:val="none" w:sz="0" w:space="0" w:color="auto"/>
      </w:divBdr>
      <w:divsChild>
        <w:div w:id="1204975938">
          <w:marLeft w:val="0"/>
          <w:marRight w:val="0"/>
          <w:marTop w:val="0"/>
          <w:marBottom w:val="0"/>
          <w:divBdr>
            <w:top w:val="none" w:sz="0" w:space="0" w:color="auto"/>
            <w:left w:val="none" w:sz="0" w:space="0" w:color="auto"/>
            <w:bottom w:val="none" w:sz="0" w:space="0" w:color="auto"/>
            <w:right w:val="none" w:sz="0" w:space="0" w:color="auto"/>
          </w:divBdr>
          <w:divsChild>
            <w:div w:id="1900090538">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854003743">
      <w:bodyDiv w:val="1"/>
      <w:marLeft w:val="0"/>
      <w:marRight w:val="0"/>
      <w:marTop w:val="0"/>
      <w:marBottom w:val="0"/>
      <w:divBdr>
        <w:top w:val="none" w:sz="0" w:space="0" w:color="auto"/>
        <w:left w:val="none" w:sz="0" w:space="0" w:color="auto"/>
        <w:bottom w:val="none" w:sz="0" w:space="0" w:color="auto"/>
        <w:right w:val="none" w:sz="0" w:space="0" w:color="auto"/>
      </w:divBdr>
      <w:divsChild>
        <w:div w:id="1728530235">
          <w:marLeft w:val="0"/>
          <w:marRight w:val="0"/>
          <w:marTop w:val="0"/>
          <w:marBottom w:val="0"/>
          <w:divBdr>
            <w:top w:val="none" w:sz="0" w:space="0" w:color="auto"/>
            <w:left w:val="none" w:sz="0" w:space="0" w:color="auto"/>
            <w:bottom w:val="none" w:sz="0" w:space="0" w:color="auto"/>
            <w:right w:val="none" w:sz="0" w:space="0" w:color="auto"/>
          </w:divBdr>
          <w:divsChild>
            <w:div w:id="2846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ipr.etsi.org/"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hyperlink" Target="https://portal.etsi.org/People/CommiteeSupportStaff.aspx"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omg.org/spec/CORB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ortal.etsi.org/TB/ETSIDeliverableStatus.aspx" TargetMode="External"/><Relationship Id="rId5" Type="http://schemas.openxmlformats.org/officeDocument/2006/relationships/footnotes" Target="footnotes.xml"/><Relationship Id="rId15" Type="http://schemas.openxmlformats.org/officeDocument/2006/relationships/hyperlink" Target="https://docbox.etsi.org/Reference" TargetMode="External"/><Relationship Id="rId23" Type="http://schemas.openxmlformats.org/officeDocument/2006/relationships/customXml" Target="../customXml/item3.xml"/><Relationship Id="rId10" Type="http://schemas.openxmlformats.org/officeDocument/2006/relationships/hyperlink" Target="http://www.etsi.org/delive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tsi.org/standards-search" TargetMode="External"/><Relationship Id="rId14" Type="http://schemas.openxmlformats.org/officeDocument/2006/relationships/hyperlink" Target="https://portal.etsi.org/Services/editHelp!/Howtostart/ETSIDraftingRules.aspx" TargetMode="External"/><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BBB67151F374747BD5D3166E0268B66" ma:contentTypeVersion="6" ma:contentTypeDescription="Ein neues Dokument erstellen." ma:contentTypeScope="" ma:versionID="ef53a7c31b5e9bcd14da02284438b47e">
  <xsd:schema xmlns:xsd="http://www.w3.org/2001/XMLSchema" xmlns:xs="http://www.w3.org/2001/XMLSchema" xmlns:p="http://schemas.microsoft.com/office/2006/metadata/properties" xmlns:ns2="39123e5b-59ad-4d35-bd74-72e82eb7bc25" targetNamespace="http://schemas.microsoft.com/office/2006/metadata/properties" ma:root="true" ma:fieldsID="b2fe53c62ce8f0371990a1e2efea237d" ns2:_="">
    <xsd:import namespace="39123e5b-59ad-4d35-bd74-72e82eb7bc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23e5b-59ad-4d35-bd74-72e82eb7b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3E15CC-74A7-4694-A66F-1A9B015B54B9}"/>
</file>

<file path=customXml/itemProps2.xml><?xml version="1.0" encoding="utf-8"?>
<ds:datastoreItem xmlns:ds="http://schemas.openxmlformats.org/officeDocument/2006/customXml" ds:itemID="{72A2B152-7414-49C1-A0D1-7935CE0C3854}"/>
</file>

<file path=customXml/itemProps3.xml><?xml version="1.0" encoding="utf-8"?>
<ds:datastoreItem xmlns:ds="http://schemas.openxmlformats.org/officeDocument/2006/customXml" ds:itemID="{DE4378EC-6F84-4AAC-BD5D-DD10771B1D29}"/>
</file>

<file path=docProps/app.xml><?xml version="1.0" encoding="utf-8"?>
<Properties xmlns="http://schemas.openxmlformats.org/officeDocument/2006/extended-properties" xmlns:vt="http://schemas.openxmlformats.org/officeDocument/2006/docPropsVTypes">
  <Template>ETSIW_2013.dotm</Template>
  <TotalTime>11</TotalTime>
  <Pages>31</Pages>
  <Words>8037</Words>
  <Characters>52808</Characters>
  <Application>Microsoft Office Word</Application>
  <DocSecurity>0</DocSecurity>
  <Lines>440</Lines>
  <Paragraphs>121</Paragraphs>
  <ScaleCrop>false</ScaleCrop>
  <HeadingPairs>
    <vt:vector size="2" baseType="variant">
      <vt:variant>
        <vt:lpstr>Title</vt:lpstr>
      </vt:variant>
      <vt:variant>
        <vt:i4>1</vt:i4>
      </vt:variant>
    </vt:vector>
  </HeadingPairs>
  <TitlesOfParts>
    <vt:vector size="1" baseType="lpstr">
      <vt:lpstr>ETSI ES 201 873-8 V4.6.1</vt:lpstr>
    </vt:vector>
  </TitlesOfParts>
  <Company>ETSI Secretariat</Company>
  <LinksUpToDate>false</LinksUpToDate>
  <CharactersWithSpaces>60724</CharactersWithSpaces>
  <SharedDoc>false</SharedDoc>
  <HLinks>
    <vt:vector size="42" baseType="variant">
      <vt:variant>
        <vt:i4>3145773</vt:i4>
      </vt:variant>
      <vt:variant>
        <vt:i4>213</vt:i4>
      </vt:variant>
      <vt:variant>
        <vt:i4>0</vt:i4>
      </vt:variant>
      <vt:variant>
        <vt:i4>5</vt:i4>
      </vt:variant>
      <vt:variant>
        <vt:lpwstr>http://www.omg.org/spec/CORBA/</vt:lpwstr>
      </vt:variant>
      <vt:variant>
        <vt:lpwstr/>
      </vt:variant>
      <vt:variant>
        <vt:i4>1376287</vt:i4>
      </vt:variant>
      <vt:variant>
        <vt:i4>198</vt:i4>
      </vt:variant>
      <vt:variant>
        <vt:i4>0</vt:i4>
      </vt:variant>
      <vt:variant>
        <vt:i4>5</vt:i4>
      </vt:variant>
      <vt:variant>
        <vt:lpwstr>http://docbox.etsi.org/Reference</vt:lpwstr>
      </vt:variant>
      <vt:variant>
        <vt:lpwstr/>
      </vt:variant>
      <vt:variant>
        <vt:i4>7995444</vt:i4>
      </vt:variant>
      <vt:variant>
        <vt:i4>174</vt:i4>
      </vt:variant>
      <vt:variant>
        <vt:i4>0</vt:i4>
      </vt:variant>
      <vt:variant>
        <vt:i4>5</vt:i4>
      </vt:variant>
      <vt:variant>
        <vt:lpwstr>http://portal.etsi.org/Help/editHelp!/Howtostart/ETSIDraftingRules.aspx</vt:lpwstr>
      </vt:variant>
      <vt:variant>
        <vt:lpwstr/>
      </vt:variant>
      <vt:variant>
        <vt:i4>3538988</vt:i4>
      </vt:variant>
      <vt:variant>
        <vt:i4>168</vt:i4>
      </vt:variant>
      <vt:variant>
        <vt:i4>0</vt:i4>
      </vt:variant>
      <vt:variant>
        <vt:i4>5</vt:i4>
      </vt:variant>
      <vt:variant>
        <vt:lpwstr>http://webapp.etsi.org/IPR/home.asp</vt:lpwstr>
      </vt:variant>
      <vt:variant>
        <vt:lpwstr/>
      </vt:variant>
      <vt:variant>
        <vt:i4>6160453</vt:i4>
      </vt:variant>
      <vt:variant>
        <vt:i4>6</vt:i4>
      </vt:variant>
      <vt:variant>
        <vt:i4>0</vt:i4>
      </vt:variant>
      <vt:variant>
        <vt:i4>5</vt:i4>
      </vt:variant>
      <vt:variant>
        <vt:lpwstr>https://portal.etsi.org/People/CommiteeSupportStaff.aspx</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196675</vt:i4>
      </vt:variant>
      <vt:variant>
        <vt:i4>0</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201 873-8 V4.8.1</dc:title>
  <dc:subject>Methods for Testing and Specification (MTS)</dc:subject>
  <dc:creator>AR</dc:creator>
  <cp:keywords>IDL, testing, TTCN</cp:keywords>
  <dc:description/>
  <cp:lastModifiedBy>Anne-Lise Raffy</cp:lastModifiedBy>
  <cp:revision>4</cp:revision>
  <cp:lastPrinted>2021-03-30T13:45:00Z</cp:lastPrinted>
  <dcterms:created xsi:type="dcterms:W3CDTF">2021-05-28T12:26:00Z</dcterms:created>
  <dcterms:modified xsi:type="dcterms:W3CDTF">2021-05-31T06:51:00Z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0x010100FBBB67151F374747BD5D3166E0268B66</vt:lpwstr>
  </property>
</Properties>
</file>