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728B3" w14:textId="59C7107B" w:rsidR="00D348F8" w:rsidRPr="00CB1D45" w:rsidRDefault="00462F1B" w:rsidP="00485A14">
      <w:pPr>
        <w:pStyle w:val="FP"/>
        <w:tabs>
          <w:tab w:val="left" w:pos="7655"/>
        </w:tabs>
        <w:ind w:right="283"/>
        <w:jc w:val="right"/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>#TDOC#</w:t>
      </w:r>
    </w:p>
    <w:p w14:paraId="20814CB2" w14:textId="4F8781DA" w:rsidR="007E1A2E" w:rsidRDefault="004046A0" w:rsidP="00017314">
      <w:pPr>
        <w:pStyle w:val="FP"/>
        <w:tabs>
          <w:tab w:val="left" w:pos="7655"/>
        </w:tabs>
        <w:rPr>
          <w:rFonts w:ascii="Arial" w:hAnsi="Arial" w:cs="Arial"/>
          <w:b/>
          <w:sz w:val="24"/>
          <w:szCs w:val="24"/>
          <w:lang w:val="it-IT" w:eastAsia="pl-PL"/>
        </w:rPr>
      </w:pPr>
      <w:r>
        <w:rPr>
          <w:rFonts w:ascii="Arial" w:hAnsi="Arial" w:cs="Arial"/>
          <w:b/>
          <w:sz w:val="24"/>
          <w:szCs w:val="24"/>
          <w:lang w:val="it-IT" w:eastAsia="pl-PL"/>
        </w:rPr>
        <w:t>TC #MEETING#</w:t>
      </w:r>
    </w:p>
    <w:p w14:paraId="1B681146" w14:textId="77777777" w:rsidR="006125C9" w:rsidRPr="007E1A2E" w:rsidRDefault="006125C9" w:rsidP="00017314">
      <w:pPr>
        <w:pStyle w:val="FP"/>
        <w:tabs>
          <w:tab w:val="left" w:pos="7655"/>
        </w:tabs>
        <w:rPr>
          <w:rFonts w:ascii="Arial" w:hAnsi="Arial" w:cs="Arial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67"/>
        <w:gridCol w:w="90"/>
        <w:gridCol w:w="284"/>
        <w:gridCol w:w="618"/>
        <w:gridCol w:w="542"/>
        <w:gridCol w:w="399"/>
        <w:gridCol w:w="193"/>
        <w:gridCol w:w="142"/>
        <w:gridCol w:w="90"/>
        <w:gridCol w:w="335"/>
        <w:gridCol w:w="232"/>
        <w:gridCol w:w="284"/>
        <w:gridCol w:w="193"/>
        <w:gridCol w:w="232"/>
        <w:gridCol w:w="193"/>
        <w:gridCol w:w="232"/>
        <w:gridCol w:w="51"/>
        <w:gridCol w:w="233"/>
        <w:gridCol w:w="393"/>
        <w:gridCol w:w="83"/>
        <w:gridCol w:w="82"/>
        <w:gridCol w:w="9"/>
        <w:gridCol w:w="334"/>
        <w:gridCol w:w="91"/>
        <w:gridCol w:w="193"/>
        <w:gridCol w:w="142"/>
        <w:gridCol w:w="232"/>
        <w:gridCol w:w="760"/>
        <w:gridCol w:w="567"/>
        <w:gridCol w:w="425"/>
        <w:gridCol w:w="284"/>
      </w:tblGrid>
      <w:tr w:rsidR="00D12C5B" w:rsidRPr="00385852" w14:paraId="1A58F93A" w14:textId="77777777" w:rsidTr="00DB0BFC">
        <w:trPr>
          <w:trHeight w:val="423"/>
        </w:trPr>
        <w:tc>
          <w:tcPr>
            <w:tcW w:w="39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6B5E49" w14:textId="77777777" w:rsidR="00D12C5B" w:rsidRPr="00385852" w:rsidRDefault="00D12C5B">
            <w:pPr>
              <w:pStyle w:val="CRfront"/>
              <w:rPr>
                <w:rFonts w:ascii="Times New Roman" w:hAnsi="Times New Roman"/>
                <w:b/>
                <w:sz w:val="22"/>
                <w:lang w:val="it-IT"/>
              </w:rPr>
            </w:pPr>
            <w:r w:rsidRPr="00385852">
              <w:rPr>
                <w:rFonts w:ascii="Times New Roman" w:hAnsi="Times New Roman"/>
                <w:b/>
                <w:sz w:val="22"/>
                <w:lang w:val="it-IT"/>
              </w:rPr>
              <w:t>ETSI/TC LI</w:t>
            </w:r>
          </w:p>
        </w:tc>
        <w:tc>
          <w:tcPr>
            <w:tcW w:w="1842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0CBE4E" w14:textId="77777777" w:rsidR="00D12C5B" w:rsidRPr="00385852" w:rsidRDefault="00D12C5B">
            <w:pPr>
              <w:pStyle w:val="CRfront"/>
              <w:jc w:val="right"/>
              <w:rPr>
                <w:rFonts w:ascii="Times New Roman" w:hAnsi="Times New Roman"/>
                <w:i/>
                <w:sz w:val="12"/>
                <w:lang w:val="it-IT"/>
              </w:rPr>
            </w:pPr>
            <w:r w:rsidRPr="00385852">
              <w:rPr>
                <w:rFonts w:ascii="Times New Roman" w:hAnsi="Times New Roman"/>
                <w:b/>
                <w:i/>
                <w:sz w:val="24"/>
                <w:lang w:val="it-IT"/>
              </w:rPr>
              <w:t>Document</w:t>
            </w:r>
          </w:p>
        </w:tc>
        <w:tc>
          <w:tcPr>
            <w:tcW w:w="3828" w:type="dxa"/>
            <w:gridSpan w:val="1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DA17C" w14:textId="64179761" w:rsidR="00D12C5B" w:rsidRPr="00385852" w:rsidRDefault="00A857A9">
            <w:pPr>
              <w:pStyle w:val="CRfront"/>
              <w:rPr>
                <w:rFonts w:ascii="Times New Roman" w:hAnsi="Times New Roman"/>
                <w:i/>
                <w:sz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lang w:val="it-IT"/>
              </w:rPr>
              <w:t>#TDOC#</w:t>
            </w:r>
            <w:r w:rsidR="00624E93">
              <w:rPr>
                <w:rFonts w:ascii="Times New Roman" w:hAnsi="Times New Roman"/>
                <w:i/>
                <w:sz w:val="24"/>
                <w:lang w:val="it-IT"/>
              </w:rPr>
              <w:t>CR</w:t>
            </w:r>
            <w:r>
              <w:rPr>
                <w:rFonts w:ascii="Times New Roman" w:hAnsi="Times New Roman"/>
                <w:i/>
                <w:sz w:val="24"/>
                <w:lang w:val="it-IT"/>
              </w:rPr>
              <w:t>#CR_NUMBER#</w:t>
            </w:r>
          </w:p>
        </w:tc>
      </w:tr>
      <w:tr w:rsidR="00D12C5B" w:rsidRPr="00385852" w14:paraId="461EF9A4" w14:textId="77777777" w:rsidTr="00DB0BFC">
        <w:trPr>
          <w:trHeight w:val="274"/>
        </w:trPr>
        <w:tc>
          <w:tcPr>
            <w:tcW w:w="9605" w:type="dxa"/>
            <w:gridSpan w:val="3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25DDE1D" w14:textId="77777777" w:rsidR="00D12C5B" w:rsidRPr="00385852" w:rsidRDefault="00D12C5B">
            <w:pPr>
              <w:pStyle w:val="CRfront"/>
              <w:rPr>
                <w:rFonts w:ascii="Times New Roman" w:hAnsi="Times New Roman"/>
                <w:i/>
                <w:sz w:val="12"/>
                <w:lang w:val="it-IT"/>
              </w:rPr>
            </w:pPr>
          </w:p>
        </w:tc>
      </w:tr>
      <w:tr w:rsidR="00D12C5B" w:rsidRPr="00385852" w14:paraId="03871CE9" w14:textId="77777777" w:rsidTr="00DB0BFC">
        <w:trPr>
          <w:cantSplit/>
        </w:trPr>
        <w:tc>
          <w:tcPr>
            <w:tcW w:w="5726" w:type="dxa"/>
            <w:gridSpan w:val="16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14:paraId="2D5BF321" w14:textId="77777777" w:rsidR="00D12C5B" w:rsidRPr="00385852" w:rsidRDefault="00D12C5B">
            <w:pPr>
              <w:pStyle w:val="CRfront"/>
              <w:tabs>
                <w:tab w:val="left" w:pos="2835"/>
              </w:tabs>
              <w:jc w:val="right"/>
              <w:rPr>
                <w:rFonts w:ascii="Times New Roman" w:hAnsi="Times New Roman"/>
                <w:b/>
                <w:lang w:val="it-IT"/>
              </w:rPr>
            </w:pPr>
            <w:r w:rsidRPr="00385852">
              <w:rPr>
                <w:rFonts w:ascii="Times New Roman" w:hAnsi="Times New Roman"/>
                <w:b/>
                <w:sz w:val="32"/>
                <w:lang w:val="it-IT"/>
              </w:rPr>
              <w:t xml:space="preserve">CHANGE REQUEST    </w:t>
            </w:r>
          </w:p>
        </w:tc>
        <w:tc>
          <w:tcPr>
            <w:tcW w:w="1469" w:type="dxa"/>
            <w:gridSpan w:val="9"/>
            <w:tcBorders>
              <w:top w:val="nil"/>
              <w:bottom w:val="nil"/>
            </w:tcBorders>
            <w:vAlign w:val="center"/>
          </w:tcPr>
          <w:p w14:paraId="3B8AF7B4" w14:textId="77777777" w:rsidR="00D12C5B" w:rsidRPr="00385852" w:rsidRDefault="00D12C5B">
            <w:pPr>
              <w:pStyle w:val="CRfront"/>
              <w:tabs>
                <w:tab w:val="left" w:pos="2835"/>
              </w:tabs>
              <w:ind w:left="35"/>
              <w:jc w:val="right"/>
              <w:rPr>
                <w:rFonts w:ascii="Times New Roman" w:hAnsi="Times New Roman"/>
                <w:b/>
                <w:color w:val="000000"/>
                <w:u w:val="single"/>
                <w:lang w:val="it-IT"/>
              </w:rPr>
            </w:pPr>
            <w:r w:rsidRPr="00385852">
              <w:rPr>
                <w:rFonts w:ascii="Times New Roman" w:hAnsi="Times New Roman"/>
                <w:b/>
                <w:color w:val="000000"/>
                <w:u w:val="single"/>
                <w:lang w:val="it-IT"/>
              </w:rPr>
              <w:t>CR status:</w:t>
            </w:r>
          </w:p>
        </w:tc>
        <w:tc>
          <w:tcPr>
            <w:tcW w:w="2410" w:type="dxa"/>
            <w:gridSpan w:val="6"/>
            <w:tcBorders>
              <w:top w:val="nil"/>
              <w:bottom w:val="nil"/>
              <w:right w:val="single" w:sz="8" w:space="0" w:color="auto"/>
            </w:tcBorders>
            <w:shd w:val="pct25" w:color="FFFF00" w:fill="auto"/>
            <w:vAlign w:val="center"/>
          </w:tcPr>
          <w:p w14:paraId="5D4D8F81" w14:textId="77777777" w:rsidR="00D12C5B" w:rsidRPr="00385852" w:rsidRDefault="00D12C5B">
            <w:pPr>
              <w:pStyle w:val="CRfront"/>
              <w:tabs>
                <w:tab w:val="left" w:pos="2835"/>
              </w:tabs>
              <w:ind w:left="35"/>
              <w:rPr>
                <w:rFonts w:ascii="Times New Roman" w:hAnsi="Times New Roman"/>
                <w:lang w:val="it-IT"/>
              </w:rPr>
            </w:pPr>
          </w:p>
        </w:tc>
      </w:tr>
      <w:tr w:rsidR="00D12C5B" w:rsidRPr="00385852" w14:paraId="76816E32" w14:textId="77777777" w:rsidTr="00DB0BFC">
        <w:tc>
          <w:tcPr>
            <w:tcW w:w="9605" w:type="dxa"/>
            <w:gridSpan w:val="3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16CD056" w14:textId="77777777" w:rsidR="00D12C5B" w:rsidRPr="00385852" w:rsidRDefault="00D12C5B">
            <w:pPr>
              <w:pStyle w:val="CRfront"/>
              <w:rPr>
                <w:rFonts w:ascii="Times New Roman" w:hAnsi="Times New Roman"/>
                <w:u w:val="single"/>
                <w:lang w:val="it-IT"/>
              </w:rPr>
            </w:pPr>
          </w:p>
        </w:tc>
      </w:tr>
      <w:tr w:rsidR="00DB0BFC" w:rsidRPr="00385852" w14:paraId="18C8FA22" w14:textId="77777777" w:rsidTr="00D07170">
        <w:trPr>
          <w:cantSplit/>
        </w:trPr>
        <w:tc>
          <w:tcPr>
            <w:tcW w:w="1667" w:type="dxa"/>
            <w:vMerge w:val="restart"/>
            <w:tcBorders>
              <w:top w:val="nil"/>
              <w:left w:val="single" w:sz="8" w:space="0" w:color="auto"/>
            </w:tcBorders>
            <w:vAlign w:val="center"/>
          </w:tcPr>
          <w:p w14:paraId="5E6D7736" w14:textId="77777777" w:rsidR="00DB0BFC" w:rsidRPr="00385852" w:rsidRDefault="00DB0BFC">
            <w:pPr>
              <w:pStyle w:val="CRfront"/>
              <w:rPr>
                <w:rFonts w:ascii="Times New Roman" w:hAnsi="Times New Roman"/>
                <w:u w:val="single"/>
                <w:lang w:val="it-IT"/>
              </w:rPr>
            </w:pPr>
          </w:p>
        </w:tc>
        <w:tc>
          <w:tcPr>
            <w:tcW w:w="2693" w:type="dxa"/>
            <w:gridSpan w:val="9"/>
            <w:vMerge w:val="restart"/>
            <w:tcBorders>
              <w:top w:val="nil"/>
              <w:bottom w:val="nil"/>
            </w:tcBorders>
            <w:shd w:val="pct25" w:color="FFFF00" w:fill="auto"/>
            <w:vAlign w:val="center"/>
          </w:tcPr>
          <w:p w14:paraId="288346FC" w14:textId="2D8F62A7" w:rsidR="00DB0BFC" w:rsidRPr="00385852" w:rsidRDefault="00FE00E6">
            <w:pPr>
              <w:pStyle w:val="CRfront"/>
              <w:rPr>
                <w:rFonts w:ascii="Times New Roman" w:hAnsi="Times New Roman"/>
                <w:b/>
                <w:sz w:val="28"/>
                <w:lang w:val="it-IT"/>
              </w:rPr>
            </w:pPr>
            <w:r>
              <w:rPr>
                <w:rFonts w:ascii="Times New Roman" w:hAnsi="Times New Roman"/>
                <w:b/>
                <w:sz w:val="28"/>
                <w:lang w:val="it-IT"/>
              </w:rPr>
              <w:t>#SPEC#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bottom w:val="nil"/>
            </w:tcBorders>
            <w:vAlign w:val="center"/>
          </w:tcPr>
          <w:p w14:paraId="4F46E865" w14:textId="77777777" w:rsidR="00DB0BFC" w:rsidRPr="00385852" w:rsidRDefault="00DB0BFC">
            <w:pPr>
              <w:pStyle w:val="CRfront"/>
              <w:jc w:val="right"/>
              <w:rPr>
                <w:rFonts w:ascii="Times New Roman" w:hAnsi="Times New Roman"/>
                <w:b/>
                <w:sz w:val="28"/>
                <w:lang w:val="it-IT"/>
              </w:rPr>
            </w:pPr>
            <w:r w:rsidRPr="00385852">
              <w:rPr>
                <w:rFonts w:ascii="Times New Roman" w:hAnsi="Times New Roman"/>
                <w:b/>
                <w:sz w:val="28"/>
                <w:lang w:val="it-IT"/>
              </w:rPr>
              <w:t>CR</w:t>
            </w:r>
          </w:p>
        </w:tc>
        <w:tc>
          <w:tcPr>
            <w:tcW w:w="1417" w:type="dxa"/>
            <w:gridSpan w:val="7"/>
            <w:vMerge w:val="restart"/>
            <w:tcBorders>
              <w:top w:val="nil"/>
              <w:bottom w:val="nil"/>
            </w:tcBorders>
            <w:shd w:val="pct25" w:color="FFFF00" w:fill="auto"/>
            <w:vAlign w:val="center"/>
          </w:tcPr>
          <w:p w14:paraId="6E4E4308" w14:textId="14A03B65" w:rsidR="00DB0BFC" w:rsidRPr="00385852" w:rsidRDefault="00A857A9">
            <w:pPr>
              <w:pStyle w:val="CRfront"/>
              <w:ind w:right="-107"/>
              <w:rPr>
                <w:rFonts w:ascii="Times New Roman" w:hAnsi="Times New Roman"/>
                <w:b/>
                <w:sz w:val="28"/>
                <w:lang w:val="it-IT"/>
              </w:rPr>
            </w:pPr>
            <w:r>
              <w:rPr>
                <w:rFonts w:ascii="Times New Roman" w:hAnsi="Times New Roman"/>
                <w:b/>
                <w:sz w:val="28"/>
                <w:lang w:val="it-IT"/>
              </w:rPr>
              <w:t>#CR_NUMBER#</w:t>
            </w:r>
          </w:p>
        </w:tc>
        <w:tc>
          <w:tcPr>
            <w:tcW w:w="1843" w:type="dxa"/>
            <w:gridSpan w:val="8"/>
            <w:tcBorders>
              <w:top w:val="nil"/>
              <w:bottom w:val="nil"/>
            </w:tcBorders>
            <w:vAlign w:val="center"/>
          </w:tcPr>
          <w:p w14:paraId="4B6E69AA" w14:textId="77777777" w:rsidR="00DB0BFC" w:rsidRPr="00385852" w:rsidRDefault="00DB0BFC">
            <w:pPr>
              <w:pStyle w:val="CRfront"/>
              <w:jc w:val="right"/>
              <w:rPr>
                <w:rFonts w:ascii="Times New Roman" w:hAnsi="Times New Roman"/>
                <w:b/>
                <w:u w:val="single"/>
                <w:lang w:val="it-IT"/>
              </w:rPr>
            </w:pPr>
            <w:r w:rsidRPr="00385852">
              <w:rPr>
                <w:rFonts w:ascii="Times New Roman" w:hAnsi="Times New Roman"/>
                <w:b/>
                <w:u w:val="single"/>
                <w:lang w:val="it-IT"/>
              </w:rPr>
              <w:t>Current Version: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shd w:val="pct25" w:color="FFFF00" w:fill="auto"/>
            <w:vAlign w:val="center"/>
          </w:tcPr>
          <w:p w14:paraId="65D87DFD" w14:textId="624A97E3" w:rsidR="00DB0BFC" w:rsidRPr="00385852" w:rsidRDefault="00FE00E6">
            <w:pPr>
              <w:pStyle w:val="CRfront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#CURRENT_VERSION#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3D664DF1" w14:textId="77777777" w:rsidR="00DB0BFC" w:rsidRPr="00385852" w:rsidRDefault="00DB0BFC">
            <w:pPr>
              <w:pStyle w:val="CRfront"/>
              <w:rPr>
                <w:rFonts w:ascii="Times New Roman" w:hAnsi="Times New Roman"/>
                <w:u w:val="single"/>
                <w:lang w:val="it-IT"/>
              </w:rPr>
            </w:pPr>
          </w:p>
        </w:tc>
      </w:tr>
      <w:tr w:rsidR="00DB0BFC" w:rsidRPr="00746005" w14:paraId="60D4102F" w14:textId="77777777" w:rsidTr="00D07170">
        <w:trPr>
          <w:cantSplit/>
        </w:trPr>
        <w:tc>
          <w:tcPr>
            <w:tcW w:w="1667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14:paraId="7130AD2F" w14:textId="77777777" w:rsidR="00DB0BFC" w:rsidRPr="00385852" w:rsidRDefault="00DB0BFC">
            <w:pPr>
              <w:pStyle w:val="CRfront"/>
              <w:rPr>
                <w:rFonts w:ascii="Times New Roman" w:hAnsi="Times New Roman"/>
                <w:u w:val="single"/>
                <w:lang w:val="it-IT"/>
              </w:rPr>
            </w:pPr>
          </w:p>
        </w:tc>
        <w:tc>
          <w:tcPr>
            <w:tcW w:w="2693" w:type="dxa"/>
            <w:gridSpan w:val="9"/>
            <w:vMerge/>
            <w:tcBorders>
              <w:top w:val="nil"/>
              <w:bottom w:val="nil"/>
            </w:tcBorders>
            <w:vAlign w:val="center"/>
          </w:tcPr>
          <w:p w14:paraId="7370E52C" w14:textId="77777777" w:rsidR="00DB0BFC" w:rsidRPr="00385852" w:rsidRDefault="00DB0BFC">
            <w:pPr>
              <w:pStyle w:val="CRfront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bottom w:val="nil"/>
            </w:tcBorders>
            <w:vAlign w:val="center"/>
          </w:tcPr>
          <w:p w14:paraId="4D14C7FD" w14:textId="77777777" w:rsidR="00DB0BFC" w:rsidRPr="00385852" w:rsidRDefault="00DB0BFC">
            <w:pPr>
              <w:pStyle w:val="CRfront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417" w:type="dxa"/>
            <w:gridSpan w:val="7"/>
            <w:vMerge/>
            <w:tcBorders>
              <w:top w:val="nil"/>
              <w:bottom w:val="nil"/>
            </w:tcBorders>
            <w:vAlign w:val="center"/>
          </w:tcPr>
          <w:p w14:paraId="31490A41" w14:textId="77777777" w:rsidR="00DB0BFC" w:rsidRPr="00385852" w:rsidRDefault="00DB0BFC">
            <w:pPr>
              <w:pStyle w:val="CRfront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3119" w:type="dxa"/>
            <w:gridSpan w:val="11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5A1B352E" w14:textId="77777777" w:rsidR="00DB0BFC" w:rsidRPr="00746005" w:rsidRDefault="00DB0BFC">
            <w:pPr>
              <w:pStyle w:val="CRfront"/>
              <w:rPr>
                <w:rFonts w:ascii="Times New Roman" w:hAnsi="Times New Roman"/>
                <w:u w:val="single"/>
              </w:rPr>
            </w:pPr>
            <w:r w:rsidRPr="00746005">
              <w:rPr>
                <w:rFonts w:ascii="Times New Roman" w:hAnsi="Times New Roman"/>
                <w:i/>
                <w:sz w:val="14"/>
              </w:rPr>
              <w:t>Affected version of the standard</w:t>
            </w:r>
            <w:r w:rsidRPr="00746005">
              <w:rPr>
                <w:rFonts w:ascii="Times New Roman" w:hAnsi="Times New Roman"/>
              </w:rPr>
              <w:t xml:space="preserve"> </w:t>
            </w:r>
            <w:r w:rsidRPr="00746005">
              <w:rPr>
                <w:rFonts w:ascii="Times New Roman" w:hAnsi="Times New Roman"/>
                <w:sz w:val="14"/>
              </w:rPr>
              <w:sym w:font="Symbol" w:char="F0AD"/>
            </w:r>
          </w:p>
        </w:tc>
      </w:tr>
      <w:tr w:rsidR="00D12C5B" w:rsidRPr="00746005" w14:paraId="28D46FE1" w14:textId="77777777" w:rsidTr="00DB0BFC">
        <w:trPr>
          <w:cantSplit/>
        </w:trPr>
        <w:tc>
          <w:tcPr>
            <w:tcW w:w="3793" w:type="dxa"/>
            <w:gridSpan w:val="7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14:paraId="427DB92F" w14:textId="77777777" w:rsidR="00D12C5B" w:rsidRPr="00746005" w:rsidRDefault="00833787" w:rsidP="00833787">
            <w:pPr>
              <w:pStyle w:val="CRfront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  <w:sz w:val="14"/>
              </w:rPr>
              <w:t xml:space="preserve">ETSI </w:t>
            </w:r>
            <w:r w:rsidRPr="00746005">
              <w:rPr>
                <w:rFonts w:ascii="Times New Roman" w:hAnsi="Times New Roman"/>
                <w:i/>
                <w:sz w:val="14"/>
              </w:rPr>
              <w:t xml:space="preserve">number </w:t>
            </w:r>
            <w:r>
              <w:rPr>
                <w:rFonts w:ascii="Times New Roman" w:hAnsi="Times New Roman"/>
                <w:i/>
                <w:sz w:val="14"/>
              </w:rPr>
              <w:t xml:space="preserve">of </w:t>
            </w:r>
            <w:r w:rsidR="00983464">
              <w:rPr>
                <w:rFonts w:ascii="Times New Roman" w:hAnsi="Times New Roman"/>
                <w:i/>
                <w:sz w:val="14"/>
              </w:rPr>
              <w:t xml:space="preserve">TC LI </w:t>
            </w:r>
            <w:r w:rsidR="00D12C5B" w:rsidRPr="00746005">
              <w:rPr>
                <w:rFonts w:ascii="Times New Roman" w:hAnsi="Times New Roman"/>
                <w:sz w:val="14"/>
              </w:rPr>
              <w:sym w:font="Symbol" w:char="F0AD"/>
            </w:r>
          </w:p>
        </w:tc>
        <w:tc>
          <w:tcPr>
            <w:tcW w:w="1701" w:type="dxa"/>
            <w:gridSpan w:val="8"/>
            <w:tcBorders>
              <w:top w:val="nil"/>
              <w:bottom w:val="nil"/>
            </w:tcBorders>
            <w:vAlign w:val="center"/>
          </w:tcPr>
          <w:p w14:paraId="6C361F4E" w14:textId="77777777" w:rsidR="00D12C5B" w:rsidRPr="00746005" w:rsidRDefault="00D12C5B">
            <w:pPr>
              <w:pStyle w:val="CRfron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11" w:type="dxa"/>
            <w:gridSpan w:val="16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735BEE5E" w14:textId="77777777" w:rsidR="00D12C5B" w:rsidRPr="00746005" w:rsidRDefault="00D12C5B" w:rsidP="00AA5CC3">
            <w:pPr>
              <w:pStyle w:val="CRfront"/>
              <w:rPr>
                <w:rFonts w:ascii="Times New Roman" w:hAnsi="Times New Roman"/>
                <w:u w:val="single"/>
              </w:rPr>
            </w:pPr>
            <w:r w:rsidRPr="00746005">
              <w:rPr>
                <w:rFonts w:ascii="Times New Roman" w:hAnsi="Times New Roman"/>
                <w:sz w:val="14"/>
              </w:rPr>
              <w:sym w:font="Symbol" w:char="F0AD"/>
            </w:r>
            <w:r w:rsidRPr="00746005">
              <w:rPr>
                <w:rFonts w:ascii="Times New Roman" w:hAnsi="Times New Roman"/>
                <w:sz w:val="14"/>
              </w:rPr>
              <w:t xml:space="preserve"> </w:t>
            </w:r>
            <w:r w:rsidRPr="00746005">
              <w:rPr>
                <w:rFonts w:ascii="Times New Roman" w:hAnsi="Times New Roman"/>
                <w:i/>
                <w:sz w:val="14"/>
              </w:rPr>
              <w:t xml:space="preserve">CR number as allocated by </w:t>
            </w:r>
            <w:r w:rsidR="00AA5CC3">
              <w:rPr>
                <w:rFonts w:ascii="Times New Roman" w:hAnsi="Times New Roman"/>
                <w:i/>
                <w:sz w:val="14"/>
              </w:rPr>
              <w:t xml:space="preserve">TO of </w:t>
            </w:r>
            <w:r w:rsidRPr="00746005">
              <w:rPr>
                <w:rFonts w:ascii="Times New Roman" w:hAnsi="Times New Roman"/>
                <w:i/>
                <w:sz w:val="14"/>
              </w:rPr>
              <w:t xml:space="preserve">ETSI/TC </w:t>
            </w:r>
            <w:smartTag w:uri="urn:schemas-microsoft-com:office:smarttags" w:element="PersonName">
              <w:r w:rsidRPr="00746005">
                <w:rPr>
                  <w:rFonts w:ascii="Times New Roman" w:hAnsi="Times New Roman"/>
                  <w:i/>
                  <w:sz w:val="14"/>
                </w:rPr>
                <w:t>LI</w:t>
              </w:r>
            </w:smartTag>
          </w:p>
        </w:tc>
      </w:tr>
      <w:tr w:rsidR="00D12C5B" w:rsidRPr="00746005" w14:paraId="18F8E2F6" w14:textId="77777777" w:rsidTr="00DB0BFC">
        <w:tc>
          <w:tcPr>
            <w:tcW w:w="9605" w:type="dxa"/>
            <w:gridSpan w:val="3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8D4DB95" w14:textId="77777777" w:rsidR="00D12C5B" w:rsidRPr="00746005" w:rsidRDefault="00D12C5B">
            <w:pPr>
              <w:pStyle w:val="CRfront"/>
              <w:rPr>
                <w:rFonts w:ascii="Times New Roman" w:hAnsi="Times New Roman"/>
                <w:u w:val="single"/>
              </w:rPr>
            </w:pPr>
          </w:p>
        </w:tc>
      </w:tr>
      <w:tr w:rsidR="00D12C5B" w:rsidRPr="00746005" w14:paraId="224F73C5" w14:textId="77777777" w:rsidTr="00DB0BFC">
        <w:trPr>
          <w:cantSplit/>
        </w:trPr>
        <w:tc>
          <w:tcPr>
            <w:tcW w:w="204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F27A659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b/>
                <w:u w:val="single"/>
              </w:rPr>
              <w:t xml:space="preserve">For submission to: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5" w:color="FFFF00" w:fill="auto"/>
            <w:vAlign w:val="center"/>
          </w:tcPr>
          <w:p w14:paraId="4F2579E6" w14:textId="77777777" w:rsidR="00D12C5B" w:rsidRPr="00746005" w:rsidRDefault="00153831" w:rsidP="00AB632F">
            <w:pPr>
              <w:pStyle w:val="CRfront"/>
              <w:rPr>
                <w:rFonts w:ascii="Times New Roman" w:hAnsi="Times New Roman"/>
                <w:b/>
              </w:rPr>
            </w:pPr>
            <w:r w:rsidRPr="00746005">
              <w:rPr>
                <w:rFonts w:ascii="Times New Roman" w:hAnsi="Times New Roman"/>
                <w:b/>
              </w:rPr>
              <w:t xml:space="preserve">TC </w:t>
            </w:r>
            <w:r w:rsidR="00D12C5B" w:rsidRPr="00746005">
              <w:rPr>
                <w:rFonts w:ascii="Times New Roman" w:hAnsi="Times New Roman"/>
                <w:b/>
              </w:rPr>
              <w:t>LI</w:t>
            </w:r>
            <w:r w:rsidR="00AB632F">
              <w:rPr>
                <w:rFonts w:ascii="Times New Roman" w:hAnsi="Times New Roman"/>
                <w:b/>
              </w:rPr>
              <w:t xml:space="preserve"> plenary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25707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  <w:u w:val="single"/>
              </w:rPr>
            </w:pPr>
            <w:r w:rsidRPr="00746005">
              <w:rPr>
                <w:rFonts w:ascii="Times New Roman" w:hAnsi="Times New Roman"/>
              </w:rPr>
              <w:t>for approval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5" w:color="FFFF00" w:fill="auto"/>
            <w:vAlign w:val="center"/>
          </w:tcPr>
          <w:p w14:paraId="199185A8" w14:textId="62B1D1F4" w:rsidR="00D12C5B" w:rsidRPr="00746005" w:rsidRDefault="00FE00E6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X</w:t>
            </w:r>
          </w:p>
        </w:tc>
        <w:tc>
          <w:tcPr>
            <w:tcW w:w="161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136E6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</w:rPr>
            </w:pPr>
            <w:r w:rsidRPr="00746005">
              <w:rPr>
                <w:rFonts w:ascii="Times New Roman" w:hAnsi="Times New Roman"/>
              </w:rPr>
              <w:t>strategic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5" w:color="FFFF00" w:fill="auto"/>
            <w:vAlign w:val="center"/>
          </w:tcPr>
          <w:p w14:paraId="55641096" w14:textId="77777777" w:rsidR="00D12C5B" w:rsidRPr="00746005" w:rsidRDefault="00D12C5B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D2E38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</w:rPr>
            </w:pPr>
            <w:r w:rsidRPr="00746005">
              <w:rPr>
                <w:rFonts w:ascii="Times New Roman" w:hAnsi="Times New Roman"/>
              </w:rPr>
              <w:t>editorial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pct25" w:color="FFFF00" w:fill="auto"/>
            <w:vAlign w:val="center"/>
          </w:tcPr>
          <w:p w14:paraId="1243117C" w14:textId="77777777" w:rsidR="00D12C5B" w:rsidRPr="00746005" w:rsidRDefault="00D12C5B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2026E55" w14:textId="77777777" w:rsidR="00D12C5B" w:rsidRPr="00746005" w:rsidRDefault="00D12C5B">
            <w:pPr>
              <w:pStyle w:val="CRfront"/>
              <w:rPr>
                <w:rFonts w:ascii="Times New Roman" w:hAnsi="Times New Roman"/>
                <w:i/>
                <w:sz w:val="14"/>
              </w:rPr>
            </w:pPr>
          </w:p>
        </w:tc>
      </w:tr>
      <w:tr w:rsidR="00D12C5B" w:rsidRPr="00746005" w14:paraId="20C3FEF3" w14:textId="77777777" w:rsidTr="00DB0BFC">
        <w:trPr>
          <w:cantSplit/>
        </w:trPr>
        <w:tc>
          <w:tcPr>
            <w:tcW w:w="265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D190B94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  <w:i/>
              </w:rPr>
            </w:pPr>
          </w:p>
        </w:tc>
        <w:tc>
          <w:tcPr>
            <w:tcW w:w="221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E23C1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</w:rPr>
            </w:pPr>
            <w:r w:rsidRPr="00746005">
              <w:rPr>
                <w:rFonts w:ascii="Times New Roman" w:hAnsi="Times New Roman"/>
              </w:rPr>
              <w:t>for information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5" w:color="FFFF00" w:fill="auto"/>
            <w:vAlign w:val="center"/>
          </w:tcPr>
          <w:p w14:paraId="790E67AB" w14:textId="77777777" w:rsidR="00D12C5B" w:rsidRPr="00746005" w:rsidRDefault="00D12C5B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161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C130B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</w:rPr>
            </w:pPr>
            <w:r w:rsidRPr="00746005">
              <w:rPr>
                <w:rFonts w:ascii="Times New Roman" w:hAnsi="Times New Roman"/>
              </w:rPr>
              <w:t>non-strategic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5" w:color="FFFF00" w:fill="auto"/>
            <w:vAlign w:val="center"/>
          </w:tcPr>
          <w:p w14:paraId="3C6353A7" w14:textId="77777777" w:rsidR="00D12C5B" w:rsidRPr="00746005" w:rsidRDefault="00D12C5B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D1285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pct25" w:color="FFFF00" w:fill="auto"/>
            <w:vAlign w:val="center"/>
          </w:tcPr>
          <w:p w14:paraId="440C64E3" w14:textId="77777777" w:rsidR="00D12C5B" w:rsidRPr="00746005" w:rsidRDefault="00D12C5B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8739E0" w14:textId="77777777" w:rsidR="00D12C5B" w:rsidRPr="00746005" w:rsidRDefault="00D12C5B">
            <w:pPr>
              <w:pStyle w:val="CRfront"/>
              <w:rPr>
                <w:rFonts w:ascii="Times New Roman" w:hAnsi="Times New Roman"/>
                <w:i/>
                <w:sz w:val="14"/>
              </w:rPr>
            </w:pPr>
          </w:p>
        </w:tc>
      </w:tr>
      <w:tr w:rsidR="00D12C5B" w:rsidRPr="00746005" w14:paraId="14D334C5" w14:textId="77777777" w:rsidTr="00DB0BFC">
        <w:trPr>
          <w:cantSplit/>
        </w:trPr>
        <w:tc>
          <w:tcPr>
            <w:tcW w:w="3201" w:type="dxa"/>
            <w:gridSpan w:val="5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14:paraId="1A186913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  <w:i/>
                <w:sz w:val="12"/>
              </w:rPr>
            </w:pPr>
          </w:p>
        </w:tc>
        <w:tc>
          <w:tcPr>
            <w:tcW w:w="3202" w:type="dxa"/>
            <w:gridSpan w:val="14"/>
            <w:tcBorders>
              <w:top w:val="nil"/>
              <w:bottom w:val="single" w:sz="8" w:space="0" w:color="auto"/>
            </w:tcBorders>
            <w:vAlign w:val="center"/>
          </w:tcPr>
          <w:p w14:paraId="3583CB9B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  <w:i/>
                <w:sz w:val="12"/>
              </w:rPr>
            </w:pPr>
          </w:p>
        </w:tc>
        <w:tc>
          <w:tcPr>
            <w:tcW w:w="3202" w:type="dxa"/>
            <w:gridSpan w:val="12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26BAA6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  <w:i/>
                <w:sz w:val="12"/>
              </w:rPr>
            </w:pPr>
          </w:p>
        </w:tc>
      </w:tr>
      <w:tr w:rsidR="00D12C5B" w:rsidRPr="00746005" w14:paraId="51BC9909" w14:textId="77777777" w:rsidTr="00DB0BFC">
        <w:tc>
          <w:tcPr>
            <w:tcW w:w="9605" w:type="dxa"/>
            <w:gridSpan w:val="3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59C2178" w14:textId="77777777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  <w:i/>
                <w:sz w:val="12"/>
              </w:rPr>
            </w:pPr>
          </w:p>
        </w:tc>
      </w:tr>
      <w:tr w:rsidR="00D12C5B" w:rsidRPr="00746005" w14:paraId="482A176F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757" w:type="dxa"/>
            <w:gridSpan w:val="2"/>
            <w:tcBorders>
              <w:left w:val="single" w:sz="8" w:space="0" w:color="auto"/>
            </w:tcBorders>
            <w:vAlign w:val="center"/>
          </w:tcPr>
          <w:p w14:paraId="4B47E10F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b/>
                <w:u w:val="single"/>
              </w:rPr>
              <w:t>Source:</w:t>
            </w:r>
          </w:p>
        </w:tc>
        <w:tc>
          <w:tcPr>
            <w:tcW w:w="4811" w:type="dxa"/>
            <w:gridSpan w:val="19"/>
            <w:shd w:val="pct25" w:color="FFFF00" w:fill="auto"/>
            <w:vAlign w:val="center"/>
          </w:tcPr>
          <w:p w14:paraId="1F91E0C8" w14:textId="21AB71F7" w:rsidR="00D12C5B" w:rsidRPr="002218F9" w:rsidRDefault="00FE00E6">
            <w:pPr>
              <w:pStyle w:val="CRfron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#SOURCE#</w:t>
            </w:r>
          </w:p>
        </w:tc>
        <w:tc>
          <w:tcPr>
            <w:tcW w:w="1001" w:type="dxa"/>
            <w:gridSpan w:val="6"/>
            <w:vAlign w:val="center"/>
          </w:tcPr>
          <w:p w14:paraId="3A691473" w14:textId="7A5E069A" w:rsidR="00D12C5B" w:rsidRPr="00746005" w:rsidRDefault="00D12C5B">
            <w:pPr>
              <w:pStyle w:val="CRfront"/>
              <w:jc w:val="righ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b/>
                <w:u w:val="single"/>
              </w:rPr>
              <w:t xml:space="preserve">Date: </w:t>
            </w:r>
          </w:p>
        </w:tc>
        <w:tc>
          <w:tcPr>
            <w:tcW w:w="2036" w:type="dxa"/>
            <w:gridSpan w:val="4"/>
            <w:tcBorders>
              <w:right w:val="single" w:sz="8" w:space="0" w:color="auto"/>
            </w:tcBorders>
            <w:shd w:val="pct25" w:color="FFFF00" w:fill="auto"/>
            <w:vAlign w:val="center"/>
          </w:tcPr>
          <w:p w14:paraId="6C4257AA" w14:textId="21042C3A" w:rsidR="00D12C5B" w:rsidRPr="00746005" w:rsidRDefault="00FE00E6">
            <w:pPr>
              <w:pStyle w:val="CRfron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#DATE#</w:t>
            </w:r>
          </w:p>
        </w:tc>
      </w:tr>
      <w:tr w:rsidR="00D12C5B" w:rsidRPr="00746005" w14:paraId="38F6466A" w14:textId="77777777" w:rsidTr="00DB0BFC">
        <w:tc>
          <w:tcPr>
            <w:tcW w:w="9605" w:type="dxa"/>
            <w:gridSpan w:val="3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1D1CEC6" w14:textId="77777777" w:rsidR="00D12C5B" w:rsidRPr="00746005" w:rsidRDefault="00D12C5B">
            <w:pPr>
              <w:pStyle w:val="CRfront"/>
              <w:rPr>
                <w:rFonts w:ascii="Times New Roman" w:hAnsi="Times New Roman"/>
              </w:rPr>
            </w:pPr>
          </w:p>
        </w:tc>
      </w:tr>
      <w:tr w:rsidR="00D12C5B" w:rsidRPr="00746005" w14:paraId="1E18A4A9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757" w:type="dxa"/>
            <w:gridSpan w:val="2"/>
            <w:tcBorders>
              <w:left w:val="single" w:sz="8" w:space="0" w:color="auto"/>
            </w:tcBorders>
            <w:vAlign w:val="center"/>
          </w:tcPr>
          <w:p w14:paraId="5AF82B18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b/>
                <w:u w:val="single"/>
              </w:rPr>
              <w:t>Subject:</w:t>
            </w:r>
          </w:p>
        </w:tc>
        <w:tc>
          <w:tcPr>
            <w:tcW w:w="7848" w:type="dxa"/>
            <w:gridSpan w:val="29"/>
            <w:tcBorders>
              <w:right w:val="single" w:sz="8" w:space="0" w:color="auto"/>
            </w:tcBorders>
            <w:shd w:val="pct25" w:color="FFFF00" w:fill="auto"/>
            <w:vAlign w:val="center"/>
          </w:tcPr>
          <w:p w14:paraId="7D9A28B5" w14:textId="0B09E0C1" w:rsidR="00D12C5B" w:rsidRPr="002218F9" w:rsidRDefault="003A2D2C">
            <w:pPr>
              <w:spacing w:after="0"/>
              <w:rPr>
                <w:b/>
              </w:rPr>
            </w:pPr>
            <w:r>
              <w:rPr>
                <w:b/>
              </w:rPr>
              <w:t>#SUBJECT#</w:t>
            </w:r>
          </w:p>
        </w:tc>
      </w:tr>
      <w:tr w:rsidR="00D12C5B" w:rsidRPr="00746005" w14:paraId="4FE3F9EB" w14:textId="77777777" w:rsidTr="00DB0BFC">
        <w:tc>
          <w:tcPr>
            <w:tcW w:w="9605" w:type="dxa"/>
            <w:gridSpan w:val="3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271B971" w14:textId="77777777" w:rsidR="00D12C5B" w:rsidRPr="00746005" w:rsidRDefault="00D12C5B">
            <w:pPr>
              <w:pStyle w:val="CRfront"/>
              <w:rPr>
                <w:rFonts w:ascii="Times New Roman" w:hAnsi="Times New Roman"/>
              </w:rPr>
            </w:pPr>
          </w:p>
        </w:tc>
      </w:tr>
      <w:tr w:rsidR="00D12C5B" w:rsidRPr="00746005" w14:paraId="39B076EA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57" w:type="dxa"/>
            <w:gridSpan w:val="2"/>
            <w:tcBorders>
              <w:left w:val="single" w:sz="8" w:space="0" w:color="auto"/>
            </w:tcBorders>
            <w:vAlign w:val="center"/>
          </w:tcPr>
          <w:p w14:paraId="77F78C5A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b/>
                <w:u w:val="single"/>
              </w:rPr>
              <w:t xml:space="preserve">Category: </w:t>
            </w:r>
          </w:p>
        </w:tc>
        <w:tc>
          <w:tcPr>
            <w:tcW w:w="4820" w:type="dxa"/>
            <w:gridSpan w:val="20"/>
            <w:vAlign w:val="center"/>
          </w:tcPr>
          <w:p w14:paraId="6ED04CAF" w14:textId="77777777" w:rsidR="00D12C5B" w:rsidRPr="00746005" w:rsidRDefault="00D12C5B">
            <w:pPr>
              <w:pStyle w:val="CRfront"/>
              <w:ind w:left="318" w:hanging="318"/>
              <w:rPr>
                <w:rFonts w:ascii="Times New Roman" w:hAnsi="Times New Roman"/>
              </w:rPr>
            </w:pPr>
            <w:r w:rsidRPr="00746005">
              <w:rPr>
                <w:rFonts w:ascii="Times New Roman" w:hAnsi="Times New Roman"/>
              </w:rPr>
              <w:t>F</w:t>
            </w:r>
            <w:r w:rsidRPr="00746005">
              <w:rPr>
                <w:rFonts w:ascii="Times New Roman" w:hAnsi="Times New Roman"/>
              </w:rPr>
              <w:tab/>
              <w:t>Correction</w:t>
            </w:r>
          </w:p>
        </w:tc>
        <w:tc>
          <w:tcPr>
            <w:tcW w:w="425" w:type="dxa"/>
            <w:gridSpan w:val="2"/>
            <w:shd w:val="pct25" w:color="FFFF00" w:fill="auto"/>
            <w:vAlign w:val="center"/>
          </w:tcPr>
          <w:p w14:paraId="481AB64E" w14:textId="131F94E9" w:rsidR="00D12C5B" w:rsidRPr="00746005" w:rsidRDefault="009F70F4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#CAT_F#</w:t>
            </w:r>
          </w:p>
        </w:tc>
        <w:tc>
          <w:tcPr>
            <w:tcW w:w="2603" w:type="dxa"/>
            <w:gridSpan w:val="7"/>
            <w:vMerge w:val="restart"/>
            <w:tcBorders>
              <w:right w:val="single" w:sz="8" w:space="0" w:color="auto"/>
            </w:tcBorders>
            <w:vAlign w:val="center"/>
          </w:tcPr>
          <w:p w14:paraId="43D0BB5B" w14:textId="77777777" w:rsidR="00D12C5B" w:rsidRPr="00746005" w:rsidRDefault="00D12C5B">
            <w:pPr>
              <w:pStyle w:val="CRfront"/>
              <w:ind w:left="720" w:hanging="720"/>
              <w:jc w:val="center"/>
              <w:rPr>
                <w:rFonts w:ascii="Times New Roman" w:hAnsi="Times New Roman"/>
                <w:b/>
                <w:caps/>
              </w:rPr>
            </w:pPr>
          </w:p>
        </w:tc>
      </w:tr>
      <w:tr w:rsidR="00D12C5B" w:rsidRPr="00746005" w14:paraId="23F92C2F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57" w:type="dxa"/>
            <w:gridSpan w:val="2"/>
            <w:tcBorders>
              <w:left w:val="single" w:sz="8" w:space="0" w:color="auto"/>
            </w:tcBorders>
            <w:vAlign w:val="center"/>
          </w:tcPr>
          <w:p w14:paraId="41CEB537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820" w:type="dxa"/>
            <w:gridSpan w:val="20"/>
            <w:vAlign w:val="center"/>
          </w:tcPr>
          <w:p w14:paraId="320AE063" w14:textId="77777777" w:rsidR="00D12C5B" w:rsidRPr="00746005" w:rsidRDefault="00D12C5B">
            <w:pPr>
              <w:pStyle w:val="CRfront"/>
              <w:ind w:left="318" w:hanging="318"/>
              <w:rPr>
                <w:rFonts w:ascii="Times New Roman" w:hAnsi="Times New Roman"/>
              </w:rPr>
            </w:pPr>
            <w:r w:rsidRPr="00746005">
              <w:rPr>
                <w:rFonts w:ascii="Times New Roman" w:hAnsi="Times New Roman"/>
              </w:rPr>
              <w:t>A</w:t>
            </w:r>
            <w:r w:rsidRPr="00746005">
              <w:rPr>
                <w:rFonts w:ascii="Times New Roman" w:hAnsi="Times New Roman"/>
              </w:rPr>
              <w:tab/>
              <w:t>Corresponds to a correction in an earlier release</w:t>
            </w:r>
          </w:p>
        </w:tc>
        <w:tc>
          <w:tcPr>
            <w:tcW w:w="425" w:type="dxa"/>
            <w:gridSpan w:val="2"/>
            <w:shd w:val="pct25" w:color="FFFF00" w:fill="auto"/>
            <w:vAlign w:val="center"/>
          </w:tcPr>
          <w:p w14:paraId="664F14E6" w14:textId="09210B27" w:rsidR="00D12C5B" w:rsidRPr="00746005" w:rsidRDefault="009F70F4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#CAT_A#</w:t>
            </w:r>
          </w:p>
        </w:tc>
        <w:tc>
          <w:tcPr>
            <w:tcW w:w="2603" w:type="dxa"/>
            <w:gridSpan w:val="7"/>
            <w:vMerge/>
            <w:tcBorders>
              <w:right w:val="single" w:sz="8" w:space="0" w:color="auto"/>
            </w:tcBorders>
            <w:vAlign w:val="center"/>
          </w:tcPr>
          <w:p w14:paraId="02E19AB8" w14:textId="77777777" w:rsidR="00D12C5B" w:rsidRPr="00746005" w:rsidRDefault="00D12C5B">
            <w:pPr>
              <w:pStyle w:val="CRfront"/>
              <w:ind w:left="720" w:hanging="720"/>
              <w:jc w:val="center"/>
              <w:rPr>
                <w:rFonts w:ascii="Times New Roman" w:hAnsi="Times New Roman"/>
                <w:b/>
                <w:caps/>
              </w:rPr>
            </w:pPr>
          </w:p>
        </w:tc>
      </w:tr>
      <w:tr w:rsidR="00D12C5B" w:rsidRPr="00746005" w14:paraId="6DFB2852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57" w:type="dxa"/>
            <w:gridSpan w:val="2"/>
            <w:tcBorders>
              <w:left w:val="single" w:sz="8" w:space="0" w:color="auto"/>
            </w:tcBorders>
            <w:vAlign w:val="center"/>
          </w:tcPr>
          <w:p w14:paraId="2920C86A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i/>
                <w:u w:val="single"/>
              </w:rPr>
            </w:pPr>
            <w:r w:rsidRPr="00746005">
              <w:rPr>
                <w:rFonts w:ascii="Times New Roman" w:hAnsi="Times New Roman"/>
                <w:i/>
                <w:sz w:val="14"/>
              </w:rPr>
              <w:t xml:space="preserve">(only one category </w:t>
            </w:r>
          </w:p>
        </w:tc>
        <w:tc>
          <w:tcPr>
            <w:tcW w:w="4820" w:type="dxa"/>
            <w:gridSpan w:val="20"/>
            <w:vAlign w:val="center"/>
          </w:tcPr>
          <w:p w14:paraId="69B563F8" w14:textId="77777777" w:rsidR="00D12C5B" w:rsidRPr="00746005" w:rsidRDefault="00D12C5B">
            <w:pPr>
              <w:pStyle w:val="CRfront"/>
              <w:ind w:left="318" w:hanging="318"/>
              <w:rPr>
                <w:rFonts w:ascii="Times New Roman" w:hAnsi="Times New Roman"/>
              </w:rPr>
            </w:pPr>
            <w:r w:rsidRPr="00746005">
              <w:rPr>
                <w:rFonts w:ascii="Times New Roman" w:hAnsi="Times New Roman"/>
              </w:rPr>
              <w:t>B</w:t>
            </w:r>
            <w:r w:rsidRPr="00746005">
              <w:rPr>
                <w:rFonts w:ascii="Times New Roman" w:hAnsi="Times New Roman"/>
              </w:rPr>
              <w:tab/>
              <w:t>Addition of feature</w:t>
            </w:r>
          </w:p>
        </w:tc>
        <w:tc>
          <w:tcPr>
            <w:tcW w:w="425" w:type="dxa"/>
            <w:gridSpan w:val="2"/>
            <w:shd w:val="pct25" w:color="FFFF00" w:fill="auto"/>
            <w:vAlign w:val="center"/>
          </w:tcPr>
          <w:p w14:paraId="6EC91CA6" w14:textId="03EDC9BD" w:rsidR="00D12C5B" w:rsidRPr="00746005" w:rsidRDefault="009F70F4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#CAT_B#</w:t>
            </w:r>
          </w:p>
        </w:tc>
        <w:tc>
          <w:tcPr>
            <w:tcW w:w="2603" w:type="dxa"/>
            <w:gridSpan w:val="7"/>
            <w:vMerge/>
            <w:tcBorders>
              <w:right w:val="single" w:sz="8" w:space="0" w:color="auto"/>
            </w:tcBorders>
            <w:vAlign w:val="center"/>
          </w:tcPr>
          <w:p w14:paraId="345CFA4D" w14:textId="77777777" w:rsidR="00D12C5B" w:rsidRPr="00746005" w:rsidRDefault="00D12C5B">
            <w:pPr>
              <w:pStyle w:val="CRfront"/>
              <w:ind w:left="720" w:hanging="720"/>
              <w:jc w:val="center"/>
              <w:rPr>
                <w:rFonts w:ascii="Times New Roman" w:hAnsi="Times New Roman"/>
                <w:b/>
                <w:caps/>
              </w:rPr>
            </w:pPr>
          </w:p>
        </w:tc>
      </w:tr>
      <w:tr w:rsidR="00D12C5B" w:rsidRPr="00746005" w14:paraId="2C831BD1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57" w:type="dxa"/>
            <w:gridSpan w:val="2"/>
            <w:tcBorders>
              <w:left w:val="single" w:sz="8" w:space="0" w:color="auto"/>
            </w:tcBorders>
            <w:vAlign w:val="center"/>
          </w:tcPr>
          <w:p w14:paraId="5746D583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i/>
                <w:u w:val="single"/>
              </w:rPr>
            </w:pPr>
            <w:r w:rsidRPr="00746005">
              <w:rPr>
                <w:rFonts w:ascii="Times New Roman" w:hAnsi="Times New Roman"/>
                <w:i/>
                <w:sz w:val="14"/>
              </w:rPr>
              <w:t>shall be marked</w:t>
            </w:r>
          </w:p>
        </w:tc>
        <w:tc>
          <w:tcPr>
            <w:tcW w:w="4820" w:type="dxa"/>
            <w:gridSpan w:val="20"/>
            <w:vAlign w:val="center"/>
          </w:tcPr>
          <w:p w14:paraId="5379E904" w14:textId="77777777" w:rsidR="00D12C5B" w:rsidRPr="00746005" w:rsidRDefault="00D12C5B">
            <w:pPr>
              <w:pStyle w:val="CRfront"/>
              <w:ind w:left="318" w:hanging="318"/>
              <w:rPr>
                <w:rFonts w:ascii="Times New Roman" w:hAnsi="Times New Roman"/>
              </w:rPr>
            </w:pPr>
            <w:r w:rsidRPr="00746005">
              <w:rPr>
                <w:rFonts w:ascii="Times New Roman" w:hAnsi="Times New Roman"/>
              </w:rPr>
              <w:t>C</w:t>
            </w:r>
            <w:r w:rsidRPr="00746005">
              <w:rPr>
                <w:rFonts w:ascii="Times New Roman" w:hAnsi="Times New Roman"/>
              </w:rPr>
              <w:tab/>
              <w:t>Functional modification of feature</w:t>
            </w:r>
          </w:p>
        </w:tc>
        <w:tc>
          <w:tcPr>
            <w:tcW w:w="425" w:type="dxa"/>
            <w:gridSpan w:val="2"/>
            <w:shd w:val="pct25" w:color="FFFF00" w:fill="auto"/>
            <w:vAlign w:val="center"/>
          </w:tcPr>
          <w:p w14:paraId="06ED23E9" w14:textId="3F4F08C3" w:rsidR="00D12C5B" w:rsidRPr="00746005" w:rsidRDefault="009F70F4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#CAT_C#</w:t>
            </w:r>
          </w:p>
        </w:tc>
        <w:tc>
          <w:tcPr>
            <w:tcW w:w="2603" w:type="dxa"/>
            <w:gridSpan w:val="7"/>
            <w:vMerge/>
            <w:tcBorders>
              <w:right w:val="single" w:sz="8" w:space="0" w:color="auto"/>
            </w:tcBorders>
            <w:vAlign w:val="center"/>
          </w:tcPr>
          <w:p w14:paraId="528752DF" w14:textId="77777777" w:rsidR="00D12C5B" w:rsidRPr="00746005" w:rsidRDefault="00D12C5B">
            <w:pPr>
              <w:pStyle w:val="CRfront"/>
              <w:ind w:left="720" w:hanging="720"/>
              <w:jc w:val="center"/>
              <w:rPr>
                <w:rFonts w:ascii="Times New Roman" w:hAnsi="Times New Roman"/>
                <w:b/>
                <w:caps/>
              </w:rPr>
            </w:pPr>
          </w:p>
        </w:tc>
      </w:tr>
      <w:tr w:rsidR="00D12C5B" w:rsidRPr="00746005" w14:paraId="30E003A4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57" w:type="dxa"/>
            <w:gridSpan w:val="2"/>
            <w:tcBorders>
              <w:left w:val="single" w:sz="8" w:space="0" w:color="auto"/>
            </w:tcBorders>
            <w:vAlign w:val="center"/>
          </w:tcPr>
          <w:p w14:paraId="3CCEDC7F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i/>
                <w:u w:val="single"/>
              </w:rPr>
            </w:pPr>
            <w:r w:rsidRPr="00746005">
              <w:rPr>
                <w:rFonts w:ascii="Times New Roman" w:hAnsi="Times New Roman"/>
                <w:i/>
                <w:sz w:val="14"/>
              </w:rPr>
              <w:t>with an X)</w:t>
            </w:r>
          </w:p>
        </w:tc>
        <w:tc>
          <w:tcPr>
            <w:tcW w:w="4820" w:type="dxa"/>
            <w:gridSpan w:val="20"/>
            <w:vAlign w:val="center"/>
          </w:tcPr>
          <w:p w14:paraId="66EDB71F" w14:textId="77777777" w:rsidR="00D12C5B" w:rsidRPr="00746005" w:rsidRDefault="00D12C5B">
            <w:pPr>
              <w:pStyle w:val="CRfront"/>
              <w:ind w:left="318" w:hanging="318"/>
              <w:rPr>
                <w:rFonts w:ascii="Times New Roman" w:hAnsi="Times New Roman"/>
              </w:rPr>
            </w:pPr>
            <w:r w:rsidRPr="00746005">
              <w:rPr>
                <w:rFonts w:ascii="Times New Roman" w:hAnsi="Times New Roman"/>
              </w:rPr>
              <w:t>D</w:t>
            </w:r>
            <w:r w:rsidRPr="00746005">
              <w:rPr>
                <w:rFonts w:ascii="Times New Roman" w:hAnsi="Times New Roman"/>
              </w:rPr>
              <w:tab/>
              <w:t>Editorial modification</w:t>
            </w:r>
          </w:p>
        </w:tc>
        <w:tc>
          <w:tcPr>
            <w:tcW w:w="425" w:type="dxa"/>
            <w:gridSpan w:val="2"/>
            <w:shd w:val="pct25" w:color="FFFF00" w:fill="auto"/>
            <w:vAlign w:val="center"/>
          </w:tcPr>
          <w:p w14:paraId="489708F0" w14:textId="7B613876" w:rsidR="00D12C5B" w:rsidRPr="00746005" w:rsidRDefault="009F70F4">
            <w:pPr>
              <w:pStyle w:val="CRfront"/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#CAT_D#</w:t>
            </w:r>
          </w:p>
        </w:tc>
        <w:tc>
          <w:tcPr>
            <w:tcW w:w="2603" w:type="dxa"/>
            <w:gridSpan w:val="7"/>
            <w:vMerge/>
            <w:tcBorders>
              <w:right w:val="single" w:sz="8" w:space="0" w:color="auto"/>
            </w:tcBorders>
            <w:vAlign w:val="center"/>
          </w:tcPr>
          <w:p w14:paraId="653EAF82" w14:textId="77777777" w:rsidR="00D12C5B" w:rsidRPr="00746005" w:rsidRDefault="00D12C5B">
            <w:pPr>
              <w:pStyle w:val="CRfront"/>
              <w:ind w:left="720" w:hanging="720"/>
              <w:jc w:val="center"/>
              <w:rPr>
                <w:rFonts w:ascii="Times New Roman" w:hAnsi="Times New Roman"/>
                <w:b/>
                <w:caps/>
              </w:rPr>
            </w:pPr>
          </w:p>
        </w:tc>
      </w:tr>
      <w:tr w:rsidR="00D12C5B" w:rsidRPr="00746005" w14:paraId="02DD86FD" w14:textId="77777777" w:rsidTr="00DB0BFC">
        <w:tc>
          <w:tcPr>
            <w:tcW w:w="9605" w:type="dxa"/>
            <w:gridSpan w:val="3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CF87642" w14:textId="77777777" w:rsidR="00D12C5B" w:rsidRPr="00746005" w:rsidRDefault="00D12C5B">
            <w:pPr>
              <w:pStyle w:val="CRfront"/>
              <w:rPr>
                <w:rFonts w:ascii="Times New Roman" w:hAnsi="Times New Roman"/>
              </w:rPr>
            </w:pPr>
          </w:p>
        </w:tc>
      </w:tr>
      <w:tr w:rsidR="00D12C5B" w:rsidRPr="00746005" w14:paraId="6C59D707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757" w:type="dxa"/>
            <w:gridSpan w:val="2"/>
            <w:tcBorders>
              <w:left w:val="single" w:sz="8" w:space="0" w:color="auto"/>
            </w:tcBorders>
            <w:vAlign w:val="center"/>
          </w:tcPr>
          <w:p w14:paraId="0790568E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b/>
                <w:u w:val="single"/>
              </w:rPr>
              <w:t>Reason for change:</w:t>
            </w:r>
          </w:p>
        </w:tc>
        <w:tc>
          <w:tcPr>
            <w:tcW w:w="7848" w:type="dxa"/>
            <w:gridSpan w:val="29"/>
            <w:tcBorders>
              <w:right w:val="single" w:sz="8" w:space="0" w:color="auto"/>
            </w:tcBorders>
            <w:shd w:val="pct25" w:color="FFFF00" w:fill="auto"/>
            <w:vAlign w:val="center"/>
          </w:tcPr>
          <w:p w14:paraId="2AA08D4F" w14:textId="4ECB2905" w:rsidR="00D12C5B" w:rsidRPr="00B4454E" w:rsidRDefault="007A129E" w:rsidP="00B4454E">
            <w:pPr>
              <w:pStyle w:val="CRfron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#SUMMARY#</w:t>
            </w:r>
          </w:p>
        </w:tc>
      </w:tr>
      <w:tr w:rsidR="00D12C5B" w:rsidRPr="00746005" w14:paraId="53DDA14E" w14:textId="77777777" w:rsidTr="00DB0BFC">
        <w:tc>
          <w:tcPr>
            <w:tcW w:w="9605" w:type="dxa"/>
            <w:gridSpan w:val="3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D9B24BF" w14:textId="77777777" w:rsidR="00D12C5B" w:rsidRPr="00746005" w:rsidRDefault="00D12C5B">
            <w:pPr>
              <w:pStyle w:val="CRfront"/>
              <w:rPr>
                <w:rFonts w:ascii="Times New Roman" w:hAnsi="Times New Roman"/>
              </w:rPr>
            </w:pPr>
          </w:p>
        </w:tc>
      </w:tr>
      <w:tr w:rsidR="00D12C5B" w:rsidRPr="00746005" w14:paraId="60AB47CF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757" w:type="dxa"/>
            <w:gridSpan w:val="2"/>
            <w:tcBorders>
              <w:left w:val="single" w:sz="8" w:space="0" w:color="auto"/>
            </w:tcBorders>
            <w:vAlign w:val="center"/>
          </w:tcPr>
          <w:p w14:paraId="78821914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b/>
                <w:u w:val="single"/>
              </w:rPr>
              <w:t>Clauses affected:</w:t>
            </w:r>
          </w:p>
        </w:tc>
        <w:tc>
          <w:tcPr>
            <w:tcW w:w="7848" w:type="dxa"/>
            <w:gridSpan w:val="29"/>
            <w:tcBorders>
              <w:right w:val="single" w:sz="8" w:space="0" w:color="auto"/>
            </w:tcBorders>
            <w:shd w:val="pct25" w:color="FFFF00" w:fill="auto"/>
            <w:vAlign w:val="center"/>
          </w:tcPr>
          <w:p w14:paraId="22884427" w14:textId="23B76C86" w:rsidR="00D12C5B" w:rsidRPr="00B4454E" w:rsidRDefault="00195EEB" w:rsidP="00B4454E">
            <w:pPr>
              <w:pStyle w:val="CRfron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#CLAUSES#</w:t>
            </w:r>
          </w:p>
        </w:tc>
      </w:tr>
      <w:tr w:rsidR="00D12C5B" w:rsidRPr="00746005" w14:paraId="535C6C82" w14:textId="77777777" w:rsidTr="00DB0BFC">
        <w:tc>
          <w:tcPr>
            <w:tcW w:w="9605" w:type="dxa"/>
            <w:gridSpan w:val="3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5EEC085" w14:textId="77777777" w:rsidR="00D12C5B" w:rsidRPr="00746005" w:rsidRDefault="00D12C5B">
            <w:pPr>
              <w:pStyle w:val="CRfront"/>
              <w:rPr>
                <w:rFonts w:ascii="Times New Roman" w:hAnsi="Times New Roman"/>
              </w:rPr>
            </w:pPr>
          </w:p>
        </w:tc>
      </w:tr>
      <w:tr w:rsidR="00D12C5B" w:rsidRPr="00746005" w14:paraId="325BDB29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041" w:type="dxa"/>
            <w:gridSpan w:val="3"/>
            <w:tcBorders>
              <w:left w:val="single" w:sz="8" w:space="0" w:color="auto"/>
            </w:tcBorders>
            <w:vAlign w:val="center"/>
          </w:tcPr>
          <w:p w14:paraId="1BBB87ED" w14:textId="77777777" w:rsidR="00D12C5B" w:rsidRPr="00746005" w:rsidRDefault="00D12C5B" w:rsidP="00AA5CC3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b/>
                <w:u w:val="single"/>
              </w:rPr>
              <w:t xml:space="preserve">Other </w:t>
            </w:r>
            <w:r w:rsidR="00AA5CC3">
              <w:rPr>
                <w:rFonts w:ascii="Times New Roman" w:hAnsi="Times New Roman"/>
                <w:b/>
                <w:u w:val="single"/>
              </w:rPr>
              <w:t>docs</w:t>
            </w:r>
            <w:r w:rsidR="004C6390" w:rsidRPr="00746005">
              <w:rPr>
                <w:rFonts w:ascii="Times New Roman" w:hAnsi="Times New Roman"/>
                <w:b/>
                <w:u w:val="single"/>
              </w:rPr>
              <w:t xml:space="preserve"> affected:</w:t>
            </w:r>
          </w:p>
        </w:tc>
        <w:tc>
          <w:tcPr>
            <w:tcW w:w="1984" w:type="dxa"/>
            <w:gridSpan w:val="6"/>
            <w:vAlign w:val="center"/>
          </w:tcPr>
          <w:p w14:paraId="045A5AA1" w14:textId="77777777" w:rsidR="00D12C5B" w:rsidRPr="00746005" w:rsidRDefault="00D12C5B">
            <w:pPr>
              <w:pStyle w:val="CRfront"/>
              <w:ind w:left="318" w:hanging="318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pct25" w:color="FFFF00" w:fill="auto"/>
            <w:vAlign w:val="center"/>
          </w:tcPr>
          <w:p w14:paraId="19538990" w14:textId="77777777" w:rsidR="00D12C5B" w:rsidRPr="00746005" w:rsidRDefault="00D12C5B" w:rsidP="0026036E">
            <w:pPr>
              <w:pStyle w:val="CRfront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1418" w:type="dxa"/>
            <w:gridSpan w:val="7"/>
            <w:vAlign w:val="center"/>
          </w:tcPr>
          <w:p w14:paraId="34D12032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</w:rPr>
              <w:sym w:font="Symbol" w:char="F0AE"/>
            </w:r>
            <w:r w:rsidRPr="00746005">
              <w:rPr>
                <w:rFonts w:ascii="Times New Roman" w:hAnsi="Times New Roman"/>
              </w:rPr>
              <w:t xml:space="preserve">  List of CRs:</w:t>
            </w:r>
          </w:p>
        </w:tc>
        <w:tc>
          <w:tcPr>
            <w:tcW w:w="3595" w:type="dxa"/>
            <w:gridSpan w:val="13"/>
            <w:tcBorders>
              <w:right w:val="single" w:sz="8" w:space="0" w:color="auto"/>
            </w:tcBorders>
            <w:shd w:val="pct25" w:color="FFFF00" w:fill="auto"/>
            <w:vAlign w:val="center"/>
          </w:tcPr>
          <w:p w14:paraId="55CCF18F" w14:textId="77777777" w:rsidR="00D12C5B" w:rsidRPr="00746005" w:rsidRDefault="00D12C5B">
            <w:pPr>
              <w:pStyle w:val="CRfront"/>
              <w:rPr>
                <w:rFonts w:ascii="Times New Roman" w:hAnsi="Times New Roman"/>
              </w:rPr>
            </w:pPr>
          </w:p>
        </w:tc>
      </w:tr>
      <w:tr w:rsidR="00D12C5B" w:rsidRPr="00746005" w14:paraId="04CB3E00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041" w:type="dxa"/>
            <w:gridSpan w:val="3"/>
            <w:tcBorders>
              <w:left w:val="single" w:sz="8" w:space="0" w:color="auto"/>
            </w:tcBorders>
            <w:vAlign w:val="center"/>
          </w:tcPr>
          <w:p w14:paraId="08F37011" w14:textId="77777777" w:rsidR="00D12C5B" w:rsidRPr="00746005" w:rsidRDefault="004C6390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i/>
                <w:sz w:val="14"/>
              </w:rPr>
              <w:t>version number</w:t>
            </w:r>
            <w:r w:rsidR="0026036E" w:rsidRPr="00746005">
              <w:rPr>
                <w:rFonts w:ascii="Times New Roman" w:hAnsi="Times New Roman"/>
                <w:i/>
                <w:sz w:val="14"/>
              </w:rPr>
              <w:t xml:space="preserve"> to</w:t>
            </w:r>
            <w:r w:rsidRPr="00746005">
              <w:rPr>
                <w:rFonts w:ascii="Times New Roman" w:hAnsi="Times New Roman"/>
                <w:i/>
                <w:sz w:val="14"/>
              </w:rPr>
              <w:t xml:space="preserve"> be included</w:t>
            </w:r>
          </w:p>
        </w:tc>
        <w:tc>
          <w:tcPr>
            <w:tcW w:w="1984" w:type="dxa"/>
            <w:gridSpan w:val="6"/>
            <w:vAlign w:val="center"/>
          </w:tcPr>
          <w:p w14:paraId="7E1EEA2E" w14:textId="77777777" w:rsidR="00D12C5B" w:rsidRPr="00746005" w:rsidRDefault="00D12C5B">
            <w:pPr>
              <w:pStyle w:val="CRfront"/>
              <w:ind w:left="318" w:hanging="318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pct25" w:color="FFFF00" w:fill="auto"/>
            <w:vAlign w:val="center"/>
          </w:tcPr>
          <w:p w14:paraId="030AD4C9" w14:textId="77777777" w:rsidR="00D12C5B" w:rsidRPr="00746005" w:rsidRDefault="00D12C5B" w:rsidP="0026036E">
            <w:pPr>
              <w:pStyle w:val="CRfront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1418" w:type="dxa"/>
            <w:gridSpan w:val="7"/>
            <w:vAlign w:val="center"/>
          </w:tcPr>
          <w:p w14:paraId="5191D00D" w14:textId="77777777" w:rsidR="00D12C5B" w:rsidRPr="00746005" w:rsidRDefault="00D12C5B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</w:rPr>
              <w:sym w:font="Symbol" w:char="F0AE"/>
            </w:r>
            <w:r w:rsidRPr="00746005">
              <w:rPr>
                <w:rFonts w:ascii="Times New Roman" w:hAnsi="Times New Roman"/>
              </w:rPr>
              <w:t xml:space="preserve">  List of CRs:</w:t>
            </w:r>
          </w:p>
        </w:tc>
        <w:tc>
          <w:tcPr>
            <w:tcW w:w="3595" w:type="dxa"/>
            <w:gridSpan w:val="13"/>
            <w:tcBorders>
              <w:right w:val="single" w:sz="8" w:space="0" w:color="auto"/>
            </w:tcBorders>
            <w:shd w:val="pct25" w:color="FFFF00" w:fill="auto"/>
            <w:vAlign w:val="center"/>
          </w:tcPr>
          <w:p w14:paraId="61E762EE" w14:textId="77777777" w:rsidR="00D12C5B" w:rsidRPr="00746005" w:rsidRDefault="00D12C5B">
            <w:pPr>
              <w:pStyle w:val="CRfront"/>
              <w:rPr>
                <w:rFonts w:ascii="Times New Roman" w:hAnsi="Times New Roman"/>
              </w:rPr>
            </w:pPr>
          </w:p>
        </w:tc>
      </w:tr>
      <w:tr w:rsidR="00D12C5B" w:rsidRPr="00746005" w14:paraId="617A2814" w14:textId="77777777" w:rsidTr="00DB0BFC">
        <w:tc>
          <w:tcPr>
            <w:tcW w:w="9605" w:type="dxa"/>
            <w:gridSpan w:val="3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4162AF2" w14:textId="77777777" w:rsidR="00D12C5B" w:rsidRPr="00746005" w:rsidRDefault="00D12C5B">
            <w:pPr>
              <w:pStyle w:val="CRfront"/>
              <w:rPr>
                <w:rFonts w:ascii="Times New Roman" w:hAnsi="Times New Roman"/>
              </w:rPr>
            </w:pPr>
          </w:p>
        </w:tc>
      </w:tr>
      <w:tr w:rsidR="00427D3B" w:rsidRPr="00746005" w14:paraId="25920F1A" w14:textId="77777777" w:rsidTr="00DB0B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757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6080E0" w14:textId="77777777" w:rsidR="00427D3B" w:rsidRPr="00746005" w:rsidRDefault="00427D3B" w:rsidP="00C11A59">
            <w:pPr>
              <w:pStyle w:val="CRfront"/>
              <w:rPr>
                <w:rFonts w:ascii="Times New Roman" w:hAnsi="Times New Roman"/>
                <w:b/>
                <w:u w:val="single"/>
              </w:rPr>
            </w:pPr>
            <w:r w:rsidRPr="00746005">
              <w:rPr>
                <w:rFonts w:ascii="Times New Roman" w:hAnsi="Times New Roman"/>
                <w:b/>
                <w:u w:val="single"/>
              </w:rPr>
              <w:t>Other comments:</w:t>
            </w:r>
          </w:p>
        </w:tc>
        <w:tc>
          <w:tcPr>
            <w:tcW w:w="7848" w:type="dxa"/>
            <w:gridSpan w:val="29"/>
            <w:tcBorders>
              <w:bottom w:val="single" w:sz="8" w:space="0" w:color="auto"/>
              <w:right w:val="single" w:sz="8" w:space="0" w:color="auto"/>
            </w:tcBorders>
            <w:shd w:val="pct25" w:color="FFFF00" w:fill="auto"/>
            <w:vAlign w:val="center"/>
          </w:tcPr>
          <w:p w14:paraId="18112937" w14:textId="77777777" w:rsidR="00272649" w:rsidRPr="00272649" w:rsidRDefault="00272649" w:rsidP="00272649">
            <w:pPr>
              <w:spacing w:after="0"/>
              <w:rPr>
                <w:b/>
                <w:bCs/>
              </w:rPr>
            </w:pPr>
            <w:r w:rsidRPr="00272649">
              <w:rPr>
                <w:b/>
                <w:bCs/>
              </w:rPr>
              <w:t>This CR is associated with the following changes in the Forge:</w:t>
            </w:r>
          </w:p>
          <w:p w14:paraId="6566DB2D" w14:textId="32E93638" w:rsidR="00272649" w:rsidRPr="00272649" w:rsidRDefault="00272649" w:rsidP="00BA2973">
            <w:pPr>
              <w:spacing w:after="0"/>
              <w:jc w:val="both"/>
              <w:rPr>
                <w:b/>
                <w:bCs/>
              </w:rPr>
            </w:pPr>
            <w:r w:rsidRPr="00272649">
              <w:rPr>
                <w:b/>
                <w:bCs/>
              </w:rPr>
              <w:t xml:space="preserve">Merge Request: </w:t>
            </w:r>
            <w:hyperlink r:id="rId7" w:history="1">
              <w:r w:rsidRPr="00BA2973">
                <w:rPr>
                  <w:rStyle w:val="Hyperlink"/>
                  <w:b/>
                  <w:bCs/>
                </w:rPr>
                <w:t>#MR_NUMBER#</w:t>
              </w:r>
            </w:hyperlink>
          </w:p>
          <w:p w14:paraId="49490644" w14:textId="1CB3849E" w:rsidR="00427D3B" w:rsidRDefault="00272649" w:rsidP="00272649">
            <w:pPr>
              <w:pStyle w:val="FP"/>
              <w:rPr>
                <w:b/>
                <w:bCs/>
              </w:rPr>
            </w:pPr>
            <w:r w:rsidRPr="00272649">
              <w:rPr>
                <w:b/>
                <w:bCs/>
              </w:rPr>
              <w:t xml:space="preserve">Commit hash: </w:t>
            </w:r>
            <w:hyperlink r:id="rId8" w:history="1">
              <w:r w:rsidRPr="00790632">
                <w:rPr>
                  <w:rStyle w:val="Hyperlink"/>
                  <w:b/>
                  <w:bCs/>
                </w:rPr>
                <w:t>#COMMIT_HASH#</w:t>
              </w:r>
            </w:hyperlink>
          </w:p>
          <w:p w14:paraId="029A9BA9" w14:textId="77777777" w:rsidR="00DD258C" w:rsidRDefault="00DD258C" w:rsidP="00272649">
            <w:pPr>
              <w:pStyle w:val="FP"/>
              <w:rPr>
                <w:b/>
                <w:bCs/>
              </w:rPr>
            </w:pPr>
          </w:p>
          <w:p w14:paraId="3DF61BB7" w14:textId="4A0DF1B2" w:rsidR="00B4454E" w:rsidRPr="00983464" w:rsidRDefault="00B4454E" w:rsidP="00B4454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#OTHER_COMMENTS#</w:t>
            </w:r>
          </w:p>
        </w:tc>
      </w:tr>
    </w:tbl>
    <w:p w14:paraId="6F5A2731" w14:textId="77777777" w:rsidR="00D12C5B" w:rsidRPr="00746005" w:rsidRDefault="00D12C5B"/>
    <w:p w14:paraId="551C020B" w14:textId="1E655257" w:rsidR="00855101" w:rsidRPr="00746005" w:rsidRDefault="00855101" w:rsidP="0072147C"/>
    <w:p w14:paraId="2E8741C7" w14:textId="77777777" w:rsidR="00966EDD" w:rsidRPr="00746005" w:rsidRDefault="00966EDD" w:rsidP="00855101"/>
    <w:sectPr w:rsidR="00966EDD" w:rsidRPr="00746005" w:rsidSect="004C7F2B">
      <w:headerReference w:type="even" r:id="rId9"/>
      <w:footerReference w:type="default" r:id="rId10"/>
      <w:footnotePr>
        <w:numRestart w:val="eachSect"/>
      </w:footnotePr>
      <w:pgSz w:w="11907" w:h="16840" w:code="9"/>
      <w:pgMar w:top="567" w:right="1134" w:bottom="851" w:left="1134" w:header="68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3DAD1" w14:textId="77777777" w:rsidR="001E4F83" w:rsidRDefault="001E4F83">
      <w:r>
        <w:separator/>
      </w:r>
    </w:p>
  </w:endnote>
  <w:endnote w:type="continuationSeparator" w:id="0">
    <w:p w14:paraId="0B9568C0" w14:textId="77777777" w:rsidR="001E4F83" w:rsidRDefault="001E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N)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DFFA" w14:textId="77777777" w:rsidR="00D12C5B" w:rsidRDefault="00D12C5B">
    <w:pPr>
      <w:pStyle w:val="Foo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D2B7C">
      <w:t>2</w:t>
    </w:r>
    <w:r>
      <w:fldChar w:fldCharType="end"/>
    </w:r>
    <w:r>
      <w:t>/</w:t>
    </w:r>
    <w:fldSimple w:instr=" NUMPAGES  \* MERGEFORMAT ">
      <w:r w:rsidR="006D2B7C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CC3D8" w14:textId="77777777" w:rsidR="001E4F83" w:rsidRDefault="001E4F83">
      <w:r>
        <w:separator/>
      </w:r>
    </w:p>
  </w:footnote>
  <w:footnote w:type="continuationSeparator" w:id="0">
    <w:p w14:paraId="0F8E1D63" w14:textId="77777777" w:rsidR="001E4F83" w:rsidRDefault="001E4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7423" w14:textId="77777777" w:rsidR="00D12C5B" w:rsidRDefault="00D12C5B">
    <w:r>
      <w:t xml:space="preserve">Page </w:t>
    </w: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  <w:r>
      <w:br/>
      <w:t>Draft prETS 300 ???: Month YYYY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5FE7"/>
    <w:multiLevelType w:val="hybridMultilevel"/>
    <w:tmpl w:val="B62668A0"/>
    <w:lvl w:ilvl="0" w:tplc="FFFFFFFF">
      <w:start w:val="1"/>
      <w:numFmt w:val="bullet"/>
      <w:pStyle w:val="B3"/>
      <w:lvlText w:val=""/>
      <w:lvlJc w:val="left"/>
      <w:pPr>
        <w:tabs>
          <w:tab w:val="num" w:pos="927"/>
        </w:tabs>
        <w:ind w:left="284" w:firstLine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978E9"/>
    <w:multiLevelType w:val="hybridMultilevel"/>
    <w:tmpl w:val="9C7E1708"/>
    <w:lvl w:ilvl="0" w:tplc="FFFFFFFF">
      <w:start w:val="1"/>
      <w:numFmt w:val="bullet"/>
      <w:pStyle w:val="B1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80964"/>
    <w:multiLevelType w:val="hybridMultilevel"/>
    <w:tmpl w:val="08700742"/>
    <w:lvl w:ilvl="0" w:tplc="FFFFFFFF">
      <w:start w:val="1"/>
      <w:numFmt w:val="decimal"/>
      <w:pStyle w:val="BN"/>
      <w:lvlText w:val="%1)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2D3CBA"/>
    <w:multiLevelType w:val="hybridMultilevel"/>
    <w:tmpl w:val="796EED1C"/>
    <w:lvl w:ilvl="0" w:tplc="FFFFFFFF">
      <w:start w:val="1"/>
      <w:numFmt w:val="lowerLetter"/>
      <w:pStyle w:val="B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156C54"/>
    <w:multiLevelType w:val="hybridMultilevel"/>
    <w:tmpl w:val="509E308C"/>
    <w:lvl w:ilvl="0" w:tplc="FFFFFFFF">
      <w:start w:val="1"/>
      <w:numFmt w:val="bullet"/>
      <w:pStyle w:val="B2"/>
      <w:lvlText w:val="-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3408931">
    <w:abstractNumId w:val="1"/>
  </w:num>
  <w:num w:numId="2" w16cid:durableId="1247567724">
    <w:abstractNumId w:val="4"/>
  </w:num>
  <w:num w:numId="3" w16cid:durableId="1964573794">
    <w:abstractNumId w:val="0"/>
  </w:num>
  <w:num w:numId="4" w16cid:durableId="1464887330">
    <w:abstractNumId w:val="2"/>
  </w:num>
  <w:num w:numId="5" w16cid:durableId="1211917822">
    <w:abstractNumId w:val="3"/>
  </w:num>
  <w:num w:numId="6" w16cid:durableId="1707370618">
    <w:abstractNumId w:val="1"/>
  </w:num>
  <w:num w:numId="7" w16cid:durableId="918487937">
    <w:abstractNumId w:val="4"/>
  </w:num>
  <w:num w:numId="8" w16cid:durableId="1535145756">
    <w:abstractNumId w:val="0"/>
  </w:num>
  <w:num w:numId="9" w16cid:durableId="156072927">
    <w:abstractNumId w:val="3"/>
  </w:num>
  <w:num w:numId="10" w16cid:durableId="43873229">
    <w:abstractNumId w:val="2"/>
  </w:num>
  <w:num w:numId="11" w16cid:durableId="1806854701">
    <w:abstractNumId w:val="3"/>
  </w:num>
  <w:num w:numId="12" w16cid:durableId="1147165674">
    <w:abstractNumId w:val="2"/>
  </w:num>
  <w:num w:numId="13" w16cid:durableId="269313912">
    <w:abstractNumId w:val="3"/>
  </w:num>
  <w:num w:numId="14" w16cid:durableId="1568496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intFractionalCharacterWidth/>
  <w:embedSystemFonts/>
  <w:hideSpellingError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9A"/>
    <w:rsid w:val="00010BDF"/>
    <w:rsid w:val="00017314"/>
    <w:rsid w:val="00026F76"/>
    <w:rsid w:val="00027C6A"/>
    <w:rsid w:val="000555C1"/>
    <w:rsid w:val="000A67EF"/>
    <w:rsid w:val="000C0C60"/>
    <w:rsid w:val="000E7050"/>
    <w:rsid w:val="00101BC1"/>
    <w:rsid w:val="00126BB6"/>
    <w:rsid w:val="001350A4"/>
    <w:rsid w:val="00153831"/>
    <w:rsid w:val="00157D7E"/>
    <w:rsid w:val="001709CD"/>
    <w:rsid w:val="0017798B"/>
    <w:rsid w:val="00181723"/>
    <w:rsid w:val="001952E2"/>
    <w:rsid w:val="00195EEB"/>
    <w:rsid w:val="001A2C3F"/>
    <w:rsid w:val="001A44B7"/>
    <w:rsid w:val="001B496F"/>
    <w:rsid w:val="001C3BBA"/>
    <w:rsid w:val="001C77BD"/>
    <w:rsid w:val="001D4E52"/>
    <w:rsid w:val="001E4F83"/>
    <w:rsid w:val="002021F4"/>
    <w:rsid w:val="00203556"/>
    <w:rsid w:val="00206207"/>
    <w:rsid w:val="00215CAB"/>
    <w:rsid w:val="002218F9"/>
    <w:rsid w:val="00247130"/>
    <w:rsid w:val="00256AA0"/>
    <w:rsid w:val="0026036E"/>
    <w:rsid w:val="00272649"/>
    <w:rsid w:val="0027687A"/>
    <w:rsid w:val="00281632"/>
    <w:rsid w:val="00290A79"/>
    <w:rsid w:val="002B67BF"/>
    <w:rsid w:val="002D35B9"/>
    <w:rsid w:val="00301DAD"/>
    <w:rsid w:val="00306F47"/>
    <w:rsid w:val="0033730C"/>
    <w:rsid w:val="003438FB"/>
    <w:rsid w:val="00385852"/>
    <w:rsid w:val="003A11C6"/>
    <w:rsid w:val="003A2D2C"/>
    <w:rsid w:val="003B0A3A"/>
    <w:rsid w:val="003B3222"/>
    <w:rsid w:val="003B69D6"/>
    <w:rsid w:val="003E294E"/>
    <w:rsid w:val="004046A0"/>
    <w:rsid w:val="00412AAC"/>
    <w:rsid w:val="00425E2A"/>
    <w:rsid w:val="00426E5C"/>
    <w:rsid w:val="00427D3B"/>
    <w:rsid w:val="004429E1"/>
    <w:rsid w:val="0044324B"/>
    <w:rsid w:val="00453CBC"/>
    <w:rsid w:val="004624A2"/>
    <w:rsid w:val="00462F1B"/>
    <w:rsid w:val="00480526"/>
    <w:rsid w:val="00485A14"/>
    <w:rsid w:val="004C6390"/>
    <w:rsid w:val="004C7F2B"/>
    <w:rsid w:val="004C7F59"/>
    <w:rsid w:val="004D0B47"/>
    <w:rsid w:val="004E1E1C"/>
    <w:rsid w:val="004E303E"/>
    <w:rsid w:val="00507924"/>
    <w:rsid w:val="005406C8"/>
    <w:rsid w:val="00574A02"/>
    <w:rsid w:val="00582D32"/>
    <w:rsid w:val="006125C9"/>
    <w:rsid w:val="00621C37"/>
    <w:rsid w:val="00624E93"/>
    <w:rsid w:val="00630B00"/>
    <w:rsid w:val="00653DE2"/>
    <w:rsid w:val="0069100A"/>
    <w:rsid w:val="00695E77"/>
    <w:rsid w:val="006B6F33"/>
    <w:rsid w:val="006C0935"/>
    <w:rsid w:val="006C2201"/>
    <w:rsid w:val="006D2B7C"/>
    <w:rsid w:val="006E0421"/>
    <w:rsid w:val="00703328"/>
    <w:rsid w:val="0072147C"/>
    <w:rsid w:val="0072487F"/>
    <w:rsid w:val="00730DB5"/>
    <w:rsid w:val="00737F9C"/>
    <w:rsid w:val="00746005"/>
    <w:rsid w:val="007717E3"/>
    <w:rsid w:val="00777F53"/>
    <w:rsid w:val="007806CD"/>
    <w:rsid w:val="00790632"/>
    <w:rsid w:val="007A129E"/>
    <w:rsid w:val="007B12D2"/>
    <w:rsid w:val="007E1A2E"/>
    <w:rsid w:val="007E37E6"/>
    <w:rsid w:val="008074DA"/>
    <w:rsid w:val="00810DBC"/>
    <w:rsid w:val="008332F4"/>
    <w:rsid w:val="00833787"/>
    <w:rsid w:val="008407CE"/>
    <w:rsid w:val="0084283B"/>
    <w:rsid w:val="008450D0"/>
    <w:rsid w:val="00852702"/>
    <w:rsid w:val="008533A4"/>
    <w:rsid w:val="00855101"/>
    <w:rsid w:val="00867ACB"/>
    <w:rsid w:val="008C1083"/>
    <w:rsid w:val="008D4980"/>
    <w:rsid w:val="009003BF"/>
    <w:rsid w:val="009129FA"/>
    <w:rsid w:val="0093698C"/>
    <w:rsid w:val="00966EDD"/>
    <w:rsid w:val="00983464"/>
    <w:rsid w:val="00997EE4"/>
    <w:rsid w:val="009A426E"/>
    <w:rsid w:val="009A4270"/>
    <w:rsid w:val="009C55E1"/>
    <w:rsid w:val="009F70F4"/>
    <w:rsid w:val="00A23A4C"/>
    <w:rsid w:val="00A3402B"/>
    <w:rsid w:val="00A521FB"/>
    <w:rsid w:val="00A5672E"/>
    <w:rsid w:val="00A568EF"/>
    <w:rsid w:val="00A6308F"/>
    <w:rsid w:val="00A82BF0"/>
    <w:rsid w:val="00A857A9"/>
    <w:rsid w:val="00AA5CC3"/>
    <w:rsid w:val="00AB632F"/>
    <w:rsid w:val="00AE63D4"/>
    <w:rsid w:val="00AE7090"/>
    <w:rsid w:val="00AF74D5"/>
    <w:rsid w:val="00B27D6F"/>
    <w:rsid w:val="00B4328D"/>
    <w:rsid w:val="00B4454E"/>
    <w:rsid w:val="00B51A8E"/>
    <w:rsid w:val="00B86B9A"/>
    <w:rsid w:val="00B96171"/>
    <w:rsid w:val="00BA2973"/>
    <w:rsid w:val="00BA73ED"/>
    <w:rsid w:val="00BE4AD7"/>
    <w:rsid w:val="00C11A59"/>
    <w:rsid w:val="00C25735"/>
    <w:rsid w:val="00C45AAD"/>
    <w:rsid w:val="00CB101D"/>
    <w:rsid w:val="00CC0EDE"/>
    <w:rsid w:val="00CE41A7"/>
    <w:rsid w:val="00D07170"/>
    <w:rsid w:val="00D0720E"/>
    <w:rsid w:val="00D12C5B"/>
    <w:rsid w:val="00D348F8"/>
    <w:rsid w:val="00D645AB"/>
    <w:rsid w:val="00D92E67"/>
    <w:rsid w:val="00DA1542"/>
    <w:rsid w:val="00DB0BFC"/>
    <w:rsid w:val="00DB49C4"/>
    <w:rsid w:val="00DD258C"/>
    <w:rsid w:val="00DD4479"/>
    <w:rsid w:val="00DD6203"/>
    <w:rsid w:val="00DD7CF1"/>
    <w:rsid w:val="00E23939"/>
    <w:rsid w:val="00E309F8"/>
    <w:rsid w:val="00E5264B"/>
    <w:rsid w:val="00E607E4"/>
    <w:rsid w:val="00E9597E"/>
    <w:rsid w:val="00EC1B30"/>
    <w:rsid w:val="00EC3A08"/>
    <w:rsid w:val="00EF31BA"/>
    <w:rsid w:val="00F004E3"/>
    <w:rsid w:val="00F12169"/>
    <w:rsid w:val="00F14894"/>
    <w:rsid w:val="00F27B57"/>
    <w:rsid w:val="00F36F95"/>
    <w:rsid w:val="00F43F6B"/>
    <w:rsid w:val="00F76A7F"/>
    <w:rsid w:val="00F82738"/>
    <w:rsid w:val="00F84BDC"/>
    <w:rsid w:val="00F9118D"/>
    <w:rsid w:val="00F94E64"/>
    <w:rsid w:val="00FA2152"/>
    <w:rsid w:val="00FB4A81"/>
    <w:rsid w:val="00FD6268"/>
    <w:rsid w:val="00FE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D3F7128"/>
  <w15:chartTrackingRefBased/>
  <w15:docId w15:val="{579BF84E-9BC8-427A-90A3-39FC23576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lang w:eastAsia="en-US"/>
    </w:rPr>
  </w:style>
  <w:style w:type="paragraph" w:styleId="Heading1">
    <w:name w:val="heading 1"/>
    <w:next w:val="Normal"/>
    <w:qFormat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qFormat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pPr>
      <w:outlineLvl w:val="5"/>
    </w:pPr>
  </w:style>
  <w:style w:type="paragraph" w:styleId="Heading7">
    <w:name w:val="heading 7"/>
    <w:basedOn w:val="H6"/>
    <w:next w:val="Normal"/>
    <w:qFormat/>
    <w:pPr>
      <w:outlineLvl w:val="6"/>
    </w:pPr>
  </w:style>
  <w:style w:type="paragraph" w:styleId="Heading8">
    <w:name w:val="heading 8"/>
    <w:basedOn w:val="Heading1"/>
    <w:next w:val="Normal"/>
    <w:qFormat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pPr>
      <w:spacing w:before="180"/>
      <w:ind w:left="2693" w:hanging="2693"/>
    </w:pPr>
    <w:rPr>
      <w:b/>
    </w:rPr>
  </w:style>
  <w:style w:type="paragraph" w:styleId="TOC1">
    <w:name w:val="toc 1"/>
    <w:semiHidden/>
    <w:pPr>
      <w:keepNext/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rFonts w:ascii="Times New Roman" w:hAnsi="Times New Roman"/>
      <w:noProof/>
      <w:sz w:val="22"/>
      <w:lang w:eastAsia="en-US"/>
    </w:rPr>
  </w:style>
  <w:style w:type="paragraph" w:customStyle="1" w:styleId="ZT">
    <w:name w:val="ZT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hAnsi="Arial"/>
      <w:b/>
      <w:sz w:val="34"/>
      <w:lang w:eastAsia="en-US"/>
    </w:rPr>
  </w:style>
  <w:style w:type="paragraph" w:styleId="TOC5">
    <w:name w:val="toc 5"/>
    <w:basedOn w:val="TOC4"/>
    <w:semiHidden/>
    <w:pPr>
      <w:ind w:left="1701" w:hanging="1701"/>
    </w:pPr>
  </w:style>
  <w:style w:type="paragraph" w:styleId="TOC4">
    <w:name w:val="toc 4"/>
    <w:basedOn w:val="TOC3"/>
    <w:semiHidden/>
    <w:pPr>
      <w:ind w:left="1418" w:hanging="1418"/>
    </w:pPr>
  </w:style>
  <w:style w:type="paragraph" w:styleId="TOC3">
    <w:name w:val="toc 3"/>
    <w:basedOn w:val="TOC2"/>
    <w:semiHidden/>
    <w:pPr>
      <w:ind w:left="1134" w:hanging="1134"/>
    </w:pPr>
  </w:style>
  <w:style w:type="paragraph" w:styleId="TOC2">
    <w:name w:val="toc 2"/>
    <w:basedOn w:val="TOC1"/>
    <w:semiHidden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pPr>
      <w:ind w:left="284"/>
    </w:pPr>
  </w:style>
  <w:style w:type="paragraph" w:styleId="Index1">
    <w:name w:val="index 1"/>
    <w:basedOn w:val="Normal"/>
    <w:semiHidden/>
    <w:pPr>
      <w:keepLines/>
      <w:spacing w:after="0"/>
    </w:pPr>
  </w:style>
  <w:style w:type="paragraph" w:customStyle="1" w:styleId="ZH">
    <w:name w:val="ZH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T">
    <w:name w:val="TT"/>
    <w:basedOn w:val="Heading1"/>
    <w:next w:val="Normal"/>
    <w:pPr>
      <w:outlineLvl w:val="9"/>
    </w:pPr>
  </w:style>
  <w:style w:type="paragraph" w:styleId="ListNumber2">
    <w:name w:val="List Number 2"/>
    <w:basedOn w:val="ListNumber"/>
    <w:pPr>
      <w:ind w:left="851"/>
    </w:pPr>
  </w:style>
  <w:style w:type="paragraph" w:styleId="Header">
    <w:name w:val="heade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character" w:styleId="FootnoteReference">
    <w:name w:val="footnote reference"/>
    <w:semiHidden/>
    <w:rPr>
      <w:b/>
      <w:position w:val="6"/>
      <w:sz w:val="16"/>
    </w:rPr>
  </w:style>
  <w:style w:type="paragraph" w:styleId="FootnoteText">
    <w:name w:val="footnote text"/>
    <w:basedOn w:val="Normal"/>
    <w:semiHidden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rPr>
      <w:b/>
    </w:rPr>
  </w:style>
  <w:style w:type="paragraph" w:customStyle="1" w:styleId="TAC">
    <w:name w:val="TAC"/>
    <w:basedOn w:val="TAL"/>
    <w:pPr>
      <w:jc w:val="center"/>
    </w:pPr>
  </w:style>
  <w:style w:type="paragraph" w:customStyle="1" w:styleId="TF">
    <w:name w:val="TF"/>
    <w:basedOn w:val="TH"/>
    <w:pPr>
      <w:keepNext w:val="0"/>
      <w:spacing w:before="0" w:after="240"/>
    </w:pPr>
  </w:style>
  <w:style w:type="paragraph" w:customStyle="1" w:styleId="NO">
    <w:name w:val="NO"/>
    <w:basedOn w:val="Normal"/>
    <w:pPr>
      <w:keepLines/>
      <w:ind w:left="1135" w:hanging="851"/>
    </w:pPr>
  </w:style>
  <w:style w:type="paragraph" w:styleId="TOC9">
    <w:name w:val="toc 9"/>
    <w:basedOn w:val="TOC8"/>
    <w:semiHidden/>
    <w:pPr>
      <w:ind w:left="1418" w:hanging="1418"/>
    </w:pPr>
  </w:style>
  <w:style w:type="paragraph" w:customStyle="1" w:styleId="EX">
    <w:name w:val="EX"/>
    <w:basedOn w:val="Normal"/>
    <w:pPr>
      <w:keepLines/>
      <w:ind w:left="1702" w:hanging="1418"/>
    </w:pPr>
  </w:style>
  <w:style w:type="paragraph" w:customStyle="1" w:styleId="FP">
    <w:name w:val="FP"/>
    <w:basedOn w:val="Normal"/>
    <w:pPr>
      <w:spacing w:after="0"/>
    </w:pPr>
  </w:style>
  <w:style w:type="paragraph" w:customStyle="1" w:styleId="LD">
    <w:name w:val="LD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NW">
    <w:name w:val="NW"/>
    <w:basedOn w:val="NO"/>
    <w:pPr>
      <w:spacing w:after="0"/>
    </w:pPr>
  </w:style>
  <w:style w:type="paragraph" w:customStyle="1" w:styleId="EW">
    <w:name w:val="EW"/>
    <w:basedOn w:val="EX"/>
    <w:pPr>
      <w:spacing w:after="0"/>
    </w:pPr>
  </w:style>
  <w:style w:type="paragraph" w:styleId="TOC6">
    <w:name w:val="toc 6"/>
    <w:basedOn w:val="TOC5"/>
    <w:next w:val="Normal"/>
    <w:semiHidden/>
    <w:pPr>
      <w:ind w:left="1985" w:hanging="1985"/>
    </w:pPr>
  </w:style>
  <w:style w:type="paragraph" w:styleId="TOC7">
    <w:name w:val="toc 7"/>
    <w:basedOn w:val="TOC6"/>
    <w:next w:val="Normal"/>
    <w:semiHidden/>
    <w:pPr>
      <w:ind w:left="2268" w:hanging="2268"/>
    </w:pPr>
  </w:style>
  <w:style w:type="paragraph" w:styleId="ListBullet2">
    <w:name w:val="List Bullet 2"/>
    <w:basedOn w:val="ListBullet"/>
    <w:pPr>
      <w:ind w:left="851"/>
    </w:pPr>
  </w:style>
  <w:style w:type="paragraph" w:styleId="ListBullet3">
    <w:name w:val="List Bullet 3"/>
    <w:basedOn w:val="ListBullet2"/>
    <w:pPr>
      <w:ind w:left="1135"/>
    </w:pPr>
  </w:style>
  <w:style w:type="paragraph" w:styleId="ListNumber">
    <w:name w:val="List Number"/>
    <w:basedOn w:val="List"/>
  </w:style>
  <w:style w:type="paragraph" w:customStyle="1" w:styleId="EQ">
    <w:name w:val="EQ"/>
    <w:basedOn w:val="Normal"/>
    <w:next w:val="Normal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pPr>
      <w:jc w:val="right"/>
    </w:pPr>
  </w:style>
  <w:style w:type="paragraph" w:customStyle="1" w:styleId="H6">
    <w:name w:val="H6"/>
    <w:basedOn w:val="Heading5"/>
    <w:next w:val="Normal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pPr>
      <w:ind w:left="851" w:hanging="851"/>
    </w:pPr>
  </w:style>
  <w:style w:type="paragraph" w:customStyle="1" w:styleId="TAL">
    <w:name w:val="TAL"/>
    <w:basedOn w:val="Normal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D">
    <w:name w:val="ZD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customStyle="1" w:styleId="ZU">
    <w:name w:val="ZU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ZV">
    <w:name w:val="ZV"/>
    <w:basedOn w:val="ZU"/>
    <w:pPr>
      <w:framePr w:wrap="notBeside" w:y="16161"/>
    </w:pPr>
  </w:style>
  <w:style w:type="character" w:customStyle="1" w:styleId="ZGSM">
    <w:name w:val="ZGSM"/>
  </w:style>
  <w:style w:type="paragraph" w:styleId="List2">
    <w:name w:val="List 2"/>
    <w:basedOn w:val="List"/>
    <w:pPr>
      <w:ind w:left="851"/>
    </w:pPr>
  </w:style>
  <w:style w:type="paragraph" w:customStyle="1" w:styleId="ZG">
    <w:name w:val="ZG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3">
    <w:name w:val="List 3"/>
    <w:basedOn w:val="List2"/>
    <w:pPr>
      <w:ind w:left="1135"/>
    </w:pPr>
  </w:style>
  <w:style w:type="paragraph" w:styleId="List4">
    <w:name w:val="List 4"/>
    <w:basedOn w:val="List3"/>
    <w:pPr>
      <w:ind w:left="1418"/>
    </w:pPr>
  </w:style>
  <w:style w:type="paragraph" w:styleId="List5">
    <w:name w:val="List 5"/>
    <w:basedOn w:val="List4"/>
    <w:pPr>
      <w:ind w:left="1702"/>
    </w:pPr>
  </w:style>
  <w:style w:type="paragraph" w:customStyle="1" w:styleId="EditorsNote">
    <w:name w:val="Editor's Note"/>
    <w:basedOn w:val="NO"/>
    <w:rPr>
      <w:color w:val="FF0000"/>
    </w:rPr>
  </w:style>
  <w:style w:type="paragraph" w:styleId="List">
    <w:name w:val="List"/>
    <w:basedOn w:val="Normal"/>
    <w:pPr>
      <w:ind w:left="568" w:hanging="284"/>
    </w:pPr>
  </w:style>
  <w:style w:type="paragraph" w:styleId="ListBullet">
    <w:name w:val="List Bullet"/>
    <w:basedOn w:val="List"/>
  </w:style>
  <w:style w:type="paragraph" w:styleId="ListBullet4">
    <w:name w:val="List Bullet 4"/>
    <w:basedOn w:val="ListBullet3"/>
    <w:pPr>
      <w:ind w:left="1418"/>
    </w:pPr>
  </w:style>
  <w:style w:type="paragraph" w:styleId="ListBullet5">
    <w:name w:val="List Bullet 5"/>
    <w:basedOn w:val="ListBullet4"/>
    <w:pPr>
      <w:ind w:left="1702"/>
    </w:pPr>
  </w:style>
  <w:style w:type="paragraph" w:customStyle="1" w:styleId="B10">
    <w:name w:val="B1"/>
    <w:basedOn w:val="List"/>
  </w:style>
  <w:style w:type="paragraph" w:customStyle="1" w:styleId="B20">
    <w:name w:val="B2"/>
    <w:basedOn w:val="List2"/>
  </w:style>
  <w:style w:type="paragraph" w:customStyle="1" w:styleId="B30">
    <w:name w:val="B3"/>
    <w:basedOn w:val="List3"/>
  </w:style>
  <w:style w:type="paragraph" w:customStyle="1" w:styleId="B3">
    <w:name w:val="B3+"/>
    <w:basedOn w:val="Normal"/>
    <w:pPr>
      <w:numPr>
        <w:numId w:val="8"/>
      </w:numPr>
      <w:tabs>
        <w:tab w:val="clear" w:pos="927"/>
        <w:tab w:val="left" w:pos="1134"/>
      </w:tabs>
      <w:ind w:left="1135" w:hanging="284"/>
    </w:pPr>
  </w:style>
  <w:style w:type="paragraph" w:customStyle="1" w:styleId="B1">
    <w:name w:val="B1+"/>
    <w:basedOn w:val="Normal"/>
    <w:pPr>
      <w:numPr>
        <w:numId w:val="6"/>
      </w:numPr>
      <w:tabs>
        <w:tab w:val="clear" w:pos="644"/>
        <w:tab w:val="left" w:pos="567"/>
      </w:tabs>
    </w:pPr>
  </w:style>
  <w:style w:type="paragraph" w:styleId="Footer">
    <w:name w:val="footer"/>
    <w:basedOn w:val="Header"/>
    <w:pPr>
      <w:jc w:val="center"/>
    </w:pPr>
    <w:rPr>
      <w:i/>
    </w:rPr>
  </w:style>
  <w:style w:type="paragraph" w:customStyle="1" w:styleId="ZTD">
    <w:name w:val="ZTD"/>
    <w:basedOn w:val="ZB"/>
    <w:pPr>
      <w:framePr w:hRule="auto" w:wrap="notBeside" w:y="852"/>
    </w:pPr>
    <w:rPr>
      <w:i w:val="0"/>
      <w:sz w:val="40"/>
    </w:rPr>
  </w:style>
  <w:style w:type="paragraph" w:customStyle="1" w:styleId="B2">
    <w:name w:val="B2+"/>
    <w:basedOn w:val="Normal"/>
    <w:pPr>
      <w:numPr>
        <w:numId w:val="7"/>
      </w:numPr>
      <w:tabs>
        <w:tab w:val="clear" w:pos="644"/>
        <w:tab w:val="left" w:pos="851"/>
      </w:tabs>
      <w:ind w:left="851" w:hanging="284"/>
    </w:pPr>
  </w:style>
  <w:style w:type="paragraph" w:customStyle="1" w:styleId="BL">
    <w:name w:val="BL"/>
    <w:basedOn w:val="Normal"/>
    <w:pPr>
      <w:numPr>
        <w:numId w:val="13"/>
      </w:numPr>
      <w:tabs>
        <w:tab w:val="clear" w:pos="360"/>
        <w:tab w:val="left" w:pos="851"/>
      </w:tabs>
      <w:ind w:left="851"/>
    </w:pPr>
  </w:style>
  <w:style w:type="paragraph" w:customStyle="1" w:styleId="BN">
    <w:name w:val="BN"/>
    <w:basedOn w:val="Normal"/>
    <w:pPr>
      <w:numPr>
        <w:numId w:val="14"/>
      </w:numPr>
      <w:tabs>
        <w:tab w:val="clear" w:pos="644"/>
        <w:tab w:val="left" w:pos="567"/>
      </w:tabs>
      <w:ind w:left="568" w:hanging="284"/>
    </w:pPr>
  </w:style>
  <w:style w:type="paragraph" w:customStyle="1" w:styleId="B4">
    <w:name w:val="B4"/>
    <w:basedOn w:val="List4"/>
  </w:style>
  <w:style w:type="paragraph" w:customStyle="1" w:styleId="B5">
    <w:name w:val="B5"/>
    <w:basedOn w:val="List5"/>
  </w:style>
  <w:style w:type="paragraph" w:customStyle="1" w:styleId="CRfront">
    <w:name w:val="CR_front"/>
    <w:next w:val="Normal"/>
    <w:pPr>
      <w:autoSpaceDE w:val="0"/>
      <w:autoSpaceDN w:val="0"/>
    </w:pPr>
    <w:rPr>
      <w:rFonts w:ascii="Arial" w:hAnsi="Arial"/>
      <w:lang w:eastAsia="ko-KR"/>
    </w:rPr>
  </w:style>
  <w:style w:type="character" w:styleId="Hyperlink">
    <w:name w:val="Hyperlink"/>
    <w:basedOn w:val="DefaultParagraphFont"/>
    <w:rsid w:val="00BA29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29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5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IT_UR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R_UR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\TEMPLATE\ETSIW_8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ETSIW_80.dot</Template>
  <TotalTime>173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 LI CR-form</vt:lpstr>
    </vt:vector>
  </TitlesOfParts>
  <Manager>Chairman</Manager>
  <Company>ETSI/TC LI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 LI CR-form</dc:title>
  <dc:subject>TC LI CR-form</dc:subject>
  <dc:creator>Peter van der Arend</dc:creator>
  <cp:keywords/>
  <dc:description>Change Request form_x000d_
for TC LI_x000d_
PvdA</dc:description>
  <cp:lastModifiedBy>Mark Canterbury</cp:lastModifiedBy>
  <cp:revision>32</cp:revision>
  <cp:lastPrinted>1900-01-01T00:00:00Z</cp:lastPrinted>
  <dcterms:created xsi:type="dcterms:W3CDTF">2023-01-17T08:15:00Z</dcterms:created>
  <dcterms:modified xsi:type="dcterms:W3CDTF">2023-01-17T12:22:00Z</dcterms:modified>
</cp:coreProperties>
</file>